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445" w:rsidRPr="00226445" w:rsidRDefault="00226445" w:rsidP="00226445">
      <w:pPr>
        <w:spacing w:line="280" w:lineRule="atLeast"/>
        <w:jc w:val="center"/>
        <w:rPr>
          <w:ins w:id="0" w:author="Buttner, Henrike" w:date="2021-06-17T09:28:00Z"/>
          <w:b/>
          <w:sz w:val="40"/>
          <w:szCs w:val="36"/>
        </w:rPr>
      </w:pPr>
      <w:ins w:id="1" w:author="Buttner, Henrike" w:date="2021-06-17T09:28:00Z">
        <w:r>
          <w:rPr>
            <w:b/>
            <w:sz w:val="40"/>
            <w:szCs w:val="36"/>
          </w:rPr>
          <w:t>Annex</w:t>
        </w:r>
        <w:r w:rsidRPr="00226445">
          <w:rPr>
            <w:b/>
            <w:sz w:val="40"/>
            <w:szCs w:val="36"/>
          </w:rPr>
          <w:t xml:space="preserve"> 2</w:t>
        </w:r>
      </w:ins>
    </w:p>
    <w:p w:rsidR="00226445" w:rsidRPr="00226445" w:rsidRDefault="00226445" w:rsidP="00226445">
      <w:pPr>
        <w:spacing w:line="280" w:lineRule="atLeast"/>
        <w:jc w:val="center"/>
        <w:rPr>
          <w:ins w:id="2" w:author="Buttner, Henrike" w:date="2021-06-17T09:28:00Z"/>
          <w:b/>
          <w:sz w:val="40"/>
          <w:szCs w:val="36"/>
        </w:rPr>
      </w:pPr>
      <w:ins w:id="3" w:author="Buttner, Henrike" w:date="2021-06-17T09:28:00Z">
        <w:r w:rsidRPr="00226445">
          <w:rPr>
            <w:b/>
            <w:sz w:val="40"/>
            <w:szCs w:val="36"/>
          </w:rPr>
          <w:t xml:space="preserve">Energy Efficiency Report </w:t>
        </w:r>
      </w:ins>
    </w:p>
    <w:p w:rsidR="00226445" w:rsidRDefault="00226445" w:rsidP="00226445">
      <w:pPr>
        <w:spacing w:line="280" w:lineRule="atLeast"/>
        <w:jc w:val="center"/>
        <w:rPr>
          <w:ins w:id="4" w:author="Buttner, Henrike" w:date="2021-06-17T09:28:00Z"/>
          <w:b/>
          <w:sz w:val="40"/>
          <w:szCs w:val="36"/>
        </w:rPr>
      </w:pPr>
      <w:ins w:id="5" w:author="Buttner, Henrike" w:date="2021-06-17T09:28:00Z">
        <w:r w:rsidRPr="00226445">
          <w:rPr>
            <w:b/>
            <w:sz w:val="40"/>
            <w:szCs w:val="36"/>
          </w:rPr>
          <w:t xml:space="preserve">on the award criteria for the DE-UZ 214 </w:t>
        </w:r>
      </w:ins>
    </w:p>
    <w:p w:rsidR="00226445" w:rsidRPr="00226445" w:rsidRDefault="00226445" w:rsidP="00226445">
      <w:pPr>
        <w:spacing w:line="280" w:lineRule="atLeast"/>
        <w:jc w:val="center"/>
        <w:rPr>
          <w:ins w:id="6" w:author="Buttner, Henrike" w:date="2021-06-17T09:28:00Z"/>
          <w:b/>
          <w:sz w:val="40"/>
          <w:szCs w:val="36"/>
        </w:rPr>
      </w:pPr>
      <w:ins w:id="7" w:author="Buttner, Henrike" w:date="2021-06-17T09:28:00Z">
        <w:r w:rsidRPr="00226445">
          <w:rPr>
            <w:b/>
            <w:sz w:val="40"/>
            <w:szCs w:val="36"/>
          </w:rPr>
          <w:t xml:space="preserve">eco-label </w:t>
        </w:r>
      </w:ins>
    </w:p>
    <w:p w:rsidR="001D60EC" w:rsidRPr="001806FC" w:rsidDel="00226445" w:rsidRDefault="00226445" w:rsidP="00226445">
      <w:pPr>
        <w:spacing w:before="1000" w:line="360" w:lineRule="auto"/>
        <w:jc w:val="center"/>
        <w:rPr>
          <w:del w:id="8" w:author="Buttner, Henrike" w:date="2021-06-17T09:28:00Z"/>
          <w:b/>
          <w:sz w:val="40"/>
          <w:szCs w:val="36"/>
        </w:rPr>
      </w:pPr>
      <w:ins w:id="9" w:author="Buttner, Henrike" w:date="2021-06-17T09:28:00Z">
        <w:r w:rsidRPr="00226445">
          <w:rPr>
            <w:b/>
            <w:sz w:val="40"/>
            <w:szCs w:val="36"/>
          </w:rPr>
          <w:t>for climate-friendly colocation data center</w:t>
        </w:r>
      </w:ins>
      <w:del w:id="10" w:author="Buttner, Henrike" w:date="2021-06-17T09:28:00Z">
        <w:r w:rsidR="00170FFD" w:rsidRPr="001806FC" w:rsidDel="00226445">
          <w:rPr>
            <w:b/>
            <w:sz w:val="40"/>
            <w:szCs w:val="36"/>
          </w:rPr>
          <w:delText>Anlage 2</w:delText>
        </w:r>
      </w:del>
    </w:p>
    <w:p w:rsidR="002761B8" w:rsidRPr="001806FC" w:rsidDel="00226445" w:rsidRDefault="00FE6B2F" w:rsidP="00F11FB7">
      <w:pPr>
        <w:spacing w:line="360" w:lineRule="auto"/>
        <w:jc w:val="center"/>
        <w:rPr>
          <w:del w:id="11" w:author="Buttner, Henrike" w:date="2021-06-17T09:28:00Z"/>
          <w:b/>
          <w:sz w:val="36"/>
          <w:szCs w:val="36"/>
        </w:rPr>
      </w:pPr>
      <w:del w:id="12" w:author="Buttner, Henrike" w:date="2021-06-17T09:28:00Z">
        <w:r w:rsidRPr="001806FC" w:rsidDel="00226445">
          <w:rPr>
            <w:b/>
            <w:sz w:val="36"/>
          </w:rPr>
          <w:delText xml:space="preserve">Energieffizienzbericht </w:delText>
        </w:r>
      </w:del>
    </w:p>
    <w:p w:rsidR="00F66B69" w:rsidRPr="001806FC" w:rsidDel="00226445" w:rsidRDefault="009A33B5" w:rsidP="00E54DEE">
      <w:pPr>
        <w:spacing w:line="360" w:lineRule="auto"/>
        <w:jc w:val="center"/>
        <w:rPr>
          <w:del w:id="13" w:author="Buttner, Henrike" w:date="2021-06-17T09:28:00Z"/>
          <w:b/>
          <w:sz w:val="36"/>
          <w:szCs w:val="36"/>
        </w:rPr>
      </w:pPr>
      <w:bookmarkStart w:id="14" w:name="_Ref8018527"/>
      <w:del w:id="15" w:author="Buttner, Henrike" w:date="2021-06-17T09:28:00Z">
        <w:r w:rsidDel="00226445">
          <w:rPr>
            <w:b/>
            <w:sz w:val="36"/>
          </w:rPr>
          <w:delText>z</w:delText>
        </w:r>
        <w:r w:rsidR="00F11FB7" w:rsidRPr="001806FC" w:rsidDel="00226445">
          <w:rPr>
            <w:b/>
            <w:sz w:val="36"/>
          </w:rPr>
          <w:delText>u</w:delText>
        </w:r>
        <w:r w:rsidDel="00226445">
          <w:rPr>
            <w:b/>
            <w:sz w:val="36"/>
          </w:rPr>
          <w:delText xml:space="preserve"> den</w:delText>
        </w:r>
        <w:r w:rsidR="00F11FB7" w:rsidRPr="001806FC" w:rsidDel="00226445">
          <w:rPr>
            <w:b/>
            <w:sz w:val="36"/>
          </w:rPr>
          <w:delText xml:space="preserve"> </w:delText>
        </w:r>
        <w:r w:rsidR="0037202C" w:rsidDel="00226445">
          <w:rPr>
            <w:b/>
            <w:sz w:val="36"/>
          </w:rPr>
          <w:delText>Vergabekriterien</w:delText>
        </w:r>
        <w:r w:rsidR="00F11FB7" w:rsidRPr="001806FC" w:rsidDel="00226445">
          <w:rPr>
            <w:b/>
            <w:sz w:val="36"/>
          </w:rPr>
          <w:delText xml:space="preserve"> </w:delText>
        </w:r>
        <w:r w:rsidR="00E54DEE" w:rsidRPr="001806FC" w:rsidDel="00226445">
          <w:rPr>
            <w:b/>
            <w:sz w:val="36"/>
            <w:szCs w:val="36"/>
          </w:rPr>
          <w:delText xml:space="preserve">Umweltzeichen </w:delText>
        </w:r>
        <w:r w:rsidR="008D696A" w:rsidDel="00226445">
          <w:rPr>
            <w:b/>
            <w:sz w:val="36"/>
          </w:rPr>
          <w:delText>DE</w:delText>
        </w:r>
        <w:r w:rsidR="00F11FB7" w:rsidRPr="001806FC" w:rsidDel="00226445">
          <w:rPr>
            <w:b/>
            <w:sz w:val="36"/>
          </w:rPr>
          <w:delText xml:space="preserve">-UZ </w:delText>
        </w:r>
        <w:r w:rsidR="00803F1B" w:rsidDel="00226445">
          <w:rPr>
            <w:b/>
            <w:sz w:val="36"/>
          </w:rPr>
          <w:delText>214</w:delText>
        </w:r>
        <w:r w:rsidR="00425929" w:rsidRPr="001806FC" w:rsidDel="00226445">
          <w:rPr>
            <w:b/>
            <w:sz w:val="36"/>
          </w:rPr>
          <w:delText xml:space="preserve"> </w:delText>
        </w:r>
      </w:del>
    </w:p>
    <w:p w:rsidR="00F11FB7" w:rsidRPr="001806FC" w:rsidDel="00226445" w:rsidRDefault="00F11FB7" w:rsidP="00F11FB7">
      <w:pPr>
        <w:spacing w:line="360" w:lineRule="auto"/>
        <w:jc w:val="center"/>
        <w:rPr>
          <w:del w:id="16" w:author="Buttner, Henrike" w:date="2021-06-17T09:28:00Z"/>
          <w:b/>
          <w:sz w:val="36"/>
        </w:rPr>
      </w:pPr>
      <w:del w:id="17" w:author="Buttner, Henrike" w:date="2021-06-17T09:28:00Z">
        <w:r w:rsidRPr="001806FC" w:rsidDel="00226445">
          <w:rPr>
            <w:b/>
            <w:sz w:val="36"/>
          </w:rPr>
          <w:delText xml:space="preserve">für </w:delText>
        </w:r>
        <w:r w:rsidR="00425929" w:rsidRPr="00425929" w:rsidDel="00226445">
          <w:rPr>
            <w:b/>
            <w:sz w:val="36"/>
          </w:rPr>
          <w:delText>Klimaschonende</w:delText>
        </w:r>
        <w:r w:rsidR="00803F1B" w:rsidDel="00226445">
          <w:rPr>
            <w:b/>
            <w:sz w:val="36"/>
          </w:rPr>
          <w:delText>s</w:delText>
        </w:r>
        <w:r w:rsidR="00425929" w:rsidRPr="00425929" w:rsidDel="00226445">
          <w:rPr>
            <w:b/>
            <w:sz w:val="36"/>
          </w:rPr>
          <w:delText xml:space="preserve"> Colocation-Rechenzentr</w:delText>
        </w:r>
        <w:r w:rsidR="00803F1B" w:rsidDel="00226445">
          <w:rPr>
            <w:b/>
            <w:sz w:val="36"/>
          </w:rPr>
          <w:delText>um</w:delText>
        </w:r>
      </w:del>
    </w:p>
    <w:p w:rsidR="00F11FB7" w:rsidRPr="001806FC" w:rsidRDefault="00F11FB7" w:rsidP="00C8726B">
      <w:pPr>
        <w:spacing w:line="280" w:lineRule="atLeast"/>
        <w:jc w:val="center"/>
        <w:rPr>
          <w:sz w:val="24"/>
          <w:szCs w:val="24"/>
          <w:lang w:bidi="de-DE"/>
        </w:rPr>
      </w:pPr>
    </w:p>
    <w:p w:rsidR="00D628D8" w:rsidRPr="001806FC" w:rsidRDefault="00D628D8" w:rsidP="00C8726B">
      <w:pPr>
        <w:spacing w:line="280" w:lineRule="atLeast"/>
        <w:jc w:val="center"/>
        <w:rPr>
          <w:sz w:val="24"/>
          <w:szCs w:val="24"/>
          <w:lang w:bidi="de-DE"/>
        </w:rPr>
      </w:pPr>
    </w:p>
    <w:p w:rsidR="00E82A97" w:rsidRPr="001806FC" w:rsidRDefault="00E82A97" w:rsidP="00C8726B">
      <w:pPr>
        <w:spacing w:line="280" w:lineRule="atLeast"/>
        <w:jc w:val="center"/>
        <w:rPr>
          <w:sz w:val="24"/>
          <w:szCs w:val="24"/>
          <w:lang w:bidi="de-DE"/>
        </w:rPr>
      </w:pPr>
    </w:p>
    <w:tbl>
      <w:tblPr>
        <w:tblW w:w="8962" w:type="dxa"/>
        <w:tblInd w:w="55" w:type="dxa"/>
        <w:tblCellMar>
          <w:left w:w="70" w:type="dxa"/>
          <w:right w:w="70" w:type="dxa"/>
        </w:tblCellMar>
        <w:tblLook w:val="04A0" w:firstRow="1" w:lastRow="0" w:firstColumn="1" w:lastColumn="0" w:noHBand="0" w:noVBand="1"/>
      </w:tblPr>
      <w:tblGrid>
        <w:gridCol w:w="2709"/>
        <w:gridCol w:w="1047"/>
        <w:gridCol w:w="5206"/>
      </w:tblGrid>
      <w:tr w:rsidR="00AF6675" w:rsidRPr="001806FC" w:rsidTr="00D2075E">
        <w:trPr>
          <w:trHeight w:val="303"/>
        </w:trPr>
        <w:tc>
          <w:tcPr>
            <w:tcW w:w="2709" w:type="dxa"/>
            <w:tcBorders>
              <w:top w:val="nil"/>
              <w:left w:val="nil"/>
              <w:bottom w:val="nil"/>
              <w:right w:val="nil"/>
            </w:tcBorders>
            <w:shd w:val="clear" w:color="auto" w:fill="auto"/>
            <w:noWrap/>
            <w:hideMark/>
          </w:tcPr>
          <w:p w:rsidR="00AF6675" w:rsidRPr="001806FC" w:rsidRDefault="00226445" w:rsidP="00AF6675">
            <w:pPr>
              <w:spacing w:after="0" w:line="360" w:lineRule="auto"/>
              <w:jc w:val="left"/>
              <w:rPr>
                <w:sz w:val="24"/>
                <w:szCs w:val="24"/>
              </w:rPr>
            </w:pPr>
            <w:ins w:id="18" w:author="Buttner, Henrike" w:date="2021-06-17T09:28:00Z">
              <w:r w:rsidRPr="00226445">
                <w:rPr>
                  <w:sz w:val="24"/>
                  <w:szCs w:val="24"/>
                </w:rPr>
                <w:t>Type of report:</w:t>
              </w:r>
            </w:ins>
            <w:del w:id="19" w:author="Buttner, Henrike" w:date="2021-06-17T09:28:00Z">
              <w:r w:rsidR="00AF6675" w:rsidRPr="001806FC" w:rsidDel="00226445">
                <w:rPr>
                  <w:sz w:val="24"/>
                  <w:szCs w:val="24"/>
                </w:rPr>
                <w:delText>Art des Berichts:</w:delText>
              </w:r>
            </w:del>
          </w:p>
        </w:tc>
        <w:tc>
          <w:tcPr>
            <w:tcW w:w="6253" w:type="dxa"/>
            <w:gridSpan w:val="2"/>
            <w:tcBorders>
              <w:top w:val="nil"/>
              <w:left w:val="nil"/>
              <w:bottom w:val="nil"/>
              <w:right w:val="nil"/>
            </w:tcBorders>
          </w:tcPr>
          <w:p w:rsidR="00226445" w:rsidRDefault="00AF6675" w:rsidP="009A41C2">
            <w:pPr>
              <w:spacing w:after="0" w:line="360" w:lineRule="auto"/>
              <w:jc w:val="left"/>
              <w:rPr>
                <w:ins w:id="20" w:author="Buttner, Henrike" w:date="2021-06-17T09:28:00Z"/>
                <w:sz w:val="20"/>
                <w:szCs w:val="20"/>
              </w:rPr>
            </w:pPr>
            <w:r w:rsidRPr="001806FC">
              <w:rPr>
                <w:sz w:val="20"/>
                <w:szCs w:val="20"/>
              </w:rPr>
              <w:fldChar w:fldCharType="begin">
                <w:ffData>
                  <w:name w:val=""/>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r w:rsidRPr="001806FC">
              <w:rPr>
                <w:sz w:val="20"/>
                <w:szCs w:val="20"/>
              </w:rPr>
              <w:t xml:space="preserve"> </w:t>
            </w:r>
            <w:ins w:id="21" w:author="Buttner, Henrike" w:date="2021-06-17T09:28:00Z">
              <w:r w:rsidR="00226445" w:rsidRPr="00226445">
                <w:rPr>
                  <w:sz w:val="24"/>
                  <w:szCs w:val="24"/>
                </w:rPr>
                <w:t>Energy efficiency report upon application</w:t>
              </w:r>
            </w:ins>
            <w:del w:id="22" w:author="Buttner, Henrike" w:date="2021-06-17T09:28:00Z">
              <w:r w:rsidRPr="001806FC" w:rsidDel="00226445">
                <w:rPr>
                  <w:sz w:val="24"/>
                  <w:szCs w:val="24"/>
                </w:rPr>
                <w:delText>Energieffizienzbericht bei Antragstellung</w:delText>
              </w:r>
              <w:r w:rsidRPr="001806FC" w:rsidDel="00226445">
                <w:rPr>
                  <w:sz w:val="24"/>
                  <w:szCs w:val="24"/>
                </w:rPr>
                <w:br/>
              </w:r>
            </w:del>
          </w:p>
          <w:p w:rsidR="00AF6675" w:rsidRPr="001806FC" w:rsidRDefault="00AF6675" w:rsidP="009A41C2">
            <w:pPr>
              <w:spacing w:after="0" w:line="360" w:lineRule="auto"/>
              <w:jc w:val="left"/>
              <w:rPr>
                <w:sz w:val="24"/>
                <w:szCs w:val="24"/>
              </w:rPr>
            </w:pP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r w:rsidRPr="001806FC">
              <w:rPr>
                <w:sz w:val="20"/>
                <w:szCs w:val="20"/>
              </w:rPr>
              <w:t xml:space="preserve"> </w:t>
            </w:r>
            <w:ins w:id="23" w:author="Buttner, Henrike" w:date="2021-06-17T09:28:00Z">
              <w:r w:rsidR="00226445" w:rsidRPr="00226445">
                <w:rPr>
                  <w:sz w:val="24"/>
                  <w:szCs w:val="24"/>
                </w:rPr>
                <w:t>Energy Efficiency Report on the Final Evaluation</w:t>
              </w:r>
            </w:ins>
            <w:del w:id="24" w:author="Buttner, Henrike" w:date="2021-06-17T09:28:00Z">
              <w:r w:rsidRPr="001806FC" w:rsidDel="00226445">
                <w:rPr>
                  <w:sz w:val="24"/>
                  <w:szCs w:val="24"/>
                </w:rPr>
                <w:delText>Energieffizienzbericht</w:delText>
              </w:r>
              <w:r w:rsidR="009A41C2" w:rsidDel="00226445">
                <w:rPr>
                  <w:sz w:val="24"/>
                  <w:szCs w:val="24"/>
                </w:rPr>
                <w:delText xml:space="preserve"> zur Abschlussevaluation</w:delText>
              </w:r>
            </w:del>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226445" w:rsidP="00F11FB7">
            <w:pPr>
              <w:spacing w:after="0" w:line="360" w:lineRule="auto"/>
              <w:jc w:val="left"/>
              <w:rPr>
                <w:sz w:val="24"/>
                <w:szCs w:val="24"/>
              </w:rPr>
            </w:pPr>
            <w:ins w:id="25" w:author="Buttner, Henrike" w:date="2021-06-17T09:29:00Z">
              <w:r w:rsidRPr="00226445">
                <w:rPr>
                  <w:sz w:val="24"/>
                  <w:szCs w:val="24"/>
                </w:rPr>
                <w:t>Applicant/Signatory</w:t>
              </w:r>
            </w:ins>
            <w:del w:id="26" w:author="Buttner, Henrike" w:date="2021-06-17T09:29:00Z">
              <w:r w:rsidR="001F5759" w:rsidRPr="001806FC" w:rsidDel="00226445">
                <w:rPr>
                  <w:sz w:val="24"/>
                  <w:szCs w:val="24"/>
                </w:rPr>
                <w:delText>Antragsteller/</w:delText>
              </w:r>
              <w:r w:rsidR="00E82A97" w:rsidRPr="001806FC" w:rsidDel="00226445">
                <w:rPr>
                  <w:sz w:val="24"/>
                  <w:szCs w:val="24"/>
                </w:rPr>
                <w:delText>Zeichennehmer</w:delText>
              </w:r>
            </w:del>
            <w:r w:rsidR="00E82A97" w:rsidRPr="001806FC">
              <w:rPr>
                <w:sz w:val="24"/>
                <w:szCs w:val="24"/>
              </w:rPr>
              <w:t>:</w:t>
            </w:r>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bookmarkStart w:id="27" w:name="Text57"/>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bookmarkEnd w:id="27"/>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tcPr>
          <w:p w:rsidR="00E82A97" w:rsidRPr="001806FC" w:rsidRDefault="00226445" w:rsidP="00F11FB7">
            <w:pPr>
              <w:spacing w:after="0" w:line="360" w:lineRule="auto"/>
              <w:jc w:val="left"/>
              <w:rPr>
                <w:sz w:val="24"/>
                <w:szCs w:val="24"/>
              </w:rPr>
            </w:pPr>
            <w:ins w:id="28" w:author="Buttner, Henrike" w:date="2021-06-17T09:29:00Z">
              <w:r w:rsidRPr="00226445">
                <w:rPr>
                  <w:sz w:val="24"/>
                  <w:szCs w:val="24"/>
                </w:rPr>
                <w:t>Address:</w:t>
              </w:r>
            </w:ins>
            <w:del w:id="29" w:author="Buttner, Henrike" w:date="2021-06-17T09:29:00Z">
              <w:r w:rsidR="00E82A97" w:rsidRPr="001806FC" w:rsidDel="00226445">
                <w:rPr>
                  <w:sz w:val="24"/>
                  <w:szCs w:val="24"/>
                </w:rPr>
                <w:delText>Adresse:</w:delText>
              </w:r>
            </w:del>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226445" w:rsidP="00F11FB7">
            <w:pPr>
              <w:spacing w:after="0" w:line="360" w:lineRule="auto"/>
              <w:jc w:val="left"/>
              <w:rPr>
                <w:sz w:val="24"/>
                <w:szCs w:val="24"/>
              </w:rPr>
            </w:pPr>
            <w:ins w:id="30" w:author="Buttner, Henrike" w:date="2021-06-17T09:29:00Z">
              <w:r w:rsidRPr="00226445">
                <w:rPr>
                  <w:sz w:val="24"/>
                  <w:szCs w:val="24"/>
                </w:rPr>
                <w:t>Designation RZ:</w:t>
              </w:r>
            </w:ins>
            <w:del w:id="31" w:author="Buttner, Henrike" w:date="2021-06-17T09:29:00Z">
              <w:r w:rsidR="00E82A97" w:rsidRPr="001806FC" w:rsidDel="00226445">
                <w:rPr>
                  <w:sz w:val="24"/>
                  <w:szCs w:val="24"/>
                </w:rPr>
                <w:delText>Bezeich</w:delText>
              </w:r>
              <w:r w:rsidR="00F11FB7" w:rsidRPr="001806FC" w:rsidDel="00226445">
                <w:rPr>
                  <w:sz w:val="24"/>
                  <w:szCs w:val="24"/>
                </w:rPr>
                <w:delText>n</w:delText>
              </w:r>
              <w:r w:rsidR="00E82A97" w:rsidRPr="001806FC" w:rsidDel="00226445">
                <w:rPr>
                  <w:sz w:val="24"/>
                  <w:szCs w:val="24"/>
                </w:rPr>
                <w:delText>ung RZ:</w:delText>
              </w:r>
            </w:del>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226445" w:rsidP="00F11FB7">
            <w:pPr>
              <w:spacing w:after="0" w:line="360" w:lineRule="auto"/>
              <w:jc w:val="left"/>
              <w:rPr>
                <w:sz w:val="24"/>
                <w:szCs w:val="24"/>
              </w:rPr>
            </w:pPr>
            <w:ins w:id="32" w:author="Buttner, Henrike" w:date="2021-06-17T09:29:00Z">
              <w:r w:rsidRPr="00226445">
                <w:rPr>
                  <w:sz w:val="24"/>
                  <w:szCs w:val="24"/>
                </w:rPr>
                <w:t>Location RZ:</w:t>
              </w:r>
            </w:ins>
            <w:del w:id="33" w:author="Buttner, Henrike" w:date="2021-06-17T09:29:00Z">
              <w:r w:rsidR="000461FE" w:rsidRPr="001806FC" w:rsidDel="00226445">
                <w:rPr>
                  <w:sz w:val="24"/>
                  <w:szCs w:val="24"/>
                </w:rPr>
                <w:delText>Standort RZ:</w:delText>
              </w:r>
            </w:del>
          </w:p>
        </w:tc>
        <w:tc>
          <w:tcPr>
            <w:tcW w:w="5206" w:type="dxa"/>
            <w:tcBorders>
              <w:top w:val="nil"/>
              <w:left w:val="nil"/>
              <w:bottom w:val="nil"/>
              <w:right w:val="nil"/>
            </w:tcBorders>
          </w:tcPr>
          <w:p w:rsidR="00E82A97"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226445" w:rsidP="001F5759">
            <w:pPr>
              <w:spacing w:after="0" w:line="360" w:lineRule="auto"/>
              <w:jc w:val="left"/>
              <w:rPr>
                <w:sz w:val="24"/>
                <w:szCs w:val="24"/>
              </w:rPr>
            </w:pPr>
            <w:ins w:id="34" w:author="Buttner, Henrike" w:date="2021-06-17T09:29:00Z">
              <w:r w:rsidRPr="00226445">
                <w:rPr>
                  <w:sz w:val="24"/>
                  <w:szCs w:val="24"/>
                </w:rPr>
                <w:t>Date of commissioning of the RZ:</w:t>
              </w:r>
            </w:ins>
            <w:del w:id="35" w:author="Buttner, Henrike" w:date="2021-06-17T09:29:00Z">
              <w:r w:rsidR="000C4E42" w:rsidRPr="001806FC" w:rsidDel="00226445">
                <w:rPr>
                  <w:sz w:val="24"/>
                  <w:szCs w:val="24"/>
                </w:rPr>
                <w:delText xml:space="preserve">Datum </w:delText>
              </w:r>
              <w:r w:rsidR="001F5759" w:rsidRPr="001806FC" w:rsidDel="00226445">
                <w:rPr>
                  <w:sz w:val="24"/>
                  <w:szCs w:val="24"/>
                </w:rPr>
                <w:delText>Inbetriebnahme des RZ:</w:delText>
              </w:r>
            </w:del>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fData>
                  <w:name w:val="Text60"/>
                  <w:enabled/>
                  <w:calcOnExit w:val="0"/>
                  <w:textInput/>
                </w:ffData>
              </w:fldChar>
            </w:r>
            <w:bookmarkStart w:id="36" w:name="Text60"/>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bookmarkEnd w:id="36"/>
          </w:p>
        </w:tc>
      </w:tr>
      <w:tr w:rsidR="001F5759" w:rsidRPr="001806FC" w:rsidTr="009C25C8">
        <w:trPr>
          <w:trHeight w:val="303"/>
        </w:trPr>
        <w:tc>
          <w:tcPr>
            <w:tcW w:w="3756" w:type="dxa"/>
            <w:gridSpan w:val="2"/>
            <w:tcBorders>
              <w:top w:val="nil"/>
              <w:left w:val="nil"/>
              <w:bottom w:val="nil"/>
              <w:right w:val="nil"/>
            </w:tcBorders>
            <w:shd w:val="clear" w:color="auto" w:fill="auto"/>
            <w:noWrap/>
            <w:vAlign w:val="bottom"/>
          </w:tcPr>
          <w:p w:rsidR="001F5759" w:rsidRPr="001806FC" w:rsidRDefault="00226445" w:rsidP="001F5759">
            <w:pPr>
              <w:spacing w:after="0" w:line="360" w:lineRule="auto"/>
              <w:jc w:val="left"/>
              <w:rPr>
                <w:sz w:val="24"/>
                <w:szCs w:val="24"/>
              </w:rPr>
            </w:pPr>
            <w:ins w:id="37" w:author="Buttner, Henrike" w:date="2021-06-17T09:29:00Z">
              <w:r w:rsidRPr="00226445">
                <w:rPr>
                  <w:sz w:val="24"/>
                  <w:szCs w:val="24"/>
                </w:rPr>
                <w:t>Date of application:</w:t>
              </w:r>
            </w:ins>
            <w:del w:id="38" w:author="Buttner, Henrike" w:date="2021-06-17T09:29:00Z">
              <w:r w:rsidR="001F5759" w:rsidRPr="001806FC" w:rsidDel="00226445">
                <w:rPr>
                  <w:sz w:val="24"/>
                  <w:szCs w:val="24"/>
                </w:rPr>
                <w:delText>Datum Antragstellung:</w:delText>
              </w:r>
            </w:del>
          </w:p>
        </w:tc>
        <w:tc>
          <w:tcPr>
            <w:tcW w:w="5206" w:type="dxa"/>
            <w:tcBorders>
              <w:top w:val="nil"/>
              <w:left w:val="nil"/>
              <w:bottom w:val="nil"/>
              <w:right w:val="nil"/>
            </w:tcBorders>
          </w:tcPr>
          <w:p w:rsidR="001F5759" w:rsidRPr="001806FC" w:rsidRDefault="001F5759" w:rsidP="001F5759">
            <w:pPr>
              <w:spacing w:after="0" w:line="360" w:lineRule="auto"/>
              <w:jc w:val="left"/>
              <w:rPr>
                <w:sz w:val="24"/>
                <w:szCs w:val="24"/>
              </w:rPr>
            </w:pPr>
            <w:r w:rsidRPr="001806FC">
              <w:rPr>
                <w:sz w:val="24"/>
                <w:szCs w:val="24"/>
              </w:rPr>
              <w:fldChar w:fldCharType="begin">
                <w:ffData>
                  <w:name w:val="Text58"/>
                  <w:enabled/>
                  <w:calcOnExit w:val="0"/>
                  <w:textInput/>
                </w:ffData>
              </w:fldChar>
            </w:r>
            <w:bookmarkStart w:id="39" w:name="Text58"/>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bookmarkEnd w:id="39"/>
          </w:p>
        </w:tc>
      </w:tr>
      <w:tr w:rsidR="00AF6675" w:rsidRPr="001806FC" w:rsidTr="009C25C8">
        <w:trPr>
          <w:trHeight w:val="303"/>
        </w:trPr>
        <w:tc>
          <w:tcPr>
            <w:tcW w:w="3756" w:type="dxa"/>
            <w:gridSpan w:val="2"/>
            <w:tcBorders>
              <w:top w:val="nil"/>
              <w:left w:val="nil"/>
              <w:bottom w:val="nil"/>
              <w:right w:val="nil"/>
            </w:tcBorders>
            <w:shd w:val="clear" w:color="auto" w:fill="auto"/>
            <w:noWrap/>
            <w:vAlign w:val="bottom"/>
          </w:tcPr>
          <w:p w:rsidR="00AF6675" w:rsidRPr="001806FC" w:rsidRDefault="00226445" w:rsidP="00AF6675">
            <w:pPr>
              <w:spacing w:after="0" w:line="360" w:lineRule="auto"/>
              <w:jc w:val="left"/>
              <w:rPr>
                <w:sz w:val="24"/>
                <w:szCs w:val="24"/>
              </w:rPr>
            </w:pPr>
            <w:ins w:id="40" w:author="Buttner, Henrike" w:date="2021-06-17T09:30:00Z">
              <w:r w:rsidRPr="00226445">
                <w:rPr>
                  <w:sz w:val="24"/>
                  <w:szCs w:val="24"/>
                </w:rPr>
                <w:t>Date Character Assignment:</w:t>
              </w:r>
            </w:ins>
            <w:del w:id="41" w:author="Buttner, Henrike" w:date="2021-06-17T09:30:00Z">
              <w:r w:rsidR="00AF6675" w:rsidRPr="001806FC" w:rsidDel="00226445">
                <w:rPr>
                  <w:sz w:val="24"/>
                  <w:szCs w:val="24"/>
                </w:rPr>
                <w:delText>Datum Zeichenvergabe:</w:delText>
              </w:r>
            </w:del>
          </w:p>
        </w:tc>
        <w:tc>
          <w:tcPr>
            <w:tcW w:w="5206" w:type="dxa"/>
            <w:tcBorders>
              <w:top w:val="nil"/>
              <w:left w:val="nil"/>
              <w:bottom w:val="nil"/>
              <w:right w:val="nil"/>
            </w:tcBorders>
          </w:tcPr>
          <w:p w:rsidR="00AF6675" w:rsidRPr="001806FC" w:rsidRDefault="00AF6675" w:rsidP="00AF6675">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0461FE" w:rsidRPr="001806FC" w:rsidTr="009C25C8">
        <w:trPr>
          <w:trHeight w:val="303"/>
        </w:trPr>
        <w:tc>
          <w:tcPr>
            <w:tcW w:w="3756" w:type="dxa"/>
            <w:gridSpan w:val="2"/>
            <w:tcBorders>
              <w:top w:val="nil"/>
              <w:left w:val="nil"/>
              <w:bottom w:val="nil"/>
              <w:right w:val="nil"/>
            </w:tcBorders>
            <w:shd w:val="clear" w:color="auto" w:fill="auto"/>
            <w:noWrap/>
            <w:vAlign w:val="bottom"/>
          </w:tcPr>
          <w:p w:rsidR="000461FE" w:rsidRPr="001806FC" w:rsidRDefault="00226445" w:rsidP="00F11FB7">
            <w:pPr>
              <w:spacing w:after="0" w:line="360" w:lineRule="auto"/>
              <w:jc w:val="left"/>
              <w:rPr>
                <w:sz w:val="24"/>
                <w:szCs w:val="24"/>
              </w:rPr>
            </w:pPr>
            <w:ins w:id="42" w:author="Buttner, Henrike" w:date="2021-06-17T09:30:00Z">
              <w:r w:rsidRPr="00226445">
                <w:rPr>
                  <w:sz w:val="24"/>
                  <w:szCs w:val="24"/>
                </w:rPr>
                <w:t>Editor:</w:t>
              </w:r>
            </w:ins>
            <w:del w:id="43" w:author="Buttner, Henrike" w:date="2021-06-17T09:30:00Z">
              <w:r w:rsidR="000461FE" w:rsidRPr="001806FC" w:rsidDel="00226445">
                <w:rPr>
                  <w:sz w:val="24"/>
                  <w:szCs w:val="24"/>
                </w:rPr>
                <w:delText>Bearbeiter/in:</w:delText>
              </w:r>
            </w:del>
          </w:p>
        </w:tc>
        <w:tc>
          <w:tcPr>
            <w:tcW w:w="5206" w:type="dxa"/>
            <w:tcBorders>
              <w:top w:val="nil"/>
              <w:left w:val="nil"/>
              <w:bottom w:val="nil"/>
              <w:right w:val="nil"/>
            </w:tcBorders>
          </w:tcPr>
          <w:p w:rsidR="000461FE" w:rsidRPr="001806FC" w:rsidRDefault="000461FE" w:rsidP="00F11FB7">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r w:rsidR="008B4CB6"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8B4CB6" w:rsidRPr="001806FC" w:rsidRDefault="00226445" w:rsidP="00AF6675">
            <w:pPr>
              <w:tabs>
                <w:tab w:val="right" w:pos="3149"/>
              </w:tabs>
              <w:spacing w:after="0" w:line="360" w:lineRule="auto"/>
              <w:jc w:val="left"/>
              <w:rPr>
                <w:sz w:val="24"/>
                <w:szCs w:val="24"/>
              </w:rPr>
            </w:pPr>
            <w:ins w:id="44" w:author="Buttner, Henrike" w:date="2021-06-17T09:30:00Z">
              <w:r w:rsidRPr="00226445">
                <w:rPr>
                  <w:sz w:val="24"/>
                  <w:szCs w:val="24"/>
                </w:rPr>
                <w:t>Reporting period:</w:t>
              </w:r>
            </w:ins>
            <w:del w:id="45" w:author="Buttner, Henrike" w:date="2021-06-17T09:30:00Z">
              <w:r w:rsidR="008B4CB6" w:rsidRPr="001806FC" w:rsidDel="00226445">
                <w:rPr>
                  <w:sz w:val="24"/>
                  <w:szCs w:val="24"/>
                </w:rPr>
                <w:delText>Berichtszeitraum:</w:delText>
              </w:r>
            </w:del>
          </w:p>
        </w:tc>
        <w:tc>
          <w:tcPr>
            <w:tcW w:w="5206" w:type="dxa"/>
            <w:tcBorders>
              <w:top w:val="nil"/>
              <w:left w:val="nil"/>
              <w:bottom w:val="nil"/>
              <w:right w:val="nil"/>
            </w:tcBorders>
          </w:tcPr>
          <w:p w:rsidR="008B4CB6" w:rsidRPr="001806FC" w:rsidRDefault="00AF6675" w:rsidP="000F6653">
            <w:pPr>
              <w:spacing w:after="0" w:line="360" w:lineRule="auto"/>
              <w:jc w:val="left"/>
              <w:rPr>
                <w:sz w:val="24"/>
                <w:szCs w:val="24"/>
              </w:rPr>
            </w:pPr>
            <w:del w:id="46" w:author="Buttner, Henrike" w:date="2021-06-17T09:30:00Z">
              <w:r w:rsidRPr="001806FC" w:rsidDel="00226445">
                <w:rPr>
                  <w:sz w:val="24"/>
                  <w:szCs w:val="24"/>
                </w:rPr>
                <w:delText>von</w:delText>
              </w:r>
            </w:del>
            <w:ins w:id="47" w:author="Buttner, Henrike" w:date="2021-06-17T09:30:00Z">
              <w:r w:rsidR="00226445">
                <w:rPr>
                  <w:sz w:val="24"/>
                  <w:szCs w:val="24"/>
                </w:rPr>
                <w:t>from</w:t>
              </w:r>
            </w:ins>
            <w:r w:rsidRPr="001806FC">
              <w:rPr>
                <w:sz w:val="24"/>
                <w:szCs w:val="24"/>
              </w:rPr>
              <w:t xml:space="preserve">: </w:t>
            </w:r>
            <w:r w:rsidR="008B4CB6" w:rsidRPr="001806FC">
              <w:rPr>
                <w:sz w:val="24"/>
                <w:szCs w:val="24"/>
              </w:rPr>
              <w:fldChar w:fldCharType="begin">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8B4CB6" w:rsidRPr="001806FC">
              <w:rPr>
                <w:sz w:val="24"/>
                <w:szCs w:val="24"/>
              </w:rPr>
              <w:fldChar w:fldCharType="end"/>
            </w:r>
            <w:r w:rsidR="008B4CB6" w:rsidRPr="001806FC">
              <w:rPr>
                <w:sz w:val="24"/>
                <w:szCs w:val="24"/>
              </w:rPr>
              <w:t xml:space="preserve"> </w:t>
            </w:r>
            <w:del w:id="48" w:author="Buttner, Henrike" w:date="2021-06-17T09:30:00Z">
              <w:r w:rsidR="008B4CB6" w:rsidRPr="001806FC" w:rsidDel="00226445">
                <w:rPr>
                  <w:sz w:val="24"/>
                  <w:szCs w:val="24"/>
                </w:rPr>
                <w:delText>bis</w:delText>
              </w:r>
            </w:del>
            <w:ins w:id="49" w:author="Buttner, Henrike" w:date="2021-06-17T09:30:00Z">
              <w:r w:rsidR="00226445">
                <w:rPr>
                  <w:sz w:val="24"/>
                  <w:szCs w:val="24"/>
                </w:rPr>
                <w:t>until</w:t>
              </w:r>
            </w:ins>
            <w:r w:rsidR="008B4CB6" w:rsidRPr="001806FC">
              <w:rPr>
                <w:sz w:val="24"/>
                <w:szCs w:val="24"/>
              </w:rPr>
              <w:t xml:space="preserve">: </w:t>
            </w:r>
            <w:r w:rsidR="008B4CB6" w:rsidRPr="001806FC">
              <w:rPr>
                <w:sz w:val="24"/>
                <w:szCs w:val="24"/>
              </w:rPr>
              <w:fldChar w:fldCharType="begin">
                <w:ffData>
                  <w:name w:val="Text57"/>
                  <w:enabled/>
                  <w:calcOnExit w:val="0"/>
                  <w:textInput/>
                </w:ffData>
              </w:fldChar>
            </w:r>
            <w:r w:rsidR="008B4CB6" w:rsidRPr="001806FC">
              <w:rPr>
                <w:sz w:val="24"/>
                <w:szCs w:val="24"/>
              </w:rPr>
              <w:instrText xml:space="preserve"> FORMTEXT </w:instrText>
            </w:r>
            <w:r w:rsidR="008B4CB6" w:rsidRPr="001806FC">
              <w:rPr>
                <w:sz w:val="24"/>
                <w:szCs w:val="24"/>
              </w:rPr>
            </w:r>
            <w:r w:rsidR="008B4CB6"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8B4CB6" w:rsidRPr="001806FC">
              <w:rPr>
                <w:sz w:val="24"/>
                <w:szCs w:val="24"/>
              </w:rPr>
              <w:fldChar w:fldCharType="end"/>
            </w:r>
          </w:p>
        </w:tc>
      </w:tr>
      <w:tr w:rsidR="00E82A97" w:rsidRPr="001806FC" w:rsidTr="009C25C8">
        <w:trPr>
          <w:trHeight w:val="303"/>
        </w:trPr>
        <w:tc>
          <w:tcPr>
            <w:tcW w:w="3756" w:type="dxa"/>
            <w:gridSpan w:val="2"/>
            <w:tcBorders>
              <w:top w:val="nil"/>
              <w:left w:val="nil"/>
              <w:bottom w:val="nil"/>
              <w:right w:val="nil"/>
            </w:tcBorders>
            <w:shd w:val="clear" w:color="auto" w:fill="auto"/>
            <w:noWrap/>
            <w:vAlign w:val="bottom"/>
            <w:hideMark/>
          </w:tcPr>
          <w:p w:rsidR="00E82A97" w:rsidRPr="001806FC" w:rsidRDefault="00226445" w:rsidP="008B4CB6">
            <w:pPr>
              <w:spacing w:after="0" w:line="360" w:lineRule="auto"/>
              <w:jc w:val="left"/>
              <w:rPr>
                <w:sz w:val="24"/>
                <w:szCs w:val="24"/>
              </w:rPr>
            </w:pPr>
            <w:ins w:id="50" w:author="Buttner, Henrike" w:date="2021-06-17T09:31:00Z">
              <w:r w:rsidRPr="00226445">
                <w:rPr>
                  <w:sz w:val="24"/>
                  <w:szCs w:val="24"/>
                </w:rPr>
                <w:t>Creation date report:</w:t>
              </w:r>
            </w:ins>
            <w:del w:id="51" w:author="Buttner, Henrike" w:date="2021-06-17T09:31:00Z">
              <w:r w:rsidR="00521A80" w:rsidRPr="001806FC" w:rsidDel="00226445">
                <w:rPr>
                  <w:sz w:val="24"/>
                  <w:szCs w:val="24"/>
                </w:rPr>
                <w:delText>Erstellungsd</w:delText>
              </w:r>
              <w:r w:rsidR="00E82A97" w:rsidRPr="001806FC" w:rsidDel="00226445">
                <w:rPr>
                  <w:sz w:val="24"/>
                  <w:szCs w:val="24"/>
                </w:rPr>
                <w:delText>atum</w:delText>
              </w:r>
              <w:r w:rsidR="008B4CB6" w:rsidRPr="001806FC" w:rsidDel="00226445">
                <w:rPr>
                  <w:sz w:val="24"/>
                  <w:szCs w:val="24"/>
                </w:rPr>
                <w:delText xml:space="preserve"> Bericht</w:delText>
              </w:r>
              <w:r w:rsidR="00E82A97" w:rsidRPr="001806FC" w:rsidDel="00226445">
                <w:rPr>
                  <w:sz w:val="24"/>
                  <w:szCs w:val="24"/>
                </w:rPr>
                <w:delText>:</w:delText>
              </w:r>
            </w:del>
          </w:p>
        </w:tc>
        <w:tc>
          <w:tcPr>
            <w:tcW w:w="5206" w:type="dxa"/>
            <w:tcBorders>
              <w:top w:val="nil"/>
              <w:left w:val="nil"/>
              <w:bottom w:val="nil"/>
              <w:right w:val="nil"/>
            </w:tcBorders>
          </w:tcPr>
          <w:p w:rsidR="00E82A97" w:rsidRPr="001806FC" w:rsidRDefault="000461FE" w:rsidP="008F3546">
            <w:pPr>
              <w:spacing w:after="0" w:line="360" w:lineRule="auto"/>
              <w:jc w:val="left"/>
              <w:rPr>
                <w:sz w:val="24"/>
                <w:szCs w:val="24"/>
              </w:rPr>
            </w:pPr>
            <w:r w:rsidRPr="001806FC">
              <w:rPr>
                <w:sz w:val="24"/>
                <w:szCs w:val="24"/>
              </w:rPr>
              <w:fldChar w:fldCharType="begin">
                <w:ffData>
                  <w:name w:val="Text57"/>
                  <w:enabled/>
                  <w:calcOnExit w:val="0"/>
                  <w:textInput/>
                </w:ffData>
              </w:fldChar>
            </w:r>
            <w:r w:rsidRPr="001806FC">
              <w:rPr>
                <w:sz w:val="24"/>
                <w:szCs w:val="24"/>
              </w:rPr>
              <w:instrText xml:space="preserve"> FORMTEXT </w:instrText>
            </w:r>
            <w:r w:rsidRPr="001806FC">
              <w:rPr>
                <w:sz w:val="24"/>
                <w:szCs w:val="24"/>
              </w:rPr>
            </w:r>
            <w:r w:rsidRPr="001806FC">
              <w:rPr>
                <w:sz w:val="24"/>
                <w:szCs w:val="24"/>
              </w:rPr>
              <w:fldChar w:fldCharType="separate"/>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00E6663B">
              <w:rPr>
                <w:noProof/>
                <w:sz w:val="24"/>
                <w:szCs w:val="24"/>
              </w:rPr>
              <w:t> </w:t>
            </w:r>
            <w:r w:rsidRPr="001806FC">
              <w:rPr>
                <w:sz w:val="24"/>
                <w:szCs w:val="24"/>
              </w:rPr>
              <w:fldChar w:fldCharType="end"/>
            </w:r>
          </w:p>
        </w:tc>
      </w:tr>
    </w:tbl>
    <w:p w:rsidR="00E82A97" w:rsidRPr="001806FC" w:rsidRDefault="00E82A97" w:rsidP="00C8726B">
      <w:pPr>
        <w:spacing w:line="280" w:lineRule="atLeast"/>
        <w:jc w:val="center"/>
        <w:rPr>
          <w:sz w:val="24"/>
          <w:szCs w:val="24"/>
        </w:rPr>
        <w:sectPr w:rsidR="00E82A97" w:rsidRPr="001806FC" w:rsidSect="007F53F0">
          <w:headerReference w:type="default" r:id="rId19"/>
          <w:footerReference w:type="default" r:id="rId20"/>
          <w:headerReference w:type="first" r:id="rId21"/>
          <w:pgSz w:w="11906" w:h="16838" w:code="9"/>
          <w:pgMar w:top="1418" w:right="1418" w:bottom="1134" w:left="1418" w:header="709" w:footer="709" w:gutter="0"/>
          <w:pgNumType w:start="1"/>
          <w:cols w:space="708"/>
          <w:docGrid w:linePitch="360"/>
        </w:sectPr>
      </w:pPr>
    </w:p>
    <w:bookmarkEnd w:id="14"/>
    <w:p w:rsidR="00727F9E" w:rsidRPr="001806FC" w:rsidRDefault="00D94F51" w:rsidP="009F0C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80" w:after="720" w:line="280" w:lineRule="atLeast"/>
        <w:rPr>
          <w:rFonts w:ascii="ArialMT" w:hAnsi="ArialMT" w:cs="ArialMT"/>
          <w:b/>
          <w:sz w:val="32"/>
          <w:szCs w:val="32"/>
          <w:lang w:bidi="de-DE"/>
        </w:rPr>
      </w:pPr>
      <w:del w:id="57" w:author="Buttner, Henrike" w:date="2021-06-17T13:49:00Z">
        <w:r w:rsidRPr="001806FC" w:rsidDel="006F39D9">
          <w:rPr>
            <w:rFonts w:ascii="ArialMT" w:hAnsi="ArialMT" w:cs="ArialMT"/>
            <w:b/>
            <w:sz w:val="32"/>
            <w:szCs w:val="32"/>
            <w:lang w:bidi="de-DE"/>
          </w:rPr>
          <w:lastRenderedPageBreak/>
          <w:delText>Inhaltsverzeichnis</w:delText>
        </w:r>
      </w:del>
      <w:ins w:id="58" w:author="Buttner, Henrike" w:date="2021-06-17T13:49:00Z">
        <w:r w:rsidR="006F39D9">
          <w:rPr>
            <w:rFonts w:ascii="ArialMT" w:hAnsi="ArialMT" w:cs="ArialMT"/>
            <w:b/>
            <w:sz w:val="32"/>
            <w:szCs w:val="32"/>
            <w:lang w:bidi="de-DE"/>
          </w:rPr>
          <w:t>Contents</w:t>
        </w:r>
      </w:ins>
    </w:p>
    <w:p w:rsidR="006F39D9" w:rsidRDefault="00D53CE9">
      <w:pPr>
        <w:pStyle w:val="Verzeichnis1"/>
        <w:rPr>
          <w:ins w:id="59" w:author="Buttner, Henrike" w:date="2021-06-17T13:49:00Z"/>
          <w:rFonts w:asciiTheme="minorHAnsi" w:eastAsiaTheme="minorEastAsia" w:hAnsiTheme="minorHAnsi" w:cstheme="minorBidi"/>
          <w:b w:val="0"/>
          <w:bCs w:val="0"/>
          <w:sz w:val="22"/>
          <w:szCs w:val="22"/>
        </w:rPr>
      </w:pPr>
      <w:r w:rsidRPr="001806FC">
        <w:rPr>
          <w:rFonts w:ascii="ArialMT" w:hAnsi="ArialMT" w:cs="ArialMT"/>
          <w:lang w:bidi="de-DE"/>
        </w:rPr>
        <w:fldChar w:fldCharType="begin"/>
      </w:r>
      <w:r w:rsidRPr="001806FC">
        <w:rPr>
          <w:rFonts w:ascii="ArialMT" w:hAnsi="ArialMT" w:cs="ArialMT"/>
          <w:lang w:bidi="de-DE"/>
        </w:rPr>
        <w:instrText xml:space="preserve"> TOC \o "1-2" \h \z \u </w:instrText>
      </w:r>
      <w:r w:rsidRPr="001806FC">
        <w:rPr>
          <w:rFonts w:ascii="ArialMT" w:hAnsi="ArialMT" w:cs="ArialMT"/>
          <w:lang w:bidi="de-DE"/>
        </w:rPr>
        <w:fldChar w:fldCharType="separate"/>
      </w:r>
      <w:ins w:id="60" w:author="Buttner, Henrike" w:date="2021-06-17T13:49:00Z">
        <w:r w:rsidR="006F39D9" w:rsidRPr="00D66015">
          <w:rPr>
            <w:rStyle w:val="Hyperlink"/>
          </w:rPr>
          <w:fldChar w:fldCharType="begin"/>
        </w:r>
        <w:r w:rsidR="006F39D9" w:rsidRPr="00D66015">
          <w:rPr>
            <w:rStyle w:val="Hyperlink"/>
          </w:rPr>
          <w:instrText xml:space="preserve"> </w:instrText>
        </w:r>
        <w:r w:rsidR="006F39D9">
          <w:instrText>HYPERLINK \l "_Toc74830174"</w:instrText>
        </w:r>
        <w:r w:rsidR="006F39D9" w:rsidRPr="00D66015">
          <w:rPr>
            <w:rStyle w:val="Hyperlink"/>
          </w:rPr>
          <w:instrText xml:space="preserve"> </w:instrText>
        </w:r>
        <w:r w:rsidR="006F39D9" w:rsidRPr="00D66015">
          <w:rPr>
            <w:rStyle w:val="Hyperlink"/>
          </w:rPr>
        </w:r>
        <w:r w:rsidR="006F39D9" w:rsidRPr="00D66015">
          <w:rPr>
            <w:rStyle w:val="Hyperlink"/>
          </w:rPr>
          <w:fldChar w:fldCharType="separate"/>
        </w:r>
        <w:r w:rsidR="006F39D9" w:rsidRPr="00D66015">
          <w:rPr>
            <w:rStyle w:val="Hyperlink"/>
          </w:rPr>
          <w:t>Introduction</w:t>
        </w:r>
        <w:r w:rsidR="006F39D9">
          <w:rPr>
            <w:webHidden/>
          </w:rPr>
          <w:tab/>
        </w:r>
        <w:r w:rsidR="006F39D9">
          <w:rPr>
            <w:webHidden/>
          </w:rPr>
          <w:fldChar w:fldCharType="begin"/>
        </w:r>
        <w:r w:rsidR="006F39D9">
          <w:rPr>
            <w:webHidden/>
          </w:rPr>
          <w:instrText xml:space="preserve"> PAGEREF _Toc74830174 \h </w:instrText>
        </w:r>
        <w:r w:rsidR="006F39D9">
          <w:rPr>
            <w:webHidden/>
          </w:rPr>
        </w:r>
      </w:ins>
      <w:r w:rsidR="006F39D9">
        <w:rPr>
          <w:webHidden/>
        </w:rPr>
        <w:fldChar w:fldCharType="separate"/>
      </w:r>
      <w:ins w:id="61" w:author="Buttner, Henrike" w:date="2021-06-17T13:49:00Z">
        <w:r w:rsidR="006F39D9">
          <w:rPr>
            <w:webHidden/>
          </w:rPr>
          <w:t>3</w:t>
        </w:r>
        <w:r w:rsidR="006F39D9">
          <w:rPr>
            <w:webHidden/>
          </w:rPr>
          <w:fldChar w:fldCharType="end"/>
        </w:r>
        <w:r w:rsidR="006F39D9" w:rsidRPr="00D66015">
          <w:rPr>
            <w:rStyle w:val="Hyperlink"/>
          </w:rPr>
          <w:fldChar w:fldCharType="end"/>
        </w:r>
      </w:ins>
    </w:p>
    <w:p w:rsidR="006F39D9" w:rsidRDefault="006F39D9">
      <w:pPr>
        <w:pStyle w:val="Verzeichnis1"/>
        <w:rPr>
          <w:ins w:id="62" w:author="Buttner, Henrike" w:date="2021-06-17T13:49:00Z"/>
          <w:rFonts w:asciiTheme="minorHAnsi" w:eastAsiaTheme="minorEastAsia" w:hAnsiTheme="minorHAnsi" w:cstheme="minorBidi"/>
          <w:b w:val="0"/>
          <w:bCs w:val="0"/>
          <w:sz w:val="22"/>
          <w:szCs w:val="22"/>
        </w:rPr>
      </w:pPr>
      <w:ins w:id="63" w:author="Buttner, Henrike" w:date="2021-06-17T13:49:00Z">
        <w:r w:rsidRPr="00D66015">
          <w:rPr>
            <w:rStyle w:val="Hyperlink"/>
          </w:rPr>
          <w:fldChar w:fldCharType="begin"/>
        </w:r>
        <w:r w:rsidRPr="00D66015">
          <w:rPr>
            <w:rStyle w:val="Hyperlink"/>
          </w:rPr>
          <w:instrText xml:space="preserve"> </w:instrText>
        </w:r>
        <w:r>
          <w:instrText>HYPERLINK \l "_Toc74830175"</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1</w:t>
        </w:r>
        <w:r>
          <w:rPr>
            <w:rFonts w:asciiTheme="minorHAnsi" w:eastAsiaTheme="minorEastAsia" w:hAnsiTheme="minorHAnsi" w:cstheme="minorBidi"/>
            <w:b w:val="0"/>
            <w:bCs w:val="0"/>
            <w:sz w:val="22"/>
            <w:szCs w:val="22"/>
          </w:rPr>
          <w:tab/>
        </w:r>
        <w:r w:rsidRPr="00D66015">
          <w:rPr>
            <w:rStyle w:val="Hyperlink"/>
          </w:rPr>
          <w:t>Part 1: General information about the data center</w:t>
        </w:r>
        <w:r>
          <w:rPr>
            <w:webHidden/>
          </w:rPr>
          <w:tab/>
        </w:r>
        <w:r>
          <w:rPr>
            <w:webHidden/>
          </w:rPr>
          <w:fldChar w:fldCharType="begin"/>
        </w:r>
        <w:r>
          <w:rPr>
            <w:webHidden/>
          </w:rPr>
          <w:instrText xml:space="preserve"> PAGEREF _Toc74830175 \h </w:instrText>
        </w:r>
        <w:r>
          <w:rPr>
            <w:webHidden/>
          </w:rPr>
        </w:r>
      </w:ins>
      <w:r>
        <w:rPr>
          <w:webHidden/>
        </w:rPr>
        <w:fldChar w:fldCharType="separate"/>
      </w:r>
      <w:ins w:id="64" w:author="Buttner, Henrike" w:date="2021-06-17T13:49:00Z">
        <w:r>
          <w:rPr>
            <w:webHidden/>
          </w:rPr>
          <w:t>7</w:t>
        </w:r>
        <w:r>
          <w:rPr>
            <w:webHidden/>
          </w:rPr>
          <w:fldChar w:fldCharType="end"/>
        </w:r>
        <w:r w:rsidRPr="00D66015">
          <w:rPr>
            <w:rStyle w:val="Hyperlink"/>
          </w:rPr>
          <w:fldChar w:fldCharType="end"/>
        </w:r>
      </w:ins>
    </w:p>
    <w:p w:rsidR="006F39D9" w:rsidRDefault="006F39D9">
      <w:pPr>
        <w:pStyle w:val="Verzeichnis2"/>
        <w:rPr>
          <w:ins w:id="65" w:author="Buttner, Henrike" w:date="2021-06-17T13:49:00Z"/>
          <w:rFonts w:asciiTheme="minorHAnsi" w:eastAsiaTheme="minorEastAsia" w:hAnsiTheme="minorHAnsi" w:cstheme="minorBidi"/>
          <w:b w:val="0"/>
          <w:bCs w:val="0"/>
          <w:sz w:val="22"/>
          <w:szCs w:val="22"/>
        </w:rPr>
      </w:pPr>
      <w:ins w:id="66" w:author="Buttner, Henrike" w:date="2021-06-17T13:49:00Z">
        <w:r w:rsidRPr="00D66015">
          <w:rPr>
            <w:rStyle w:val="Hyperlink"/>
          </w:rPr>
          <w:fldChar w:fldCharType="begin"/>
        </w:r>
        <w:r w:rsidRPr="00D66015">
          <w:rPr>
            <w:rStyle w:val="Hyperlink"/>
          </w:rPr>
          <w:instrText xml:space="preserve"> </w:instrText>
        </w:r>
        <w:r>
          <w:instrText>HYPERLINK \l "_Toc74830176"</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1.1</w:t>
        </w:r>
        <w:r>
          <w:rPr>
            <w:rFonts w:asciiTheme="minorHAnsi" w:eastAsiaTheme="minorEastAsia" w:hAnsiTheme="minorHAnsi" w:cstheme="minorBidi"/>
            <w:b w:val="0"/>
            <w:bCs w:val="0"/>
            <w:sz w:val="22"/>
            <w:szCs w:val="22"/>
          </w:rPr>
          <w:tab/>
        </w:r>
        <w:r w:rsidRPr="00D66015">
          <w:rPr>
            <w:rStyle w:val="Hyperlink"/>
          </w:rPr>
          <w:t>Areas, operating concept and classification</w:t>
        </w:r>
        <w:r>
          <w:rPr>
            <w:webHidden/>
          </w:rPr>
          <w:tab/>
        </w:r>
        <w:r>
          <w:rPr>
            <w:webHidden/>
          </w:rPr>
          <w:fldChar w:fldCharType="begin"/>
        </w:r>
        <w:r>
          <w:rPr>
            <w:webHidden/>
          </w:rPr>
          <w:instrText xml:space="preserve"> PAGEREF _Toc74830176 \h </w:instrText>
        </w:r>
        <w:r>
          <w:rPr>
            <w:webHidden/>
          </w:rPr>
        </w:r>
      </w:ins>
      <w:r>
        <w:rPr>
          <w:webHidden/>
        </w:rPr>
        <w:fldChar w:fldCharType="separate"/>
      </w:r>
      <w:ins w:id="67" w:author="Buttner, Henrike" w:date="2021-06-17T13:49:00Z">
        <w:r>
          <w:rPr>
            <w:webHidden/>
          </w:rPr>
          <w:t>7</w:t>
        </w:r>
        <w:r>
          <w:rPr>
            <w:webHidden/>
          </w:rPr>
          <w:fldChar w:fldCharType="end"/>
        </w:r>
        <w:r w:rsidRPr="00D66015">
          <w:rPr>
            <w:rStyle w:val="Hyperlink"/>
          </w:rPr>
          <w:fldChar w:fldCharType="end"/>
        </w:r>
      </w:ins>
    </w:p>
    <w:p w:rsidR="006F39D9" w:rsidRDefault="006F39D9">
      <w:pPr>
        <w:pStyle w:val="Verzeichnis2"/>
        <w:rPr>
          <w:ins w:id="68" w:author="Buttner, Henrike" w:date="2021-06-17T13:49:00Z"/>
          <w:rFonts w:asciiTheme="minorHAnsi" w:eastAsiaTheme="minorEastAsia" w:hAnsiTheme="minorHAnsi" w:cstheme="minorBidi"/>
          <w:b w:val="0"/>
          <w:bCs w:val="0"/>
          <w:sz w:val="22"/>
          <w:szCs w:val="22"/>
        </w:rPr>
      </w:pPr>
      <w:ins w:id="69" w:author="Buttner, Henrike" w:date="2021-06-17T13:49:00Z">
        <w:r w:rsidRPr="00D66015">
          <w:rPr>
            <w:rStyle w:val="Hyperlink"/>
          </w:rPr>
          <w:fldChar w:fldCharType="begin"/>
        </w:r>
        <w:r w:rsidRPr="00D66015">
          <w:rPr>
            <w:rStyle w:val="Hyperlink"/>
          </w:rPr>
          <w:instrText xml:space="preserve"> </w:instrText>
        </w:r>
        <w:r>
          <w:instrText>HYPERLINK \l "_Toc74830177"</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1.2</w:t>
        </w:r>
        <w:r>
          <w:rPr>
            <w:rFonts w:asciiTheme="minorHAnsi" w:eastAsiaTheme="minorEastAsia" w:hAnsiTheme="minorHAnsi" w:cstheme="minorBidi"/>
            <w:b w:val="0"/>
            <w:bCs w:val="0"/>
            <w:sz w:val="22"/>
            <w:szCs w:val="22"/>
          </w:rPr>
          <w:tab/>
        </w:r>
        <w:r w:rsidRPr="00D66015">
          <w:rPr>
            <w:rStyle w:val="Hyperlink"/>
          </w:rPr>
          <w:t>Installed nominal IT capacities</w:t>
        </w:r>
        <w:r>
          <w:rPr>
            <w:webHidden/>
          </w:rPr>
          <w:tab/>
        </w:r>
        <w:r>
          <w:rPr>
            <w:webHidden/>
          </w:rPr>
          <w:fldChar w:fldCharType="begin"/>
        </w:r>
        <w:r>
          <w:rPr>
            <w:webHidden/>
          </w:rPr>
          <w:instrText xml:space="preserve"> PAGEREF _Toc74830177 \h </w:instrText>
        </w:r>
        <w:r>
          <w:rPr>
            <w:webHidden/>
          </w:rPr>
        </w:r>
      </w:ins>
      <w:r>
        <w:rPr>
          <w:webHidden/>
        </w:rPr>
        <w:fldChar w:fldCharType="separate"/>
      </w:r>
      <w:ins w:id="70" w:author="Buttner, Henrike" w:date="2021-06-17T13:49:00Z">
        <w:r>
          <w:rPr>
            <w:webHidden/>
          </w:rPr>
          <w:t>8</w:t>
        </w:r>
        <w:r>
          <w:rPr>
            <w:webHidden/>
          </w:rPr>
          <w:fldChar w:fldCharType="end"/>
        </w:r>
        <w:r w:rsidRPr="00D66015">
          <w:rPr>
            <w:rStyle w:val="Hyperlink"/>
          </w:rPr>
          <w:fldChar w:fldCharType="end"/>
        </w:r>
      </w:ins>
    </w:p>
    <w:p w:rsidR="006F39D9" w:rsidRDefault="006F39D9">
      <w:pPr>
        <w:pStyle w:val="Verzeichnis1"/>
        <w:rPr>
          <w:ins w:id="71" w:author="Buttner, Henrike" w:date="2021-06-17T13:49:00Z"/>
          <w:rFonts w:asciiTheme="minorHAnsi" w:eastAsiaTheme="minorEastAsia" w:hAnsiTheme="minorHAnsi" w:cstheme="minorBidi"/>
          <w:b w:val="0"/>
          <w:bCs w:val="0"/>
          <w:sz w:val="22"/>
          <w:szCs w:val="22"/>
        </w:rPr>
      </w:pPr>
      <w:ins w:id="72" w:author="Buttner, Henrike" w:date="2021-06-17T13:49:00Z">
        <w:r w:rsidRPr="00D66015">
          <w:rPr>
            <w:rStyle w:val="Hyperlink"/>
          </w:rPr>
          <w:fldChar w:fldCharType="begin"/>
        </w:r>
        <w:r w:rsidRPr="00D66015">
          <w:rPr>
            <w:rStyle w:val="Hyperlink"/>
          </w:rPr>
          <w:instrText xml:space="preserve"> </w:instrText>
        </w:r>
        <w:r>
          <w:instrText>HYPERLINK \l "_Toc74830178"</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w:t>
        </w:r>
        <w:r>
          <w:rPr>
            <w:rFonts w:asciiTheme="minorHAnsi" w:eastAsiaTheme="minorEastAsia" w:hAnsiTheme="minorHAnsi" w:cstheme="minorBidi"/>
            <w:b w:val="0"/>
            <w:bCs w:val="0"/>
            <w:sz w:val="22"/>
            <w:szCs w:val="22"/>
          </w:rPr>
          <w:tab/>
        </w:r>
        <w:r w:rsidRPr="00D66015">
          <w:rPr>
            <w:rStyle w:val="Hyperlink"/>
          </w:rPr>
          <w:t>Part 2: Technical equipment and key figures</w:t>
        </w:r>
        <w:r>
          <w:rPr>
            <w:webHidden/>
          </w:rPr>
          <w:tab/>
        </w:r>
        <w:r>
          <w:rPr>
            <w:webHidden/>
          </w:rPr>
          <w:fldChar w:fldCharType="begin"/>
        </w:r>
        <w:r>
          <w:rPr>
            <w:webHidden/>
          </w:rPr>
          <w:instrText xml:space="preserve"> PAGEREF _Toc74830178 \h </w:instrText>
        </w:r>
        <w:r>
          <w:rPr>
            <w:webHidden/>
          </w:rPr>
        </w:r>
      </w:ins>
      <w:r>
        <w:rPr>
          <w:webHidden/>
        </w:rPr>
        <w:fldChar w:fldCharType="separate"/>
      </w:r>
      <w:ins w:id="73" w:author="Buttner, Henrike" w:date="2021-06-17T13:49:00Z">
        <w:r>
          <w:rPr>
            <w:webHidden/>
          </w:rPr>
          <w:t>10</w:t>
        </w:r>
        <w:r>
          <w:rPr>
            <w:webHidden/>
          </w:rPr>
          <w:fldChar w:fldCharType="end"/>
        </w:r>
        <w:r w:rsidRPr="00D66015">
          <w:rPr>
            <w:rStyle w:val="Hyperlink"/>
          </w:rPr>
          <w:fldChar w:fldCharType="end"/>
        </w:r>
      </w:ins>
    </w:p>
    <w:p w:rsidR="006F39D9" w:rsidRDefault="006F39D9">
      <w:pPr>
        <w:pStyle w:val="Verzeichnis2"/>
        <w:rPr>
          <w:ins w:id="74" w:author="Buttner, Henrike" w:date="2021-06-17T13:49:00Z"/>
          <w:rFonts w:asciiTheme="minorHAnsi" w:eastAsiaTheme="minorEastAsia" w:hAnsiTheme="minorHAnsi" w:cstheme="minorBidi"/>
          <w:b w:val="0"/>
          <w:bCs w:val="0"/>
          <w:sz w:val="22"/>
          <w:szCs w:val="22"/>
        </w:rPr>
      </w:pPr>
      <w:ins w:id="75" w:author="Buttner, Henrike" w:date="2021-06-17T13:49:00Z">
        <w:r w:rsidRPr="00D66015">
          <w:rPr>
            <w:rStyle w:val="Hyperlink"/>
          </w:rPr>
          <w:fldChar w:fldCharType="begin"/>
        </w:r>
        <w:r w:rsidRPr="00D66015">
          <w:rPr>
            <w:rStyle w:val="Hyperlink"/>
          </w:rPr>
          <w:instrText xml:space="preserve"> </w:instrText>
        </w:r>
        <w:r>
          <w:instrText>HYPERLINK \l "_Toc74830179"</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2.1</w:t>
        </w:r>
        <w:r>
          <w:rPr>
            <w:rFonts w:asciiTheme="minorHAnsi" w:eastAsiaTheme="minorEastAsia" w:hAnsiTheme="minorHAnsi" w:cstheme="minorBidi"/>
            <w:b w:val="0"/>
            <w:bCs w:val="0"/>
            <w:sz w:val="22"/>
            <w:szCs w:val="22"/>
          </w:rPr>
          <w:tab/>
        </w:r>
        <w:r w:rsidRPr="00D66015">
          <w:rPr>
            <w:rStyle w:val="Hyperlink"/>
          </w:rPr>
          <w:t>Determining the Power Usage Effectiveness at the time of application</w:t>
        </w:r>
        <w:r>
          <w:rPr>
            <w:webHidden/>
          </w:rPr>
          <w:tab/>
        </w:r>
        <w:r>
          <w:rPr>
            <w:webHidden/>
          </w:rPr>
          <w:fldChar w:fldCharType="begin"/>
        </w:r>
        <w:r>
          <w:rPr>
            <w:webHidden/>
          </w:rPr>
          <w:instrText xml:space="preserve"> PAGEREF _Toc74830179 \h </w:instrText>
        </w:r>
        <w:r>
          <w:rPr>
            <w:webHidden/>
          </w:rPr>
        </w:r>
      </w:ins>
      <w:r>
        <w:rPr>
          <w:webHidden/>
        </w:rPr>
        <w:fldChar w:fldCharType="separate"/>
      </w:r>
      <w:ins w:id="76" w:author="Buttner, Henrike" w:date="2021-06-17T13:49:00Z">
        <w:r>
          <w:rPr>
            <w:webHidden/>
          </w:rPr>
          <w:t>10</w:t>
        </w:r>
        <w:r>
          <w:rPr>
            <w:webHidden/>
          </w:rPr>
          <w:fldChar w:fldCharType="end"/>
        </w:r>
        <w:r w:rsidRPr="00D66015">
          <w:rPr>
            <w:rStyle w:val="Hyperlink"/>
          </w:rPr>
          <w:fldChar w:fldCharType="end"/>
        </w:r>
      </w:ins>
    </w:p>
    <w:p w:rsidR="006F39D9" w:rsidRDefault="006F39D9">
      <w:pPr>
        <w:pStyle w:val="Verzeichnis2"/>
        <w:rPr>
          <w:ins w:id="77" w:author="Buttner, Henrike" w:date="2021-06-17T13:49:00Z"/>
          <w:rFonts w:asciiTheme="minorHAnsi" w:eastAsiaTheme="minorEastAsia" w:hAnsiTheme="minorHAnsi" w:cstheme="minorBidi"/>
          <w:b w:val="0"/>
          <w:bCs w:val="0"/>
          <w:sz w:val="22"/>
          <w:szCs w:val="22"/>
        </w:rPr>
      </w:pPr>
      <w:ins w:id="78" w:author="Buttner, Henrike" w:date="2021-06-17T13:49:00Z">
        <w:r w:rsidRPr="00D66015">
          <w:rPr>
            <w:rStyle w:val="Hyperlink"/>
          </w:rPr>
          <w:fldChar w:fldCharType="begin"/>
        </w:r>
        <w:r w:rsidRPr="00D66015">
          <w:rPr>
            <w:rStyle w:val="Hyperlink"/>
          </w:rPr>
          <w:instrText xml:space="preserve"> </w:instrText>
        </w:r>
        <w:r>
          <w:instrText>HYPERLINK \l "_Toc74830180"</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2.2</w:t>
        </w:r>
        <w:r>
          <w:rPr>
            <w:rFonts w:asciiTheme="minorHAnsi" w:eastAsiaTheme="minorEastAsia" w:hAnsiTheme="minorHAnsi" w:cstheme="minorBidi"/>
            <w:b w:val="0"/>
            <w:bCs w:val="0"/>
            <w:sz w:val="22"/>
            <w:szCs w:val="22"/>
          </w:rPr>
          <w:tab/>
        </w:r>
        <w:r w:rsidRPr="00D66015">
          <w:rPr>
            <w:rStyle w:val="Hyperlink"/>
          </w:rPr>
          <w:t>Electrical energy</w:t>
        </w:r>
        <w:r>
          <w:rPr>
            <w:webHidden/>
          </w:rPr>
          <w:tab/>
        </w:r>
        <w:r>
          <w:rPr>
            <w:webHidden/>
          </w:rPr>
          <w:fldChar w:fldCharType="begin"/>
        </w:r>
        <w:r>
          <w:rPr>
            <w:webHidden/>
          </w:rPr>
          <w:instrText xml:space="preserve"> PAGEREF _Toc74830180 \h </w:instrText>
        </w:r>
        <w:r>
          <w:rPr>
            <w:webHidden/>
          </w:rPr>
        </w:r>
      </w:ins>
      <w:r>
        <w:rPr>
          <w:webHidden/>
        </w:rPr>
        <w:fldChar w:fldCharType="separate"/>
      </w:r>
      <w:ins w:id="79" w:author="Buttner, Henrike" w:date="2021-06-17T13:49:00Z">
        <w:r>
          <w:rPr>
            <w:webHidden/>
          </w:rPr>
          <w:t>11</w:t>
        </w:r>
        <w:r>
          <w:rPr>
            <w:webHidden/>
          </w:rPr>
          <w:fldChar w:fldCharType="end"/>
        </w:r>
        <w:r w:rsidRPr="00D66015">
          <w:rPr>
            <w:rStyle w:val="Hyperlink"/>
          </w:rPr>
          <w:fldChar w:fldCharType="end"/>
        </w:r>
      </w:ins>
    </w:p>
    <w:p w:rsidR="006F39D9" w:rsidRDefault="006F39D9">
      <w:pPr>
        <w:pStyle w:val="Verzeichnis2"/>
        <w:rPr>
          <w:ins w:id="80" w:author="Buttner, Henrike" w:date="2021-06-17T13:49:00Z"/>
          <w:rFonts w:asciiTheme="minorHAnsi" w:eastAsiaTheme="minorEastAsia" w:hAnsiTheme="minorHAnsi" w:cstheme="minorBidi"/>
          <w:b w:val="0"/>
          <w:bCs w:val="0"/>
          <w:sz w:val="22"/>
          <w:szCs w:val="22"/>
        </w:rPr>
      </w:pPr>
      <w:ins w:id="81" w:author="Buttner, Henrike" w:date="2021-06-17T13:49:00Z">
        <w:r w:rsidRPr="00D66015">
          <w:rPr>
            <w:rStyle w:val="Hyperlink"/>
          </w:rPr>
          <w:fldChar w:fldCharType="begin"/>
        </w:r>
        <w:r w:rsidRPr="00D66015">
          <w:rPr>
            <w:rStyle w:val="Hyperlink"/>
          </w:rPr>
          <w:instrText xml:space="preserve"> </w:instrText>
        </w:r>
        <w:r>
          <w:instrText>HYPERLINK \l "_Toc74830181"</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2.3</w:t>
        </w:r>
        <w:r>
          <w:rPr>
            <w:rFonts w:asciiTheme="minorHAnsi" w:eastAsiaTheme="minorEastAsia" w:hAnsiTheme="minorHAnsi" w:cstheme="minorBidi"/>
            <w:b w:val="0"/>
            <w:bCs w:val="0"/>
            <w:sz w:val="22"/>
            <w:szCs w:val="22"/>
          </w:rPr>
          <w:tab/>
        </w:r>
        <w:r w:rsidRPr="00D66015">
          <w:rPr>
            <w:rStyle w:val="Hyperlink"/>
          </w:rPr>
          <w:t>Electrical switchgear</w:t>
        </w:r>
        <w:r>
          <w:rPr>
            <w:webHidden/>
          </w:rPr>
          <w:tab/>
        </w:r>
        <w:r>
          <w:rPr>
            <w:webHidden/>
          </w:rPr>
          <w:fldChar w:fldCharType="begin"/>
        </w:r>
        <w:r>
          <w:rPr>
            <w:webHidden/>
          </w:rPr>
          <w:instrText xml:space="preserve"> PAGEREF _Toc74830181 \h </w:instrText>
        </w:r>
        <w:r>
          <w:rPr>
            <w:webHidden/>
          </w:rPr>
        </w:r>
      </w:ins>
      <w:r>
        <w:rPr>
          <w:webHidden/>
        </w:rPr>
        <w:fldChar w:fldCharType="separate"/>
      </w:r>
      <w:ins w:id="82" w:author="Buttner, Henrike" w:date="2021-06-17T13:49:00Z">
        <w:r>
          <w:rPr>
            <w:webHidden/>
          </w:rPr>
          <w:t>11</w:t>
        </w:r>
        <w:r>
          <w:rPr>
            <w:webHidden/>
          </w:rPr>
          <w:fldChar w:fldCharType="end"/>
        </w:r>
        <w:r w:rsidRPr="00D66015">
          <w:rPr>
            <w:rStyle w:val="Hyperlink"/>
          </w:rPr>
          <w:fldChar w:fldCharType="end"/>
        </w:r>
      </w:ins>
    </w:p>
    <w:p w:rsidR="006F39D9" w:rsidRDefault="006F39D9">
      <w:pPr>
        <w:pStyle w:val="Verzeichnis2"/>
        <w:rPr>
          <w:ins w:id="83" w:author="Buttner, Henrike" w:date="2021-06-17T13:49:00Z"/>
          <w:rFonts w:asciiTheme="minorHAnsi" w:eastAsiaTheme="minorEastAsia" w:hAnsiTheme="minorHAnsi" w:cstheme="minorBidi"/>
          <w:b w:val="0"/>
          <w:bCs w:val="0"/>
          <w:sz w:val="22"/>
          <w:szCs w:val="22"/>
        </w:rPr>
      </w:pPr>
      <w:ins w:id="84" w:author="Buttner, Henrike" w:date="2021-06-17T13:49:00Z">
        <w:r w:rsidRPr="00D66015">
          <w:rPr>
            <w:rStyle w:val="Hyperlink"/>
          </w:rPr>
          <w:fldChar w:fldCharType="begin"/>
        </w:r>
        <w:r w:rsidRPr="00D66015">
          <w:rPr>
            <w:rStyle w:val="Hyperlink"/>
          </w:rPr>
          <w:instrText xml:space="preserve"> </w:instrText>
        </w:r>
        <w:r>
          <w:instrText>HYPERLINK \l "_Toc74830182"</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2.4</w:t>
        </w:r>
        <w:r>
          <w:rPr>
            <w:rFonts w:asciiTheme="minorHAnsi" w:eastAsiaTheme="minorEastAsia" w:hAnsiTheme="minorHAnsi" w:cstheme="minorBidi"/>
            <w:b w:val="0"/>
            <w:bCs w:val="0"/>
            <w:sz w:val="22"/>
            <w:szCs w:val="22"/>
          </w:rPr>
          <w:tab/>
        </w:r>
        <w:r w:rsidRPr="00D66015">
          <w:rPr>
            <w:rStyle w:val="Hyperlink"/>
          </w:rPr>
          <w:t>Inventory list</w:t>
        </w:r>
        <w:r>
          <w:rPr>
            <w:webHidden/>
          </w:rPr>
          <w:tab/>
        </w:r>
        <w:r>
          <w:rPr>
            <w:webHidden/>
          </w:rPr>
          <w:fldChar w:fldCharType="begin"/>
        </w:r>
        <w:r>
          <w:rPr>
            <w:webHidden/>
          </w:rPr>
          <w:instrText xml:space="preserve"> PAGEREF _Toc74830182 \h </w:instrText>
        </w:r>
        <w:r>
          <w:rPr>
            <w:webHidden/>
          </w:rPr>
        </w:r>
      </w:ins>
      <w:r>
        <w:rPr>
          <w:webHidden/>
        </w:rPr>
        <w:fldChar w:fldCharType="separate"/>
      </w:r>
      <w:ins w:id="85" w:author="Buttner, Henrike" w:date="2021-06-17T13:49:00Z">
        <w:r>
          <w:rPr>
            <w:webHidden/>
          </w:rPr>
          <w:t>11</w:t>
        </w:r>
        <w:r>
          <w:rPr>
            <w:webHidden/>
          </w:rPr>
          <w:fldChar w:fldCharType="end"/>
        </w:r>
        <w:r w:rsidRPr="00D66015">
          <w:rPr>
            <w:rStyle w:val="Hyperlink"/>
          </w:rPr>
          <w:fldChar w:fldCharType="end"/>
        </w:r>
      </w:ins>
    </w:p>
    <w:p w:rsidR="006F39D9" w:rsidRDefault="006F39D9">
      <w:pPr>
        <w:pStyle w:val="Verzeichnis2"/>
        <w:rPr>
          <w:ins w:id="86" w:author="Buttner, Henrike" w:date="2021-06-17T13:49:00Z"/>
          <w:rFonts w:asciiTheme="minorHAnsi" w:eastAsiaTheme="minorEastAsia" w:hAnsiTheme="minorHAnsi" w:cstheme="minorBidi"/>
          <w:b w:val="0"/>
          <w:bCs w:val="0"/>
          <w:sz w:val="22"/>
          <w:szCs w:val="22"/>
        </w:rPr>
      </w:pPr>
      <w:ins w:id="87" w:author="Buttner, Henrike" w:date="2021-06-17T13:49:00Z">
        <w:r w:rsidRPr="00D66015">
          <w:rPr>
            <w:rStyle w:val="Hyperlink"/>
          </w:rPr>
          <w:fldChar w:fldCharType="begin"/>
        </w:r>
        <w:r w:rsidRPr="00D66015">
          <w:rPr>
            <w:rStyle w:val="Hyperlink"/>
          </w:rPr>
          <w:instrText xml:space="preserve"> </w:instrText>
        </w:r>
        <w:r>
          <w:instrText>HYPERLINK \l "_Toc74830183"</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2.5</w:t>
        </w:r>
        <w:r>
          <w:rPr>
            <w:rFonts w:asciiTheme="minorHAnsi" w:eastAsiaTheme="minorEastAsia" w:hAnsiTheme="minorHAnsi" w:cstheme="minorBidi"/>
            <w:b w:val="0"/>
            <w:bCs w:val="0"/>
            <w:sz w:val="22"/>
            <w:szCs w:val="22"/>
          </w:rPr>
          <w:tab/>
        </w:r>
        <w:r w:rsidRPr="00D66015">
          <w:rPr>
            <w:rStyle w:val="Hyperlink"/>
          </w:rPr>
          <w:t>Efficiency of space</w:t>
        </w:r>
        <w:r>
          <w:rPr>
            <w:webHidden/>
          </w:rPr>
          <w:tab/>
        </w:r>
        <w:r>
          <w:rPr>
            <w:webHidden/>
          </w:rPr>
          <w:fldChar w:fldCharType="begin"/>
        </w:r>
        <w:r>
          <w:rPr>
            <w:webHidden/>
          </w:rPr>
          <w:instrText xml:space="preserve"> PAGEREF _Toc74830183 \h </w:instrText>
        </w:r>
        <w:r>
          <w:rPr>
            <w:webHidden/>
          </w:rPr>
        </w:r>
      </w:ins>
      <w:r>
        <w:rPr>
          <w:webHidden/>
        </w:rPr>
        <w:fldChar w:fldCharType="separate"/>
      </w:r>
      <w:ins w:id="88" w:author="Buttner, Henrike" w:date="2021-06-17T13:49:00Z">
        <w:r>
          <w:rPr>
            <w:webHidden/>
          </w:rPr>
          <w:t>11</w:t>
        </w:r>
        <w:r>
          <w:rPr>
            <w:webHidden/>
          </w:rPr>
          <w:fldChar w:fldCharType="end"/>
        </w:r>
        <w:r w:rsidRPr="00D66015">
          <w:rPr>
            <w:rStyle w:val="Hyperlink"/>
          </w:rPr>
          <w:fldChar w:fldCharType="end"/>
        </w:r>
      </w:ins>
    </w:p>
    <w:p w:rsidR="006F39D9" w:rsidRDefault="006F39D9">
      <w:pPr>
        <w:pStyle w:val="Verzeichnis2"/>
        <w:rPr>
          <w:ins w:id="89" w:author="Buttner, Henrike" w:date="2021-06-17T13:49:00Z"/>
          <w:rFonts w:asciiTheme="minorHAnsi" w:eastAsiaTheme="minorEastAsia" w:hAnsiTheme="minorHAnsi" w:cstheme="minorBidi"/>
          <w:b w:val="0"/>
          <w:bCs w:val="0"/>
          <w:sz w:val="22"/>
          <w:szCs w:val="22"/>
        </w:rPr>
      </w:pPr>
      <w:ins w:id="90" w:author="Buttner, Henrike" w:date="2021-06-17T13:49:00Z">
        <w:r w:rsidRPr="00D66015">
          <w:rPr>
            <w:rStyle w:val="Hyperlink"/>
          </w:rPr>
          <w:fldChar w:fldCharType="begin"/>
        </w:r>
        <w:r w:rsidRPr="00D66015">
          <w:rPr>
            <w:rStyle w:val="Hyperlink"/>
          </w:rPr>
          <w:instrText xml:space="preserve"> </w:instrText>
        </w:r>
        <w:r>
          <w:instrText>HYPERLINK \l "_Toc74830184"</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2.6</w:t>
        </w:r>
        <w:r>
          <w:rPr>
            <w:rFonts w:asciiTheme="minorHAnsi" w:eastAsiaTheme="minorEastAsia" w:hAnsiTheme="minorHAnsi" w:cstheme="minorBidi"/>
            <w:b w:val="0"/>
            <w:bCs w:val="0"/>
            <w:sz w:val="22"/>
            <w:szCs w:val="22"/>
          </w:rPr>
          <w:tab/>
        </w:r>
        <w:r w:rsidRPr="00D66015">
          <w:rPr>
            <w:rStyle w:val="Hyperlink"/>
          </w:rPr>
          <w:t>Monitoring electrical energy and water</w:t>
        </w:r>
        <w:r>
          <w:rPr>
            <w:webHidden/>
          </w:rPr>
          <w:tab/>
        </w:r>
        <w:r>
          <w:rPr>
            <w:webHidden/>
          </w:rPr>
          <w:fldChar w:fldCharType="begin"/>
        </w:r>
        <w:r>
          <w:rPr>
            <w:webHidden/>
          </w:rPr>
          <w:instrText xml:space="preserve"> PAGEREF _Toc74830184 \h </w:instrText>
        </w:r>
        <w:r>
          <w:rPr>
            <w:webHidden/>
          </w:rPr>
        </w:r>
      </w:ins>
      <w:r>
        <w:rPr>
          <w:webHidden/>
        </w:rPr>
        <w:fldChar w:fldCharType="separate"/>
      </w:r>
      <w:ins w:id="91" w:author="Buttner, Henrike" w:date="2021-06-17T13:49:00Z">
        <w:r>
          <w:rPr>
            <w:webHidden/>
          </w:rPr>
          <w:t>12</w:t>
        </w:r>
        <w:r>
          <w:rPr>
            <w:webHidden/>
          </w:rPr>
          <w:fldChar w:fldCharType="end"/>
        </w:r>
        <w:r w:rsidRPr="00D66015">
          <w:rPr>
            <w:rStyle w:val="Hyperlink"/>
          </w:rPr>
          <w:fldChar w:fldCharType="end"/>
        </w:r>
      </w:ins>
    </w:p>
    <w:p w:rsidR="006F39D9" w:rsidRDefault="006F39D9">
      <w:pPr>
        <w:pStyle w:val="Verzeichnis2"/>
        <w:rPr>
          <w:ins w:id="92" w:author="Buttner, Henrike" w:date="2021-06-17T13:49:00Z"/>
          <w:rFonts w:asciiTheme="minorHAnsi" w:eastAsiaTheme="minorEastAsia" w:hAnsiTheme="minorHAnsi" w:cstheme="minorBidi"/>
          <w:b w:val="0"/>
          <w:bCs w:val="0"/>
          <w:sz w:val="22"/>
          <w:szCs w:val="22"/>
        </w:rPr>
      </w:pPr>
      <w:ins w:id="93" w:author="Buttner, Henrike" w:date="2021-06-17T13:49:00Z">
        <w:r w:rsidRPr="00D66015">
          <w:rPr>
            <w:rStyle w:val="Hyperlink"/>
          </w:rPr>
          <w:fldChar w:fldCharType="begin"/>
        </w:r>
        <w:r w:rsidRPr="00D66015">
          <w:rPr>
            <w:rStyle w:val="Hyperlink"/>
          </w:rPr>
          <w:instrText xml:space="preserve"> </w:instrText>
        </w:r>
        <w:r>
          <w:instrText>HYPERLINK \l "_Toc74830185"</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2.7</w:t>
        </w:r>
        <w:r>
          <w:rPr>
            <w:rFonts w:asciiTheme="minorHAnsi" w:eastAsiaTheme="minorEastAsia" w:hAnsiTheme="minorHAnsi" w:cstheme="minorBidi"/>
            <w:b w:val="0"/>
            <w:bCs w:val="0"/>
            <w:sz w:val="22"/>
            <w:szCs w:val="22"/>
          </w:rPr>
          <w:tab/>
        </w:r>
        <w:r w:rsidRPr="00D66015">
          <w:rPr>
            <w:rStyle w:val="Hyperlink"/>
          </w:rPr>
          <w:t>Cooling system</w:t>
        </w:r>
        <w:r>
          <w:rPr>
            <w:webHidden/>
          </w:rPr>
          <w:tab/>
        </w:r>
        <w:r>
          <w:rPr>
            <w:webHidden/>
          </w:rPr>
          <w:fldChar w:fldCharType="begin"/>
        </w:r>
        <w:r>
          <w:rPr>
            <w:webHidden/>
          </w:rPr>
          <w:instrText xml:space="preserve"> PAGEREF _Toc74830185 \h </w:instrText>
        </w:r>
        <w:r>
          <w:rPr>
            <w:webHidden/>
          </w:rPr>
        </w:r>
      </w:ins>
      <w:r>
        <w:rPr>
          <w:webHidden/>
        </w:rPr>
        <w:fldChar w:fldCharType="separate"/>
      </w:r>
      <w:ins w:id="94" w:author="Buttner, Henrike" w:date="2021-06-17T13:49:00Z">
        <w:r>
          <w:rPr>
            <w:webHidden/>
          </w:rPr>
          <w:t>13</w:t>
        </w:r>
        <w:r>
          <w:rPr>
            <w:webHidden/>
          </w:rPr>
          <w:fldChar w:fldCharType="end"/>
        </w:r>
        <w:r w:rsidRPr="00D66015">
          <w:rPr>
            <w:rStyle w:val="Hyperlink"/>
          </w:rPr>
          <w:fldChar w:fldCharType="end"/>
        </w:r>
      </w:ins>
    </w:p>
    <w:p w:rsidR="006F39D9" w:rsidRDefault="006F39D9">
      <w:pPr>
        <w:pStyle w:val="Verzeichnis2"/>
        <w:rPr>
          <w:ins w:id="95" w:author="Buttner, Henrike" w:date="2021-06-17T13:49:00Z"/>
          <w:rFonts w:asciiTheme="minorHAnsi" w:eastAsiaTheme="minorEastAsia" w:hAnsiTheme="minorHAnsi" w:cstheme="minorBidi"/>
          <w:b w:val="0"/>
          <w:bCs w:val="0"/>
          <w:sz w:val="22"/>
          <w:szCs w:val="22"/>
        </w:rPr>
      </w:pPr>
      <w:ins w:id="96" w:author="Buttner, Henrike" w:date="2021-06-17T13:49:00Z">
        <w:r w:rsidRPr="00D66015">
          <w:rPr>
            <w:rStyle w:val="Hyperlink"/>
          </w:rPr>
          <w:fldChar w:fldCharType="begin"/>
        </w:r>
        <w:r w:rsidRPr="00D66015">
          <w:rPr>
            <w:rStyle w:val="Hyperlink"/>
          </w:rPr>
          <w:instrText xml:space="preserve"> </w:instrText>
        </w:r>
        <w:r>
          <w:instrText>HYPERLINK \l "_Toc74830186"</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2.8</w:t>
        </w:r>
        <w:r>
          <w:rPr>
            <w:rFonts w:asciiTheme="minorHAnsi" w:eastAsiaTheme="minorEastAsia" w:hAnsiTheme="minorHAnsi" w:cstheme="minorBidi"/>
            <w:b w:val="0"/>
            <w:bCs w:val="0"/>
            <w:sz w:val="22"/>
            <w:szCs w:val="22"/>
          </w:rPr>
          <w:tab/>
        </w:r>
        <w:r w:rsidRPr="00D66015">
          <w:rPr>
            <w:rStyle w:val="Hyperlink"/>
          </w:rPr>
          <w:t>Uninterruptible Power Supply (UPS)</w:t>
        </w:r>
        <w:r>
          <w:rPr>
            <w:webHidden/>
          </w:rPr>
          <w:tab/>
        </w:r>
        <w:r>
          <w:rPr>
            <w:webHidden/>
          </w:rPr>
          <w:fldChar w:fldCharType="begin"/>
        </w:r>
        <w:r>
          <w:rPr>
            <w:webHidden/>
          </w:rPr>
          <w:instrText xml:space="preserve"> PAGEREF _Toc74830186 \h </w:instrText>
        </w:r>
        <w:r>
          <w:rPr>
            <w:webHidden/>
          </w:rPr>
        </w:r>
      </w:ins>
      <w:r>
        <w:rPr>
          <w:webHidden/>
        </w:rPr>
        <w:fldChar w:fldCharType="separate"/>
      </w:r>
      <w:ins w:id="97" w:author="Buttner, Henrike" w:date="2021-06-17T13:49:00Z">
        <w:r>
          <w:rPr>
            <w:webHidden/>
          </w:rPr>
          <w:t>20</w:t>
        </w:r>
        <w:r>
          <w:rPr>
            <w:webHidden/>
          </w:rPr>
          <w:fldChar w:fldCharType="end"/>
        </w:r>
        <w:r w:rsidRPr="00D66015">
          <w:rPr>
            <w:rStyle w:val="Hyperlink"/>
          </w:rPr>
          <w:fldChar w:fldCharType="end"/>
        </w:r>
      </w:ins>
    </w:p>
    <w:p w:rsidR="006F39D9" w:rsidRDefault="006F39D9">
      <w:pPr>
        <w:pStyle w:val="Verzeichnis1"/>
        <w:rPr>
          <w:ins w:id="98" w:author="Buttner, Henrike" w:date="2021-06-17T13:49:00Z"/>
          <w:rFonts w:asciiTheme="minorHAnsi" w:eastAsiaTheme="minorEastAsia" w:hAnsiTheme="minorHAnsi" w:cstheme="minorBidi"/>
          <w:b w:val="0"/>
          <w:bCs w:val="0"/>
          <w:sz w:val="22"/>
          <w:szCs w:val="22"/>
        </w:rPr>
      </w:pPr>
      <w:ins w:id="99" w:author="Buttner, Henrike" w:date="2021-06-17T13:49:00Z">
        <w:r w:rsidRPr="00D66015">
          <w:rPr>
            <w:rStyle w:val="Hyperlink"/>
          </w:rPr>
          <w:fldChar w:fldCharType="begin"/>
        </w:r>
        <w:r w:rsidRPr="00D66015">
          <w:rPr>
            <w:rStyle w:val="Hyperlink"/>
          </w:rPr>
          <w:instrText xml:space="preserve"> </w:instrText>
        </w:r>
        <w:r>
          <w:instrText>HYPERLINK \l "_Toc74830187"</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Glossar</w:t>
        </w:r>
        <w:r>
          <w:rPr>
            <w:webHidden/>
          </w:rPr>
          <w:tab/>
        </w:r>
        <w:r>
          <w:rPr>
            <w:webHidden/>
          </w:rPr>
          <w:fldChar w:fldCharType="begin"/>
        </w:r>
        <w:r>
          <w:rPr>
            <w:webHidden/>
          </w:rPr>
          <w:instrText xml:space="preserve"> PAGEREF _Toc74830187 \h </w:instrText>
        </w:r>
        <w:r>
          <w:rPr>
            <w:webHidden/>
          </w:rPr>
        </w:r>
      </w:ins>
      <w:r>
        <w:rPr>
          <w:webHidden/>
        </w:rPr>
        <w:fldChar w:fldCharType="separate"/>
      </w:r>
      <w:ins w:id="100" w:author="Buttner, Henrike" w:date="2021-06-17T13:49:00Z">
        <w:r>
          <w:rPr>
            <w:webHidden/>
          </w:rPr>
          <w:t>22</w:t>
        </w:r>
        <w:r>
          <w:rPr>
            <w:webHidden/>
          </w:rPr>
          <w:fldChar w:fldCharType="end"/>
        </w:r>
        <w:r w:rsidRPr="00D66015">
          <w:rPr>
            <w:rStyle w:val="Hyperlink"/>
          </w:rPr>
          <w:fldChar w:fldCharType="end"/>
        </w:r>
      </w:ins>
    </w:p>
    <w:p w:rsidR="006F39D9" w:rsidRDefault="006F39D9">
      <w:pPr>
        <w:pStyle w:val="Verzeichnis1"/>
        <w:rPr>
          <w:ins w:id="101" w:author="Buttner, Henrike" w:date="2021-06-17T13:49:00Z"/>
          <w:rFonts w:asciiTheme="minorHAnsi" w:eastAsiaTheme="minorEastAsia" w:hAnsiTheme="minorHAnsi" w:cstheme="minorBidi"/>
          <w:b w:val="0"/>
          <w:bCs w:val="0"/>
          <w:sz w:val="22"/>
          <w:szCs w:val="22"/>
        </w:rPr>
      </w:pPr>
      <w:ins w:id="102" w:author="Buttner, Henrike" w:date="2021-06-17T13:49:00Z">
        <w:r w:rsidRPr="00D66015">
          <w:rPr>
            <w:rStyle w:val="Hyperlink"/>
          </w:rPr>
          <w:fldChar w:fldCharType="begin"/>
        </w:r>
        <w:r w:rsidRPr="00D66015">
          <w:rPr>
            <w:rStyle w:val="Hyperlink"/>
          </w:rPr>
          <w:instrText xml:space="preserve"> </w:instrText>
        </w:r>
        <w:r>
          <w:instrText>HYPERLINK \l "_Toc74830188"</w:instrText>
        </w:r>
        <w:r w:rsidRPr="00D66015">
          <w:rPr>
            <w:rStyle w:val="Hyperlink"/>
          </w:rPr>
          <w:instrText xml:space="preserve"> </w:instrText>
        </w:r>
        <w:r w:rsidRPr="00D66015">
          <w:rPr>
            <w:rStyle w:val="Hyperlink"/>
          </w:rPr>
        </w:r>
        <w:r w:rsidRPr="00D66015">
          <w:rPr>
            <w:rStyle w:val="Hyperlink"/>
          </w:rPr>
          <w:fldChar w:fldCharType="separate"/>
        </w:r>
        <w:r w:rsidRPr="00D66015">
          <w:rPr>
            <w:rStyle w:val="Hyperlink"/>
          </w:rPr>
          <w:t>Overview of annexes to the contract</w:t>
        </w:r>
        <w:r>
          <w:rPr>
            <w:webHidden/>
          </w:rPr>
          <w:tab/>
        </w:r>
        <w:r>
          <w:rPr>
            <w:webHidden/>
          </w:rPr>
          <w:fldChar w:fldCharType="begin"/>
        </w:r>
        <w:r>
          <w:rPr>
            <w:webHidden/>
          </w:rPr>
          <w:instrText xml:space="preserve"> PAGEREF _Toc74830188 \h </w:instrText>
        </w:r>
        <w:r>
          <w:rPr>
            <w:webHidden/>
          </w:rPr>
        </w:r>
      </w:ins>
      <w:r>
        <w:rPr>
          <w:webHidden/>
        </w:rPr>
        <w:fldChar w:fldCharType="separate"/>
      </w:r>
      <w:ins w:id="103" w:author="Buttner, Henrike" w:date="2021-06-17T13:49:00Z">
        <w:r>
          <w:rPr>
            <w:webHidden/>
          </w:rPr>
          <w:t>23</w:t>
        </w:r>
        <w:r>
          <w:rPr>
            <w:webHidden/>
          </w:rPr>
          <w:fldChar w:fldCharType="end"/>
        </w:r>
        <w:r w:rsidRPr="00D66015">
          <w:rPr>
            <w:rStyle w:val="Hyperlink"/>
          </w:rPr>
          <w:fldChar w:fldCharType="end"/>
        </w:r>
      </w:ins>
    </w:p>
    <w:p w:rsidR="009A60EB" w:rsidDel="006F39D9" w:rsidRDefault="009A60EB">
      <w:pPr>
        <w:pStyle w:val="Verzeichnis1"/>
        <w:rPr>
          <w:del w:id="104" w:author="Buttner, Henrike" w:date="2021-06-17T13:49:00Z"/>
          <w:rFonts w:asciiTheme="minorHAnsi" w:eastAsiaTheme="minorEastAsia" w:hAnsiTheme="minorHAnsi" w:cstheme="minorBidi"/>
          <w:b w:val="0"/>
          <w:bCs w:val="0"/>
          <w:sz w:val="22"/>
          <w:szCs w:val="22"/>
        </w:rPr>
      </w:pPr>
      <w:del w:id="105" w:author="Buttner, Henrike" w:date="2021-06-17T13:49:00Z">
        <w:r w:rsidRPr="006F39D9" w:rsidDel="006F39D9">
          <w:rPr>
            <w:rPrChange w:id="106" w:author="Buttner, Henrike" w:date="2021-06-17T13:49:00Z">
              <w:rPr>
                <w:rStyle w:val="Hyperlink"/>
              </w:rPr>
            </w:rPrChange>
          </w:rPr>
          <w:delText>Einleitung</w:delText>
        </w:r>
        <w:r w:rsidDel="006F39D9">
          <w:rPr>
            <w:webHidden/>
          </w:rPr>
          <w:tab/>
          <w:delText>3</w:delText>
        </w:r>
      </w:del>
    </w:p>
    <w:p w:rsidR="009A60EB" w:rsidDel="006F39D9" w:rsidRDefault="009A60EB">
      <w:pPr>
        <w:pStyle w:val="Verzeichnis1"/>
        <w:rPr>
          <w:del w:id="107" w:author="Buttner, Henrike" w:date="2021-06-17T13:49:00Z"/>
          <w:rFonts w:asciiTheme="minorHAnsi" w:eastAsiaTheme="minorEastAsia" w:hAnsiTheme="minorHAnsi" w:cstheme="minorBidi"/>
          <w:b w:val="0"/>
          <w:bCs w:val="0"/>
          <w:sz w:val="22"/>
          <w:szCs w:val="22"/>
        </w:rPr>
      </w:pPr>
      <w:del w:id="108" w:author="Buttner, Henrike" w:date="2021-06-17T13:49:00Z">
        <w:r w:rsidRPr="006F39D9" w:rsidDel="006F39D9">
          <w:rPr>
            <w:rPrChange w:id="109" w:author="Buttner, Henrike" w:date="2021-06-17T13:49:00Z">
              <w:rPr>
                <w:rStyle w:val="Hyperlink"/>
              </w:rPr>
            </w:rPrChange>
          </w:rPr>
          <w:delText>Lesehilfe</w:delText>
        </w:r>
        <w:r w:rsidDel="006F39D9">
          <w:rPr>
            <w:webHidden/>
          </w:rPr>
          <w:tab/>
          <w:delText>4</w:delText>
        </w:r>
      </w:del>
    </w:p>
    <w:p w:rsidR="009A60EB" w:rsidDel="006F39D9" w:rsidRDefault="009A60EB">
      <w:pPr>
        <w:pStyle w:val="Verzeichnis1"/>
        <w:rPr>
          <w:del w:id="110" w:author="Buttner, Henrike" w:date="2021-06-17T13:49:00Z"/>
          <w:rFonts w:asciiTheme="minorHAnsi" w:eastAsiaTheme="minorEastAsia" w:hAnsiTheme="minorHAnsi" w:cstheme="minorBidi"/>
          <w:b w:val="0"/>
          <w:bCs w:val="0"/>
          <w:sz w:val="22"/>
          <w:szCs w:val="22"/>
        </w:rPr>
      </w:pPr>
      <w:del w:id="111" w:author="Buttner, Henrike" w:date="2021-06-17T13:49:00Z">
        <w:r w:rsidRPr="006F39D9" w:rsidDel="006F39D9">
          <w:rPr>
            <w:rPrChange w:id="112" w:author="Buttner, Henrike" w:date="2021-06-17T13:49:00Z">
              <w:rPr>
                <w:rStyle w:val="Hyperlink"/>
              </w:rPr>
            </w:rPrChange>
          </w:rPr>
          <w:delText>1</w:delText>
        </w:r>
        <w:r w:rsidDel="006F39D9">
          <w:rPr>
            <w:rFonts w:asciiTheme="minorHAnsi" w:eastAsiaTheme="minorEastAsia" w:hAnsiTheme="minorHAnsi" w:cstheme="minorBidi"/>
            <w:b w:val="0"/>
            <w:bCs w:val="0"/>
            <w:sz w:val="22"/>
            <w:szCs w:val="22"/>
          </w:rPr>
          <w:tab/>
        </w:r>
        <w:r w:rsidRPr="006F39D9" w:rsidDel="006F39D9">
          <w:rPr>
            <w:rPrChange w:id="113" w:author="Buttner, Henrike" w:date="2021-06-17T13:49:00Z">
              <w:rPr>
                <w:rStyle w:val="Hyperlink"/>
              </w:rPr>
            </w:rPrChange>
          </w:rPr>
          <w:delText>Teil 1: Allgemeine Angaben zum Rechenzentrum</w:delText>
        </w:r>
        <w:r w:rsidDel="006F39D9">
          <w:rPr>
            <w:webHidden/>
          </w:rPr>
          <w:tab/>
          <w:delText>7</w:delText>
        </w:r>
      </w:del>
    </w:p>
    <w:p w:rsidR="009A60EB" w:rsidDel="006F39D9" w:rsidRDefault="009A60EB">
      <w:pPr>
        <w:pStyle w:val="Verzeichnis2"/>
        <w:rPr>
          <w:del w:id="114" w:author="Buttner, Henrike" w:date="2021-06-17T13:49:00Z"/>
          <w:rFonts w:asciiTheme="minorHAnsi" w:eastAsiaTheme="minorEastAsia" w:hAnsiTheme="minorHAnsi" w:cstheme="minorBidi"/>
          <w:b w:val="0"/>
          <w:bCs w:val="0"/>
          <w:sz w:val="22"/>
          <w:szCs w:val="22"/>
        </w:rPr>
      </w:pPr>
      <w:del w:id="115" w:author="Buttner, Henrike" w:date="2021-06-17T13:49:00Z">
        <w:r w:rsidRPr="006F39D9" w:rsidDel="006F39D9">
          <w:rPr>
            <w:rPrChange w:id="116" w:author="Buttner, Henrike" w:date="2021-06-17T13:49:00Z">
              <w:rPr>
                <w:rStyle w:val="Hyperlink"/>
              </w:rPr>
            </w:rPrChange>
          </w:rPr>
          <w:delText>1.1</w:delText>
        </w:r>
        <w:r w:rsidDel="006F39D9">
          <w:rPr>
            <w:rFonts w:asciiTheme="minorHAnsi" w:eastAsiaTheme="minorEastAsia" w:hAnsiTheme="minorHAnsi" w:cstheme="minorBidi"/>
            <w:b w:val="0"/>
            <w:bCs w:val="0"/>
            <w:sz w:val="22"/>
            <w:szCs w:val="22"/>
          </w:rPr>
          <w:tab/>
        </w:r>
        <w:r w:rsidRPr="006F39D9" w:rsidDel="006F39D9">
          <w:rPr>
            <w:rPrChange w:id="117" w:author="Buttner, Henrike" w:date="2021-06-17T13:49:00Z">
              <w:rPr>
                <w:rStyle w:val="Hyperlink"/>
              </w:rPr>
            </w:rPrChange>
          </w:rPr>
          <w:delText>Flächen, Betriebskonzept und Klassifikation</w:delText>
        </w:r>
        <w:r w:rsidDel="006F39D9">
          <w:rPr>
            <w:webHidden/>
          </w:rPr>
          <w:tab/>
          <w:delText>7</w:delText>
        </w:r>
      </w:del>
    </w:p>
    <w:p w:rsidR="009A60EB" w:rsidDel="006F39D9" w:rsidRDefault="009A60EB">
      <w:pPr>
        <w:pStyle w:val="Verzeichnis2"/>
        <w:rPr>
          <w:del w:id="118" w:author="Buttner, Henrike" w:date="2021-06-17T13:49:00Z"/>
          <w:rFonts w:asciiTheme="minorHAnsi" w:eastAsiaTheme="minorEastAsia" w:hAnsiTheme="minorHAnsi" w:cstheme="minorBidi"/>
          <w:b w:val="0"/>
          <w:bCs w:val="0"/>
          <w:sz w:val="22"/>
          <w:szCs w:val="22"/>
        </w:rPr>
      </w:pPr>
      <w:del w:id="119" w:author="Buttner, Henrike" w:date="2021-06-17T13:49:00Z">
        <w:r w:rsidRPr="006F39D9" w:rsidDel="006F39D9">
          <w:rPr>
            <w:rPrChange w:id="120" w:author="Buttner, Henrike" w:date="2021-06-17T13:49:00Z">
              <w:rPr>
                <w:rStyle w:val="Hyperlink"/>
              </w:rPr>
            </w:rPrChange>
          </w:rPr>
          <w:delText>1.2</w:delText>
        </w:r>
        <w:r w:rsidDel="006F39D9">
          <w:rPr>
            <w:rFonts w:asciiTheme="minorHAnsi" w:eastAsiaTheme="minorEastAsia" w:hAnsiTheme="minorHAnsi" w:cstheme="minorBidi"/>
            <w:b w:val="0"/>
            <w:bCs w:val="0"/>
            <w:sz w:val="22"/>
            <w:szCs w:val="22"/>
          </w:rPr>
          <w:tab/>
        </w:r>
        <w:r w:rsidRPr="006F39D9" w:rsidDel="006F39D9">
          <w:rPr>
            <w:rPrChange w:id="121" w:author="Buttner, Henrike" w:date="2021-06-17T13:49:00Z">
              <w:rPr>
                <w:rStyle w:val="Hyperlink"/>
              </w:rPr>
            </w:rPrChange>
          </w:rPr>
          <w:delText>Installierte IT-Nennleistungen</w:delText>
        </w:r>
        <w:r w:rsidDel="006F39D9">
          <w:rPr>
            <w:webHidden/>
          </w:rPr>
          <w:tab/>
          <w:delText>8</w:delText>
        </w:r>
      </w:del>
    </w:p>
    <w:p w:rsidR="009A60EB" w:rsidDel="006F39D9" w:rsidRDefault="009A60EB">
      <w:pPr>
        <w:pStyle w:val="Verzeichnis2"/>
        <w:rPr>
          <w:del w:id="122" w:author="Buttner, Henrike" w:date="2021-06-17T13:49:00Z"/>
          <w:rFonts w:asciiTheme="minorHAnsi" w:eastAsiaTheme="minorEastAsia" w:hAnsiTheme="minorHAnsi" w:cstheme="minorBidi"/>
          <w:b w:val="0"/>
          <w:bCs w:val="0"/>
          <w:sz w:val="22"/>
          <w:szCs w:val="22"/>
        </w:rPr>
      </w:pPr>
      <w:del w:id="123" w:author="Buttner, Henrike" w:date="2021-06-17T13:49:00Z">
        <w:r w:rsidRPr="006F39D9" w:rsidDel="006F39D9">
          <w:rPr>
            <w:rPrChange w:id="124" w:author="Buttner, Henrike" w:date="2021-06-17T13:49:00Z">
              <w:rPr>
                <w:rStyle w:val="Hyperlink"/>
              </w:rPr>
            </w:rPrChange>
          </w:rPr>
          <w:delText>1.3</w:delText>
        </w:r>
        <w:r w:rsidDel="006F39D9">
          <w:rPr>
            <w:rFonts w:asciiTheme="minorHAnsi" w:eastAsiaTheme="minorEastAsia" w:hAnsiTheme="minorHAnsi" w:cstheme="minorBidi"/>
            <w:b w:val="0"/>
            <w:bCs w:val="0"/>
            <w:sz w:val="22"/>
            <w:szCs w:val="22"/>
          </w:rPr>
          <w:tab/>
        </w:r>
        <w:r w:rsidRPr="006F39D9" w:rsidDel="006F39D9">
          <w:rPr>
            <w:rPrChange w:id="125" w:author="Buttner, Henrike" w:date="2021-06-17T13:49:00Z">
              <w:rPr>
                <w:rStyle w:val="Hyperlink"/>
              </w:rPr>
            </w:rPrChange>
          </w:rPr>
          <w:delText>Redundanzkonzepte</w:delText>
        </w:r>
        <w:r w:rsidDel="006F39D9">
          <w:rPr>
            <w:webHidden/>
          </w:rPr>
          <w:tab/>
          <w:delText>9</w:delText>
        </w:r>
      </w:del>
    </w:p>
    <w:p w:rsidR="009A60EB" w:rsidDel="006F39D9" w:rsidRDefault="009A60EB">
      <w:pPr>
        <w:pStyle w:val="Verzeichnis1"/>
        <w:rPr>
          <w:del w:id="126" w:author="Buttner, Henrike" w:date="2021-06-17T13:49:00Z"/>
          <w:rFonts w:asciiTheme="minorHAnsi" w:eastAsiaTheme="minorEastAsia" w:hAnsiTheme="minorHAnsi" w:cstheme="minorBidi"/>
          <w:b w:val="0"/>
          <w:bCs w:val="0"/>
          <w:sz w:val="22"/>
          <w:szCs w:val="22"/>
        </w:rPr>
      </w:pPr>
      <w:del w:id="127" w:author="Buttner, Henrike" w:date="2021-06-17T13:49:00Z">
        <w:r w:rsidRPr="006F39D9" w:rsidDel="006F39D9">
          <w:rPr>
            <w:rPrChange w:id="128" w:author="Buttner, Henrike" w:date="2021-06-17T13:49:00Z">
              <w:rPr>
                <w:rStyle w:val="Hyperlink"/>
              </w:rPr>
            </w:rPrChange>
          </w:rPr>
          <w:delText>2</w:delText>
        </w:r>
        <w:r w:rsidDel="006F39D9">
          <w:rPr>
            <w:rFonts w:asciiTheme="minorHAnsi" w:eastAsiaTheme="minorEastAsia" w:hAnsiTheme="minorHAnsi" w:cstheme="minorBidi"/>
            <w:b w:val="0"/>
            <w:bCs w:val="0"/>
            <w:sz w:val="22"/>
            <w:szCs w:val="22"/>
          </w:rPr>
          <w:tab/>
        </w:r>
        <w:r w:rsidRPr="006F39D9" w:rsidDel="006F39D9">
          <w:rPr>
            <w:rPrChange w:id="129" w:author="Buttner, Henrike" w:date="2021-06-17T13:49:00Z">
              <w:rPr>
                <w:rStyle w:val="Hyperlink"/>
              </w:rPr>
            </w:rPrChange>
          </w:rPr>
          <w:delText>Teil 2: Technische Ausstattung und Kennzahlen</w:delText>
        </w:r>
        <w:r w:rsidDel="006F39D9">
          <w:rPr>
            <w:webHidden/>
          </w:rPr>
          <w:tab/>
          <w:delText>10</w:delText>
        </w:r>
      </w:del>
    </w:p>
    <w:p w:rsidR="009A60EB" w:rsidDel="006F39D9" w:rsidRDefault="009A60EB">
      <w:pPr>
        <w:pStyle w:val="Verzeichnis2"/>
        <w:rPr>
          <w:del w:id="130" w:author="Buttner, Henrike" w:date="2021-06-17T13:49:00Z"/>
          <w:rFonts w:asciiTheme="minorHAnsi" w:eastAsiaTheme="minorEastAsia" w:hAnsiTheme="minorHAnsi" w:cstheme="minorBidi"/>
          <w:b w:val="0"/>
          <w:bCs w:val="0"/>
          <w:sz w:val="22"/>
          <w:szCs w:val="22"/>
        </w:rPr>
      </w:pPr>
      <w:del w:id="131" w:author="Buttner, Henrike" w:date="2021-06-17T13:49:00Z">
        <w:r w:rsidRPr="006F39D9" w:rsidDel="006F39D9">
          <w:rPr>
            <w:rPrChange w:id="132" w:author="Buttner, Henrike" w:date="2021-06-17T13:49:00Z">
              <w:rPr>
                <w:rStyle w:val="Hyperlink"/>
              </w:rPr>
            </w:rPrChange>
          </w:rPr>
          <w:delText>2.1</w:delText>
        </w:r>
        <w:r w:rsidDel="006F39D9">
          <w:rPr>
            <w:rFonts w:asciiTheme="minorHAnsi" w:eastAsiaTheme="minorEastAsia" w:hAnsiTheme="minorHAnsi" w:cstheme="minorBidi"/>
            <w:b w:val="0"/>
            <w:bCs w:val="0"/>
            <w:sz w:val="22"/>
            <w:szCs w:val="22"/>
          </w:rPr>
          <w:tab/>
        </w:r>
        <w:r w:rsidRPr="006F39D9" w:rsidDel="006F39D9">
          <w:rPr>
            <w:rPrChange w:id="133" w:author="Buttner, Henrike" w:date="2021-06-17T13:49:00Z">
              <w:rPr>
                <w:rStyle w:val="Hyperlink"/>
              </w:rPr>
            </w:rPrChange>
          </w:rPr>
          <w:delText>Ermittlung der Power Usage Effectiveness bei Antragstellung</w:delText>
        </w:r>
        <w:r w:rsidDel="006F39D9">
          <w:rPr>
            <w:webHidden/>
          </w:rPr>
          <w:tab/>
          <w:delText>10</w:delText>
        </w:r>
      </w:del>
    </w:p>
    <w:p w:rsidR="009A60EB" w:rsidDel="006F39D9" w:rsidRDefault="009A60EB">
      <w:pPr>
        <w:pStyle w:val="Verzeichnis2"/>
        <w:rPr>
          <w:del w:id="134" w:author="Buttner, Henrike" w:date="2021-06-17T13:49:00Z"/>
          <w:rFonts w:asciiTheme="minorHAnsi" w:eastAsiaTheme="minorEastAsia" w:hAnsiTheme="minorHAnsi" w:cstheme="minorBidi"/>
          <w:b w:val="0"/>
          <w:bCs w:val="0"/>
          <w:sz w:val="22"/>
          <w:szCs w:val="22"/>
        </w:rPr>
      </w:pPr>
      <w:del w:id="135" w:author="Buttner, Henrike" w:date="2021-06-17T13:49:00Z">
        <w:r w:rsidRPr="006F39D9" w:rsidDel="006F39D9">
          <w:rPr>
            <w:rPrChange w:id="136" w:author="Buttner, Henrike" w:date="2021-06-17T13:49:00Z">
              <w:rPr>
                <w:rStyle w:val="Hyperlink"/>
              </w:rPr>
            </w:rPrChange>
          </w:rPr>
          <w:delText>2.2</w:delText>
        </w:r>
        <w:r w:rsidDel="006F39D9">
          <w:rPr>
            <w:rFonts w:asciiTheme="minorHAnsi" w:eastAsiaTheme="minorEastAsia" w:hAnsiTheme="minorHAnsi" w:cstheme="minorBidi"/>
            <w:b w:val="0"/>
            <w:bCs w:val="0"/>
            <w:sz w:val="22"/>
            <w:szCs w:val="22"/>
          </w:rPr>
          <w:tab/>
        </w:r>
        <w:r w:rsidRPr="006F39D9" w:rsidDel="006F39D9">
          <w:rPr>
            <w:rPrChange w:id="137" w:author="Buttner, Henrike" w:date="2021-06-17T13:49:00Z">
              <w:rPr>
                <w:rStyle w:val="Hyperlink"/>
              </w:rPr>
            </w:rPrChange>
          </w:rPr>
          <w:delText>Elektrische Energie</w:delText>
        </w:r>
        <w:r w:rsidDel="006F39D9">
          <w:rPr>
            <w:webHidden/>
          </w:rPr>
          <w:tab/>
          <w:delText>11</w:delText>
        </w:r>
      </w:del>
    </w:p>
    <w:p w:rsidR="009A60EB" w:rsidDel="006F39D9" w:rsidRDefault="009A60EB">
      <w:pPr>
        <w:pStyle w:val="Verzeichnis2"/>
        <w:rPr>
          <w:del w:id="138" w:author="Buttner, Henrike" w:date="2021-06-17T13:49:00Z"/>
          <w:rFonts w:asciiTheme="minorHAnsi" w:eastAsiaTheme="minorEastAsia" w:hAnsiTheme="minorHAnsi" w:cstheme="minorBidi"/>
          <w:b w:val="0"/>
          <w:bCs w:val="0"/>
          <w:sz w:val="22"/>
          <w:szCs w:val="22"/>
        </w:rPr>
      </w:pPr>
      <w:del w:id="139" w:author="Buttner, Henrike" w:date="2021-06-17T13:49:00Z">
        <w:r w:rsidRPr="006F39D9" w:rsidDel="006F39D9">
          <w:rPr>
            <w:rPrChange w:id="140" w:author="Buttner, Henrike" w:date="2021-06-17T13:49:00Z">
              <w:rPr>
                <w:rStyle w:val="Hyperlink"/>
              </w:rPr>
            </w:rPrChange>
          </w:rPr>
          <w:delText>2.3</w:delText>
        </w:r>
        <w:r w:rsidDel="006F39D9">
          <w:rPr>
            <w:rFonts w:asciiTheme="minorHAnsi" w:eastAsiaTheme="minorEastAsia" w:hAnsiTheme="minorHAnsi" w:cstheme="minorBidi"/>
            <w:b w:val="0"/>
            <w:bCs w:val="0"/>
            <w:sz w:val="22"/>
            <w:szCs w:val="22"/>
          </w:rPr>
          <w:tab/>
        </w:r>
        <w:r w:rsidRPr="006F39D9" w:rsidDel="006F39D9">
          <w:rPr>
            <w:rPrChange w:id="141" w:author="Buttner, Henrike" w:date="2021-06-17T13:49:00Z">
              <w:rPr>
                <w:rStyle w:val="Hyperlink"/>
              </w:rPr>
            </w:rPrChange>
          </w:rPr>
          <w:delText>Elektrische Schaltanlagen</w:delText>
        </w:r>
        <w:r w:rsidDel="006F39D9">
          <w:rPr>
            <w:webHidden/>
          </w:rPr>
          <w:tab/>
          <w:delText>11</w:delText>
        </w:r>
      </w:del>
    </w:p>
    <w:p w:rsidR="009A60EB" w:rsidDel="006F39D9" w:rsidRDefault="009A60EB">
      <w:pPr>
        <w:pStyle w:val="Verzeichnis2"/>
        <w:rPr>
          <w:del w:id="142" w:author="Buttner, Henrike" w:date="2021-06-17T13:49:00Z"/>
          <w:rFonts w:asciiTheme="minorHAnsi" w:eastAsiaTheme="minorEastAsia" w:hAnsiTheme="minorHAnsi" w:cstheme="minorBidi"/>
          <w:b w:val="0"/>
          <w:bCs w:val="0"/>
          <w:sz w:val="22"/>
          <w:szCs w:val="22"/>
        </w:rPr>
      </w:pPr>
      <w:del w:id="143" w:author="Buttner, Henrike" w:date="2021-06-17T13:49:00Z">
        <w:r w:rsidRPr="006F39D9" w:rsidDel="006F39D9">
          <w:rPr>
            <w:rPrChange w:id="144" w:author="Buttner, Henrike" w:date="2021-06-17T13:49:00Z">
              <w:rPr>
                <w:rStyle w:val="Hyperlink"/>
              </w:rPr>
            </w:rPrChange>
          </w:rPr>
          <w:delText>2.4</w:delText>
        </w:r>
        <w:r w:rsidDel="006F39D9">
          <w:rPr>
            <w:rFonts w:asciiTheme="minorHAnsi" w:eastAsiaTheme="minorEastAsia" w:hAnsiTheme="minorHAnsi" w:cstheme="minorBidi"/>
            <w:b w:val="0"/>
            <w:bCs w:val="0"/>
            <w:sz w:val="22"/>
            <w:szCs w:val="22"/>
          </w:rPr>
          <w:tab/>
        </w:r>
        <w:r w:rsidRPr="006F39D9" w:rsidDel="006F39D9">
          <w:rPr>
            <w:rPrChange w:id="145" w:author="Buttner, Henrike" w:date="2021-06-17T13:49:00Z">
              <w:rPr>
                <w:rStyle w:val="Hyperlink"/>
              </w:rPr>
            </w:rPrChange>
          </w:rPr>
          <w:delText>Inventarliste</w:delText>
        </w:r>
        <w:r w:rsidDel="006F39D9">
          <w:rPr>
            <w:webHidden/>
          </w:rPr>
          <w:tab/>
          <w:delText>11</w:delText>
        </w:r>
      </w:del>
    </w:p>
    <w:p w:rsidR="009A60EB" w:rsidDel="006F39D9" w:rsidRDefault="009A60EB">
      <w:pPr>
        <w:pStyle w:val="Verzeichnis2"/>
        <w:rPr>
          <w:del w:id="146" w:author="Buttner, Henrike" w:date="2021-06-17T13:49:00Z"/>
          <w:rFonts w:asciiTheme="minorHAnsi" w:eastAsiaTheme="minorEastAsia" w:hAnsiTheme="minorHAnsi" w:cstheme="minorBidi"/>
          <w:b w:val="0"/>
          <w:bCs w:val="0"/>
          <w:sz w:val="22"/>
          <w:szCs w:val="22"/>
        </w:rPr>
      </w:pPr>
      <w:del w:id="147" w:author="Buttner, Henrike" w:date="2021-06-17T13:49:00Z">
        <w:r w:rsidRPr="006F39D9" w:rsidDel="006F39D9">
          <w:rPr>
            <w:rPrChange w:id="148" w:author="Buttner, Henrike" w:date="2021-06-17T13:49:00Z">
              <w:rPr>
                <w:rStyle w:val="Hyperlink"/>
              </w:rPr>
            </w:rPrChange>
          </w:rPr>
          <w:delText>2.5</w:delText>
        </w:r>
        <w:r w:rsidDel="006F39D9">
          <w:rPr>
            <w:rFonts w:asciiTheme="minorHAnsi" w:eastAsiaTheme="minorEastAsia" w:hAnsiTheme="minorHAnsi" w:cstheme="minorBidi"/>
            <w:b w:val="0"/>
            <w:bCs w:val="0"/>
            <w:sz w:val="22"/>
            <w:szCs w:val="22"/>
          </w:rPr>
          <w:tab/>
        </w:r>
        <w:r w:rsidRPr="006F39D9" w:rsidDel="006F39D9">
          <w:rPr>
            <w:rPrChange w:id="149" w:author="Buttner, Henrike" w:date="2021-06-17T13:49:00Z">
              <w:rPr>
                <w:rStyle w:val="Hyperlink"/>
              </w:rPr>
            </w:rPrChange>
          </w:rPr>
          <w:delText>Flächeneffizienz</w:delText>
        </w:r>
        <w:r w:rsidDel="006F39D9">
          <w:rPr>
            <w:webHidden/>
          </w:rPr>
          <w:tab/>
          <w:delText>12</w:delText>
        </w:r>
      </w:del>
    </w:p>
    <w:p w:rsidR="009A60EB" w:rsidDel="006F39D9" w:rsidRDefault="009A60EB">
      <w:pPr>
        <w:pStyle w:val="Verzeichnis2"/>
        <w:rPr>
          <w:del w:id="150" w:author="Buttner, Henrike" w:date="2021-06-17T13:49:00Z"/>
          <w:rFonts w:asciiTheme="minorHAnsi" w:eastAsiaTheme="minorEastAsia" w:hAnsiTheme="minorHAnsi" w:cstheme="minorBidi"/>
          <w:b w:val="0"/>
          <w:bCs w:val="0"/>
          <w:sz w:val="22"/>
          <w:szCs w:val="22"/>
        </w:rPr>
      </w:pPr>
      <w:del w:id="151" w:author="Buttner, Henrike" w:date="2021-06-17T13:49:00Z">
        <w:r w:rsidRPr="006F39D9" w:rsidDel="006F39D9">
          <w:rPr>
            <w:rPrChange w:id="152" w:author="Buttner, Henrike" w:date="2021-06-17T13:49:00Z">
              <w:rPr>
                <w:rStyle w:val="Hyperlink"/>
              </w:rPr>
            </w:rPrChange>
          </w:rPr>
          <w:delText>2.6</w:delText>
        </w:r>
        <w:r w:rsidDel="006F39D9">
          <w:rPr>
            <w:rFonts w:asciiTheme="minorHAnsi" w:eastAsiaTheme="minorEastAsia" w:hAnsiTheme="minorHAnsi" w:cstheme="minorBidi"/>
            <w:b w:val="0"/>
            <w:bCs w:val="0"/>
            <w:sz w:val="22"/>
            <w:szCs w:val="22"/>
          </w:rPr>
          <w:tab/>
        </w:r>
        <w:r w:rsidRPr="006F39D9" w:rsidDel="006F39D9">
          <w:rPr>
            <w:rPrChange w:id="153" w:author="Buttner, Henrike" w:date="2021-06-17T13:49:00Z">
              <w:rPr>
                <w:rStyle w:val="Hyperlink"/>
              </w:rPr>
            </w:rPrChange>
          </w:rPr>
          <w:delText>Monitoring elektrischer Energie und Wasser</w:delText>
        </w:r>
        <w:r w:rsidDel="006F39D9">
          <w:rPr>
            <w:webHidden/>
          </w:rPr>
          <w:tab/>
          <w:delText>12</w:delText>
        </w:r>
      </w:del>
    </w:p>
    <w:p w:rsidR="009A60EB" w:rsidDel="006F39D9" w:rsidRDefault="009A60EB">
      <w:pPr>
        <w:pStyle w:val="Verzeichnis2"/>
        <w:rPr>
          <w:del w:id="154" w:author="Buttner, Henrike" w:date="2021-06-17T13:49:00Z"/>
          <w:rFonts w:asciiTheme="minorHAnsi" w:eastAsiaTheme="minorEastAsia" w:hAnsiTheme="minorHAnsi" w:cstheme="minorBidi"/>
          <w:b w:val="0"/>
          <w:bCs w:val="0"/>
          <w:sz w:val="22"/>
          <w:szCs w:val="22"/>
        </w:rPr>
      </w:pPr>
      <w:del w:id="155" w:author="Buttner, Henrike" w:date="2021-06-17T13:49:00Z">
        <w:r w:rsidRPr="006F39D9" w:rsidDel="006F39D9">
          <w:rPr>
            <w:rPrChange w:id="156" w:author="Buttner, Henrike" w:date="2021-06-17T13:49:00Z">
              <w:rPr>
                <w:rStyle w:val="Hyperlink"/>
              </w:rPr>
            </w:rPrChange>
          </w:rPr>
          <w:delText>2.7</w:delText>
        </w:r>
        <w:r w:rsidDel="006F39D9">
          <w:rPr>
            <w:rFonts w:asciiTheme="minorHAnsi" w:eastAsiaTheme="minorEastAsia" w:hAnsiTheme="minorHAnsi" w:cstheme="minorBidi"/>
            <w:b w:val="0"/>
            <w:bCs w:val="0"/>
            <w:sz w:val="22"/>
            <w:szCs w:val="22"/>
          </w:rPr>
          <w:tab/>
        </w:r>
        <w:r w:rsidRPr="006F39D9" w:rsidDel="006F39D9">
          <w:rPr>
            <w:rPrChange w:id="157" w:author="Buttner, Henrike" w:date="2021-06-17T13:49:00Z">
              <w:rPr>
                <w:rStyle w:val="Hyperlink"/>
              </w:rPr>
            </w:rPrChange>
          </w:rPr>
          <w:delText>Kühlsystem</w:delText>
        </w:r>
        <w:r w:rsidDel="006F39D9">
          <w:rPr>
            <w:webHidden/>
          </w:rPr>
          <w:tab/>
          <w:delText>13</w:delText>
        </w:r>
      </w:del>
    </w:p>
    <w:p w:rsidR="009A60EB" w:rsidDel="006F39D9" w:rsidRDefault="009A60EB">
      <w:pPr>
        <w:pStyle w:val="Verzeichnis2"/>
        <w:rPr>
          <w:del w:id="158" w:author="Buttner, Henrike" w:date="2021-06-17T13:49:00Z"/>
          <w:rFonts w:asciiTheme="minorHAnsi" w:eastAsiaTheme="minorEastAsia" w:hAnsiTheme="minorHAnsi" w:cstheme="minorBidi"/>
          <w:b w:val="0"/>
          <w:bCs w:val="0"/>
          <w:sz w:val="22"/>
          <w:szCs w:val="22"/>
        </w:rPr>
      </w:pPr>
      <w:del w:id="159" w:author="Buttner, Henrike" w:date="2021-06-17T13:49:00Z">
        <w:r w:rsidRPr="006F39D9" w:rsidDel="006F39D9">
          <w:rPr>
            <w:rPrChange w:id="160" w:author="Buttner, Henrike" w:date="2021-06-17T13:49:00Z">
              <w:rPr>
                <w:rStyle w:val="Hyperlink"/>
              </w:rPr>
            </w:rPrChange>
          </w:rPr>
          <w:delText>2.8</w:delText>
        </w:r>
        <w:r w:rsidDel="006F39D9">
          <w:rPr>
            <w:rFonts w:asciiTheme="minorHAnsi" w:eastAsiaTheme="minorEastAsia" w:hAnsiTheme="minorHAnsi" w:cstheme="minorBidi"/>
            <w:b w:val="0"/>
            <w:bCs w:val="0"/>
            <w:sz w:val="22"/>
            <w:szCs w:val="22"/>
          </w:rPr>
          <w:tab/>
        </w:r>
        <w:r w:rsidRPr="006F39D9" w:rsidDel="006F39D9">
          <w:rPr>
            <w:rPrChange w:id="161" w:author="Buttner, Henrike" w:date="2021-06-17T13:49:00Z">
              <w:rPr>
                <w:rStyle w:val="Hyperlink"/>
              </w:rPr>
            </w:rPrChange>
          </w:rPr>
          <w:delText>Unterbrechungsfreie Stromversorgung (USV)</w:delText>
        </w:r>
        <w:r w:rsidDel="006F39D9">
          <w:rPr>
            <w:webHidden/>
          </w:rPr>
          <w:tab/>
          <w:delText>21</w:delText>
        </w:r>
      </w:del>
    </w:p>
    <w:p w:rsidR="009A60EB" w:rsidDel="006F39D9" w:rsidRDefault="009A60EB">
      <w:pPr>
        <w:pStyle w:val="Verzeichnis1"/>
        <w:rPr>
          <w:del w:id="162" w:author="Buttner, Henrike" w:date="2021-06-17T13:49:00Z"/>
          <w:rFonts w:asciiTheme="minorHAnsi" w:eastAsiaTheme="minorEastAsia" w:hAnsiTheme="minorHAnsi" w:cstheme="minorBidi"/>
          <w:b w:val="0"/>
          <w:bCs w:val="0"/>
          <w:sz w:val="22"/>
          <w:szCs w:val="22"/>
        </w:rPr>
      </w:pPr>
      <w:del w:id="163" w:author="Buttner, Henrike" w:date="2021-06-17T13:49:00Z">
        <w:r w:rsidRPr="006F39D9" w:rsidDel="006F39D9">
          <w:rPr>
            <w:rPrChange w:id="164" w:author="Buttner, Henrike" w:date="2021-06-17T13:49:00Z">
              <w:rPr>
                <w:rStyle w:val="Hyperlink"/>
              </w:rPr>
            </w:rPrChange>
          </w:rPr>
          <w:delText>Glossar</w:delText>
        </w:r>
        <w:r w:rsidDel="006F39D9">
          <w:rPr>
            <w:webHidden/>
          </w:rPr>
          <w:tab/>
          <w:delText>23</w:delText>
        </w:r>
      </w:del>
    </w:p>
    <w:p w:rsidR="009A60EB" w:rsidDel="006F39D9" w:rsidRDefault="009A60EB">
      <w:pPr>
        <w:pStyle w:val="Verzeichnis1"/>
        <w:rPr>
          <w:del w:id="165" w:author="Buttner, Henrike" w:date="2021-06-17T13:49:00Z"/>
          <w:rFonts w:asciiTheme="minorHAnsi" w:eastAsiaTheme="minorEastAsia" w:hAnsiTheme="minorHAnsi" w:cstheme="minorBidi"/>
          <w:b w:val="0"/>
          <w:bCs w:val="0"/>
          <w:sz w:val="22"/>
          <w:szCs w:val="22"/>
        </w:rPr>
      </w:pPr>
      <w:del w:id="166" w:author="Buttner, Henrike" w:date="2021-06-17T13:49:00Z">
        <w:r w:rsidRPr="006F39D9" w:rsidDel="006F39D9">
          <w:rPr>
            <w:rPrChange w:id="167" w:author="Buttner, Henrike" w:date="2021-06-17T13:49:00Z">
              <w:rPr>
                <w:rStyle w:val="Hyperlink"/>
              </w:rPr>
            </w:rPrChange>
          </w:rPr>
          <w:delText>Übersicht über Anlagen zum Vertrag</w:delText>
        </w:r>
        <w:r w:rsidDel="006F39D9">
          <w:rPr>
            <w:webHidden/>
          </w:rPr>
          <w:tab/>
          <w:delText>24</w:delText>
        </w:r>
      </w:del>
    </w:p>
    <w:p w:rsidR="005B3865" w:rsidRPr="001806FC" w:rsidRDefault="00D53CE9" w:rsidP="00CF6869">
      <w:r w:rsidRPr="001806FC">
        <w:rPr>
          <w:lang w:bidi="de-DE"/>
        </w:rPr>
        <w:fldChar w:fldCharType="end"/>
      </w:r>
    </w:p>
    <w:p w:rsidR="00CF6869" w:rsidRPr="001806FC" w:rsidRDefault="00CF6869" w:rsidP="00CF6869"/>
    <w:p w:rsidR="00CF6869" w:rsidRPr="001806FC" w:rsidRDefault="00CF6869" w:rsidP="00CF6869"/>
    <w:p w:rsidR="000F6653" w:rsidRPr="001806FC" w:rsidRDefault="000F6653" w:rsidP="00650615">
      <w:pPr>
        <w:pStyle w:val="berschrift1"/>
        <w:numPr>
          <w:ilvl w:val="0"/>
          <w:numId w:val="0"/>
        </w:numPr>
        <w:rPr>
          <w:rFonts w:ascii="ArialMT" w:hAnsi="ArialMT" w:cs="ArialMT"/>
          <w:sz w:val="20"/>
          <w:szCs w:val="20"/>
          <w:lang w:bidi="de-DE"/>
        </w:rPr>
        <w:sectPr w:rsidR="000F6653" w:rsidRPr="001806FC" w:rsidSect="00066B2B">
          <w:headerReference w:type="default" r:id="rId22"/>
          <w:footerReference w:type="default" r:id="rId23"/>
          <w:pgSz w:w="11899" w:h="16840"/>
          <w:pgMar w:top="1418" w:right="1276" w:bottom="1418" w:left="1418" w:header="567" w:footer="709" w:gutter="0"/>
          <w:pgNumType w:start="2"/>
          <w:cols w:space="708"/>
          <w:docGrid w:linePitch="299"/>
        </w:sectPr>
      </w:pPr>
    </w:p>
    <w:p w:rsidR="004E1CC4" w:rsidRPr="001806FC" w:rsidRDefault="004E1CC4" w:rsidP="00650615">
      <w:pPr>
        <w:pStyle w:val="berschrift1"/>
        <w:numPr>
          <w:ilvl w:val="0"/>
          <w:numId w:val="0"/>
        </w:numPr>
      </w:pPr>
      <w:bookmarkStart w:id="177" w:name="_Toc297887277"/>
      <w:bookmarkStart w:id="178" w:name="_Toc399239514"/>
      <w:del w:id="179" w:author="Buttner, Henrike" w:date="2021-06-17T09:33:00Z">
        <w:r w:rsidRPr="001806FC" w:rsidDel="00226445">
          <w:lastRenderedPageBreak/>
          <w:delText>Einleitung</w:delText>
        </w:r>
      </w:del>
      <w:bookmarkStart w:id="180" w:name="_Toc74830174"/>
      <w:bookmarkEnd w:id="178"/>
      <w:ins w:id="181" w:author="Buttner, Henrike" w:date="2021-06-17T09:33:00Z">
        <w:r w:rsidR="00226445">
          <w:t>Introduction</w:t>
        </w:r>
      </w:ins>
      <w:bookmarkEnd w:id="180"/>
    </w:p>
    <w:p w:rsidR="00226445" w:rsidRDefault="00226445" w:rsidP="00226445">
      <w:pPr>
        <w:rPr>
          <w:ins w:id="182" w:author="Buttner, Henrike" w:date="2021-06-17T09:33:00Z"/>
        </w:rPr>
        <w:pPrChange w:id="183" w:author="Buttner, Henrike" w:date="2021-06-17T09:33:00Z">
          <w:pPr>
            <w:pStyle w:val="berschrift1"/>
          </w:pPr>
        </w:pPrChange>
      </w:pPr>
      <w:ins w:id="184" w:author="Buttner, Henrike" w:date="2021-06-17T09:33:00Z">
        <w:r>
          <w:t xml:space="preserve">This energy efficiency report is submitted for the application and final evaluation of the requirements of the Blue Angel eco-label for climate-friendly colocation data center (DE-UZ 214). This document template, which specifies the structure of the energy efficiency report, is attached as Annex 2 to the DE-UZ 214 award criteria. </w:t>
        </w:r>
      </w:ins>
    </w:p>
    <w:p w:rsidR="00226445" w:rsidRDefault="00226445" w:rsidP="00226445">
      <w:pPr>
        <w:rPr>
          <w:ins w:id="185" w:author="Buttner, Henrike" w:date="2021-06-17T09:33:00Z"/>
        </w:rPr>
        <w:pPrChange w:id="186" w:author="Buttner, Henrike" w:date="2021-06-17T09:33:00Z">
          <w:pPr>
            <w:pStyle w:val="berschrift1"/>
          </w:pPr>
        </w:pPrChange>
      </w:pPr>
      <w:ins w:id="187" w:author="Buttner, Henrike" w:date="2021-06-17T09:33:00Z">
        <w:r>
          <w:t xml:space="preserve">This report can be used as a template for the </w:t>
        </w:r>
        <w:r w:rsidRPr="00226445">
          <w:rPr>
            <w:b/>
            <w:rPrChange w:id="188" w:author="Buttner, Henrike" w:date="2021-06-17T09:34:00Z">
              <w:rPr/>
            </w:rPrChange>
          </w:rPr>
          <w:t>"Energy Efficiency Report on Application"</w:t>
        </w:r>
        <w:r>
          <w:t xml:space="preserve"> (cf. Section 3.1.5 of the Award Criteria) as well as a template for the "</w:t>
        </w:r>
        <w:r w:rsidRPr="00226445">
          <w:rPr>
            <w:b/>
            <w:rPrChange w:id="189" w:author="Buttner, Henrike" w:date="2021-06-17T09:34:00Z">
              <w:rPr/>
            </w:rPrChange>
          </w:rPr>
          <w:t>Energy Efficiency Report on Final Evaluation"</w:t>
        </w:r>
        <w:r>
          <w:t xml:space="preserve"> (cf. Section 3.2.2 of the Award Criteria).</w:t>
        </w:r>
      </w:ins>
    </w:p>
    <w:p w:rsidR="00226445" w:rsidRDefault="00226445" w:rsidP="00226445">
      <w:pPr>
        <w:rPr>
          <w:ins w:id="190" w:author="Buttner, Henrike" w:date="2021-06-17T09:33:00Z"/>
        </w:rPr>
        <w:pPrChange w:id="191" w:author="Buttner, Henrike" w:date="2021-06-17T09:33:00Z">
          <w:pPr>
            <w:pStyle w:val="berschrift1"/>
          </w:pPr>
        </w:pPrChange>
      </w:pPr>
      <w:ins w:id="192" w:author="Buttner, Henrike" w:date="2021-06-17T09:33:00Z">
        <w:r>
          <w:t xml:space="preserve">This energy efficiency report must be checked by an independent auditor and compliance with the requirements must be confirmed. RAL gGmbH, with the support of the Federal Environment Agency, appoints auditors (see Annex 3 to the contract) who can carry out the audit of the submitted documents. The approval of auditors ensures that the examination of the reports is carried out independently and with a high level of professional qualification. </w:t>
        </w:r>
      </w:ins>
    </w:p>
    <w:p w:rsidR="00226445" w:rsidRDefault="00226445" w:rsidP="00226445">
      <w:pPr>
        <w:rPr>
          <w:ins w:id="193" w:author="Buttner, Henrike" w:date="2021-06-17T09:33:00Z"/>
        </w:rPr>
        <w:pPrChange w:id="194" w:author="Buttner, Henrike" w:date="2021-06-17T09:33:00Z">
          <w:pPr>
            <w:pStyle w:val="berschrift1"/>
          </w:pPr>
        </w:pPrChange>
      </w:pPr>
      <w:ins w:id="195" w:author="Buttner, Henrike" w:date="2021-06-17T09:33:00Z">
        <w:r>
          <w:t xml:space="preserve">During the term of the sign use contract, the data center must be operated in an energy-efficient manner, and energy efficiency criteria must be taken into account when new building technology is purchased. To this end, the requirements specified in section 3.2 of the award criteria must be met. </w:t>
        </w:r>
      </w:ins>
    </w:p>
    <w:p w:rsidR="00226445" w:rsidRDefault="00226445" w:rsidP="00226445">
      <w:pPr>
        <w:rPr>
          <w:ins w:id="196" w:author="Buttner, Henrike" w:date="2021-06-17T09:33:00Z"/>
        </w:rPr>
        <w:pPrChange w:id="197" w:author="Buttner, Henrike" w:date="2021-06-17T09:33:00Z">
          <w:pPr>
            <w:pStyle w:val="berschrift1"/>
          </w:pPr>
        </w:pPrChange>
      </w:pPr>
      <w:ins w:id="198" w:author="Buttner, Henrike" w:date="2021-06-17T09:33:00Z">
        <w:r>
          <w:t>The "Energy Efficiency Report on Application" must be submitted to RAL gGmbH by the applicant at the time of application. The following aspects must be observed:</w:t>
        </w:r>
      </w:ins>
    </w:p>
    <w:p w:rsidR="00226445" w:rsidRDefault="00226445" w:rsidP="00226445">
      <w:pPr>
        <w:ind w:firstLine="709"/>
        <w:rPr>
          <w:ins w:id="199" w:author="Buttner, Henrike" w:date="2021-06-17T09:33:00Z"/>
        </w:rPr>
        <w:pPrChange w:id="200" w:author="Buttner, Henrike" w:date="2021-06-17T09:33:00Z">
          <w:pPr>
            <w:pStyle w:val="berschrift1"/>
          </w:pPr>
        </w:pPrChange>
      </w:pPr>
      <w:ins w:id="201" w:author="Buttner, Henrike" w:date="2021-06-17T09:33:00Z">
        <w:r>
          <w:t xml:space="preserve">1. general information about the data center is expected in part 1 of the report. </w:t>
        </w:r>
      </w:ins>
    </w:p>
    <w:p w:rsidR="00226445" w:rsidRDefault="00226445" w:rsidP="00226445">
      <w:pPr>
        <w:ind w:left="709"/>
        <w:rPr>
          <w:ins w:id="202" w:author="Buttner, Henrike" w:date="2021-06-17T09:33:00Z"/>
        </w:rPr>
        <w:pPrChange w:id="203" w:author="Buttner, Henrike" w:date="2021-06-17T09:33:00Z">
          <w:pPr>
            <w:pStyle w:val="berschrift1"/>
          </w:pPr>
        </w:pPrChange>
      </w:pPr>
      <w:ins w:id="204" w:author="Buttner, Henrike" w:date="2021-06-17T09:33:00Z">
        <w:r>
          <w:t>2. part 2 of the report must document compliance with all requirements applicable at the time of application.</w:t>
        </w:r>
      </w:ins>
    </w:p>
    <w:p w:rsidR="00226445" w:rsidRDefault="00226445" w:rsidP="00226445">
      <w:pPr>
        <w:ind w:left="709"/>
        <w:rPr>
          <w:ins w:id="205" w:author="Buttner, Henrike" w:date="2021-06-17T09:33:00Z"/>
        </w:rPr>
        <w:pPrChange w:id="206" w:author="Buttner, Henrike" w:date="2021-06-17T09:33:00Z">
          <w:pPr>
            <w:pStyle w:val="berschrift1"/>
          </w:pPr>
        </w:pPrChange>
      </w:pPr>
      <w:ins w:id="207" w:author="Buttner, Henrike" w:date="2021-06-17T09:33:00Z">
        <w:r>
          <w:t>3. part 2 of the report contains additional information to be completed if this template is to be used as an "Energy Efficiency Report for Final Evaluation" (see below).</w:t>
        </w:r>
      </w:ins>
    </w:p>
    <w:p w:rsidR="00226445" w:rsidRDefault="00226445" w:rsidP="00226445">
      <w:pPr>
        <w:ind w:firstLine="709"/>
        <w:rPr>
          <w:ins w:id="208" w:author="Buttner, Henrike" w:date="2021-06-17T09:33:00Z"/>
        </w:rPr>
        <w:pPrChange w:id="209" w:author="Buttner, Henrike" w:date="2021-06-17T09:33:00Z">
          <w:pPr>
            <w:pStyle w:val="berschrift1"/>
          </w:pPr>
        </w:pPrChange>
      </w:pPr>
      <w:ins w:id="210" w:author="Buttner, Henrike" w:date="2021-06-17T09:33:00Z">
        <w:r>
          <w:t>4. the "Energy Efficiency Report on Application" must be checked for plausibility and confirmed by an independent auditor.</w:t>
        </w:r>
      </w:ins>
    </w:p>
    <w:p w:rsidR="00CF6869" w:rsidDel="00226445" w:rsidRDefault="00226445" w:rsidP="00226445">
      <w:pPr>
        <w:rPr>
          <w:del w:id="211" w:author="Buttner, Henrike" w:date="2021-06-17T09:33:00Z"/>
        </w:rPr>
      </w:pPr>
      <w:ins w:id="212" w:author="Buttner, Henrike" w:date="2021-06-17T09:33:00Z">
        <w:r>
          <w:t xml:space="preserve">An </w:t>
        </w:r>
        <w:r w:rsidRPr="00226445">
          <w:rPr>
            <w:b/>
            <w:rPrChange w:id="213" w:author="Buttner, Henrike" w:date="2021-06-17T09:34:00Z">
              <w:rPr/>
            </w:rPrChange>
          </w:rPr>
          <w:t>"Energy Efficiency Report for Final Evaluation"</w:t>
        </w:r>
        <w:r>
          <w:t xml:space="preserve"> must be submitted to RAL gGmbH no later than 6 months before the end of the agreed contract period. The </w:t>
        </w:r>
        <w:r w:rsidRPr="00226445">
          <w:rPr>
            <w:b/>
            <w:rPrChange w:id="214" w:author="Buttner, Henrike" w:date="2021-06-17T09:34:00Z">
              <w:rPr/>
            </w:rPrChange>
          </w:rPr>
          <w:t>"Energy Efficiency Report for the Final Evaluation"</w:t>
        </w:r>
        <w:r>
          <w:t xml:space="preserve"> can be updated from the "Energy Efficiency Report at Application". It must be updated for this purpose and additionally supplemented by the information provided in Part 2 under the heading "The following applies to the continuation of this report as an "Energy Efficiency Report for Final Evaluation"". The "Energy Efficiency Report for Final Evaluation" does not require an external audit by an auditor.</w:t>
        </w:r>
      </w:ins>
      <w:del w:id="215" w:author="Buttner, Henrike" w:date="2021-06-17T09:33:00Z">
        <w:r w:rsidR="00CF6869" w:rsidRPr="001806FC" w:rsidDel="00226445">
          <w:delText>Dieser</w:delText>
        </w:r>
        <w:r w:rsidR="00590AF8" w:rsidRPr="001806FC" w:rsidDel="00226445">
          <w:delText xml:space="preserve"> Energieeffizienzbericht</w:delText>
        </w:r>
        <w:r w:rsidR="00CF6869" w:rsidRPr="001806FC" w:rsidDel="00226445">
          <w:delText xml:space="preserve"> wird für den Antrag und die </w:delText>
        </w:r>
        <w:r w:rsidR="009A41C2" w:rsidDel="00226445">
          <w:delText>Abschlussevaluation</w:delText>
        </w:r>
        <w:r w:rsidR="00CF6869" w:rsidRPr="001806FC" w:rsidDel="00226445">
          <w:delText xml:space="preserve"> der Anforderungen des Umweltzeichens Blauer Engel </w:delText>
        </w:r>
        <w:r w:rsidR="00590AF8" w:rsidRPr="001806FC" w:rsidDel="00226445">
          <w:delText xml:space="preserve">für </w:delText>
        </w:r>
        <w:r w:rsidR="00425929" w:rsidDel="00226445">
          <w:delText>klimaschonende</w:delText>
        </w:r>
        <w:r w:rsidR="00803F1B" w:rsidDel="00226445">
          <w:delText>s</w:delText>
        </w:r>
        <w:r w:rsidR="00425929" w:rsidRPr="00A34BEB" w:rsidDel="00226445">
          <w:delText xml:space="preserve"> </w:delText>
        </w:r>
        <w:r w:rsidR="00425929" w:rsidDel="00226445">
          <w:delText>Colocation-</w:delText>
        </w:r>
        <w:r w:rsidR="00425929" w:rsidRPr="00A34BEB" w:rsidDel="00226445">
          <w:delText>Rechenzentr</w:delText>
        </w:r>
        <w:r w:rsidR="00803F1B" w:rsidDel="00226445">
          <w:delText>um</w:delText>
        </w:r>
        <w:r w:rsidR="00425929" w:rsidRPr="001806FC" w:rsidDel="00226445">
          <w:delText xml:space="preserve"> </w:delText>
        </w:r>
        <w:r w:rsidR="00CF6869" w:rsidRPr="001806FC" w:rsidDel="00226445">
          <w:delText>(</w:delText>
        </w:r>
        <w:r w:rsidR="00C17101" w:rsidDel="00226445">
          <w:delText>DE</w:delText>
        </w:r>
        <w:r w:rsidR="00CF6869" w:rsidRPr="001806FC" w:rsidDel="00226445">
          <w:delText>-UZ </w:delText>
        </w:r>
        <w:r w:rsidR="00803F1B" w:rsidDel="00226445">
          <w:delText>214</w:delText>
        </w:r>
        <w:r w:rsidR="00E32E86" w:rsidRPr="001806FC" w:rsidDel="00226445">
          <w:delText>)</w:delText>
        </w:r>
        <w:r w:rsidR="00CF6869" w:rsidRPr="001806FC" w:rsidDel="00226445">
          <w:delText xml:space="preserve"> vorgelegt. </w:delText>
        </w:r>
        <w:r w:rsidR="00521104" w:rsidRPr="001806FC" w:rsidDel="00226445">
          <w:delText>Diese Dokumentenvorlage</w:delText>
        </w:r>
        <w:r w:rsidR="00CF6869" w:rsidRPr="001806FC" w:rsidDel="00226445">
          <w:delText>, d</w:delText>
        </w:r>
        <w:r w:rsidR="00521104" w:rsidRPr="001806FC" w:rsidDel="00226445">
          <w:delText>ie</w:delText>
        </w:r>
        <w:r w:rsidR="00CF6869" w:rsidRPr="001806FC" w:rsidDel="00226445">
          <w:delText xml:space="preserve"> die Struktur des Energieeffizienzberichts vorgibt, ist </w:delText>
        </w:r>
        <w:r w:rsidR="00521104" w:rsidRPr="001806FC" w:rsidDel="00226445">
          <w:delText>in</w:delText>
        </w:r>
        <w:r w:rsidR="00775977" w:rsidDel="00226445">
          <w:delText xml:space="preserve"> den</w:delText>
        </w:r>
        <w:r w:rsidR="00CF6869" w:rsidRPr="001806FC" w:rsidDel="00226445">
          <w:delText xml:space="preserve"> </w:delText>
        </w:r>
        <w:r w:rsidR="0037202C" w:rsidDel="00226445">
          <w:delText>Vergabekriterien</w:delText>
        </w:r>
        <w:r w:rsidR="00CF6869" w:rsidRPr="001806FC" w:rsidDel="00226445">
          <w:delText xml:space="preserve"> </w:delText>
        </w:r>
        <w:r w:rsidR="00C17101" w:rsidDel="00226445">
          <w:delText>DE</w:delText>
        </w:r>
        <w:r w:rsidR="00CF6869" w:rsidRPr="001806FC" w:rsidDel="00226445">
          <w:delText>-UZ </w:delText>
        </w:r>
        <w:r w:rsidR="00487AB6" w:rsidDel="00226445">
          <w:delText xml:space="preserve">214 </w:delText>
        </w:r>
        <w:r w:rsidR="00CF6869" w:rsidRPr="001806FC" w:rsidDel="00226445">
          <w:delText xml:space="preserve">als Anlage 2 beigefügt. </w:delText>
        </w:r>
      </w:del>
    </w:p>
    <w:p w:rsidR="00226445" w:rsidRDefault="00226445" w:rsidP="00226445">
      <w:pPr>
        <w:rPr>
          <w:ins w:id="216" w:author="Buttner, Henrike" w:date="2021-06-17T09:33:00Z"/>
        </w:rPr>
      </w:pPr>
    </w:p>
    <w:p w:rsidR="00226445" w:rsidRDefault="00226445" w:rsidP="00226445">
      <w:pPr>
        <w:rPr>
          <w:ins w:id="217" w:author="Buttner, Henrike" w:date="2021-06-17T09:36:00Z"/>
        </w:rPr>
      </w:pPr>
    </w:p>
    <w:p w:rsidR="00454FB0" w:rsidRDefault="00454FB0" w:rsidP="00226445">
      <w:pPr>
        <w:rPr>
          <w:ins w:id="218" w:author="Buttner, Henrike" w:date="2021-06-17T09:36:00Z"/>
        </w:rPr>
      </w:pPr>
    </w:p>
    <w:p w:rsidR="00454FB0" w:rsidRDefault="00454FB0" w:rsidP="00226445">
      <w:pPr>
        <w:rPr>
          <w:ins w:id="219" w:author="Buttner, Henrike" w:date="2021-06-17T09:36:00Z"/>
        </w:rPr>
      </w:pPr>
    </w:p>
    <w:p w:rsidR="00454FB0" w:rsidRDefault="00454FB0" w:rsidP="00226445">
      <w:pPr>
        <w:rPr>
          <w:ins w:id="220" w:author="Buttner, Henrike" w:date="2021-06-17T09:36:00Z"/>
        </w:rPr>
      </w:pPr>
    </w:p>
    <w:p w:rsidR="00454FB0" w:rsidRPr="001806FC" w:rsidRDefault="00454FB0" w:rsidP="00226445">
      <w:pPr>
        <w:rPr>
          <w:ins w:id="221" w:author="Buttner, Henrike" w:date="2021-06-17T09:33:00Z"/>
        </w:rPr>
        <w:pPrChange w:id="222" w:author="Buttner, Henrike" w:date="2021-06-17T09:33:00Z">
          <w:pPr/>
        </w:pPrChange>
      </w:pPr>
    </w:p>
    <w:p w:rsidR="004E1CC4" w:rsidRPr="001806FC" w:rsidDel="00226445" w:rsidRDefault="00454FB0" w:rsidP="00226445">
      <w:pPr>
        <w:rPr>
          <w:del w:id="223" w:author="Buttner, Henrike" w:date="2021-06-17T09:33:00Z"/>
        </w:rPr>
        <w:pPrChange w:id="224" w:author="Buttner, Henrike" w:date="2021-06-17T09:33:00Z">
          <w:pPr/>
        </w:pPrChange>
      </w:pPr>
      <w:ins w:id="225" w:author="Buttner, Henrike" w:date="2021-06-17T09:36:00Z">
        <w:r>
          <w:lastRenderedPageBreak/>
          <w:t>R</w:t>
        </w:r>
      </w:ins>
      <w:del w:id="226" w:author="Buttner, Henrike" w:date="2021-06-17T09:33:00Z">
        <w:r w:rsidR="00FB4E3E" w:rsidRPr="001806FC" w:rsidDel="00226445">
          <w:delText xml:space="preserve">Dieser Bericht kann </w:delText>
        </w:r>
        <w:r w:rsidR="00E32E86" w:rsidRPr="001806FC" w:rsidDel="00226445">
          <w:delText xml:space="preserve">zum einen als </w:delText>
        </w:r>
        <w:r w:rsidR="00EC6D15" w:rsidRPr="001806FC" w:rsidDel="00226445">
          <w:delText xml:space="preserve">Vorlage für den </w:delText>
        </w:r>
        <w:r w:rsidR="00BA2BA8" w:rsidRPr="001806FC" w:rsidDel="00226445">
          <w:rPr>
            <w:b/>
          </w:rPr>
          <w:delText>„Energieeffizienzbericht bei Antragsstellung</w:delText>
        </w:r>
        <w:r w:rsidR="00BA2BA8" w:rsidRPr="001806FC" w:rsidDel="00226445">
          <w:delText>“</w:delText>
        </w:r>
        <w:r w:rsidR="000B50BE" w:rsidRPr="001806FC" w:rsidDel="00226445">
          <w:delText xml:space="preserve"> (vgl. Abschnitt 3.1</w:delText>
        </w:r>
        <w:r w:rsidR="0069788D" w:rsidDel="00226445">
          <w:delText>.</w:delText>
        </w:r>
        <w:r w:rsidR="00425929" w:rsidDel="00226445">
          <w:delText>5</w:delText>
        </w:r>
        <w:r w:rsidR="00425929" w:rsidRPr="001806FC" w:rsidDel="00226445">
          <w:delText xml:space="preserve"> </w:delText>
        </w:r>
        <w:r w:rsidR="000B50BE" w:rsidRPr="001806FC" w:rsidDel="00226445">
          <w:delText xml:space="preserve">der </w:delText>
        </w:r>
        <w:r w:rsidR="0037202C" w:rsidDel="00226445">
          <w:delText>Vergabekriterien</w:delText>
        </w:r>
        <w:r w:rsidR="000B50BE" w:rsidRPr="001806FC" w:rsidDel="00226445">
          <w:delText>)</w:delText>
        </w:r>
        <w:r w:rsidR="00BA2BA8" w:rsidRPr="001806FC" w:rsidDel="00226445">
          <w:delText xml:space="preserve">, als auch als </w:delText>
        </w:r>
        <w:r w:rsidR="00FB4E3E" w:rsidRPr="001806FC" w:rsidDel="00226445">
          <w:delText xml:space="preserve">Vorlage für den </w:delText>
        </w:r>
        <w:r w:rsidR="00BA2BA8" w:rsidRPr="001806FC" w:rsidDel="00226445">
          <w:rPr>
            <w:b/>
          </w:rPr>
          <w:delText>„</w:delText>
        </w:r>
        <w:r w:rsidR="00E32E86" w:rsidRPr="001806FC" w:rsidDel="00226445">
          <w:rPr>
            <w:b/>
          </w:rPr>
          <w:delText>Energieeffizienzbericht</w:delText>
        </w:r>
        <w:r w:rsidR="0069788D" w:rsidDel="00226445">
          <w:rPr>
            <w:b/>
          </w:rPr>
          <w:delText xml:space="preserve"> zur Abschlussevaluation</w:delText>
        </w:r>
        <w:r w:rsidR="00650615" w:rsidRPr="001806FC" w:rsidDel="00226445">
          <w:rPr>
            <w:b/>
          </w:rPr>
          <w:delText>“</w:delText>
        </w:r>
        <w:r w:rsidR="00FB4E3E" w:rsidRPr="001806FC" w:rsidDel="00226445">
          <w:rPr>
            <w:b/>
          </w:rPr>
          <w:delText xml:space="preserve"> </w:delText>
        </w:r>
        <w:r w:rsidR="000B50BE" w:rsidRPr="001806FC" w:rsidDel="00226445">
          <w:delText>(vgl. Abschnitt 3.2</w:delText>
        </w:r>
        <w:r w:rsidR="0069788D" w:rsidDel="00226445">
          <w:delText>.</w:delText>
        </w:r>
        <w:r w:rsidR="00425929" w:rsidDel="00226445">
          <w:delText>2</w:delText>
        </w:r>
        <w:r w:rsidR="00425929" w:rsidRPr="001806FC" w:rsidDel="00226445">
          <w:delText xml:space="preserve"> </w:delText>
        </w:r>
        <w:r w:rsidR="000B50BE" w:rsidRPr="001806FC" w:rsidDel="00226445">
          <w:delText xml:space="preserve">der </w:delText>
        </w:r>
        <w:r w:rsidR="0037202C" w:rsidDel="00226445">
          <w:delText>Vergabekriterien</w:delText>
        </w:r>
        <w:r w:rsidR="000B50BE" w:rsidRPr="001806FC" w:rsidDel="00226445">
          <w:delText xml:space="preserve">) </w:delText>
        </w:r>
        <w:r w:rsidR="00FB4E3E" w:rsidRPr="001806FC" w:rsidDel="00226445">
          <w:delText>genutzt werden.</w:delText>
        </w:r>
      </w:del>
    </w:p>
    <w:p w:rsidR="00FE5C87" w:rsidDel="00226445" w:rsidRDefault="00FE5C87" w:rsidP="00226445">
      <w:pPr>
        <w:rPr>
          <w:del w:id="227" w:author="Buttner, Henrike" w:date="2021-06-17T09:33:00Z"/>
        </w:rPr>
        <w:pPrChange w:id="228" w:author="Buttner, Henrike" w:date="2021-06-17T09:33:00Z">
          <w:pPr/>
        </w:pPrChange>
      </w:pPr>
      <w:del w:id="229" w:author="Buttner, Henrike" w:date="2021-06-17T09:33:00Z">
        <w:r w:rsidDel="00226445">
          <w:delText xml:space="preserve">Dieser Energieeffizienzbericht muss durch einen unabhängigen Auditor geprüft und </w:delText>
        </w:r>
        <w:r w:rsidR="00AA4111" w:rsidDel="00226445">
          <w:delText xml:space="preserve">die Einhaltung der Anforderungen </w:delText>
        </w:r>
        <w:r w:rsidDel="00226445">
          <w:delText>bestätigt werden. Die RAL gGmbH benennt mit der Unterstützung des Umweltbundesamtes Auditoren (siehe Anlage 3</w:delText>
        </w:r>
        <w:r w:rsidR="00425929" w:rsidDel="00226445">
          <w:delText xml:space="preserve"> zum Vertrag</w:delText>
        </w:r>
        <w:r w:rsidDel="00226445">
          <w:delText xml:space="preserve">), die die Prüfung der vorgelegten Unterlagen </w:delText>
        </w:r>
        <w:r w:rsidR="00AA4111" w:rsidDel="00226445">
          <w:delText>vor</w:delText>
        </w:r>
        <w:r w:rsidDel="00226445">
          <w:delText xml:space="preserve">rnehmen können. Durch die Zulassung von Auditoren wird sichergestellt, dass die Prüfung der Berichte unabhängig und mit hoher fachlicher Qualifikation erfolgt. </w:delText>
        </w:r>
      </w:del>
    </w:p>
    <w:p w:rsidR="00CF6869" w:rsidRPr="001806FC" w:rsidDel="00226445" w:rsidRDefault="00FE5C87" w:rsidP="00226445">
      <w:pPr>
        <w:rPr>
          <w:del w:id="230" w:author="Buttner, Henrike" w:date="2021-06-17T09:33:00Z"/>
        </w:rPr>
        <w:pPrChange w:id="231" w:author="Buttner, Henrike" w:date="2021-06-17T09:33:00Z">
          <w:pPr/>
        </w:pPrChange>
      </w:pPr>
      <w:del w:id="232" w:author="Buttner, Henrike" w:date="2021-06-17T09:33:00Z">
        <w:r w:rsidDel="00226445">
          <w:delText xml:space="preserve">Während der Laufzeit des Zeichenbenutzungsvertrages ist das Rechenzentrum energieeffizient zu betreiben und bei Neuanschaffungen von </w:delText>
        </w:r>
        <w:r w:rsidR="00425929" w:rsidDel="00226445">
          <w:delText xml:space="preserve">Gebäudetechnik </w:delText>
        </w:r>
        <w:r w:rsidDel="00226445">
          <w:delText xml:space="preserve">müssen Energieeffizienzkriterien berücksichtigt werden. Hierzu müssen die in Abschnitt 3.2 </w:delText>
        </w:r>
        <w:r w:rsidR="009A41C2" w:rsidDel="00226445">
          <w:delText xml:space="preserve">der Vergabekriterien </w:delText>
        </w:r>
        <w:r w:rsidDel="00226445">
          <w:delText xml:space="preserve">genannten Anforderungen eingehalten werden. </w:delText>
        </w:r>
      </w:del>
    </w:p>
    <w:p w:rsidR="00E158E0" w:rsidRPr="001806FC" w:rsidDel="00226445" w:rsidRDefault="00E158E0" w:rsidP="00226445">
      <w:pPr>
        <w:rPr>
          <w:del w:id="233" w:author="Buttner, Henrike" w:date="2021-06-17T09:33:00Z"/>
        </w:rPr>
        <w:pPrChange w:id="234" w:author="Buttner, Henrike" w:date="2021-06-17T09:33:00Z">
          <w:pPr/>
        </w:pPrChange>
      </w:pPr>
      <w:del w:id="235" w:author="Buttner, Henrike" w:date="2021-06-17T09:33:00Z">
        <w:r w:rsidRPr="001806FC" w:rsidDel="00226445">
          <w:delText>Der „</w:delText>
        </w:r>
        <w:r w:rsidRPr="001806FC" w:rsidDel="00226445">
          <w:rPr>
            <w:b/>
          </w:rPr>
          <w:delText>Energieeffizienzbericht bei Antragsstellung</w:delText>
        </w:r>
        <w:r w:rsidRPr="001806FC" w:rsidDel="00226445">
          <w:delText xml:space="preserve">“ muss der </w:delText>
        </w:r>
        <w:r w:rsidR="00E32E86" w:rsidRPr="001806FC" w:rsidDel="00226445">
          <w:delText xml:space="preserve">RAL gGmbH </w:delText>
        </w:r>
        <w:r w:rsidRPr="001806FC" w:rsidDel="00226445">
          <w:delText xml:space="preserve">vom Antragsteller </w:delText>
        </w:r>
        <w:r w:rsidR="00E32E86" w:rsidRPr="001806FC" w:rsidDel="00226445">
          <w:rPr>
            <w:b/>
          </w:rPr>
          <w:delText>zum Zeitpunkt der Antragsstellung</w:delText>
        </w:r>
        <w:r w:rsidR="00E32E86" w:rsidRPr="001806FC" w:rsidDel="00226445">
          <w:delText xml:space="preserve"> </w:delText>
        </w:r>
        <w:r w:rsidRPr="001806FC" w:rsidDel="00226445">
          <w:delText>vorgele</w:delText>
        </w:r>
        <w:r w:rsidR="00E112A7" w:rsidRPr="001806FC" w:rsidDel="00226445">
          <w:delText>g</w:delText>
        </w:r>
        <w:r w:rsidRPr="001806FC" w:rsidDel="00226445">
          <w:delText xml:space="preserve">t werden. Hierzu sind folgende </w:delText>
        </w:r>
        <w:r w:rsidR="001E6C86" w:rsidRPr="001806FC" w:rsidDel="00226445">
          <w:delText>Aspekte</w:delText>
        </w:r>
        <w:r w:rsidR="00E112A7" w:rsidRPr="001806FC" w:rsidDel="00226445">
          <w:delText xml:space="preserve"> zu beachten</w:delText>
        </w:r>
        <w:r w:rsidR="00CF6869" w:rsidRPr="001806FC" w:rsidDel="00226445">
          <w:delText>:</w:delText>
        </w:r>
      </w:del>
    </w:p>
    <w:p w:rsidR="007F7998" w:rsidRPr="001806FC" w:rsidDel="00226445" w:rsidRDefault="00521104" w:rsidP="00226445">
      <w:pPr>
        <w:rPr>
          <w:del w:id="236" w:author="Buttner, Henrike" w:date="2021-06-17T09:33:00Z"/>
        </w:rPr>
        <w:pPrChange w:id="237" w:author="Buttner, Henrike" w:date="2021-06-17T09:33:00Z">
          <w:pPr>
            <w:numPr>
              <w:numId w:val="14"/>
            </w:numPr>
            <w:ind w:left="720" w:hanging="360"/>
          </w:pPr>
        </w:pPrChange>
      </w:pPr>
      <w:del w:id="238" w:author="Buttner, Henrike" w:date="2021-06-17T09:33:00Z">
        <w:r w:rsidRPr="001806FC" w:rsidDel="00226445">
          <w:delText xml:space="preserve">Im </w:delText>
        </w:r>
        <w:r w:rsidR="001806FC" w:rsidDel="00226445">
          <w:delText>Teil 1</w:delText>
        </w:r>
        <w:r w:rsidR="00DE449E" w:rsidRPr="001806FC" w:rsidDel="00226445">
          <w:delText xml:space="preserve"> </w:delText>
        </w:r>
        <w:r w:rsidRPr="001806FC" w:rsidDel="00226445">
          <w:delText>des Berichtes werden</w:delText>
        </w:r>
        <w:r w:rsidR="00DE449E" w:rsidRPr="001806FC" w:rsidDel="00226445">
          <w:delText xml:space="preserve"> allgemeine Angaben zum Rechenzentrum</w:delText>
        </w:r>
        <w:r w:rsidRPr="001806FC" w:rsidDel="00226445">
          <w:delText xml:space="preserve"> erwartet</w:delText>
        </w:r>
        <w:r w:rsidR="00EE13AF" w:rsidDel="00226445">
          <w:delText>.</w:delText>
        </w:r>
        <w:r w:rsidR="00DE449E" w:rsidRPr="001806FC" w:rsidDel="00226445">
          <w:delText xml:space="preserve"> </w:delText>
        </w:r>
      </w:del>
    </w:p>
    <w:p w:rsidR="00402D2F" w:rsidRPr="001806FC" w:rsidDel="00226445" w:rsidRDefault="00521104" w:rsidP="00226445">
      <w:pPr>
        <w:rPr>
          <w:del w:id="239" w:author="Buttner, Henrike" w:date="2021-06-17T09:33:00Z"/>
        </w:rPr>
        <w:pPrChange w:id="240" w:author="Buttner, Henrike" w:date="2021-06-17T09:33:00Z">
          <w:pPr>
            <w:numPr>
              <w:numId w:val="14"/>
            </w:numPr>
            <w:ind w:left="720" w:hanging="360"/>
          </w:pPr>
        </w:pPrChange>
      </w:pPr>
      <w:del w:id="241" w:author="Buttner, Henrike" w:date="2021-06-17T09:33:00Z">
        <w:r w:rsidRPr="001806FC" w:rsidDel="00226445">
          <w:delText xml:space="preserve">Im </w:delText>
        </w:r>
        <w:r w:rsidR="001806FC" w:rsidDel="00226445">
          <w:delText xml:space="preserve">Teil 2 </w:delText>
        </w:r>
        <w:r w:rsidRPr="001806FC" w:rsidDel="00226445">
          <w:delText>des Berichtes</w:delText>
        </w:r>
        <w:r w:rsidR="00402D2F" w:rsidRPr="001806FC" w:rsidDel="00226445">
          <w:delText xml:space="preserve"> </w:delText>
        </w:r>
        <w:r w:rsidRPr="001806FC" w:rsidDel="00226445">
          <w:delText xml:space="preserve">muss die Einhaltung alle </w:delText>
        </w:r>
        <w:r w:rsidR="00402D2F" w:rsidRPr="001806FC" w:rsidDel="00226445">
          <w:delText>Anforderungen</w:delText>
        </w:r>
        <w:r w:rsidRPr="001806FC" w:rsidDel="00226445">
          <w:delText xml:space="preserve"> dokumentiert werden</w:delText>
        </w:r>
        <w:r w:rsidR="00402D2F" w:rsidRPr="001806FC" w:rsidDel="00226445">
          <w:delText xml:space="preserve">, die zum Zeitpunkt der Antragstellung </w:delText>
        </w:r>
        <w:r w:rsidR="00DE449E" w:rsidRPr="001806FC" w:rsidDel="00226445">
          <w:delText>gelten.</w:delText>
        </w:r>
      </w:del>
    </w:p>
    <w:p w:rsidR="00A02C44" w:rsidRPr="001806FC" w:rsidDel="00226445" w:rsidRDefault="005B2BFB" w:rsidP="00226445">
      <w:pPr>
        <w:rPr>
          <w:del w:id="242" w:author="Buttner, Henrike" w:date="2021-06-17T09:33:00Z"/>
        </w:rPr>
        <w:pPrChange w:id="243" w:author="Buttner, Henrike" w:date="2021-06-17T09:33:00Z">
          <w:pPr>
            <w:numPr>
              <w:numId w:val="14"/>
            </w:numPr>
            <w:ind w:left="720" w:hanging="360"/>
          </w:pPr>
        </w:pPrChange>
      </w:pPr>
      <w:del w:id="244" w:author="Buttner, Henrike" w:date="2021-06-17T09:33:00Z">
        <w:r w:rsidRPr="001806FC" w:rsidDel="00226445">
          <w:delText xml:space="preserve">Der </w:delText>
        </w:r>
        <w:r w:rsidR="001806FC" w:rsidDel="00226445">
          <w:delText xml:space="preserve">Teil 2 </w:delText>
        </w:r>
        <w:r w:rsidR="00A02C44" w:rsidRPr="001806FC" w:rsidDel="00226445">
          <w:delText xml:space="preserve">des Berichts enthält zusätzlich </w:delText>
        </w:r>
        <w:r w:rsidR="00DE449E" w:rsidRPr="001806FC" w:rsidDel="00226445">
          <w:delText xml:space="preserve">Angaben, </w:delText>
        </w:r>
        <w:r w:rsidR="00A02C44" w:rsidRPr="001806FC" w:rsidDel="00226445">
          <w:delText xml:space="preserve">die </w:delText>
        </w:r>
        <w:r w:rsidR="00DE449E" w:rsidRPr="001806FC" w:rsidDel="00226445">
          <w:delText xml:space="preserve">auszufüllen </w:delText>
        </w:r>
        <w:r w:rsidR="00A02C44" w:rsidRPr="001806FC" w:rsidDel="00226445">
          <w:delText>sind, wenn diese Vorlage als „Energieeffizienzbericht</w:delText>
        </w:r>
        <w:r w:rsidR="009A41C2" w:rsidDel="00226445">
          <w:delText xml:space="preserve"> zur Abschlussevaluation</w:delText>
        </w:r>
        <w:r w:rsidR="00DE449E" w:rsidRPr="001806FC" w:rsidDel="00226445">
          <w:delText>“</w:delText>
        </w:r>
        <w:r w:rsidR="00A02C44" w:rsidRPr="001806FC" w:rsidDel="00226445">
          <w:delText xml:space="preserve"> genutzt werden soll (vgl. unten).</w:delText>
        </w:r>
      </w:del>
    </w:p>
    <w:p w:rsidR="006E78BE" w:rsidRPr="001806FC" w:rsidDel="00226445" w:rsidRDefault="00A76887" w:rsidP="00226445">
      <w:pPr>
        <w:rPr>
          <w:del w:id="245" w:author="Buttner, Henrike" w:date="2021-06-17T09:33:00Z"/>
        </w:rPr>
        <w:pPrChange w:id="246" w:author="Buttner, Henrike" w:date="2021-06-17T09:33:00Z">
          <w:pPr>
            <w:numPr>
              <w:numId w:val="14"/>
            </w:numPr>
            <w:ind w:left="720" w:hanging="360"/>
          </w:pPr>
        </w:pPrChange>
      </w:pPr>
      <w:del w:id="247" w:author="Buttner, Henrike" w:date="2021-06-17T09:33:00Z">
        <w:r w:rsidRPr="001806FC" w:rsidDel="00226445">
          <w:delText xml:space="preserve">Der </w:delText>
        </w:r>
        <w:r w:rsidR="009A41C2" w:rsidRPr="009A41C2" w:rsidDel="00226445">
          <w:delText>„Energieeffizienzbericht bei Antragsstellung“</w:delText>
        </w:r>
        <w:r w:rsidR="009A41C2" w:rsidDel="00226445">
          <w:delText xml:space="preserve"> </w:delText>
        </w:r>
        <w:r w:rsidRPr="001806FC" w:rsidDel="00226445">
          <w:delText xml:space="preserve">muss durch </w:delText>
        </w:r>
        <w:r w:rsidR="009A41C2" w:rsidDel="00226445">
          <w:delText>einen unabhängigen Auditor auf Plausibilität geprüft und bestätigt werden.</w:delText>
        </w:r>
      </w:del>
    </w:p>
    <w:p w:rsidR="00C3307F" w:rsidRPr="001806FC" w:rsidDel="00226445" w:rsidRDefault="00E158E0" w:rsidP="00226445">
      <w:pPr>
        <w:rPr>
          <w:del w:id="248" w:author="Buttner, Henrike" w:date="2021-06-17T09:33:00Z"/>
        </w:rPr>
        <w:pPrChange w:id="249" w:author="Buttner, Henrike" w:date="2021-06-17T09:33:00Z">
          <w:pPr/>
        </w:pPrChange>
      </w:pPr>
      <w:del w:id="250" w:author="Buttner, Henrike" w:date="2021-06-17T09:33:00Z">
        <w:r w:rsidRPr="001806FC" w:rsidDel="00226445">
          <w:delText>Ein „</w:delText>
        </w:r>
        <w:r w:rsidRPr="001806FC" w:rsidDel="00226445">
          <w:rPr>
            <w:b/>
          </w:rPr>
          <w:delText>Energieeffizienzbericht</w:delText>
        </w:r>
        <w:r w:rsidR="0069788D" w:rsidDel="00226445">
          <w:rPr>
            <w:b/>
          </w:rPr>
          <w:delText xml:space="preserve"> zur Abschlussevaluation</w:delText>
        </w:r>
        <w:r w:rsidRPr="001806FC" w:rsidDel="00226445">
          <w:rPr>
            <w:b/>
          </w:rPr>
          <w:delText>“</w:delText>
        </w:r>
        <w:r w:rsidR="00402D2F" w:rsidRPr="001806FC" w:rsidDel="00226445">
          <w:delText xml:space="preserve"> </w:delText>
        </w:r>
        <w:r w:rsidRPr="001806FC" w:rsidDel="00226445">
          <w:delText xml:space="preserve">muss der RAL gGmbH </w:delText>
        </w:r>
        <w:r w:rsidR="0069788D" w:rsidRPr="0069788D" w:rsidDel="00226445">
          <w:delText>spätestens 6 Monate vor Ende der vereinbarten Vertragslaufzeit</w:delText>
        </w:r>
        <w:r w:rsidR="00E32E86" w:rsidRPr="001806FC" w:rsidDel="00226445">
          <w:delText xml:space="preserve"> vor</w:delText>
        </w:r>
        <w:r w:rsidRPr="001806FC" w:rsidDel="00226445">
          <w:delText>gelegt werden</w:delText>
        </w:r>
        <w:r w:rsidR="00E32E86" w:rsidRPr="001806FC" w:rsidDel="00226445">
          <w:delText>.</w:delText>
        </w:r>
        <w:r w:rsidR="00955232" w:rsidRPr="001806FC" w:rsidDel="00226445">
          <w:delText xml:space="preserve"> </w:delText>
        </w:r>
        <w:r w:rsidR="00DE1516" w:rsidRPr="001806FC" w:rsidDel="00226445">
          <w:delText xml:space="preserve">Der </w:delText>
        </w:r>
        <w:r w:rsidR="00B823CE" w:rsidDel="00226445">
          <w:delText>„</w:delText>
        </w:r>
        <w:r w:rsidR="00DE1516" w:rsidRPr="001806FC" w:rsidDel="00226445">
          <w:delText xml:space="preserve">Energieeffizienzbericht </w:delText>
        </w:r>
        <w:r w:rsidR="0069788D" w:rsidDel="00226445">
          <w:delText>zur Abschlussevaluation</w:delText>
        </w:r>
        <w:r w:rsidR="00B823CE" w:rsidDel="00226445">
          <w:delText>“</w:delText>
        </w:r>
        <w:r w:rsidR="0069788D" w:rsidDel="00226445">
          <w:delText xml:space="preserve"> </w:delText>
        </w:r>
        <w:r w:rsidR="00DE1516" w:rsidRPr="001806FC" w:rsidDel="00226445">
          <w:delText xml:space="preserve">kann als Fortschreibung und Aktualisierung des </w:delText>
        </w:r>
        <w:r w:rsidR="00DE449E" w:rsidRPr="00B40052" w:rsidDel="00226445">
          <w:delText>„</w:delText>
        </w:r>
        <w:r w:rsidR="00DE1516" w:rsidRPr="00D2075E" w:rsidDel="00226445">
          <w:delText>Energieeffizienzberichts bei Antragstellung</w:delText>
        </w:r>
        <w:r w:rsidR="00DE449E" w:rsidRPr="00B40052" w:rsidDel="00226445">
          <w:delText>“</w:delText>
        </w:r>
        <w:r w:rsidR="00DE1516" w:rsidRPr="001806FC" w:rsidDel="00226445">
          <w:delText xml:space="preserve"> erfolgen. </w:delText>
        </w:r>
        <w:r w:rsidR="00E712C5" w:rsidRPr="001806FC" w:rsidDel="00226445">
          <w:delText xml:space="preserve">Er muss dafür </w:delText>
        </w:r>
        <w:r w:rsidR="00EE2F6E" w:rsidRPr="001806FC" w:rsidDel="00226445">
          <w:delText xml:space="preserve">aktualisiert werden und zusätzlich </w:delText>
        </w:r>
        <w:r w:rsidR="00E712C5" w:rsidRPr="001806FC" w:rsidDel="00226445">
          <w:delText xml:space="preserve">um die </w:delText>
        </w:r>
        <w:r w:rsidR="00A02C44" w:rsidRPr="001806FC" w:rsidDel="00226445">
          <w:delText xml:space="preserve">in </w:delText>
        </w:r>
        <w:r w:rsidR="001806FC" w:rsidDel="00226445">
          <w:delText xml:space="preserve">Teil 2 </w:delText>
        </w:r>
        <w:r w:rsidR="00A02C44" w:rsidRPr="001806FC" w:rsidDel="00226445">
          <w:delText xml:space="preserve">mit der Überschrift </w:delText>
        </w:r>
        <w:r w:rsidR="007C1B7E" w:rsidRPr="001806FC" w:rsidDel="00226445">
          <w:delText>»</w:delText>
        </w:r>
        <w:r w:rsidR="00B40052" w:rsidDel="00226445">
          <w:delText>F</w:delText>
        </w:r>
        <w:r w:rsidR="0069788D" w:rsidRPr="0069788D" w:rsidDel="00226445">
          <w:delText xml:space="preserve">ür die Fortführung dieses Berichts als </w:delText>
        </w:r>
        <w:r w:rsidR="00B40052" w:rsidDel="00226445">
          <w:delText>„</w:delText>
        </w:r>
        <w:r w:rsidR="0069788D" w:rsidRPr="0069788D" w:rsidDel="00226445">
          <w:delText>Engergieeffizienzberich</w:delText>
        </w:r>
        <w:r w:rsidR="00831329" w:rsidDel="00226445">
          <w:delText>t zur Abschlussevaluation“ gilt:</w:delText>
        </w:r>
        <w:r w:rsidR="007C1B7E" w:rsidRPr="001806FC" w:rsidDel="00226445">
          <w:delText>«</w:delText>
        </w:r>
        <w:r w:rsidR="00A02C44" w:rsidRPr="001806FC" w:rsidDel="00226445">
          <w:rPr>
            <w:b/>
          </w:rPr>
          <w:delText xml:space="preserve"> </w:delText>
        </w:r>
        <w:r w:rsidR="00131226" w:rsidRPr="001806FC" w:rsidDel="00226445">
          <w:delText xml:space="preserve">versehenen Angaben </w:delText>
        </w:r>
        <w:r w:rsidR="00A02C44" w:rsidRPr="001806FC" w:rsidDel="00226445">
          <w:delText>ergänzt werden.</w:delText>
        </w:r>
        <w:r w:rsidR="00A02C44" w:rsidRPr="001806FC" w:rsidDel="00226445">
          <w:rPr>
            <w:b/>
          </w:rPr>
          <w:delText xml:space="preserve"> </w:delText>
        </w:r>
        <w:r w:rsidR="00FE5C87" w:rsidDel="00226445">
          <w:delText>Der „</w:delText>
        </w:r>
        <w:r w:rsidR="00FE5C87" w:rsidRPr="001806FC" w:rsidDel="00226445">
          <w:delText xml:space="preserve">Energieeffizienzbericht </w:delText>
        </w:r>
        <w:r w:rsidR="00FE5C87" w:rsidDel="00226445">
          <w:delText>zur Abschlussevaluation“ erfordert keine externe Prüfung durch einen Auditor.</w:delText>
        </w:r>
      </w:del>
    </w:p>
    <w:p w:rsidR="00226445" w:rsidRDefault="00226445" w:rsidP="00226445">
      <w:pPr>
        <w:rPr>
          <w:ins w:id="251" w:author="Buttner, Henrike" w:date="2021-06-17T09:36:00Z"/>
        </w:rPr>
      </w:pPr>
      <w:ins w:id="252" w:author="Buttner, Henrike" w:date="2021-06-17T09:36:00Z">
        <w:r>
          <w:t>eading aid</w:t>
        </w:r>
      </w:ins>
    </w:p>
    <w:p w:rsidR="007F26A3" w:rsidDel="00454FB0" w:rsidRDefault="00226445" w:rsidP="00D2075E">
      <w:pPr>
        <w:pStyle w:val="Beschriftung"/>
        <w:keepNext/>
        <w:rPr>
          <w:del w:id="253" w:author="Buttner, Henrike" w:date="2021-06-17T09:36:00Z"/>
        </w:rPr>
      </w:pPr>
      <w:ins w:id="254" w:author="Buttner, Henrike" w:date="2021-06-17T09:36:00Z">
        <w:r>
          <w:t>Table 1 below provides an overview of the annexes to the contract for use of the eco-label "Climate-friendly colocation data center" DE-UZ 214 and explains their content as well as their function in the application and in the final evaluation (see also at the end of this document: Overview of annexes to the contract).</w:t>
        </w:r>
      </w:ins>
      <w:del w:id="255" w:author="Buttner, Henrike" w:date="2021-06-17T09:36:00Z">
        <w:r w:rsidR="007F26A3" w:rsidDel="00226445">
          <w:delText>Lesehilfe</w:delText>
        </w:r>
      </w:del>
    </w:p>
    <w:p w:rsidR="00454FB0" w:rsidRPr="00454FB0" w:rsidRDefault="00454FB0" w:rsidP="00454FB0">
      <w:pPr>
        <w:rPr>
          <w:ins w:id="256" w:author="Buttner, Henrike" w:date="2021-06-17T09:36:00Z"/>
          <w:rPrChange w:id="257" w:author="Buttner, Henrike" w:date="2021-06-17T09:36:00Z">
            <w:rPr>
              <w:ins w:id="258" w:author="Buttner, Henrike" w:date="2021-06-17T09:36:00Z"/>
            </w:rPr>
          </w:rPrChange>
        </w:rPr>
        <w:pPrChange w:id="259" w:author="Buttner, Henrike" w:date="2021-06-17T09:36:00Z">
          <w:pPr>
            <w:pStyle w:val="berschrift1"/>
            <w:numPr>
              <w:numId w:val="0"/>
            </w:numPr>
            <w:tabs>
              <w:tab w:val="clear" w:pos="567"/>
            </w:tabs>
            <w:ind w:left="0" w:firstLine="0"/>
          </w:pPr>
        </w:pPrChange>
      </w:pPr>
    </w:p>
    <w:p w:rsidR="00813F9E" w:rsidDel="00226445" w:rsidRDefault="004872DA" w:rsidP="00D2075E">
      <w:pPr>
        <w:spacing w:after="120"/>
        <w:rPr>
          <w:del w:id="260" w:author="Buttner, Henrike" w:date="2021-06-17T09:36:00Z"/>
        </w:rPr>
      </w:pPr>
      <w:del w:id="261" w:author="Buttner, Henrike" w:date="2021-06-17T09:36:00Z">
        <w:r w:rsidDel="00226445">
          <w:delText>D</w:delText>
        </w:r>
        <w:r w:rsidRPr="004872DA" w:rsidDel="00226445">
          <w:delText xml:space="preserve">ie nachfolgende </w:delText>
        </w:r>
        <w:r w:rsidR="00D2075E" w:rsidDel="00226445">
          <w:fldChar w:fldCharType="begin"/>
        </w:r>
        <w:r w:rsidR="00D2075E" w:rsidDel="00226445">
          <w:delInstrText xml:space="preserve"> REF _Ref536528364 \h </w:delInstrText>
        </w:r>
        <w:r w:rsidR="00D2075E" w:rsidDel="00226445">
          <w:fldChar w:fldCharType="separate"/>
        </w:r>
        <w:r w:rsidR="009A3B0A" w:rsidDel="00226445">
          <w:delText xml:space="preserve">Tabelle </w:delText>
        </w:r>
        <w:r w:rsidR="009A3B0A" w:rsidDel="00226445">
          <w:rPr>
            <w:noProof/>
          </w:rPr>
          <w:delText>1</w:delText>
        </w:r>
        <w:r w:rsidR="00D2075E" w:rsidDel="00226445">
          <w:fldChar w:fldCharType="end"/>
        </w:r>
        <w:r w:rsidR="00850D82" w:rsidDel="00226445">
          <w:delText xml:space="preserve"> </w:delText>
        </w:r>
        <w:r w:rsidRPr="004872DA" w:rsidDel="00226445">
          <w:delText xml:space="preserve">gibt einen Überblick </w:delText>
        </w:r>
        <w:r w:rsidR="00D2075E" w:rsidDel="00226445">
          <w:delText>über die</w:delText>
        </w:r>
        <w:r w:rsidRPr="004872DA" w:rsidDel="00226445">
          <w:delText xml:space="preserve"> </w:delText>
        </w:r>
        <w:r w:rsidDel="00226445">
          <w:delText>Anlagen</w:delText>
        </w:r>
        <w:r w:rsidR="00D2075E" w:rsidDel="00226445">
          <w:delText xml:space="preserve"> zum Vertrag zur Nutzung des Umweltzeichens „</w:delText>
        </w:r>
        <w:r w:rsidR="00425929" w:rsidDel="00226445">
          <w:delText>Klimaschonende</w:delText>
        </w:r>
        <w:r w:rsidR="00803F1B" w:rsidDel="00226445">
          <w:delText>s</w:delText>
        </w:r>
        <w:r w:rsidR="00425929" w:rsidRPr="00A34BEB" w:rsidDel="00226445">
          <w:delText xml:space="preserve"> </w:delText>
        </w:r>
        <w:r w:rsidR="00425929" w:rsidDel="00226445">
          <w:delText>Colocation-</w:delText>
        </w:r>
        <w:r w:rsidR="00425929" w:rsidRPr="00A34BEB" w:rsidDel="00226445">
          <w:delText>Rechenzentr</w:delText>
        </w:r>
        <w:r w:rsidR="00803F1B" w:rsidDel="00226445">
          <w:delText>um</w:delText>
        </w:r>
        <w:r w:rsidR="00D2075E" w:rsidDel="00226445">
          <w:delText xml:space="preserve">“ DE-UZ </w:delText>
        </w:r>
        <w:r w:rsidR="00803F1B" w:rsidDel="00226445">
          <w:delText>214</w:delText>
        </w:r>
        <w:r w:rsidR="00425929" w:rsidDel="00226445">
          <w:delText xml:space="preserve"> </w:delText>
        </w:r>
        <w:r w:rsidR="00813F9E" w:rsidDel="00226445">
          <w:delText xml:space="preserve">und erläutert deren </w:delText>
        </w:r>
        <w:r w:rsidR="00914DF3" w:rsidDel="00226445">
          <w:delText xml:space="preserve">Inhalt </w:delText>
        </w:r>
        <w:r w:rsidR="00C4618D" w:rsidDel="00226445">
          <w:delText xml:space="preserve">sowie deren Funktion </w:delText>
        </w:r>
        <w:r w:rsidR="00831329" w:rsidDel="00226445">
          <w:delText xml:space="preserve">bei der Antragstellung sowie bei der Abschlussevaluation (siehe auch am Ende dieses Dokuments: </w:delText>
        </w:r>
        <w:r w:rsidR="00831329" w:rsidDel="00226445">
          <w:fldChar w:fldCharType="begin"/>
        </w:r>
        <w:r w:rsidR="00831329" w:rsidDel="00226445">
          <w:delInstrText xml:space="preserve"> REF _Ref536529129 \h  \* MERGEFORMAT </w:delInstrText>
        </w:r>
        <w:r w:rsidR="00831329" w:rsidDel="00226445">
          <w:fldChar w:fldCharType="separate"/>
        </w:r>
        <w:r w:rsidR="009A3B0A" w:rsidDel="00226445">
          <w:delText>Übersicht über Anlagen zum Vertrag</w:delText>
        </w:r>
        <w:r w:rsidR="00831329" w:rsidDel="00226445">
          <w:fldChar w:fldCharType="end"/>
        </w:r>
        <w:r w:rsidR="00831329" w:rsidDel="00226445">
          <w:delText>)</w:delText>
        </w:r>
        <w:r w:rsidR="00C4618D" w:rsidDel="00226445">
          <w:delText>.</w:delText>
        </w:r>
      </w:del>
    </w:p>
    <w:p w:rsidR="00850D82" w:rsidRDefault="00454FB0" w:rsidP="00D2075E">
      <w:pPr>
        <w:pStyle w:val="Beschriftung"/>
        <w:keepNext/>
      </w:pPr>
      <w:bookmarkStart w:id="262" w:name="_Ref536528364"/>
      <w:ins w:id="263" w:author="Buttner, Henrike" w:date="2021-06-17T09:36:00Z">
        <w:r w:rsidRPr="00454FB0">
          <w:t>Table 1: Overview of the annexes to the contract</w:t>
        </w:r>
      </w:ins>
      <w:del w:id="264" w:author="Buttner, Henrike" w:date="2021-06-17T09:36:00Z">
        <w:r w:rsidR="00850D82" w:rsidDel="00454FB0">
          <w:delText xml:space="preserve">Tabelle </w:delText>
        </w:r>
        <w:r w:rsidR="00226445" w:rsidDel="00454FB0">
          <w:fldChar w:fldCharType="begin"/>
        </w:r>
        <w:r w:rsidR="00226445" w:rsidDel="00454FB0">
          <w:delInstrText xml:space="preserve"> SEQ Tabelle \* ARABIC </w:delInstrText>
        </w:r>
        <w:r w:rsidR="00226445" w:rsidDel="00454FB0">
          <w:fldChar w:fldCharType="separate"/>
        </w:r>
        <w:r w:rsidR="009A3B0A" w:rsidDel="00454FB0">
          <w:rPr>
            <w:noProof/>
          </w:rPr>
          <w:delText>1</w:delText>
        </w:r>
        <w:r w:rsidR="00226445" w:rsidDel="00454FB0">
          <w:rPr>
            <w:noProof/>
          </w:rPr>
          <w:fldChar w:fldCharType="end"/>
        </w:r>
        <w:bookmarkEnd w:id="262"/>
        <w:r w:rsidR="00850D82" w:rsidDel="00454FB0">
          <w:delText xml:space="preserve">: Überblick </w:delText>
        </w:r>
        <w:r w:rsidR="00C4618D" w:rsidDel="00454FB0">
          <w:delText xml:space="preserve">über die </w:delText>
        </w:r>
        <w:r w:rsidR="00850D82" w:rsidDel="00454FB0">
          <w:delText>Anlagen</w:delText>
        </w:r>
        <w:r w:rsidR="00D2075E" w:rsidDel="00454FB0">
          <w:delText xml:space="preserve"> zum </w:delText>
        </w:r>
        <w:r w:rsidR="00C4618D" w:rsidDel="00454FB0">
          <w:delText>Vertrag</w:delText>
        </w:r>
      </w:del>
    </w:p>
    <w:tbl>
      <w:tblPr>
        <w:tblStyle w:val="TabelleNEUPS"/>
        <w:tblW w:w="9216" w:type="dxa"/>
        <w:tblInd w:w="0" w:type="dxa"/>
        <w:tblLayout w:type="fixed"/>
        <w:tblLook w:val="04A0" w:firstRow="1" w:lastRow="0" w:firstColumn="1" w:lastColumn="0" w:noHBand="0" w:noVBand="1"/>
      </w:tblPr>
      <w:tblGrid>
        <w:gridCol w:w="1356"/>
        <w:gridCol w:w="3276"/>
        <w:gridCol w:w="1528"/>
        <w:gridCol w:w="1528"/>
        <w:gridCol w:w="1528"/>
      </w:tblGrid>
      <w:tr w:rsidR="00831329" w:rsidRPr="00A54E91" w:rsidTr="00831329">
        <w:tc>
          <w:tcPr>
            <w:tcW w:w="1356" w:type="dxa"/>
            <w:shd w:val="clear" w:color="auto" w:fill="C6D9F1" w:themeFill="text2" w:themeFillTint="33"/>
          </w:tcPr>
          <w:p w:rsidR="00831329" w:rsidRPr="00A54E91" w:rsidRDefault="00831329" w:rsidP="00D2075E">
            <w:pPr>
              <w:spacing w:before="120" w:after="120" w:line="240" w:lineRule="atLeast"/>
              <w:jc w:val="left"/>
              <w:rPr>
                <w:b/>
                <w:sz w:val="20"/>
              </w:rPr>
            </w:pPr>
            <w:del w:id="265" w:author="Buttner, Henrike" w:date="2021-06-17T09:36:00Z">
              <w:r w:rsidDel="00454FB0">
                <w:rPr>
                  <w:b/>
                  <w:sz w:val="20"/>
                </w:rPr>
                <w:delText>Anlage</w:delText>
              </w:r>
            </w:del>
            <w:ins w:id="266" w:author="Buttner, Henrike" w:date="2021-06-17T09:36:00Z">
              <w:r w:rsidR="00454FB0">
                <w:rPr>
                  <w:b/>
                  <w:sz w:val="20"/>
                </w:rPr>
                <w:t>Annex</w:t>
              </w:r>
            </w:ins>
          </w:p>
        </w:tc>
        <w:tc>
          <w:tcPr>
            <w:tcW w:w="3276" w:type="dxa"/>
            <w:shd w:val="clear" w:color="auto" w:fill="C6D9F1" w:themeFill="text2" w:themeFillTint="33"/>
          </w:tcPr>
          <w:p w:rsidR="00831329" w:rsidRPr="00350166" w:rsidRDefault="00454FB0" w:rsidP="00D2075E">
            <w:pPr>
              <w:spacing w:before="120" w:after="120" w:line="240" w:lineRule="atLeast"/>
              <w:jc w:val="left"/>
              <w:rPr>
                <w:b/>
                <w:sz w:val="20"/>
              </w:rPr>
            </w:pPr>
            <w:ins w:id="267" w:author="Buttner, Henrike" w:date="2021-06-17T09:37:00Z">
              <w:r w:rsidRPr="00454FB0">
                <w:rPr>
                  <w:b/>
                  <w:sz w:val="20"/>
                </w:rPr>
                <w:t>Content</w:t>
              </w:r>
            </w:ins>
            <w:del w:id="268" w:author="Buttner, Henrike" w:date="2021-06-17T09:37:00Z">
              <w:r w:rsidR="00831329" w:rsidRPr="00350166" w:rsidDel="00454FB0">
                <w:rPr>
                  <w:b/>
                  <w:sz w:val="20"/>
                </w:rPr>
                <w:delText>Inhalt</w:delText>
              </w:r>
            </w:del>
          </w:p>
        </w:tc>
        <w:tc>
          <w:tcPr>
            <w:tcW w:w="1528" w:type="dxa"/>
            <w:shd w:val="clear" w:color="auto" w:fill="C6D9F1" w:themeFill="text2" w:themeFillTint="33"/>
          </w:tcPr>
          <w:p w:rsidR="00831329" w:rsidRPr="00350166" w:rsidRDefault="00454FB0" w:rsidP="001B3E76">
            <w:pPr>
              <w:spacing w:before="120" w:after="120" w:line="240" w:lineRule="atLeast"/>
              <w:jc w:val="center"/>
              <w:rPr>
                <w:b/>
                <w:sz w:val="20"/>
              </w:rPr>
            </w:pPr>
            <w:ins w:id="269" w:author="Buttner, Henrike" w:date="2021-06-17T09:37:00Z">
              <w:r w:rsidRPr="00454FB0">
                <w:rPr>
                  <w:b/>
                  <w:sz w:val="20"/>
                </w:rPr>
                <w:t>Template available</w:t>
              </w:r>
            </w:ins>
            <w:del w:id="270" w:author="Buttner, Henrike" w:date="2021-06-17T09:37:00Z">
              <w:r w:rsidR="00831329" w:rsidDel="00454FB0">
                <w:rPr>
                  <w:b/>
                  <w:sz w:val="20"/>
                </w:rPr>
                <w:delText>Vorlage vorhanden</w:delText>
              </w:r>
            </w:del>
          </w:p>
        </w:tc>
        <w:tc>
          <w:tcPr>
            <w:tcW w:w="1528" w:type="dxa"/>
            <w:shd w:val="clear" w:color="auto" w:fill="C6D9F1" w:themeFill="text2" w:themeFillTint="33"/>
          </w:tcPr>
          <w:p w:rsidR="00831329" w:rsidRPr="00350166" w:rsidRDefault="00454FB0" w:rsidP="00214DA1">
            <w:pPr>
              <w:spacing w:before="120" w:after="120" w:line="240" w:lineRule="atLeast"/>
              <w:jc w:val="center"/>
              <w:rPr>
                <w:b/>
                <w:sz w:val="20"/>
              </w:rPr>
            </w:pPr>
            <w:ins w:id="271" w:author="Buttner, Henrike" w:date="2021-06-17T09:37:00Z">
              <w:r w:rsidRPr="00454FB0">
                <w:rPr>
                  <w:b/>
                  <w:sz w:val="20"/>
                </w:rPr>
                <w:t>Part of the application</w:t>
              </w:r>
            </w:ins>
            <w:del w:id="272" w:author="Buttner, Henrike" w:date="2021-06-17T09:37:00Z">
              <w:r w:rsidR="00831329" w:rsidRPr="00350166" w:rsidDel="00454FB0">
                <w:rPr>
                  <w:b/>
                  <w:sz w:val="20"/>
                </w:rPr>
                <w:delText>Bestandteil der Antragstellung</w:delText>
              </w:r>
            </w:del>
          </w:p>
        </w:tc>
        <w:tc>
          <w:tcPr>
            <w:tcW w:w="1528" w:type="dxa"/>
            <w:shd w:val="clear" w:color="auto" w:fill="C6D9F1" w:themeFill="text2" w:themeFillTint="33"/>
          </w:tcPr>
          <w:p w:rsidR="00831329" w:rsidRPr="00350166" w:rsidRDefault="00CD57F0" w:rsidP="001B3E76">
            <w:pPr>
              <w:spacing w:before="120" w:after="120" w:line="240" w:lineRule="atLeast"/>
              <w:jc w:val="center"/>
              <w:rPr>
                <w:b/>
                <w:sz w:val="20"/>
              </w:rPr>
            </w:pPr>
            <w:ins w:id="273" w:author="Buttner, Henrike" w:date="2021-06-17T09:51:00Z">
              <w:r w:rsidRPr="00454FB0">
                <w:rPr>
                  <w:b/>
                  <w:sz w:val="20"/>
                </w:rPr>
                <w:t>Part of the</w:t>
              </w:r>
            </w:ins>
            <w:ins w:id="274" w:author="Buttner, Henrike" w:date="2021-06-17T09:38:00Z">
              <w:r w:rsidR="00454FB0" w:rsidRPr="00454FB0">
                <w:rPr>
                  <w:b/>
                  <w:sz w:val="20"/>
                </w:rPr>
                <w:t xml:space="preserve"> </w:t>
              </w:r>
            </w:ins>
            <w:ins w:id="275" w:author="Buttner, Henrike" w:date="2021-06-17T09:51:00Z">
              <w:r>
                <w:rPr>
                  <w:b/>
                  <w:sz w:val="20"/>
                </w:rPr>
                <w:t xml:space="preserve">  </w:t>
              </w:r>
            </w:ins>
            <w:ins w:id="276" w:author="Buttner, Henrike" w:date="2021-06-17T09:38:00Z">
              <w:r w:rsidR="00454FB0" w:rsidRPr="00454FB0">
                <w:rPr>
                  <w:b/>
                  <w:sz w:val="20"/>
                </w:rPr>
                <w:t>final evaluation</w:t>
              </w:r>
            </w:ins>
            <w:del w:id="277" w:author="Buttner, Henrike" w:date="2021-06-17T09:38:00Z">
              <w:r w:rsidR="00831329" w:rsidRPr="00350166" w:rsidDel="00454FB0">
                <w:rPr>
                  <w:b/>
                  <w:sz w:val="20"/>
                </w:rPr>
                <w:delText xml:space="preserve">Bestandteil </w:delText>
              </w:r>
              <w:r w:rsidR="00831329" w:rsidDel="00454FB0">
                <w:rPr>
                  <w:b/>
                  <w:sz w:val="20"/>
                </w:rPr>
                <w:delText>Abschlussevaluation</w:delText>
              </w:r>
            </w:del>
          </w:p>
        </w:tc>
      </w:tr>
      <w:tr w:rsidR="00831329" w:rsidRPr="003C1A26" w:rsidTr="00831329">
        <w:tc>
          <w:tcPr>
            <w:tcW w:w="1356" w:type="dxa"/>
          </w:tcPr>
          <w:p w:rsidR="00831329" w:rsidRPr="00D2075E" w:rsidRDefault="00831329" w:rsidP="00D2075E">
            <w:pPr>
              <w:spacing w:after="40" w:line="240" w:lineRule="atLeast"/>
              <w:jc w:val="left"/>
              <w:rPr>
                <w:sz w:val="20"/>
              </w:rPr>
            </w:pPr>
            <w:del w:id="278" w:author="Buttner, Henrike" w:date="2021-06-17T09:36:00Z">
              <w:r w:rsidRPr="00D2075E" w:rsidDel="00454FB0">
                <w:rPr>
                  <w:sz w:val="20"/>
                </w:rPr>
                <w:delText xml:space="preserve">Anlage </w:delText>
              </w:r>
            </w:del>
            <w:ins w:id="279" w:author="Buttner, Henrike" w:date="2021-06-17T09:36:00Z">
              <w:r w:rsidR="00454FB0">
                <w:rPr>
                  <w:sz w:val="20"/>
                </w:rPr>
                <w:t>Annex</w:t>
              </w:r>
              <w:r w:rsidR="00454FB0" w:rsidRPr="00D2075E">
                <w:rPr>
                  <w:sz w:val="20"/>
                </w:rPr>
                <w:t xml:space="preserve"> </w:t>
              </w:r>
            </w:ins>
            <w:r w:rsidRPr="00D2075E">
              <w:rPr>
                <w:sz w:val="20"/>
              </w:rPr>
              <w:t>1</w:t>
            </w:r>
          </w:p>
        </w:tc>
        <w:tc>
          <w:tcPr>
            <w:tcW w:w="3276" w:type="dxa"/>
          </w:tcPr>
          <w:p w:rsidR="00831329" w:rsidRPr="00350166" w:rsidRDefault="00454FB0" w:rsidP="00D2075E">
            <w:pPr>
              <w:spacing w:after="40" w:line="240" w:lineRule="atLeast"/>
              <w:jc w:val="left"/>
              <w:rPr>
                <w:sz w:val="20"/>
              </w:rPr>
            </w:pPr>
            <w:ins w:id="280" w:author="Buttner, Henrike" w:date="2021-06-17T09:39:00Z">
              <w:r w:rsidRPr="00454FB0">
                <w:rPr>
                  <w:sz w:val="20"/>
                </w:rPr>
                <w:t>Applicant declares compliance with the requirement of the eco-label</w:t>
              </w:r>
            </w:ins>
            <w:del w:id="281" w:author="Buttner, Henrike" w:date="2021-06-17T09:39:00Z">
              <w:r w:rsidR="00831329" w:rsidRPr="00D2075E" w:rsidDel="00454FB0">
                <w:rPr>
                  <w:sz w:val="20"/>
                </w:rPr>
                <w:delText>Antragsteller erklärt die Einhaltung der Anforderung des Umweltzeichens</w:delText>
              </w:r>
            </w:del>
          </w:p>
        </w:tc>
        <w:tc>
          <w:tcPr>
            <w:tcW w:w="1528" w:type="dxa"/>
          </w:tcPr>
          <w:p w:rsidR="00831329" w:rsidRDefault="001B3E76" w:rsidP="00827C2A">
            <w:pPr>
              <w:spacing w:after="40" w:line="240" w:lineRule="atLeast"/>
              <w:jc w:val="center"/>
              <w:rPr>
                <w:sz w:val="20"/>
                <w:szCs w:val="20"/>
              </w:rPr>
            </w:pPr>
            <w:del w:id="282" w:author="Buttner, Henrike" w:date="2021-06-17T09:38:00Z">
              <w:r w:rsidDel="00454FB0">
                <w:rPr>
                  <w:sz w:val="20"/>
                  <w:szCs w:val="20"/>
                </w:rPr>
                <w:delText>Ja</w:delText>
              </w:r>
            </w:del>
            <w:ins w:id="283" w:author="Buttner, Henrike" w:date="2021-06-17T09:38:00Z">
              <w:r w:rsidR="00454FB0">
                <w:rPr>
                  <w:sz w:val="20"/>
                  <w:szCs w:val="20"/>
                </w:rPr>
                <w:t>Yes</w:t>
              </w:r>
            </w:ins>
          </w:p>
        </w:tc>
        <w:tc>
          <w:tcPr>
            <w:tcW w:w="1528" w:type="dxa"/>
          </w:tcPr>
          <w:p w:rsidR="00831329" w:rsidRPr="005221AA" w:rsidRDefault="00454FB0" w:rsidP="00214DA1">
            <w:pPr>
              <w:spacing w:after="40" w:line="240" w:lineRule="atLeast"/>
              <w:jc w:val="center"/>
              <w:rPr>
                <w:sz w:val="20"/>
                <w:szCs w:val="20"/>
              </w:rPr>
            </w:pPr>
            <w:ins w:id="284" w:author="Buttner, Henrike" w:date="2021-06-17T09:38:00Z">
              <w:r>
                <w:rPr>
                  <w:sz w:val="20"/>
                  <w:szCs w:val="20"/>
                </w:rPr>
                <w:t>Yes</w:t>
              </w:r>
            </w:ins>
            <w:del w:id="285" w:author="Buttner, Henrike" w:date="2021-06-17T09:38:00Z">
              <w:r w:rsidR="001B3E76" w:rsidDel="00454FB0">
                <w:rPr>
                  <w:sz w:val="20"/>
                  <w:szCs w:val="20"/>
                </w:rPr>
                <w:delText>J</w:delText>
              </w:r>
              <w:r w:rsidR="00831329" w:rsidDel="00454FB0">
                <w:rPr>
                  <w:sz w:val="20"/>
                  <w:szCs w:val="20"/>
                </w:rPr>
                <w:delText>a</w:delText>
              </w:r>
            </w:del>
          </w:p>
        </w:tc>
        <w:tc>
          <w:tcPr>
            <w:tcW w:w="1528" w:type="dxa"/>
          </w:tcPr>
          <w:p w:rsidR="00831329" w:rsidRPr="005221AA" w:rsidRDefault="00454FB0" w:rsidP="00827C2A">
            <w:pPr>
              <w:spacing w:after="40" w:line="240" w:lineRule="atLeast"/>
              <w:jc w:val="center"/>
              <w:rPr>
                <w:sz w:val="20"/>
                <w:szCs w:val="20"/>
              </w:rPr>
            </w:pPr>
            <w:ins w:id="286" w:author="Buttner, Henrike" w:date="2021-06-17T09:39:00Z">
              <w:r>
                <w:rPr>
                  <w:sz w:val="20"/>
                  <w:szCs w:val="20"/>
                </w:rPr>
                <w:t>No</w:t>
              </w:r>
            </w:ins>
            <w:del w:id="287" w:author="Buttner, Henrike" w:date="2021-06-17T09:39:00Z">
              <w:r w:rsidR="001B3E76" w:rsidDel="00454FB0">
                <w:rPr>
                  <w:sz w:val="20"/>
                  <w:szCs w:val="20"/>
                </w:rPr>
                <w:delText>Nein</w:delText>
              </w:r>
            </w:del>
          </w:p>
        </w:tc>
      </w:tr>
      <w:tr w:rsidR="001B3E76" w:rsidRPr="003C1A26" w:rsidTr="00214DA1">
        <w:tc>
          <w:tcPr>
            <w:tcW w:w="1356" w:type="dxa"/>
          </w:tcPr>
          <w:p w:rsidR="001B3E76" w:rsidRPr="00A54E91" w:rsidRDefault="00454FB0" w:rsidP="00214DA1">
            <w:pPr>
              <w:spacing w:after="40" w:line="240" w:lineRule="atLeast"/>
              <w:jc w:val="left"/>
              <w:rPr>
                <w:sz w:val="20"/>
              </w:rPr>
            </w:pPr>
            <w:ins w:id="288" w:author="Buttner, Henrike" w:date="2021-06-17T09:37:00Z">
              <w:r>
                <w:rPr>
                  <w:sz w:val="20"/>
                </w:rPr>
                <w:t>Annex</w:t>
              </w:r>
            </w:ins>
            <w:del w:id="289" w:author="Buttner, Henrike" w:date="2021-06-17T09:37:00Z">
              <w:r w:rsidR="001B3E76" w:rsidRPr="00D2075E" w:rsidDel="00454FB0">
                <w:rPr>
                  <w:sz w:val="20"/>
                </w:rPr>
                <w:delText>Anlage</w:delText>
              </w:r>
            </w:del>
            <w:r w:rsidR="001B3E76" w:rsidRPr="00D2075E">
              <w:rPr>
                <w:sz w:val="20"/>
              </w:rPr>
              <w:t xml:space="preserve"> 2</w:t>
            </w:r>
          </w:p>
        </w:tc>
        <w:tc>
          <w:tcPr>
            <w:tcW w:w="3276" w:type="dxa"/>
          </w:tcPr>
          <w:p w:rsidR="001B3E76" w:rsidRPr="00350166" w:rsidRDefault="00454FB0" w:rsidP="00214DA1">
            <w:pPr>
              <w:spacing w:after="40" w:line="240" w:lineRule="atLeast"/>
              <w:jc w:val="left"/>
              <w:rPr>
                <w:sz w:val="20"/>
              </w:rPr>
            </w:pPr>
            <w:ins w:id="290" w:author="Buttner, Henrike" w:date="2021-06-17T09:39:00Z">
              <w:r w:rsidRPr="00454FB0">
                <w:rPr>
                  <w:sz w:val="20"/>
                </w:rPr>
                <w:t>Energy efficiency report at the time of application</w:t>
              </w:r>
            </w:ins>
            <w:del w:id="291" w:author="Buttner, Henrike" w:date="2021-06-17T09:39:00Z">
              <w:r w:rsidR="001B3E76" w:rsidRPr="00D2075E" w:rsidDel="00454FB0">
                <w:rPr>
                  <w:sz w:val="20"/>
                </w:rPr>
                <w:delText>Energieeffizienzbericht bei Antragsstellung</w:delText>
              </w:r>
            </w:del>
          </w:p>
        </w:tc>
        <w:tc>
          <w:tcPr>
            <w:tcW w:w="1528" w:type="dxa"/>
          </w:tcPr>
          <w:p w:rsidR="001B3E76" w:rsidRDefault="00454FB0" w:rsidP="00214DA1">
            <w:pPr>
              <w:spacing w:after="40" w:line="240" w:lineRule="atLeast"/>
              <w:jc w:val="center"/>
              <w:rPr>
                <w:sz w:val="20"/>
                <w:szCs w:val="20"/>
              </w:rPr>
            </w:pPr>
            <w:ins w:id="292" w:author="Buttner, Henrike" w:date="2021-06-17T09:38:00Z">
              <w:r>
                <w:rPr>
                  <w:sz w:val="20"/>
                  <w:szCs w:val="20"/>
                </w:rPr>
                <w:t>Yes</w:t>
              </w:r>
            </w:ins>
            <w:del w:id="293" w:author="Buttner, Henrike" w:date="2021-06-17T09:38:00Z">
              <w:r w:rsidR="001B3E76" w:rsidDel="00454FB0">
                <w:rPr>
                  <w:sz w:val="20"/>
                  <w:szCs w:val="20"/>
                </w:rPr>
                <w:delText>Ja</w:delText>
              </w:r>
            </w:del>
          </w:p>
        </w:tc>
        <w:tc>
          <w:tcPr>
            <w:tcW w:w="1528" w:type="dxa"/>
          </w:tcPr>
          <w:p w:rsidR="001B3E76" w:rsidRPr="005221AA" w:rsidRDefault="00454FB0" w:rsidP="00214DA1">
            <w:pPr>
              <w:spacing w:after="40" w:line="240" w:lineRule="atLeast"/>
              <w:jc w:val="center"/>
              <w:rPr>
                <w:sz w:val="20"/>
                <w:szCs w:val="20"/>
              </w:rPr>
            </w:pPr>
            <w:ins w:id="294" w:author="Buttner, Henrike" w:date="2021-06-17T09:38:00Z">
              <w:r>
                <w:rPr>
                  <w:sz w:val="20"/>
                  <w:szCs w:val="20"/>
                </w:rPr>
                <w:t>Yes</w:t>
              </w:r>
            </w:ins>
            <w:del w:id="295" w:author="Buttner, Henrike" w:date="2021-06-17T09:38:00Z">
              <w:r w:rsidR="001B3E76" w:rsidDel="00454FB0">
                <w:rPr>
                  <w:sz w:val="20"/>
                  <w:szCs w:val="20"/>
                </w:rPr>
                <w:delText>Ja</w:delText>
              </w:r>
            </w:del>
          </w:p>
        </w:tc>
        <w:tc>
          <w:tcPr>
            <w:tcW w:w="1528" w:type="dxa"/>
          </w:tcPr>
          <w:p w:rsidR="001B3E76" w:rsidRPr="005221AA" w:rsidRDefault="00454FB0" w:rsidP="00214DA1">
            <w:pPr>
              <w:spacing w:after="40" w:line="240" w:lineRule="atLeast"/>
              <w:jc w:val="center"/>
              <w:rPr>
                <w:sz w:val="20"/>
                <w:szCs w:val="20"/>
              </w:rPr>
            </w:pPr>
            <w:ins w:id="296" w:author="Buttner, Henrike" w:date="2021-06-17T09:39:00Z">
              <w:r>
                <w:rPr>
                  <w:sz w:val="20"/>
                  <w:szCs w:val="20"/>
                </w:rPr>
                <w:t>No</w:t>
              </w:r>
            </w:ins>
            <w:del w:id="297" w:author="Buttner, Henrike" w:date="2021-06-17T09:39:00Z">
              <w:r w:rsidR="001B3E76" w:rsidDel="00454FB0">
                <w:rPr>
                  <w:sz w:val="20"/>
                  <w:szCs w:val="20"/>
                </w:rPr>
                <w:delText>Nein</w:delText>
              </w:r>
            </w:del>
          </w:p>
        </w:tc>
      </w:tr>
      <w:tr w:rsidR="00831329" w:rsidRPr="003C1A26" w:rsidTr="00831329">
        <w:tc>
          <w:tcPr>
            <w:tcW w:w="1356" w:type="dxa"/>
          </w:tcPr>
          <w:p w:rsidR="00831329" w:rsidRPr="00A54E91" w:rsidRDefault="00454FB0" w:rsidP="00D2075E">
            <w:pPr>
              <w:spacing w:after="40" w:line="240" w:lineRule="atLeast"/>
              <w:jc w:val="left"/>
              <w:rPr>
                <w:sz w:val="20"/>
              </w:rPr>
            </w:pPr>
            <w:ins w:id="298" w:author="Buttner, Henrike" w:date="2021-06-17T09:37:00Z">
              <w:r>
                <w:rPr>
                  <w:sz w:val="20"/>
                </w:rPr>
                <w:t>Annex</w:t>
              </w:r>
            </w:ins>
            <w:del w:id="299" w:author="Buttner, Henrike" w:date="2021-06-17T09:37:00Z">
              <w:r w:rsidR="00831329" w:rsidRPr="00D2075E" w:rsidDel="00454FB0">
                <w:rPr>
                  <w:sz w:val="20"/>
                </w:rPr>
                <w:delText>Anlage</w:delText>
              </w:r>
            </w:del>
            <w:r w:rsidR="00831329" w:rsidRPr="00D2075E">
              <w:rPr>
                <w:sz w:val="20"/>
              </w:rPr>
              <w:t xml:space="preserve"> 2</w:t>
            </w:r>
          </w:p>
        </w:tc>
        <w:tc>
          <w:tcPr>
            <w:tcW w:w="3276" w:type="dxa"/>
          </w:tcPr>
          <w:p w:rsidR="00831329" w:rsidRPr="00350166" w:rsidRDefault="00454FB0" w:rsidP="001B3E76">
            <w:pPr>
              <w:spacing w:after="40" w:line="240" w:lineRule="atLeast"/>
              <w:jc w:val="left"/>
              <w:rPr>
                <w:sz w:val="20"/>
              </w:rPr>
            </w:pPr>
            <w:ins w:id="300" w:author="Buttner, Henrike" w:date="2021-06-17T09:39:00Z">
              <w:r w:rsidRPr="00454FB0">
                <w:rPr>
                  <w:sz w:val="20"/>
                </w:rPr>
                <w:t>Energy efficiency report for final evaluation</w:t>
              </w:r>
            </w:ins>
            <w:del w:id="301" w:author="Buttner, Henrike" w:date="2021-06-17T09:39:00Z">
              <w:r w:rsidR="00831329" w:rsidRPr="00D2075E" w:rsidDel="00454FB0">
                <w:rPr>
                  <w:sz w:val="20"/>
                </w:rPr>
                <w:delText xml:space="preserve">Energieeffizienzbericht </w:delText>
              </w:r>
              <w:r w:rsidR="001B3E76" w:rsidDel="00454FB0">
                <w:rPr>
                  <w:sz w:val="20"/>
                </w:rPr>
                <w:delText>zur Abschlussevaluation</w:delText>
              </w:r>
            </w:del>
          </w:p>
        </w:tc>
        <w:tc>
          <w:tcPr>
            <w:tcW w:w="1528" w:type="dxa"/>
          </w:tcPr>
          <w:p w:rsidR="00831329" w:rsidRDefault="00454FB0" w:rsidP="00827C2A">
            <w:pPr>
              <w:spacing w:after="40" w:line="240" w:lineRule="atLeast"/>
              <w:jc w:val="center"/>
              <w:rPr>
                <w:sz w:val="20"/>
                <w:szCs w:val="20"/>
              </w:rPr>
            </w:pPr>
            <w:ins w:id="302" w:author="Buttner, Henrike" w:date="2021-06-17T09:38:00Z">
              <w:r>
                <w:rPr>
                  <w:sz w:val="20"/>
                  <w:szCs w:val="20"/>
                </w:rPr>
                <w:t>Yes</w:t>
              </w:r>
            </w:ins>
            <w:del w:id="303" w:author="Buttner, Henrike" w:date="2021-06-17T09:38:00Z">
              <w:r w:rsidR="001B3E76" w:rsidDel="00454FB0">
                <w:rPr>
                  <w:sz w:val="20"/>
                  <w:szCs w:val="20"/>
                </w:rPr>
                <w:delText>J</w:delText>
              </w:r>
              <w:r w:rsidR="00831329" w:rsidDel="00454FB0">
                <w:rPr>
                  <w:sz w:val="20"/>
                  <w:szCs w:val="20"/>
                </w:rPr>
                <w:delText>a</w:delText>
              </w:r>
            </w:del>
          </w:p>
        </w:tc>
        <w:tc>
          <w:tcPr>
            <w:tcW w:w="1528" w:type="dxa"/>
          </w:tcPr>
          <w:p w:rsidR="00831329" w:rsidRPr="005221AA" w:rsidRDefault="00454FB0" w:rsidP="00214DA1">
            <w:pPr>
              <w:spacing w:after="40" w:line="240" w:lineRule="atLeast"/>
              <w:jc w:val="center"/>
              <w:rPr>
                <w:sz w:val="20"/>
                <w:szCs w:val="20"/>
              </w:rPr>
            </w:pPr>
            <w:ins w:id="304" w:author="Buttner, Henrike" w:date="2021-06-17T09:39:00Z">
              <w:r>
                <w:rPr>
                  <w:sz w:val="20"/>
                  <w:szCs w:val="20"/>
                </w:rPr>
                <w:t>No</w:t>
              </w:r>
            </w:ins>
            <w:del w:id="305" w:author="Buttner, Henrike" w:date="2021-06-17T09:39:00Z">
              <w:r w:rsidR="001B3E76" w:rsidDel="00454FB0">
                <w:rPr>
                  <w:sz w:val="20"/>
                  <w:szCs w:val="20"/>
                </w:rPr>
                <w:delText>Nein</w:delText>
              </w:r>
            </w:del>
          </w:p>
        </w:tc>
        <w:tc>
          <w:tcPr>
            <w:tcW w:w="1528" w:type="dxa"/>
          </w:tcPr>
          <w:p w:rsidR="00831329" w:rsidRPr="005221AA" w:rsidRDefault="00454FB0" w:rsidP="00827C2A">
            <w:pPr>
              <w:spacing w:after="40" w:line="240" w:lineRule="atLeast"/>
              <w:jc w:val="center"/>
              <w:rPr>
                <w:sz w:val="20"/>
                <w:szCs w:val="20"/>
              </w:rPr>
            </w:pPr>
            <w:ins w:id="306" w:author="Buttner, Henrike" w:date="2021-06-17T09:38:00Z">
              <w:r>
                <w:rPr>
                  <w:sz w:val="20"/>
                  <w:szCs w:val="20"/>
                </w:rPr>
                <w:t>Yes</w:t>
              </w:r>
            </w:ins>
            <w:del w:id="307" w:author="Buttner, Henrike" w:date="2021-06-17T09:38:00Z">
              <w:r w:rsidR="001B3E76" w:rsidDel="00454FB0">
                <w:rPr>
                  <w:sz w:val="20"/>
                  <w:szCs w:val="20"/>
                </w:rPr>
                <w:delText>J</w:delText>
              </w:r>
              <w:r w:rsidR="00831329" w:rsidDel="00454FB0">
                <w:rPr>
                  <w:sz w:val="20"/>
                  <w:szCs w:val="20"/>
                </w:rPr>
                <w:delText>a</w:delText>
              </w:r>
            </w:del>
          </w:p>
        </w:tc>
      </w:tr>
      <w:tr w:rsidR="00831329" w:rsidRPr="003C1A26" w:rsidTr="00831329">
        <w:tc>
          <w:tcPr>
            <w:tcW w:w="1356" w:type="dxa"/>
          </w:tcPr>
          <w:p w:rsidR="00831329" w:rsidRPr="00D2075E" w:rsidRDefault="00454FB0" w:rsidP="00D2075E">
            <w:pPr>
              <w:spacing w:after="40" w:line="240" w:lineRule="atLeast"/>
              <w:jc w:val="left"/>
              <w:rPr>
                <w:sz w:val="20"/>
              </w:rPr>
            </w:pPr>
            <w:ins w:id="308" w:author="Buttner, Henrike" w:date="2021-06-17T09:37:00Z">
              <w:r>
                <w:rPr>
                  <w:sz w:val="20"/>
                </w:rPr>
                <w:t>Annex</w:t>
              </w:r>
            </w:ins>
            <w:del w:id="309" w:author="Buttner, Henrike" w:date="2021-06-17T09:37:00Z">
              <w:r w:rsidR="00831329" w:rsidRPr="00D2075E" w:rsidDel="00454FB0">
                <w:rPr>
                  <w:sz w:val="20"/>
                </w:rPr>
                <w:delText>Anlage</w:delText>
              </w:r>
            </w:del>
            <w:r w:rsidR="00831329" w:rsidRPr="00D2075E">
              <w:rPr>
                <w:sz w:val="20"/>
              </w:rPr>
              <w:t xml:space="preserve"> 2d</w:t>
            </w:r>
          </w:p>
        </w:tc>
        <w:tc>
          <w:tcPr>
            <w:tcW w:w="3276" w:type="dxa"/>
          </w:tcPr>
          <w:p w:rsidR="00454FB0" w:rsidRPr="00454FB0" w:rsidRDefault="00454FB0" w:rsidP="00454FB0">
            <w:pPr>
              <w:spacing w:after="40" w:line="240" w:lineRule="atLeast"/>
              <w:jc w:val="left"/>
              <w:rPr>
                <w:ins w:id="310" w:author="Buttner, Henrike" w:date="2021-06-17T09:40:00Z"/>
                <w:sz w:val="20"/>
              </w:rPr>
            </w:pPr>
            <w:ins w:id="311" w:author="Buttner, Henrike" w:date="2021-06-17T09:40:00Z">
              <w:r w:rsidRPr="00454FB0">
                <w:rPr>
                  <w:sz w:val="20"/>
                </w:rPr>
                <w:t xml:space="preserve">Energy efficiency report (Excel spreadsheet): </w:t>
              </w:r>
            </w:ins>
          </w:p>
          <w:p w:rsidR="00831329" w:rsidRPr="00D2075E" w:rsidRDefault="00454FB0" w:rsidP="00454FB0">
            <w:pPr>
              <w:spacing w:after="40" w:line="240" w:lineRule="atLeast"/>
              <w:jc w:val="left"/>
              <w:rPr>
                <w:sz w:val="20"/>
              </w:rPr>
            </w:pPr>
            <w:ins w:id="312" w:author="Buttner, Henrike" w:date="2021-06-17T09:40:00Z">
              <w:r w:rsidRPr="00454FB0">
                <w:rPr>
                  <w:sz w:val="20"/>
                </w:rPr>
                <w:t>New acquisition of PDUs</w:t>
              </w:r>
            </w:ins>
            <w:del w:id="313" w:author="Buttner, Henrike" w:date="2021-06-17T09:40:00Z">
              <w:r w:rsidR="00831329" w:rsidRPr="00350166" w:rsidDel="00454FB0">
                <w:rPr>
                  <w:sz w:val="20"/>
                </w:rPr>
                <w:delText>Energieeffizienzbericht (Excel-</w:delText>
              </w:r>
              <w:r w:rsidR="00831329" w:rsidRPr="00D2075E" w:rsidDel="00454FB0">
                <w:rPr>
                  <w:sz w:val="20"/>
                </w:rPr>
                <w:delText xml:space="preserve"> Tab</w:delText>
              </w:r>
              <w:r w:rsidR="00831329" w:rsidDel="00454FB0">
                <w:rPr>
                  <w:sz w:val="20"/>
                </w:rPr>
                <w:delText>elle</w:delText>
              </w:r>
              <w:r w:rsidR="00831329" w:rsidRPr="00350166" w:rsidDel="00454FB0">
                <w:rPr>
                  <w:sz w:val="20"/>
                </w:rPr>
                <w:delText xml:space="preserve">): </w:delText>
              </w:r>
              <w:r w:rsidR="00831329" w:rsidDel="00454FB0">
                <w:rPr>
                  <w:sz w:val="20"/>
                </w:rPr>
                <w:br/>
              </w:r>
              <w:r w:rsidR="00831329" w:rsidRPr="00350166" w:rsidDel="00454FB0">
                <w:rPr>
                  <w:sz w:val="20"/>
                </w:rPr>
                <w:delText>Neuanschaffung PDU</w:delText>
              </w:r>
              <w:r w:rsidR="001B3E76" w:rsidDel="00454FB0">
                <w:rPr>
                  <w:sz w:val="20"/>
                </w:rPr>
                <w:delText>s</w:delText>
              </w:r>
            </w:del>
          </w:p>
        </w:tc>
        <w:tc>
          <w:tcPr>
            <w:tcW w:w="1528" w:type="dxa"/>
          </w:tcPr>
          <w:p w:rsidR="00831329" w:rsidRDefault="00454FB0" w:rsidP="00350166">
            <w:pPr>
              <w:spacing w:after="40" w:line="240" w:lineRule="atLeast"/>
              <w:jc w:val="center"/>
              <w:rPr>
                <w:sz w:val="20"/>
                <w:szCs w:val="20"/>
              </w:rPr>
            </w:pPr>
            <w:ins w:id="314" w:author="Buttner, Henrike" w:date="2021-06-17T09:38:00Z">
              <w:r>
                <w:rPr>
                  <w:sz w:val="20"/>
                  <w:szCs w:val="20"/>
                </w:rPr>
                <w:t>Yes</w:t>
              </w:r>
            </w:ins>
            <w:del w:id="315" w:author="Buttner, Henrike" w:date="2021-06-17T09:38:00Z">
              <w:r w:rsidR="001B3E76" w:rsidDel="00454FB0">
                <w:rPr>
                  <w:sz w:val="20"/>
                  <w:szCs w:val="20"/>
                </w:rPr>
                <w:delText>J</w:delText>
              </w:r>
              <w:r w:rsidR="00831329" w:rsidDel="00454FB0">
                <w:rPr>
                  <w:sz w:val="20"/>
                  <w:szCs w:val="20"/>
                </w:rPr>
                <w:delText>a</w:delText>
              </w:r>
            </w:del>
          </w:p>
        </w:tc>
        <w:tc>
          <w:tcPr>
            <w:tcW w:w="1528" w:type="dxa"/>
          </w:tcPr>
          <w:p w:rsidR="00831329" w:rsidRPr="005221AA" w:rsidRDefault="001B3E76" w:rsidP="00214DA1">
            <w:pPr>
              <w:spacing w:after="40" w:line="240" w:lineRule="atLeast"/>
              <w:jc w:val="center"/>
              <w:rPr>
                <w:sz w:val="20"/>
                <w:szCs w:val="20"/>
              </w:rPr>
            </w:pPr>
            <w:del w:id="316" w:author="Buttner, Henrike" w:date="2021-06-17T09:39:00Z">
              <w:r w:rsidDel="00454FB0">
                <w:rPr>
                  <w:sz w:val="20"/>
                  <w:szCs w:val="20"/>
                </w:rPr>
                <w:delText>Nein</w:delText>
              </w:r>
            </w:del>
            <w:ins w:id="317" w:author="Buttner, Henrike" w:date="2021-06-17T09:39:00Z">
              <w:r w:rsidR="00454FB0">
                <w:rPr>
                  <w:sz w:val="20"/>
                  <w:szCs w:val="20"/>
                </w:rPr>
                <w:t>No</w:t>
              </w:r>
            </w:ins>
          </w:p>
        </w:tc>
        <w:tc>
          <w:tcPr>
            <w:tcW w:w="1528" w:type="dxa"/>
          </w:tcPr>
          <w:p w:rsidR="00831329" w:rsidRPr="005221AA" w:rsidRDefault="001B3E76" w:rsidP="00350166">
            <w:pPr>
              <w:spacing w:after="40" w:line="240" w:lineRule="atLeast"/>
              <w:jc w:val="center"/>
              <w:rPr>
                <w:sz w:val="20"/>
                <w:szCs w:val="20"/>
              </w:rPr>
            </w:pPr>
            <w:del w:id="318" w:author="Buttner, Henrike" w:date="2021-06-17T09:38:00Z">
              <w:r w:rsidDel="00454FB0">
                <w:rPr>
                  <w:sz w:val="20"/>
                  <w:szCs w:val="20"/>
                </w:rPr>
                <w:delText>J</w:delText>
              </w:r>
              <w:r w:rsidR="00831329" w:rsidDel="00454FB0">
                <w:rPr>
                  <w:sz w:val="20"/>
                  <w:szCs w:val="20"/>
                </w:rPr>
                <w:delText>a</w:delText>
              </w:r>
            </w:del>
            <w:ins w:id="319" w:author="Buttner, Henrike" w:date="2021-06-17T09:38:00Z">
              <w:r w:rsidR="00454FB0">
                <w:rPr>
                  <w:sz w:val="20"/>
                  <w:szCs w:val="20"/>
                </w:rPr>
                <w:t>Yes</w:t>
              </w:r>
            </w:ins>
          </w:p>
        </w:tc>
      </w:tr>
      <w:tr w:rsidR="0068170D" w:rsidRPr="003C1A26" w:rsidTr="00425929">
        <w:tc>
          <w:tcPr>
            <w:tcW w:w="1356" w:type="dxa"/>
          </w:tcPr>
          <w:p w:rsidR="0068170D" w:rsidRPr="00D2075E" w:rsidRDefault="00454FB0" w:rsidP="00425929">
            <w:pPr>
              <w:spacing w:after="40" w:line="240" w:lineRule="atLeast"/>
              <w:jc w:val="left"/>
              <w:rPr>
                <w:sz w:val="20"/>
              </w:rPr>
            </w:pPr>
            <w:ins w:id="320" w:author="Buttner, Henrike" w:date="2021-06-17T09:37:00Z">
              <w:r>
                <w:rPr>
                  <w:sz w:val="20"/>
                </w:rPr>
                <w:t>Annex</w:t>
              </w:r>
            </w:ins>
            <w:del w:id="321" w:author="Buttner, Henrike" w:date="2021-06-17T09:37:00Z">
              <w:r w:rsidR="0068170D" w:rsidDel="00454FB0">
                <w:rPr>
                  <w:sz w:val="20"/>
                </w:rPr>
                <w:delText>Anlage</w:delText>
              </w:r>
            </w:del>
            <w:r w:rsidR="0068170D">
              <w:rPr>
                <w:sz w:val="20"/>
              </w:rPr>
              <w:t xml:space="preserve"> 2e</w:t>
            </w:r>
          </w:p>
        </w:tc>
        <w:tc>
          <w:tcPr>
            <w:tcW w:w="3276" w:type="dxa"/>
          </w:tcPr>
          <w:p w:rsidR="0068170D" w:rsidRPr="00D2075E" w:rsidRDefault="00454FB0" w:rsidP="0068170D">
            <w:pPr>
              <w:spacing w:after="40" w:line="240" w:lineRule="atLeast"/>
              <w:jc w:val="left"/>
              <w:rPr>
                <w:sz w:val="20"/>
              </w:rPr>
            </w:pPr>
            <w:ins w:id="322" w:author="Buttner, Henrike" w:date="2021-06-17T09:40:00Z">
              <w:r w:rsidRPr="00454FB0">
                <w:rPr>
                  <w:sz w:val="20"/>
                </w:rPr>
                <w:t>Energy efficiency report (Excel spreadsheet): Monitoring Energy</w:t>
              </w:r>
            </w:ins>
            <w:del w:id="323" w:author="Buttner, Henrike" w:date="2021-06-17T09:40:00Z">
              <w:r w:rsidR="0068170D" w:rsidRPr="00350166" w:rsidDel="00454FB0">
                <w:rPr>
                  <w:sz w:val="20"/>
                </w:rPr>
                <w:delText>Energieeffizienzbericht (Excel-Tab</w:delText>
              </w:r>
              <w:r w:rsidR="0068170D" w:rsidDel="00454FB0">
                <w:rPr>
                  <w:sz w:val="20"/>
                </w:rPr>
                <w:delText>elle</w:delText>
              </w:r>
              <w:r w:rsidR="0068170D" w:rsidRPr="00350166" w:rsidDel="00454FB0">
                <w:rPr>
                  <w:sz w:val="20"/>
                </w:rPr>
                <w:delText xml:space="preserve">): Monitoring Energie </w:delText>
              </w:r>
            </w:del>
          </w:p>
        </w:tc>
        <w:tc>
          <w:tcPr>
            <w:tcW w:w="1528" w:type="dxa"/>
          </w:tcPr>
          <w:p w:rsidR="0068170D" w:rsidRDefault="00454FB0" w:rsidP="00425929">
            <w:pPr>
              <w:spacing w:after="40" w:line="240" w:lineRule="atLeast"/>
              <w:jc w:val="center"/>
              <w:rPr>
                <w:sz w:val="20"/>
                <w:szCs w:val="20"/>
              </w:rPr>
            </w:pPr>
            <w:ins w:id="324" w:author="Buttner, Henrike" w:date="2021-06-17T09:38:00Z">
              <w:r>
                <w:rPr>
                  <w:sz w:val="20"/>
                  <w:szCs w:val="20"/>
                </w:rPr>
                <w:t>Yes</w:t>
              </w:r>
            </w:ins>
            <w:del w:id="325" w:author="Buttner, Henrike" w:date="2021-06-17T09:38:00Z">
              <w:r w:rsidR="0068170D" w:rsidDel="00454FB0">
                <w:rPr>
                  <w:sz w:val="20"/>
                  <w:szCs w:val="20"/>
                </w:rPr>
                <w:delText>Ja</w:delText>
              </w:r>
            </w:del>
          </w:p>
        </w:tc>
        <w:tc>
          <w:tcPr>
            <w:tcW w:w="1528" w:type="dxa"/>
          </w:tcPr>
          <w:p w:rsidR="0068170D" w:rsidRPr="005221AA" w:rsidRDefault="00454FB0" w:rsidP="00425929">
            <w:pPr>
              <w:spacing w:after="40" w:line="240" w:lineRule="atLeast"/>
              <w:jc w:val="center"/>
              <w:rPr>
                <w:sz w:val="20"/>
                <w:szCs w:val="20"/>
              </w:rPr>
            </w:pPr>
            <w:ins w:id="326" w:author="Buttner, Henrike" w:date="2021-06-17T09:38:00Z">
              <w:r>
                <w:rPr>
                  <w:sz w:val="20"/>
                  <w:szCs w:val="20"/>
                </w:rPr>
                <w:t>Yes</w:t>
              </w:r>
            </w:ins>
            <w:del w:id="327" w:author="Buttner, Henrike" w:date="2021-06-17T09:38:00Z">
              <w:r w:rsidR="0068170D" w:rsidDel="00454FB0">
                <w:rPr>
                  <w:sz w:val="20"/>
                  <w:szCs w:val="20"/>
                </w:rPr>
                <w:delText>Ja</w:delText>
              </w:r>
            </w:del>
          </w:p>
        </w:tc>
        <w:tc>
          <w:tcPr>
            <w:tcW w:w="1528" w:type="dxa"/>
          </w:tcPr>
          <w:p w:rsidR="0068170D" w:rsidRPr="005221AA" w:rsidRDefault="00454FB0" w:rsidP="00425929">
            <w:pPr>
              <w:spacing w:after="40" w:line="240" w:lineRule="atLeast"/>
              <w:jc w:val="center"/>
              <w:rPr>
                <w:sz w:val="20"/>
                <w:szCs w:val="20"/>
              </w:rPr>
            </w:pPr>
            <w:ins w:id="328" w:author="Buttner, Henrike" w:date="2021-06-17T09:38:00Z">
              <w:r>
                <w:rPr>
                  <w:sz w:val="20"/>
                  <w:szCs w:val="20"/>
                </w:rPr>
                <w:t>Yes</w:t>
              </w:r>
            </w:ins>
            <w:del w:id="329" w:author="Buttner, Henrike" w:date="2021-06-17T09:38:00Z">
              <w:r w:rsidR="0068170D" w:rsidDel="00454FB0">
                <w:rPr>
                  <w:sz w:val="20"/>
                  <w:szCs w:val="20"/>
                </w:rPr>
                <w:delText>Ja</w:delText>
              </w:r>
            </w:del>
          </w:p>
        </w:tc>
      </w:tr>
      <w:tr w:rsidR="0034033B" w:rsidRPr="003C1A26" w:rsidTr="0034033B">
        <w:tc>
          <w:tcPr>
            <w:tcW w:w="1356" w:type="dxa"/>
          </w:tcPr>
          <w:p w:rsidR="0034033B" w:rsidRPr="00487AB6" w:rsidRDefault="00454FB0" w:rsidP="0034033B">
            <w:pPr>
              <w:spacing w:after="40" w:line="240" w:lineRule="atLeast"/>
              <w:jc w:val="left"/>
              <w:rPr>
                <w:sz w:val="20"/>
              </w:rPr>
            </w:pPr>
            <w:ins w:id="330" w:author="Buttner, Henrike" w:date="2021-06-17T09:37:00Z">
              <w:r>
                <w:rPr>
                  <w:sz w:val="20"/>
                </w:rPr>
                <w:t>Annex</w:t>
              </w:r>
              <w:r w:rsidRPr="00487AB6" w:rsidDel="00454FB0">
                <w:rPr>
                  <w:sz w:val="20"/>
                </w:rPr>
                <w:t xml:space="preserve"> </w:t>
              </w:r>
            </w:ins>
            <w:del w:id="331" w:author="Buttner, Henrike" w:date="2021-06-17T09:37:00Z">
              <w:r w:rsidR="0034033B" w:rsidRPr="00487AB6" w:rsidDel="00454FB0">
                <w:rPr>
                  <w:sz w:val="20"/>
                </w:rPr>
                <w:delText xml:space="preserve">Anlage </w:delText>
              </w:r>
            </w:del>
            <w:r w:rsidR="0034033B" w:rsidRPr="00487AB6">
              <w:rPr>
                <w:sz w:val="20"/>
              </w:rPr>
              <w:t>2g</w:t>
            </w:r>
          </w:p>
        </w:tc>
        <w:tc>
          <w:tcPr>
            <w:tcW w:w="3276" w:type="dxa"/>
          </w:tcPr>
          <w:p w:rsidR="0034033B" w:rsidRPr="00487AB6" w:rsidRDefault="00454FB0" w:rsidP="0034033B">
            <w:pPr>
              <w:spacing w:after="40" w:line="240" w:lineRule="atLeast"/>
              <w:jc w:val="left"/>
              <w:rPr>
                <w:sz w:val="20"/>
              </w:rPr>
            </w:pPr>
            <w:ins w:id="332" w:author="Buttner, Henrike" w:date="2021-06-17T09:40:00Z">
              <w:r w:rsidRPr="00454FB0">
                <w:rPr>
                  <w:sz w:val="20"/>
                </w:rPr>
                <w:t>Energy efficiency report (Excel spreadsheet): Refrigeration plants</w:t>
              </w:r>
            </w:ins>
            <w:del w:id="333" w:author="Buttner, Henrike" w:date="2021-06-17T09:40:00Z">
              <w:r w:rsidR="0034033B" w:rsidRPr="00487AB6" w:rsidDel="00454FB0">
                <w:rPr>
                  <w:sz w:val="20"/>
                </w:rPr>
                <w:delText>Energieeffizienzbericht (Excel-Tabelle): Kälteanlagen</w:delText>
              </w:r>
            </w:del>
          </w:p>
        </w:tc>
        <w:tc>
          <w:tcPr>
            <w:tcW w:w="1528" w:type="dxa"/>
          </w:tcPr>
          <w:p w:rsidR="0034033B" w:rsidRPr="00487AB6" w:rsidRDefault="0034033B" w:rsidP="0034033B">
            <w:pPr>
              <w:spacing w:after="40" w:line="240" w:lineRule="atLeast"/>
              <w:jc w:val="center"/>
              <w:rPr>
                <w:sz w:val="20"/>
                <w:szCs w:val="20"/>
              </w:rPr>
            </w:pPr>
            <w:del w:id="334" w:author="Buttner, Henrike" w:date="2021-06-17T09:38:00Z">
              <w:r w:rsidRPr="00487AB6" w:rsidDel="00454FB0">
                <w:rPr>
                  <w:sz w:val="20"/>
                  <w:szCs w:val="20"/>
                </w:rPr>
                <w:delText>Ja</w:delText>
              </w:r>
            </w:del>
            <w:ins w:id="335" w:author="Buttner, Henrike" w:date="2021-06-17T09:38:00Z">
              <w:r w:rsidR="00454FB0">
                <w:rPr>
                  <w:sz w:val="20"/>
                  <w:szCs w:val="20"/>
                </w:rPr>
                <w:t>Yes</w:t>
              </w:r>
            </w:ins>
          </w:p>
        </w:tc>
        <w:tc>
          <w:tcPr>
            <w:tcW w:w="1528" w:type="dxa"/>
          </w:tcPr>
          <w:p w:rsidR="0034033B" w:rsidRPr="00487AB6" w:rsidRDefault="00454FB0" w:rsidP="0034033B">
            <w:pPr>
              <w:spacing w:after="40" w:line="240" w:lineRule="atLeast"/>
              <w:jc w:val="center"/>
              <w:rPr>
                <w:sz w:val="20"/>
                <w:szCs w:val="20"/>
              </w:rPr>
            </w:pPr>
            <w:ins w:id="336" w:author="Buttner, Henrike" w:date="2021-06-17T09:38:00Z">
              <w:r>
                <w:rPr>
                  <w:sz w:val="20"/>
                  <w:szCs w:val="20"/>
                </w:rPr>
                <w:t>Yes</w:t>
              </w:r>
            </w:ins>
            <w:del w:id="337" w:author="Buttner, Henrike" w:date="2021-06-17T09:38:00Z">
              <w:r w:rsidR="0034033B" w:rsidRPr="00487AB6" w:rsidDel="00454FB0">
                <w:rPr>
                  <w:sz w:val="20"/>
                  <w:szCs w:val="20"/>
                </w:rPr>
                <w:delText>Ja</w:delText>
              </w:r>
            </w:del>
          </w:p>
        </w:tc>
        <w:tc>
          <w:tcPr>
            <w:tcW w:w="1528" w:type="dxa"/>
          </w:tcPr>
          <w:p w:rsidR="0034033B" w:rsidRPr="005221AA" w:rsidRDefault="0034033B" w:rsidP="0034033B">
            <w:pPr>
              <w:spacing w:after="40" w:line="240" w:lineRule="atLeast"/>
              <w:jc w:val="center"/>
              <w:rPr>
                <w:sz w:val="20"/>
                <w:szCs w:val="20"/>
              </w:rPr>
            </w:pPr>
            <w:del w:id="338" w:author="Buttner, Henrike" w:date="2021-06-17T09:38:00Z">
              <w:r w:rsidRPr="00487AB6" w:rsidDel="00454FB0">
                <w:rPr>
                  <w:sz w:val="20"/>
                  <w:szCs w:val="20"/>
                </w:rPr>
                <w:delText>Ja</w:delText>
              </w:r>
            </w:del>
            <w:ins w:id="339" w:author="Buttner, Henrike" w:date="2021-06-17T09:38:00Z">
              <w:r w:rsidR="00454FB0">
                <w:rPr>
                  <w:sz w:val="20"/>
                  <w:szCs w:val="20"/>
                </w:rPr>
                <w:t>Yes</w:t>
              </w:r>
            </w:ins>
          </w:p>
        </w:tc>
      </w:tr>
      <w:tr w:rsidR="00831329" w:rsidRPr="00914DF3" w:rsidTr="00831329">
        <w:tc>
          <w:tcPr>
            <w:tcW w:w="1356" w:type="dxa"/>
          </w:tcPr>
          <w:p w:rsidR="00831329" w:rsidRPr="00D2075E" w:rsidRDefault="00454FB0" w:rsidP="00D2075E">
            <w:pPr>
              <w:spacing w:after="40" w:line="240" w:lineRule="atLeast"/>
              <w:jc w:val="left"/>
              <w:rPr>
                <w:sz w:val="20"/>
              </w:rPr>
            </w:pPr>
            <w:ins w:id="340" w:author="Buttner, Henrike" w:date="2021-06-17T09:37:00Z">
              <w:r>
                <w:rPr>
                  <w:sz w:val="20"/>
                </w:rPr>
                <w:t>Annex</w:t>
              </w:r>
            </w:ins>
            <w:del w:id="341" w:author="Buttner, Henrike" w:date="2021-06-17T09:37:00Z">
              <w:r w:rsidR="00831329" w:rsidDel="00454FB0">
                <w:rPr>
                  <w:sz w:val="20"/>
                </w:rPr>
                <w:delText>Anlage</w:delText>
              </w:r>
            </w:del>
            <w:r w:rsidR="00831329">
              <w:rPr>
                <w:sz w:val="20"/>
              </w:rPr>
              <w:t xml:space="preserve"> 3</w:t>
            </w:r>
          </w:p>
        </w:tc>
        <w:tc>
          <w:tcPr>
            <w:tcW w:w="3276" w:type="dxa"/>
          </w:tcPr>
          <w:p w:rsidR="00831329" w:rsidRPr="00D2075E" w:rsidRDefault="00454FB0" w:rsidP="00FF45CA">
            <w:pPr>
              <w:spacing w:before="120" w:after="120" w:line="240" w:lineRule="atLeast"/>
              <w:jc w:val="left"/>
              <w:rPr>
                <w:sz w:val="20"/>
              </w:rPr>
            </w:pPr>
            <w:ins w:id="342" w:author="Buttner, Henrike" w:date="2021-06-17T09:40:00Z">
              <w:r w:rsidRPr="00454FB0">
                <w:rPr>
                  <w:sz w:val="20"/>
                </w:rPr>
                <w:t>List of auditors</w:t>
              </w:r>
            </w:ins>
            <w:del w:id="343" w:author="Buttner, Henrike" w:date="2021-06-17T09:40:00Z">
              <w:r w:rsidR="00831329" w:rsidDel="00454FB0">
                <w:rPr>
                  <w:sz w:val="20"/>
                </w:rPr>
                <w:delText>Liste der Auditoren</w:delText>
              </w:r>
            </w:del>
          </w:p>
        </w:tc>
        <w:tc>
          <w:tcPr>
            <w:tcW w:w="1528" w:type="dxa"/>
          </w:tcPr>
          <w:p w:rsidR="00831329" w:rsidRDefault="00454FB0" w:rsidP="00350166">
            <w:pPr>
              <w:spacing w:after="40" w:line="240" w:lineRule="atLeast"/>
              <w:jc w:val="center"/>
              <w:rPr>
                <w:sz w:val="20"/>
                <w:szCs w:val="20"/>
              </w:rPr>
            </w:pPr>
            <w:ins w:id="344" w:author="Buttner, Henrike" w:date="2021-06-17T09:38:00Z">
              <w:r>
                <w:rPr>
                  <w:sz w:val="20"/>
                  <w:szCs w:val="20"/>
                </w:rPr>
                <w:t>Yes</w:t>
              </w:r>
            </w:ins>
            <w:del w:id="345" w:author="Buttner, Henrike" w:date="2021-06-17T09:38:00Z">
              <w:r w:rsidR="001B3E76" w:rsidDel="00454FB0">
                <w:rPr>
                  <w:sz w:val="20"/>
                  <w:szCs w:val="20"/>
                </w:rPr>
                <w:delText>J</w:delText>
              </w:r>
              <w:r w:rsidR="00831329" w:rsidDel="00454FB0">
                <w:rPr>
                  <w:sz w:val="20"/>
                  <w:szCs w:val="20"/>
                </w:rPr>
                <w:delText>a</w:delText>
              </w:r>
            </w:del>
          </w:p>
        </w:tc>
        <w:tc>
          <w:tcPr>
            <w:tcW w:w="1528" w:type="dxa"/>
          </w:tcPr>
          <w:p w:rsidR="00831329" w:rsidRPr="005221AA" w:rsidRDefault="001B3E76" w:rsidP="00214DA1">
            <w:pPr>
              <w:spacing w:after="40" w:line="240" w:lineRule="atLeast"/>
              <w:jc w:val="center"/>
              <w:rPr>
                <w:sz w:val="20"/>
                <w:szCs w:val="20"/>
              </w:rPr>
            </w:pPr>
            <w:r>
              <w:rPr>
                <w:sz w:val="20"/>
                <w:szCs w:val="20"/>
              </w:rPr>
              <w:t>N</w:t>
            </w:r>
            <w:r w:rsidR="00831329">
              <w:rPr>
                <w:sz w:val="20"/>
                <w:szCs w:val="20"/>
              </w:rPr>
              <w:t>ein</w:t>
            </w:r>
          </w:p>
        </w:tc>
        <w:tc>
          <w:tcPr>
            <w:tcW w:w="1528" w:type="dxa"/>
          </w:tcPr>
          <w:p w:rsidR="00831329" w:rsidRPr="005221AA" w:rsidRDefault="00454FB0" w:rsidP="00350166">
            <w:pPr>
              <w:spacing w:after="40" w:line="240" w:lineRule="atLeast"/>
              <w:jc w:val="center"/>
              <w:rPr>
                <w:sz w:val="20"/>
                <w:szCs w:val="20"/>
              </w:rPr>
            </w:pPr>
            <w:ins w:id="346" w:author="Buttner, Henrike" w:date="2021-06-17T09:39:00Z">
              <w:r>
                <w:rPr>
                  <w:sz w:val="20"/>
                  <w:szCs w:val="20"/>
                </w:rPr>
                <w:t>No</w:t>
              </w:r>
            </w:ins>
            <w:del w:id="347" w:author="Buttner, Henrike" w:date="2021-06-17T09:39:00Z">
              <w:r w:rsidR="001B3E76" w:rsidDel="00454FB0">
                <w:rPr>
                  <w:sz w:val="20"/>
                  <w:szCs w:val="20"/>
                </w:rPr>
                <w:delText>N</w:delText>
              </w:r>
              <w:r w:rsidR="00831329" w:rsidDel="00454FB0">
                <w:rPr>
                  <w:sz w:val="20"/>
                  <w:szCs w:val="20"/>
                </w:rPr>
                <w:delText>ein</w:delText>
              </w:r>
            </w:del>
          </w:p>
        </w:tc>
      </w:tr>
      <w:tr w:rsidR="00831329" w:rsidRPr="003C1A26" w:rsidTr="00831329">
        <w:tc>
          <w:tcPr>
            <w:tcW w:w="1356" w:type="dxa"/>
          </w:tcPr>
          <w:p w:rsidR="00831329" w:rsidRPr="00350166" w:rsidRDefault="00454FB0" w:rsidP="00D2075E">
            <w:pPr>
              <w:spacing w:after="40" w:line="240" w:lineRule="atLeast"/>
              <w:jc w:val="left"/>
              <w:rPr>
                <w:sz w:val="20"/>
              </w:rPr>
            </w:pPr>
            <w:ins w:id="348" w:author="Buttner, Henrike" w:date="2021-06-17T09:37:00Z">
              <w:r>
                <w:rPr>
                  <w:sz w:val="20"/>
                </w:rPr>
                <w:t>Annex</w:t>
              </w:r>
              <w:r w:rsidDel="00454FB0">
                <w:rPr>
                  <w:sz w:val="20"/>
                </w:rPr>
                <w:t xml:space="preserve"> </w:t>
              </w:r>
            </w:ins>
            <w:del w:id="349" w:author="Buttner, Henrike" w:date="2021-06-17T09:37:00Z">
              <w:r w:rsidR="00831329" w:rsidDel="00454FB0">
                <w:rPr>
                  <w:sz w:val="20"/>
                </w:rPr>
                <w:delText xml:space="preserve">Anlage </w:delText>
              </w:r>
            </w:del>
            <w:r w:rsidR="00831329">
              <w:rPr>
                <w:sz w:val="20"/>
              </w:rPr>
              <w:t>4</w:t>
            </w:r>
          </w:p>
        </w:tc>
        <w:tc>
          <w:tcPr>
            <w:tcW w:w="3276" w:type="dxa"/>
          </w:tcPr>
          <w:p w:rsidR="00831329" w:rsidRPr="00350166" w:rsidRDefault="00454FB0" w:rsidP="00FF45CA">
            <w:pPr>
              <w:spacing w:before="120" w:after="120" w:line="240" w:lineRule="atLeast"/>
              <w:jc w:val="left"/>
              <w:rPr>
                <w:sz w:val="20"/>
              </w:rPr>
            </w:pPr>
            <w:ins w:id="350" w:author="Buttner, Henrike" w:date="2021-06-17T09:40:00Z">
              <w:r w:rsidRPr="00454FB0">
                <w:rPr>
                  <w:sz w:val="20"/>
                </w:rPr>
                <w:t>Auditor's report</w:t>
              </w:r>
            </w:ins>
            <w:del w:id="351" w:author="Buttner, Henrike" w:date="2021-06-17T09:40:00Z">
              <w:r w:rsidR="00831329" w:rsidDel="00454FB0">
                <w:rPr>
                  <w:sz w:val="20"/>
                </w:rPr>
                <w:delText>Gutachten des Auditors</w:delText>
              </w:r>
            </w:del>
          </w:p>
        </w:tc>
        <w:tc>
          <w:tcPr>
            <w:tcW w:w="1528" w:type="dxa"/>
          </w:tcPr>
          <w:p w:rsidR="00831329" w:rsidRDefault="001B3E76" w:rsidP="00350166">
            <w:pPr>
              <w:spacing w:after="40" w:line="240" w:lineRule="atLeast"/>
              <w:jc w:val="center"/>
              <w:rPr>
                <w:sz w:val="20"/>
                <w:szCs w:val="20"/>
              </w:rPr>
            </w:pPr>
            <w:del w:id="352" w:author="Buttner, Henrike" w:date="2021-06-17T09:38:00Z">
              <w:r w:rsidDel="00454FB0">
                <w:rPr>
                  <w:sz w:val="20"/>
                  <w:szCs w:val="20"/>
                </w:rPr>
                <w:delText>N</w:delText>
              </w:r>
              <w:r w:rsidR="00831329" w:rsidDel="00454FB0">
                <w:rPr>
                  <w:sz w:val="20"/>
                  <w:szCs w:val="20"/>
                </w:rPr>
                <w:delText>ein</w:delText>
              </w:r>
            </w:del>
            <w:ins w:id="353" w:author="Buttner, Henrike" w:date="2021-06-17T09:38:00Z">
              <w:r w:rsidR="00454FB0">
                <w:rPr>
                  <w:sz w:val="20"/>
                  <w:szCs w:val="20"/>
                </w:rPr>
                <w:t>No</w:t>
              </w:r>
            </w:ins>
          </w:p>
        </w:tc>
        <w:tc>
          <w:tcPr>
            <w:tcW w:w="1528" w:type="dxa"/>
          </w:tcPr>
          <w:p w:rsidR="00831329" w:rsidRPr="005221AA" w:rsidRDefault="001B3E76" w:rsidP="00214DA1">
            <w:pPr>
              <w:spacing w:after="40" w:line="240" w:lineRule="atLeast"/>
              <w:jc w:val="center"/>
              <w:rPr>
                <w:sz w:val="20"/>
                <w:szCs w:val="20"/>
              </w:rPr>
            </w:pPr>
            <w:del w:id="354" w:author="Buttner, Henrike" w:date="2021-06-17T09:38:00Z">
              <w:r w:rsidDel="00454FB0">
                <w:rPr>
                  <w:sz w:val="20"/>
                  <w:szCs w:val="20"/>
                </w:rPr>
                <w:delText>J</w:delText>
              </w:r>
              <w:r w:rsidR="00831329" w:rsidDel="00454FB0">
                <w:rPr>
                  <w:sz w:val="20"/>
                  <w:szCs w:val="20"/>
                </w:rPr>
                <w:delText>a</w:delText>
              </w:r>
            </w:del>
            <w:ins w:id="355" w:author="Buttner, Henrike" w:date="2021-06-17T09:38:00Z">
              <w:r w:rsidR="00454FB0">
                <w:rPr>
                  <w:sz w:val="20"/>
                  <w:szCs w:val="20"/>
                </w:rPr>
                <w:t>Yes</w:t>
              </w:r>
            </w:ins>
          </w:p>
        </w:tc>
        <w:tc>
          <w:tcPr>
            <w:tcW w:w="1528" w:type="dxa"/>
          </w:tcPr>
          <w:p w:rsidR="00831329" w:rsidRPr="005221AA" w:rsidRDefault="00454FB0" w:rsidP="00D2075E">
            <w:pPr>
              <w:spacing w:after="40" w:line="240" w:lineRule="atLeast"/>
              <w:jc w:val="center"/>
              <w:rPr>
                <w:sz w:val="20"/>
                <w:szCs w:val="20"/>
              </w:rPr>
            </w:pPr>
            <w:ins w:id="356" w:author="Buttner, Henrike" w:date="2021-06-17T09:39:00Z">
              <w:r>
                <w:rPr>
                  <w:sz w:val="20"/>
                  <w:szCs w:val="20"/>
                </w:rPr>
                <w:t>No</w:t>
              </w:r>
            </w:ins>
            <w:del w:id="357" w:author="Buttner, Henrike" w:date="2021-06-17T09:39:00Z">
              <w:r w:rsidR="001B3E76" w:rsidDel="00454FB0">
                <w:rPr>
                  <w:sz w:val="20"/>
                  <w:szCs w:val="20"/>
                </w:rPr>
                <w:delText>Nein</w:delText>
              </w:r>
            </w:del>
          </w:p>
        </w:tc>
      </w:tr>
      <w:tr w:rsidR="00831329" w:rsidRPr="003C1A26" w:rsidTr="00831329">
        <w:tc>
          <w:tcPr>
            <w:tcW w:w="1356" w:type="dxa"/>
          </w:tcPr>
          <w:p w:rsidR="00831329" w:rsidRPr="00D2075E" w:rsidRDefault="00454FB0" w:rsidP="00D2075E">
            <w:pPr>
              <w:spacing w:after="40" w:line="240" w:lineRule="atLeast"/>
              <w:jc w:val="left"/>
              <w:rPr>
                <w:sz w:val="20"/>
              </w:rPr>
            </w:pPr>
            <w:ins w:id="358" w:author="Buttner, Henrike" w:date="2021-06-17T09:37:00Z">
              <w:r>
                <w:rPr>
                  <w:sz w:val="20"/>
                </w:rPr>
                <w:t>Annex</w:t>
              </w:r>
            </w:ins>
            <w:del w:id="359" w:author="Buttner, Henrike" w:date="2021-06-17T09:37:00Z">
              <w:r w:rsidR="00831329" w:rsidDel="00454FB0">
                <w:rPr>
                  <w:sz w:val="20"/>
                </w:rPr>
                <w:delText>Anlage</w:delText>
              </w:r>
            </w:del>
            <w:r w:rsidR="00831329">
              <w:rPr>
                <w:sz w:val="20"/>
              </w:rPr>
              <w:t xml:space="preserve"> 5</w:t>
            </w:r>
          </w:p>
        </w:tc>
        <w:tc>
          <w:tcPr>
            <w:tcW w:w="3276" w:type="dxa"/>
          </w:tcPr>
          <w:p w:rsidR="00831329" w:rsidRPr="00350166" w:rsidRDefault="00454FB0" w:rsidP="00D2075E">
            <w:pPr>
              <w:spacing w:after="40" w:line="240" w:lineRule="atLeast"/>
              <w:jc w:val="left"/>
              <w:rPr>
                <w:sz w:val="20"/>
              </w:rPr>
            </w:pPr>
            <w:ins w:id="360" w:author="Buttner, Henrike" w:date="2021-06-17T09:41:00Z">
              <w:r w:rsidRPr="00454FB0">
                <w:rPr>
                  <w:sz w:val="20"/>
                </w:rPr>
                <w:t>Proof of energy provision or electricity identification in accordance with §42 of the German Energy Industry Act (Energiewirtschaftsge-setz)</w:t>
              </w:r>
            </w:ins>
            <w:del w:id="361" w:author="Buttner, Henrike" w:date="2021-06-17T09:41:00Z">
              <w:r w:rsidR="00831329" w:rsidRPr="00350166" w:rsidDel="00454FB0">
                <w:rPr>
                  <w:sz w:val="20"/>
                </w:rPr>
                <w:delText>Nachweis über die Energiebereitstellung oder Stromkennzeichn</w:delText>
              </w:r>
              <w:r w:rsidR="00831329" w:rsidDel="00454FB0">
                <w:rPr>
                  <w:sz w:val="20"/>
                </w:rPr>
                <w:delText>ung nach §42 Energiewirtschafts</w:delText>
              </w:r>
              <w:r w:rsidR="00831329" w:rsidRPr="00350166" w:rsidDel="00454FB0">
                <w:rPr>
                  <w:sz w:val="20"/>
                </w:rPr>
                <w:delText>gesetz</w:delText>
              </w:r>
            </w:del>
          </w:p>
        </w:tc>
        <w:tc>
          <w:tcPr>
            <w:tcW w:w="1528" w:type="dxa"/>
          </w:tcPr>
          <w:p w:rsidR="00831329" w:rsidRDefault="00454FB0" w:rsidP="00350166">
            <w:pPr>
              <w:spacing w:after="40" w:line="240" w:lineRule="atLeast"/>
              <w:jc w:val="center"/>
              <w:rPr>
                <w:sz w:val="20"/>
                <w:szCs w:val="20"/>
              </w:rPr>
            </w:pPr>
            <w:ins w:id="362" w:author="Buttner, Henrike" w:date="2021-06-17T09:38:00Z">
              <w:r>
                <w:rPr>
                  <w:sz w:val="20"/>
                  <w:szCs w:val="20"/>
                </w:rPr>
                <w:t>No</w:t>
              </w:r>
            </w:ins>
            <w:del w:id="363" w:author="Buttner, Henrike" w:date="2021-06-17T09:38:00Z">
              <w:r w:rsidR="001B3E76" w:rsidDel="00454FB0">
                <w:rPr>
                  <w:sz w:val="20"/>
                  <w:szCs w:val="20"/>
                </w:rPr>
                <w:delText>N</w:delText>
              </w:r>
              <w:r w:rsidR="00831329" w:rsidDel="00454FB0">
                <w:rPr>
                  <w:sz w:val="20"/>
                  <w:szCs w:val="20"/>
                </w:rPr>
                <w:delText>ein</w:delText>
              </w:r>
            </w:del>
          </w:p>
        </w:tc>
        <w:tc>
          <w:tcPr>
            <w:tcW w:w="1528" w:type="dxa"/>
          </w:tcPr>
          <w:p w:rsidR="00831329" w:rsidRPr="005221AA" w:rsidDel="006F38C9" w:rsidRDefault="00454FB0" w:rsidP="00214DA1">
            <w:pPr>
              <w:spacing w:after="40" w:line="240" w:lineRule="atLeast"/>
              <w:jc w:val="center"/>
              <w:rPr>
                <w:sz w:val="20"/>
                <w:szCs w:val="20"/>
              </w:rPr>
            </w:pPr>
            <w:ins w:id="364" w:author="Buttner, Henrike" w:date="2021-06-17T09:38:00Z">
              <w:r>
                <w:rPr>
                  <w:sz w:val="20"/>
                  <w:szCs w:val="20"/>
                </w:rPr>
                <w:t>Yes</w:t>
              </w:r>
            </w:ins>
            <w:del w:id="365" w:author="Buttner, Henrike" w:date="2021-06-17T09:38:00Z">
              <w:r w:rsidR="001B3E76" w:rsidDel="00454FB0">
                <w:rPr>
                  <w:sz w:val="20"/>
                  <w:szCs w:val="20"/>
                </w:rPr>
                <w:delText>J</w:delText>
              </w:r>
              <w:r w:rsidR="00831329" w:rsidDel="00454FB0">
                <w:rPr>
                  <w:sz w:val="20"/>
                  <w:szCs w:val="20"/>
                </w:rPr>
                <w:delText>a</w:delText>
              </w:r>
            </w:del>
          </w:p>
        </w:tc>
        <w:tc>
          <w:tcPr>
            <w:tcW w:w="1528" w:type="dxa"/>
          </w:tcPr>
          <w:p w:rsidR="00831329" w:rsidRPr="005221AA" w:rsidDel="006F38C9" w:rsidRDefault="00454FB0" w:rsidP="00D2075E">
            <w:pPr>
              <w:spacing w:after="40" w:line="240" w:lineRule="atLeast"/>
              <w:jc w:val="center"/>
              <w:rPr>
                <w:sz w:val="20"/>
                <w:szCs w:val="20"/>
              </w:rPr>
            </w:pPr>
            <w:ins w:id="366" w:author="Buttner, Henrike" w:date="2021-06-17T09:39:00Z">
              <w:r>
                <w:rPr>
                  <w:sz w:val="20"/>
                  <w:szCs w:val="20"/>
                </w:rPr>
                <w:t>No</w:t>
              </w:r>
            </w:ins>
            <w:del w:id="367" w:author="Buttner, Henrike" w:date="2021-06-17T09:39:00Z">
              <w:r w:rsidR="001B3E76" w:rsidDel="00454FB0">
                <w:rPr>
                  <w:sz w:val="20"/>
                  <w:szCs w:val="20"/>
                </w:rPr>
                <w:delText>Nein</w:delText>
              </w:r>
            </w:del>
          </w:p>
        </w:tc>
      </w:tr>
      <w:tr w:rsidR="00C066D0" w:rsidRPr="003C1A26" w:rsidTr="00831329">
        <w:tc>
          <w:tcPr>
            <w:tcW w:w="1356" w:type="dxa"/>
          </w:tcPr>
          <w:p w:rsidR="00C066D0" w:rsidRDefault="00454FB0" w:rsidP="00D2075E">
            <w:pPr>
              <w:spacing w:after="40" w:line="240" w:lineRule="atLeast"/>
              <w:jc w:val="left"/>
              <w:rPr>
                <w:sz w:val="20"/>
              </w:rPr>
            </w:pPr>
            <w:ins w:id="368" w:author="Buttner, Henrike" w:date="2021-06-17T09:37:00Z">
              <w:r>
                <w:rPr>
                  <w:sz w:val="20"/>
                </w:rPr>
                <w:t>Annex</w:t>
              </w:r>
            </w:ins>
            <w:del w:id="369" w:author="Buttner, Henrike" w:date="2021-06-17T09:37:00Z">
              <w:r w:rsidR="00C066D0" w:rsidDel="00454FB0">
                <w:rPr>
                  <w:sz w:val="20"/>
                </w:rPr>
                <w:delText>Anlage</w:delText>
              </w:r>
            </w:del>
            <w:r w:rsidR="00C066D0">
              <w:rPr>
                <w:sz w:val="20"/>
              </w:rPr>
              <w:t xml:space="preserve"> 6</w:t>
            </w:r>
          </w:p>
        </w:tc>
        <w:tc>
          <w:tcPr>
            <w:tcW w:w="3276" w:type="dxa"/>
          </w:tcPr>
          <w:p w:rsidR="00C066D0" w:rsidRPr="00350166" w:rsidRDefault="00454FB0" w:rsidP="00FF45CA">
            <w:pPr>
              <w:spacing w:after="40" w:line="240" w:lineRule="atLeast"/>
              <w:jc w:val="left"/>
              <w:rPr>
                <w:sz w:val="20"/>
              </w:rPr>
            </w:pPr>
            <w:ins w:id="370" w:author="Buttner, Henrike" w:date="2021-06-17T09:41:00Z">
              <w:r w:rsidRPr="00454FB0">
                <w:rPr>
                  <w:sz w:val="20"/>
                </w:rPr>
                <w:t>Information materials for Colo customers on energy saving</w:t>
              </w:r>
            </w:ins>
            <w:del w:id="371" w:author="Buttner, Henrike" w:date="2021-06-17T09:41:00Z">
              <w:r w:rsidR="00FF45CA" w:rsidRPr="00FF45CA" w:rsidDel="00454FB0">
                <w:rPr>
                  <w:sz w:val="20"/>
                </w:rPr>
                <w:delText xml:space="preserve">Informationsmaterialien </w:delText>
              </w:r>
              <w:r w:rsidR="00FF45CA" w:rsidDel="00454FB0">
                <w:rPr>
                  <w:sz w:val="20"/>
                </w:rPr>
                <w:delText xml:space="preserve">für Colo-Kunden </w:delText>
              </w:r>
              <w:r w:rsidR="00FF45CA" w:rsidRPr="00FF45CA" w:rsidDel="00454FB0">
                <w:rPr>
                  <w:sz w:val="20"/>
                </w:rPr>
                <w:delText>zur Energieeinsparung</w:delText>
              </w:r>
            </w:del>
          </w:p>
        </w:tc>
        <w:tc>
          <w:tcPr>
            <w:tcW w:w="1528" w:type="dxa"/>
          </w:tcPr>
          <w:p w:rsidR="00C066D0" w:rsidRDefault="00454FB0" w:rsidP="00350166">
            <w:pPr>
              <w:spacing w:after="40" w:line="240" w:lineRule="atLeast"/>
              <w:jc w:val="center"/>
              <w:rPr>
                <w:sz w:val="20"/>
                <w:szCs w:val="20"/>
              </w:rPr>
            </w:pPr>
            <w:ins w:id="372" w:author="Buttner, Henrike" w:date="2021-06-17T09:38:00Z">
              <w:r>
                <w:rPr>
                  <w:sz w:val="20"/>
                  <w:szCs w:val="20"/>
                </w:rPr>
                <w:t>No</w:t>
              </w:r>
            </w:ins>
            <w:del w:id="373" w:author="Buttner, Henrike" w:date="2021-06-17T09:38:00Z">
              <w:r w:rsidR="00C066D0" w:rsidDel="00454FB0">
                <w:rPr>
                  <w:sz w:val="20"/>
                  <w:szCs w:val="20"/>
                </w:rPr>
                <w:delText>Nein</w:delText>
              </w:r>
            </w:del>
          </w:p>
        </w:tc>
        <w:tc>
          <w:tcPr>
            <w:tcW w:w="1528" w:type="dxa"/>
          </w:tcPr>
          <w:p w:rsidR="00C066D0" w:rsidRDefault="00454FB0" w:rsidP="00214DA1">
            <w:pPr>
              <w:spacing w:after="40" w:line="240" w:lineRule="atLeast"/>
              <w:jc w:val="center"/>
              <w:rPr>
                <w:sz w:val="20"/>
                <w:szCs w:val="20"/>
              </w:rPr>
            </w:pPr>
            <w:ins w:id="374" w:author="Buttner, Henrike" w:date="2021-06-17T09:38:00Z">
              <w:r>
                <w:rPr>
                  <w:sz w:val="20"/>
                  <w:szCs w:val="20"/>
                </w:rPr>
                <w:t>Yes</w:t>
              </w:r>
            </w:ins>
            <w:del w:id="375" w:author="Buttner, Henrike" w:date="2021-06-17T09:38:00Z">
              <w:r w:rsidR="00C066D0" w:rsidDel="00454FB0">
                <w:rPr>
                  <w:sz w:val="20"/>
                  <w:szCs w:val="20"/>
                </w:rPr>
                <w:delText>Ja</w:delText>
              </w:r>
            </w:del>
          </w:p>
        </w:tc>
        <w:tc>
          <w:tcPr>
            <w:tcW w:w="1528" w:type="dxa"/>
          </w:tcPr>
          <w:p w:rsidR="00FF45CA" w:rsidRDefault="00C066D0" w:rsidP="00FF45CA">
            <w:pPr>
              <w:spacing w:after="40" w:line="240" w:lineRule="atLeast"/>
              <w:jc w:val="center"/>
              <w:rPr>
                <w:sz w:val="20"/>
                <w:szCs w:val="20"/>
              </w:rPr>
            </w:pPr>
            <w:del w:id="376" w:author="Buttner, Henrike" w:date="2021-06-17T09:39:00Z">
              <w:r w:rsidDel="00454FB0">
                <w:rPr>
                  <w:sz w:val="20"/>
                  <w:szCs w:val="20"/>
                </w:rPr>
                <w:delText>Nein</w:delText>
              </w:r>
            </w:del>
            <w:ins w:id="377" w:author="Buttner, Henrike" w:date="2021-06-17T09:39:00Z">
              <w:r w:rsidR="00454FB0">
                <w:rPr>
                  <w:sz w:val="20"/>
                  <w:szCs w:val="20"/>
                </w:rPr>
                <w:t>No</w:t>
              </w:r>
            </w:ins>
          </w:p>
        </w:tc>
      </w:tr>
      <w:tr w:rsidR="00FF45CA" w:rsidRPr="003C1A26" w:rsidTr="00831329">
        <w:tc>
          <w:tcPr>
            <w:tcW w:w="1356" w:type="dxa"/>
          </w:tcPr>
          <w:p w:rsidR="00FF45CA" w:rsidRDefault="00454FB0" w:rsidP="00D2075E">
            <w:pPr>
              <w:spacing w:after="40" w:line="240" w:lineRule="atLeast"/>
              <w:jc w:val="left"/>
              <w:rPr>
                <w:sz w:val="20"/>
              </w:rPr>
            </w:pPr>
            <w:ins w:id="378" w:author="Buttner, Henrike" w:date="2021-06-17T09:37:00Z">
              <w:r>
                <w:rPr>
                  <w:sz w:val="20"/>
                </w:rPr>
                <w:t>Annex</w:t>
              </w:r>
            </w:ins>
            <w:del w:id="379" w:author="Buttner, Henrike" w:date="2021-06-17T09:37:00Z">
              <w:r w:rsidR="00FF45CA" w:rsidDel="00454FB0">
                <w:rPr>
                  <w:sz w:val="20"/>
                </w:rPr>
                <w:delText>Anlage</w:delText>
              </w:r>
            </w:del>
            <w:r w:rsidR="00FF45CA">
              <w:rPr>
                <w:sz w:val="20"/>
              </w:rPr>
              <w:t xml:space="preserve"> 7</w:t>
            </w:r>
          </w:p>
        </w:tc>
        <w:tc>
          <w:tcPr>
            <w:tcW w:w="3276" w:type="dxa"/>
          </w:tcPr>
          <w:p w:rsidR="00FF45CA" w:rsidRPr="00C066D0" w:rsidRDefault="00454FB0" w:rsidP="00D2075E">
            <w:pPr>
              <w:spacing w:after="40" w:line="240" w:lineRule="atLeast"/>
              <w:jc w:val="left"/>
              <w:rPr>
                <w:sz w:val="20"/>
              </w:rPr>
            </w:pPr>
            <w:ins w:id="380" w:author="Buttner, Henrike" w:date="2021-06-17T09:41:00Z">
              <w:r w:rsidRPr="00454FB0">
                <w:rPr>
                  <w:sz w:val="20"/>
                </w:rPr>
                <w:t>Sample contract for colocation service billing</w:t>
              </w:r>
            </w:ins>
            <w:del w:id="381" w:author="Buttner, Henrike" w:date="2021-06-17T09:41:00Z">
              <w:r w:rsidR="00FF45CA" w:rsidRPr="00C066D0" w:rsidDel="00454FB0">
                <w:rPr>
                  <w:sz w:val="20"/>
                </w:rPr>
                <w:delText>Mustervertrag für die Abrechnung der Colocation-Dienstleistung</w:delText>
              </w:r>
            </w:del>
          </w:p>
        </w:tc>
        <w:tc>
          <w:tcPr>
            <w:tcW w:w="1528" w:type="dxa"/>
          </w:tcPr>
          <w:p w:rsidR="00FF45CA" w:rsidRDefault="00454FB0" w:rsidP="00350166">
            <w:pPr>
              <w:spacing w:after="40" w:line="240" w:lineRule="atLeast"/>
              <w:jc w:val="center"/>
              <w:rPr>
                <w:sz w:val="20"/>
                <w:szCs w:val="20"/>
              </w:rPr>
            </w:pPr>
            <w:ins w:id="382" w:author="Buttner, Henrike" w:date="2021-06-17T09:38:00Z">
              <w:r>
                <w:rPr>
                  <w:sz w:val="20"/>
                  <w:szCs w:val="20"/>
                </w:rPr>
                <w:t>No</w:t>
              </w:r>
            </w:ins>
            <w:del w:id="383" w:author="Buttner, Henrike" w:date="2021-06-17T09:38:00Z">
              <w:r w:rsidR="00FF45CA" w:rsidDel="00454FB0">
                <w:rPr>
                  <w:sz w:val="20"/>
                  <w:szCs w:val="20"/>
                </w:rPr>
                <w:delText>Nein</w:delText>
              </w:r>
            </w:del>
          </w:p>
        </w:tc>
        <w:tc>
          <w:tcPr>
            <w:tcW w:w="1528" w:type="dxa"/>
          </w:tcPr>
          <w:p w:rsidR="00FF45CA" w:rsidRDefault="00454FB0" w:rsidP="00214DA1">
            <w:pPr>
              <w:spacing w:after="40" w:line="240" w:lineRule="atLeast"/>
              <w:jc w:val="center"/>
              <w:rPr>
                <w:sz w:val="20"/>
                <w:szCs w:val="20"/>
              </w:rPr>
            </w:pPr>
            <w:ins w:id="384" w:author="Buttner, Henrike" w:date="2021-06-17T09:38:00Z">
              <w:r>
                <w:rPr>
                  <w:sz w:val="20"/>
                  <w:szCs w:val="20"/>
                </w:rPr>
                <w:t>Yes</w:t>
              </w:r>
            </w:ins>
            <w:del w:id="385" w:author="Buttner, Henrike" w:date="2021-06-17T09:38:00Z">
              <w:r w:rsidR="00FF45CA" w:rsidDel="00454FB0">
                <w:rPr>
                  <w:sz w:val="20"/>
                  <w:szCs w:val="20"/>
                </w:rPr>
                <w:delText>Ja</w:delText>
              </w:r>
            </w:del>
          </w:p>
        </w:tc>
        <w:tc>
          <w:tcPr>
            <w:tcW w:w="1528" w:type="dxa"/>
          </w:tcPr>
          <w:p w:rsidR="00FF45CA" w:rsidRDefault="00454FB0" w:rsidP="00FF45CA">
            <w:pPr>
              <w:spacing w:after="40" w:line="240" w:lineRule="atLeast"/>
              <w:jc w:val="center"/>
              <w:rPr>
                <w:sz w:val="20"/>
                <w:szCs w:val="20"/>
              </w:rPr>
            </w:pPr>
            <w:ins w:id="386" w:author="Buttner, Henrike" w:date="2021-06-17T09:39:00Z">
              <w:r>
                <w:rPr>
                  <w:sz w:val="20"/>
                  <w:szCs w:val="20"/>
                </w:rPr>
                <w:t>No</w:t>
              </w:r>
            </w:ins>
            <w:del w:id="387" w:author="Buttner, Henrike" w:date="2021-06-17T09:39:00Z">
              <w:r w:rsidR="00FF45CA" w:rsidDel="00454FB0">
                <w:rPr>
                  <w:sz w:val="20"/>
                  <w:szCs w:val="20"/>
                </w:rPr>
                <w:delText>Nein</w:delText>
              </w:r>
            </w:del>
          </w:p>
        </w:tc>
      </w:tr>
    </w:tbl>
    <w:p w:rsidR="00914DF3" w:rsidRDefault="00914DF3" w:rsidP="00C4618D">
      <w:pPr>
        <w:spacing w:after="120"/>
      </w:pPr>
    </w:p>
    <w:p w:rsidR="001B3E76" w:rsidRDefault="001B3E76" w:rsidP="00C4618D">
      <w:pPr>
        <w:spacing w:after="120"/>
      </w:pPr>
    </w:p>
    <w:p w:rsidR="008D5B70" w:rsidRDefault="008D5B70">
      <w:pPr>
        <w:spacing w:after="0" w:line="240" w:lineRule="auto"/>
        <w:jc w:val="left"/>
      </w:pPr>
      <w:r>
        <w:br w:type="page"/>
      </w:r>
    </w:p>
    <w:p w:rsidR="007F26A3" w:rsidDel="00454FB0" w:rsidRDefault="00454FB0" w:rsidP="00C4618D">
      <w:pPr>
        <w:pStyle w:val="Beschriftung"/>
        <w:keepNext/>
        <w:rPr>
          <w:del w:id="388" w:author="Buttner, Henrike" w:date="2021-06-17T09:41:00Z"/>
        </w:rPr>
      </w:pPr>
      <w:ins w:id="389" w:author="Buttner, Henrike" w:date="2021-06-17T09:41:00Z">
        <w:r w:rsidRPr="00454FB0">
          <w:lastRenderedPageBreak/>
          <w:t xml:space="preserve">The following Table 2 serves to assign the respective sections from the award criteria DE-UZ 214 January 2020 edition to the chapters of this energy efficiency report and appendices. </w:t>
        </w:r>
      </w:ins>
      <w:del w:id="390" w:author="Buttner, Henrike" w:date="2021-06-17T09:41:00Z">
        <w:r w:rsidR="007F26A3" w:rsidDel="00454FB0">
          <w:delText xml:space="preserve">Die folgende </w:delText>
        </w:r>
        <w:r w:rsidR="00D2075E" w:rsidDel="00454FB0">
          <w:fldChar w:fldCharType="begin"/>
        </w:r>
        <w:r w:rsidR="00D2075E" w:rsidDel="00454FB0">
          <w:delInstrText xml:space="preserve"> REF _Ref536528370 \h </w:delInstrText>
        </w:r>
        <w:r w:rsidR="00D2075E" w:rsidDel="00454FB0">
          <w:fldChar w:fldCharType="separate"/>
        </w:r>
        <w:r w:rsidR="009A3B0A" w:rsidDel="00454FB0">
          <w:delText xml:space="preserve">Tabelle </w:delText>
        </w:r>
        <w:r w:rsidR="009A3B0A" w:rsidDel="00454FB0">
          <w:rPr>
            <w:noProof/>
          </w:rPr>
          <w:delText>2</w:delText>
        </w:r>
        <w:r w:rsidR="00D2075E" w:rsidDel="00454FB0">
          <w:fldChar w:fldCharType="end"/>
        </w:r>
        <w:r w:rsidR="00D2075E" w:rsidDel="00454FB0">
          <w:delText xml:space="preserve"> </w:delText>
        </w:r>
        <w:r w:rsidR="007F26A3" w:rsidDel="00454FB0">
          <w:delText>dient der Zuordnung der jeweiligen Abschnitte aus de</w:delText>
        </w:r>
        <w:r w:rsidR="00A93CFE" w:rsidDel="00454FB0">
          <w:delText>n</w:delText>
        </w:r>
        <w:r w:rsidR="007F26A3" w:rsidDel="00454FB0">
          <w:delText xml:space="preserve"> </w:delText>
        </w:r>
        <w:r w:rsidR="0037202C" w:rsidDel="00454FB0">
          <w:delText>Vergabekriterien</w:delText>
        </w:r>
        <w:r w:rsidR="007F26A3" w:rsidDel="00454FB0">
          <w:delText xml:space="preserve"> </w:delText>
        </w:r>
        <w:r w:rsidR="00167D40" w:rsidDel="00454FB0">
          <w:delText>DE</w:delText>
        </w:r>
        <w:r w:rsidR="007F26A3" w:rsidDel="00454FB0">
          <w:delText xml:space="preserve">-UZ </w:delText>
        </w:r>
        <w:r w:rsidR="00487AB6" w:rsidDel="00454FB0">
          <w:delText xml:space="preserve">214 </w:delText>
        </w:r>
        <w:r w:rsidR="007F26A3" w:rsidDel="00454FB0">
          <w:delText xml:space="preserve">Ausgabe </w:delText>
        </w:r>
        <w:r w:rsidR="002B3E13" w:rsidDel="00454FB0">
          <w:delText>Januar 20</w:delText>
        </w:r>
        <w:r w:rsidR="003F6B51" w:rsidDel="00454FB0">
          <w:delText>20</w:delText>
        </w:r>
        <w:r w:rsidR="002B3E13" w:rsidDel="00454FB0">
          <w:delText xml:space="preserve"> </w:delText>
        </w:r>
        <w:r w:rsidR="007F26A3" w:rsidDel="00454FB0">
          <w:delText>zu den Kapiteln des vorliegenden Energieeffizienzberichts</w:delText>
        </w:r>
        <w:r w:rsidR="002F5472" w:rsidDel="00454FB0">
          <w:delText xml:space="preserve"> und Anlagen</w:delText>
        </w:r>
        <w:r w:rsidR="007F26A3" w:rsidDel="00454FB0">
          <w:delText>.</w:delText>
        </w:r>
        <w:r w:rsidR="002A6E91" w:rsidDel="00454FB0">
          <w:delText xml:space="preserve"> </w:delText>
        </w:r>
      </w:del>
    </w:p>
    <w:p w:rsidR="00454FB0" w:rsidRPr="00454FB0" w:rsidRDefault="00454FB0" w:rsidP="00454FB0">
      <w:pPr>
        <w:rPr>
          <w:ins w:id="391" w:author="Buttner, Henrike" w:date="2021-06-17T09:41:00Z"/>
          <w:rPrChange w:id="392" w:author="Buttner, Henrike" w:date="2021-06-17T09:41:00Z">
            <w:rPr>
              <w:ins w:id="393" w:author="Buttner, Henrike" w:date="2021-06-17T09:41:00Z"/>
            </w:rPr>
          </w:rPrChange>
        </w:rPr>
        <w:pPrChange w:id="394" w:author="Buttner, Henrike" w:date="2021-06-17T09:41:00Z">
          <w:pPr>
            <w:spacing w:after="120"/>
          </w:pPr>
        </w:pPrChange>
      </w:pPr>
    </w:p>
    <w:p w:rsidR="00850D82" w:rsidRDefault="00454FB0" w:rsidP="00C4618D">
      <w:pPr>
        <w:pStyle w:val="Beschriftung"/>
        <w:keepNext/>
      </w:pPr>
      <w:bookmarkStart w:id="395" w:name="_Ref536528370"/>
      <w:ins w:id="396" w:author="Buttner, Henrike" w:date="2021-06-17T09:41:00Z">
        <w:r w:rsidRPr="00454FB0">
          <w:t xml:space="preserve">Table 2: Allocation of the sections of the award criteria to the chapters of Annex 2 </w:t>
        </w:r>
      </w:ins>
      <w:del w:id="397" w:author="Buttner, Henrike" w:date="2021-06-17T09:41:00Z">
        <w:r w:rsidR="00850D82" w:rsidDel="00454FB0">
          <w:delText xml:space="preserve">Tabelle </w:delText>
        </w:r>
        <w:r w:rsidR="00226445" w:rsidDel="00454FB0">
          <w:fldChar w:fldCharType="begin"/>
        </w:r>
        <w:r w:rsidR="00226445" w:rsidDel="00454FB0">
          <w:delInstrText xml:space="preserve"> SEQ Tabelle \* ARABIC </w:delInstrText>
        </w:r>
        <w:r w:rsidR="00226445" w:rsidDel="00454FB0">
          <w:fldChar w:fldCharType="separate"/>
        </w:r>
        <w:r w:rsidR="009A3B0A" w:rsidDel="00454FB0">
          <w:rPr>
            <w:noProof/>
          </w:rPr>
          <w:delText>2</w:delText>
        </w:r>
        <w:r w:rsidR="00226445" w:rsidDel="00454FB0">
          <w:rPr>
            <w:noProof/>
          </w:rPr>
          <w:fldChar w:fldCharType="end"/>
        </w:r>
        <w:bookmarkEnd w:id="395"/>
        <w:r w:rsidR="00850D82" w:rsidDel="00454FB0">
          <w:delText>: Zuordnung der Abschnitte der Vergabekriterien zu den Kapiteln der Anlage 2</w:delText>
        </w:r>
        <w:r w:rsidR="003F6B51" w:rsidDel="00454FB0">
          <w:delText xml:space="preserve"> </w:delText>
        </w:r>
      </w:del>
    </w:p>
    <w:tbl>
      <w:tblPr>
        <w:tblStyle w:val="TabelleNEUPS"/>
        <w:tblW w:w="0" w:type="auto"/>
        <w:tblInd w:w="0" w:type="dxa"/>
        <w:tblLook w:val="04A0" w:firstRow="1" w:lastRow="0" w:firstColumn="1" w:lastColumn="0" w:noHBand="0" w:noVBand="1"/>
      </w:tblPr>
      <w:tblGrid>
        <w:gridCol w:w="4028"/>
        <w:gridCol w:w="3395"/>
        <w:gridCol w:w="1630"/>
      </w:tblGrid>
      <w:tr w:rsidR="00FE0321" w:rsidRPr="00A54E91" w:rsidTr="009A60EB">
        <w:tc>
          <w:tcPr>
            <w:tcW w:w="4028" w:type="dxa"/>
            <w:shd w:val="clear" w:color="auto" w:fill="C6D9F1" w:themeFill="text2" w:themeFillTint="33"/>
          </w:tcPr>
          <w:p w:rsidR="00FE0321" w:rsidRPr="00A54E91" w:rsidRDefault="00CD57F0" w:rsidP="00A54E91">
            <w:pPr>
              <w:spacing w:before="120" w:after="120" w:line="240" w:lineRule="atLeast"/>
              <w:jc w:val="left"/>
              <w:rPr>
                <w:b/>
                <w:sz w:val="20"/>
              </w:rPr>
            </w:pPr>
            <w:ins w:id="398" w:author="Buttner, Henrike" w:date="2021-06-17T09:51:00Z">
              <w:r w:rsidRPr="00CD57F0">
                <w:rPr>
                  <w:b/>
                  <w:sz w:val="20"/>
                </w:rPr>
                <w:t>Section of the award criteria</w:t>
              </w:r>
            </w:ins>
            <w:del w:id="399" w:author="Buttner, Henrike" w:date="2021-06-17T09:51:00Z">
              <w:r w:rsidR="00FE0321" w:rsidRPr="00A54E91" w:rsidDel="00CD57F0">
                <w:rPr>
                  <w:b/>
                  <w:sz w:val="20"/>
                </w:rPr>
                <w:delText xml:space="preserve">Abschnitt der </w:delText>
              </w:r>
              <w:r w:rsidR="00FE0321" w:rsidDel="00CD57F0">
                <w:rPr>
                  <w:b/>
                  <w:sz w:val="20"/>
                </w:rPr>
                <w:delText>Vergabekriterien</w:delText>
              </w:r>
            </w:del>
          </w:p>
        </w:tc>
        <w:tc>
          <w:tcPr>
            <w:tcW w:w="3395" w:type="dxa"/>
            <w:shd w:val="clear" w:color="auto" w:fill="C6D9F1" w:themeFill="text2" w:themeFillTint="33"/>
          </w:tcPr>
          <w:p w:rsidR="00FE0321" w:rsidRPr="005221AA" w:rsidRDefault="00CD57F0" w:rsidP="00831329">
            <w:pPr>
              <w:spacing w:before="120" w:after="120" w:line="240" w:lineRule="atLeast"/>
              <w:rPr>
                <w:b/>
                <w:sz w:val="20"/>
                <w:szCs w:val="20"/>
              </w:rPr>
            </w:pPr>
            <w:ins w:id="400" w:author="Buttner, Henrike" w:date="2021-06-17T09:52:00Z">
              <w:r w:rsidRPr="00CD57F0">
                <w:rPr>
                  <w:b/>
                  <w:sz w:val="20"/>
                  <w:szCs w:val="20"/>
                </w:rPr>
                <w:t>Chapter in the energy efficiency report</w:t>
              </w:r>
            </w:ins>
            <w:del w:id="401" w:author="Buttner, Henrike" w:date="2021-06-17T09:52:00Z">
              <w:r w:rsidR="00FE0321" w:rsidRPr="005221AA" w:rsidDel="00CD57F0">
                <w:rPr>
                  <w:b/>
                  <w:sz w:val="20"/>
                  <w:szCs w:val="20"/>
                </w:rPr>
                <w:delText>Kapitel im Energieeffizienzbericht</w:delText>
              </w:r>
            </w:del>
          </w:p>
        </w:tc>
        <w:tc>
          <w:tcPr>
            <w:tcW w:w="1630" w:type="dxa"/>
            <w:shd w:val="clear" w:color="auto" w:fill="C6D9F1" w:themeFill="text2" w:themeFillTint="33"/>
          </w:tcPr>
          <w:p w:rsidR="00FE0321" w:rsidRPr="005221AA" w:rsidRDefault="00FE0321" w:rsidP="00831329">
            <w:pPr>
              <w:spacing w:before="120" w:after="120" w:line="240" w:lineRule="atLeast"/>
              <w:jc w:val="left"/>
              <w:rPr>
                <w:b/>
                <w:sz w:val="20"/>
                <w:szCs w:val="20"/>
              </w:rPr>
            </w:pPr>
            <w:del w:id="402" w:author="Buttner, Henrike" w:date="2021-06-17T09:52:00Z">
              <w:r w:rsidDel="00CD57F0">
                <w:rPr>
                  <w:b/>
                  <w:sz w:val="20"/>
                  <w:szCs w:val="20"/>
                </w:rPr>
                <w:delText>Anlagen</w:delText>
              </w:r>
            </w:del>
            <w:ins w:id="403" w:author="Buttner, Henrike" w:date="2021-06-17T09:52:00Z">
              <w:r w:rsidR="00CD57F0">
                <w:rPr>
                  <w:b/>
                  <w:sz w:val="20"/>
                  <w:szCs w:val="20"/>
                </w:rPr>
                <w:t>Annex</w:t>
              </w:r>
            </w:ins>
          </w:p>
        </w:tc>
      </w:tr>
      <w:tr w:rsidR="005B1CB3" w:rsidRPr="003C1A26" w:rsidTr="009A60EB">
        <w:tc>
          <w:tcPr>
            <w:tcW w:w="4028" w:type="dxa"/>
          </w:tcPr>
          <w:p w:rsidR="005B1CB3" w:rsidRPr="00C4618D" w:rsidRDefault="005B1CB3" w:rsidP="00E341D2">
            <w:pPr>
              <w:spacing w:after="40" w:line="240" w:lineRule="atLeast"/>
              <w:jc w:val="left"/>
              <w:rPr>
                <w:b/>
                <w:sz w:val="20"/>
              </w:rPr>
            </w:pPr>
            <w:r>
              <w:rPr>
                <w:b/>
                <w:sz w:val="20"/>
              </w:rPr>
              <w:t xml:space="preserve">3.1 </w:t>
            </w:r>
            <w:ins w:id="404" w:author="Buttner, Henrike" w:date="2021-06-17T09:52:00Z">
              <w:r w:rsidR="00CD57F0" w:rsidRPr="00CD57F0">
                <w:rPr>
                  <w:b/>
                  <w:sz w:val="20"/>
                </w:rPr>
                <w:t>Requirements for application</w:t>
              </w:r>
            </w:ins>
            <w:del w:id="405" w:author="Buttner, Henrike" w:date="2021-06-17T09:52:00Z">
              <w:r w:rsidRPr="005B1CB3" w:rsidDel="00CD57F0">
                <w:rPr>
                  <w:b/>
                  <w:sz w:val="20"/>
                </w:rPr>
                <w:delText>Anforderungen zur Antragsstellung</w:delText>
              </w:r>
            </w:del>
          </w:p>
        </w:tc>
        <w:tc>
          <w:tcPr>
            <w:tcW w:w="3395" w:type="dxa"/>
          </w:tcPr>
          <w:p w:rsidR="005B1CB3" w:rsidRPr="005221AA" w:rsidRDefault="005B1CB3" w:rsidP="00A54E91">
            <w:pPr>
              <w:spacing w:after="40" w:line="240" w:lineRule="atLeast"/>
              <w:jc w:val="left"/>
              <w:rPr>
                <w:sz w:val="20"/>
                <w:szCs w:val="20"/>
              </w:rPr>
            </w:pPr>
            <w:r>
              <w:rPr>
                <w:sz w:val="20"/>
                <w:szCs w:val="20"/>
              </w:rPr>
              <w:t>-</w:t>
            </w:r>
          </w:p>
        </w:tc>
        <w:tc>
          <w:tcPr>
            <w:tcW w:w="1630" w:type="dxa"/>
          </w:tcPr>
          <w:p w:rsidR="005B1CB3" w:rsidRPr="005221AA" w:rsidRDefault="005B1CB3" w:rsidP="00A54E91">
            <w:pPr>
              <w:spacing w:after="40" w:line="240" w:lineRule="atLeast"/>
              <w:jc w:val="left"/>
              <w:rPr>
                <w:sz w:val="20"/>
                <w:szCs w:val="20"/>
              </w:rPr>
            </w:pPr>
          </w:p>
        </w:tc>
      </w:tr>
      <w:tr w:rsidR="00FE0321" w:rsidRPr="003C1A26" w:rsidTr="009A60EB">
        <w:tc>
          <w:tcPr>
            <w:tcW w:w="4028" w:type="dxa"/>
          </w:tcPr>
          <w:p w:rsidR="00FE0321" w:rsidRPr="00C4618D" w:rsidRDefault="00FE0321" w:rsidP="00E341D2">
            <w:pPr>
              <w:spacing w:after="40" w:line="240" w:lineRule="atLeast"/>
              <w:jc w:val="left"/>
              <w:rPr>
                <w:b/>
                <w:sz w:val="20"/>
              </w:rPr>
            </w:pPr>
            <w:r w:rsidRPr="00C4618D">
              <w:rPr>
                <w:b/>
                <w:sz w:val="20"/>
              </w:rPr>
              <w:t xml:space="preserve">3.1.1 </w:t>
            </w:r>
            <w:ins w:id="406" w:author="Buttner, Henrike" w:date="2021-06-17T09:52:00Z">
              <w:r w:rsidR="00CD57F0" w:rsidRPr="00CD57F0">
                <w:rPr>
                  <w:b/>
                  <w:sz w:val="20"/>
                </w:rPr>
                <w:t>Building services engineering and energy supply</w:t>
              </w:r>
            </w:ins>
            <w:del w:id="407" w:author="Buttner, Henrike" w:date="2021-06-17T09:52:00Z">
              <w:r w:rsidRPr="00C4618D" w:rsidDel="00CD57F0">
                <w:rPr>
                  <w:b/>
                  <w:sz w:val="20"/>
                </w:rPr>
                <w:delText>Gebäudetechnik und Energiebereitstellung</w:delText>
              </w:r>
            </w:del>
          </w:p>
        </w:tc>
        <w:tc>
          <w:tcPr>
            <w:tcW w:w="3395" w:type="dxa"/>
          </w:tcPr>
          <w:p w:rsidR="00FE0321" w:rsidRPr="005221AA" w:rsidRDefault="005B1CB3" w:rsidP="00A54E91">
            <w:pPr>
              <w:spacing w:after="40" w:line="240" w:lineRule="atLeast"/>
              <w:jc w:val="left"/>
              <w:rPr>
                <w:sz w:val="20"/>
                <w:szCs w:val="20"/>
              </w:rPr>
            </w:pPr>
            <w:r>
              <w:rPr>
                <w:sz w:val="20"/>
                <w:szCs w:val="20"/>
              </w:rPr>
              <w:t>-</w:t>
            </w:r>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1.1</w:t>
            </w:r>
            <w:r w:rsidRPr="00A54E91">
              <w:rPr>
                <w:sz w:val="20"/>
              </w:rPr>
              <w:t xml:space="preserve"> </w:t>
            </w:r>
            <w:r>
              <w:rPr>
                <w:sz w:val="20"/>
              </w:rPr>
              <w:t>Power</w:t>
            </w:r>
            <w:r w:rsidRPr="00A54E91">
              <w:rPr>
                <w:sz w:val="20"/>
              </w:rPr>
              <w:t xml:space="preserve"> Usage Effectiveness (</w:t>
            </w:r>
            <w:r>
              <w:rPr>
                <w:sz w:val="20"/>
              </w:rPr>
              <w:t>P</w:t>
            </w:r>
            <w:r w:rsidRPr="00A54E91">
              <w:rPr>
                <w:sz w:val="20"/>
              </w:rPr>
              <w:t>UE)</w:t>
            </w:r>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_Ref410901112 \r \h  \* MERGEFORMAT </w:instrText>
            </w:r>
            <w:r w:rsidRPr="005221AA">
              <w:rPr>
                <w:sz w:val="20"/>
                <w:szCs w:val="20"/>
              </w:rPr>
            </w:r>
            <w:r w:rsidRPr="005221AA">
              <w:rPr>
                <w:sz w:val="20"/>
                <w:szCs w:val="20"/>
              </w:rPr>
              <w:fldChar w:fldCharType="separate"/>
            </w:r>
            <w:r w:rsidR="009A3B0A">
              <w:rPr>
                <w:sz w:val="20"/>
                <w:szCs w:val="20"/>
              </w:rPr>
              <w:t>2.1</w:t>
            </w:r>
            <w:r w:rsidRPr="005221AA">
              <w:rPr>
                <w:sz w:val="20"/>
                <w:szCs w:val="20"/>
              </w:rPr>
              <w:fldChar w:fldCharType="end"/>
            </w:r>
            <w:ins w:id="408" w:author="Buttner, Henrike" w:date="2021-06-17T09:53:00Z">
              <w:r w:rsidR="00CD57F0" w:rsidRPr="00CD57F0">
                <w:rPr>
                  <w:sz w:val="20"/>
                  <w:szCs w:val="20"/>
                </w:rPr>
                <w:t xml:space="preserve"> Determination of the Power </w:t>
              </w:r>
              <w:r w:rsidR="00CD57F0">
                <w:rPr>
                  <w:sz w:val="20"/>
                  <w:szCs w:val="20"/>
                </w:rPr>
                <w:t xml:space="preserve">   </w:t>
              </w:r>
              <w:r w:rsidR="00CD57F0" w:rsidRPr="00CD57F0">
                <w:rPr>
                  <w:sz w:val="20"/>
                  <w:szCs w:val="20"/>
                </w:rPr>
                <w:t>Usage Effectiveness at the time of application</w:t>
              </w:r>
            </w:ins>
            <w:del w:id="409" w:author="Buttner, Henrike" w:date="2021-06-17T09:53:00Z">
              <w:r w:rsidRPr="005221AA" w:rsidDel="00CD57F0">
                <w:rPr>
                  <w:sz w:val="20"/>
                  <w:szCs w:val="20"/>
                </w:rPr>
                <w:delText xml:space="preserve"> </w:delText>
              </w:r>
              <w:r w:rsidRPr="005221AA" w:rsidDel="00CD57F0">
                <w:rPr>
                  <w:sz w:val="20"/>
                  <w:szCs w:val="20"/>
                </w:rPr>
                <w:fldChar w:fldCharType="begin"/>
              </w:r>
              <w:r w:rsidRPr="005221AA" w:rsidDel="00CD57F0">
                <w:rPr>
                  <w:sz w:val="20"/>
                  <w:szCs w:val="20"/>
                </w:rPr>
                <w:delInstrText xml:space="preserve"> REF _Ref410901112 \h  \* MERGEFORMAT </w:delInstrText>
              </w:r>
              <w:r w:rsidRPr="005221AA" w:rsidDel="00CD57F0">
                <w:rPr>
                  <w:sz w:val="20"/>
                  <w:szCs w:val="20"/>
                </w:rPr>
              </w:r>
              <w:r w:rsidRPr="005221AA" w:rsidDel="00CD57F0">
                <w:rPr>
                  <w:sz w:val="20"/>
                  <w:szCs w:val="20"/>
                </w:rPr>
                <w:fldChar w:fldCharType="separate"/>
              </w:r>
              <w:r w:rsidR="009A3B0A" w:rsidRPr="00460290" w:rsidDel="00CD57F0">
                <w:rPr>
                  <w:sz w:val="20"/>
                  <w:szCs w:val="20"/>
                </w:rPr>
                <w:delText>Ermittlung der Power Usage Effectiveness bei Antragstellung</w:delText>
              </w:r>
              <w:r w:rsidRPr="005221AA" w:rsidDel="00CD57F0">
                <w:rPr>
                  <w:sz w:val="20"/>
                  <w:szCs w:val="20"/>
                </w:rPr>
                <w:fldChar w:fldCharType="end"/>
              </w:r>
            </w:del>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1.2</w:t>
            </w:r>
            <w:r w:rsidRPr="00A54E91">
              <w:rPr>
                <w:sz w:val="20"/>
              </w:rPr>
              <w:t xml:space="preserve"> </w:t>
            </w:r>
            <w:ins w:id="410" w:author="Buttner, Henrike" w:date="2021-06-17T09:53:00Z">
              <w:r w:rsidR="00CD57F0" w:rsidRPr="00CD57F0">
                <w:rPr>
                  <w:sz w:val="20"/>
                </w:rPr>
                <w:t>Energy efficiency of the cooling system</w:t>
              </w:r>
            </w:ins>
            <w:del w:id="411" w:author="Buttner, Henrike" w:date="2021-06-17T09:53:00Z">
              <w:r w:rsidRPr="00A54E91" w:rsidDel="00CD57F0">
                <w:rPr>
                  <w:sz w:val="20"/>
                </w:rPr>
                <w:delText>Energieeffizienz des Kühlsystems</w:delText>
              </w:r>
            </w:del>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_Ref410901093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7</w:t>
            </w:r>
            <w:r w:rsidR="009A3B0A">
              <w:rPr>
                <w:sz w:val="20"/>
                <w:szCs w:val="20"/>
              </w:rPr>
              <w:t>.2</w:t>
            </w:r>
            <w:r w:rsidRPr="005221AA">
              <w:rPr>
                <w:sz w:val="20"/>
                <w:szCs w:val="20"/>
              </w:rPr>
              <w:fldChar w:fldCharType="end"/>
            </w:r>
            <w:r w:rsidRPr="005221AA">
              <w:rPr>
                <w:sz w:val="20"/>
                <w:szCs w:val="20"/>
              </w:rPr>
              <w:t xml:space="preserve"> </w:t>
            </w:r>
            <w:ins w:id="412" w:author="Buttner, Henrike" w:date="2021-06-17T09:53:00Z">
              <w:r w:rsidR="00CD57F0" w:rsidRPr="00CD57F0">
                <w:rPr>
                  <w:sz w:val="20"/>
                  <w:szCs w:val="20"/>
                </w:rPr>
                <w:t>Energy efficiency of the cooling system (calculation of the annual performance factor)</w:t>
              </w:r>
            </w:ins>
            <w:del w:id="413" w:author="Buttner, Henrike" w:date="2021-06-17T09:53:00Z">
              <w:r w:rsidRPr="005221AA" w:rsidDel="00CD57F0">
                <w:rPr>
                  <w:sz w:val="20"/>
                  <w:szCs w:val="20"/>
                </w:rPr>
                <w:fldChar w:fldCharType="begin"/>
              </w:r>
              <w:r w:rsidRPr="005221AA" w:rsidDel="00CD57F0">
                <w:rPr>
                  <w:sz w:val="20"/>
                  <w:szCs w:val="20"/>
                </w:rPr>
                <w:delInstrText xml:space="preserve"> REF _Ref410901093 \h  \* MERGEFORMAT </w:delInstrText>
              </w:r>
              <w:r w:rsidRPr="005221AA" w:rsidDel="00CD57F0">
                <w:rPr>
                  <w:sz w:val="20"/>
                  <w:szCs w:val="20"/>
                </w:rPr>
              </w:r>
              <w:r w:rsidRPr="005221AA" w:rsidDel="00CD57F0">
                <w:rPr>
                  <w:sz w:val="20"/>
                  <w:szCs w:val="20"/>
                </w:rPr>
                <w:fldChar w:fldCharType="separate"/>
              </w:r>
              <w:r w:rsidR="009A3B0A" w:rsidRPr="00460290" w:rsidDel="00CD57F0">
                <w:rPr>
                  <w:sz w:val="20"/>
                  <w:szCs w:val="20"/>
                </w:rPr>
                <w:delText>Energieeffizienz des Kühlsystems (Berechnung der Jahresarbeitszahl)</w:delText>
              </w:r>
              <w:r w:rsidRPr="005221AA" w:rsidDel="00CD57F0">
                <w:rPr>
                  <w:sz w:val="20"/>
                  <w:szCs w:val="20"/>
                </w:rPr>
                <w:fldChar w:fldCharType="end"/>
              </w:r>
            </w:del>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1.3</w:t>
            </w:r>
            <w:r w:rsidRPr="00A54E91">
              <w:rPr>
                <w:sz w:val="20"/>
              </w:rPr>
              <w:t xml:space="preserve"> </w:t>
            </w:r>
            <w:ins w:id="414" w:author="Buttner, Henrike" w:date="2021-06-17T09:54:00Z">
              <w:r w:rsidR="00CD57F0" w:rsidRPr="00CD57F0">
                <w:rPr>
                  <w:sz w:val="20"/>
                </w:rPr>
                <w:t>Refrigerant</w:t>
              </w:r>
            </w:ins>
            <w:del w:id="415" w:author="Buttner, Henrike" w:date="2021-06-17T09:54:00Z">
              <w:r w:rsidRPr="00A54E91" w:rsidDel="00CD57F0">
                <w:rPr>
                  <w:sz w:val="20"/>
                </w:rPr>
                <w:delText>Kältemittel</w:delText>
              </w:r>
            </w:del>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7</w:t>
            </w:r>
            <w:r w:rsidR="009A3B0A">
              <w:rPr>
                <w:sz w:val="20"/>
                <w:szCs w:val="20"/>
              </w:rPr>
              <w:t>.1</w:t>
            </w:r>
            <w:r w:rsidRPr="005221AA">
              <w:rPr>
                <w:sz w:val="20"/>
                <w:szCs w:val="20"/>
              </w:rPr>
              <w:fldChar w:fldCharType="end"/>
            </w:r>
            <w:r w:rsidRPr="005221AA">
              <w:rPr>
                <w:sz w:val="20"/>
                <w:szCs w:val="20"/>
              </w:rPr>
              <w:t xml:space="preserve"> </w:t>
            </w:r>
            <w:ins w:id="416" w:author="Buttner, Henrike" w:date="2021-06-17T09:54:00Z">
              <w:r w:rsidR="00CD57F0" w:rsidRPr="00CD57F0">
                <w:rPr>
                  <w:sz w:val="20"/>
                  <w:szCs w:val="20"/>
                </w:rPr>
                <w:t>General information on the cooling system, subitem No. 7</w:t>
              </w:r>
            </w:ins>
            <w:del w:id="417" w:author="Buttner, Henrike" w:date="2021-06-17T09:54:00Z">
              <w:r w:rsidRPr="005221AA" w:rsidDel="00CD57F0">
                <w:rPr>
                  <w:sz w:val="20"/>
                  <w:szCs w:val="20"/>
                </w:rPr>
                <w:fldChar w:fldCharType="begin"/>
              </w:r>
              <w:r w:rsidRPr="005221AA" w:rsidDel="00CD57F0">
                <w:rPr>
                  <w:sz w:val="20"/>
                  <w:szCs w:val="20"/>
                </w:rPr>
                <w:delInstrText xml:space="preserve"> REF _Ref411249053 \h  \* MERGEFORMAT </w:delInstrText>
              </w:r>
              <w:r w:rsidRPr="005221AA" w:rsidDel="00CD57F0">
                <w:rPr>
                  <w:sz w:val="20"/>
                  <w:szCs w:val="20"/>
                </w:rPr>
              </w:r>
              <w:r w:rsidRPr="005221AA" w:rsidDel="00CD57F0">
                <w:rPr>
                  <w:sz w:val="20"/>
                  <w:szCs w:val="20"/>
                </w:rPr>
                <w:fldChar w:fldCharType="separate"/>
              </w:r>
              <w:r w:rsidR="009A3B0A" w:rsidRPr="00460290" w:rsidDel="00CD57F0">
                <w:rPr>
                  <w:sz w:val="20"/>
                  <w:szCs w:val="20"/>
                </w:rPr>
                <w:delText>Allgemeine Angaben zum Kühlsystem</w:delText>
              </w:r>
              <w:r w:rsidRPr="005221AA" w:rsidDel="00CD57F0">
                <w:rPr>
                  <w:sz w:val="20"/>
                  <w:szCs w:val="20"/>
                </w:rPr>
                <w:fldChar w:fldCharType="end"/>
              </w:r>
              <w:r w:rsidRPr="005221AA" w:rsidDel="00CD57F0">
                <w:rPr>
                  <w:sz w:val="20"/>
                  <w:szCs w:val="20"/>
                </w:rPr>
                <w:delText xml:space="preserve">, </w:delText>
              </w:r>
              <w:r w:rsidDel="00CD57F0">
                <w:rPr>
                  <w:sz w:val="20"/>
                  <w:szCs w:val="20"/>
                </w:rPr>
                <w:delText xml:space="preserve">Unterpunkt </w:delText>
              </w:r>
              <w:r w:rsidRPr="005221AA" w:rsidDel="00CD57F0">
                <w:rPr>
                  <w:sz w:val="20"/>
                  <w:szCs w:val="20"/>
                </w:rPr>
                <w:delText>Nr. </w:delText>
              </w:r>
              <w:r w:rsidRPr="005221AA" w:rsidDel="00CD57F0">
                <w:rPr>
                  <w:sz w:val="20"/>
                  <w:szCs w:val="20"/>
                </w:rPr>
                <w:fldChar w:fldCharType="begin"/>
              </w:r>
              <w:r w:rsidRPr="005221AA" w:rsidDel="00CD57F0">
                <w:rPr>
                  <w:sz w:val="20"/>
                  <w:szCs w:val="20"/>
                </w:rPr>
                <w:delInstrText xml:space="preserve"> REF _Ref411249214 \r \h  \* MERGEFORMAT </w:delInstrText>
              </w:r>
              <w:r w:rsidRPr="005221AA" w:rsidDel="00CD57F0">
                <w:rPr>
                  <w:sz w:val="20"/>
                  <w:szCs w:val="20"/>
                </w:rPr>
              </w:r>
              <w:r w:rsidRPr="005221AA" w:rsidDel="00CD57F0">
                <w:rPr>
                  <w:sz w:val="20"/>
                  <w:szCs w:val="20"/>
                </w:rPr>
                <w:fldChar w:fldCharType="separate"/>
              </w:r>
              <w:r w:rsidR="009A3B0A" w:rsidDel="00CD57F0">
                <w:rPr>
                  <w:sz w:val="20"/>
                  <w:szCs w:val="20"/>
                </w:rPr>
                <w:delText>7</w:delText>
              </w:r>
              <w:r w:rsidRPr="005221AA" w:rsidDel="00CD57F0">
                <w:rPr>
                  <w:sz w:val="20"/>
                  <w:szCs w:val="20"/>
                </w:rPr>
                <w:fldChar w:fldCharType="end"/>
              </w:r>
            </w:del>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460290">
            <w:pPr>
              <w:spacing w:after="40" w:line="240" w:lineRule="atLeast"/>
              <w:ind w:left="284"/>
              <w:jc w:val="left"/>
              <w:rPr>
                <w:sz w:val="20"/>
              </w:rPr>
            </w:pPr>
            <w:r w:rsidRPr="00A54E91">
              <w:rPr>
                <w:sz w:val="20"/>
              </w:rPr>
              <w:t>3.1.</w:t>
            </w:r>
            <w:r>
              <w:rPr>
                <w:sz w:val="20"/>
              </w:rPr>
              <w:t>1.</w:t>
            </w:r>
            <w:r w:rsidRPr="00A54E91">
              <w:rPr>
                <w:sz w:val="20"/>
              </w:rPr>
              <w:t xml:space="preserve">4 </w:t>
            </w:r>
            <w:ins w:id="418" w:author="Buttner, Henrike" w:date="2021-06-17T09:54:00Z">
              <w:r w:rsidR="00CD57F0" w:rsidRPr="00CD57F0">
                <w:rPr>
                  <w:sz w:val="20"/>
                </w:rPr>
                <w:t>Electrical energy</w:t>
              </w:r>
            </w:ins>
            <w:del w:id="419" w:author="Buttner, Henrike" w:date="2021-06-17T09:54:00Z">
              <w:r w:rsidRPr="00A54E91" w:rsidDel="00CD57F0">
                <w:rPr>
                  <w:sz w:val="20"/>
                </w:rPr>
                <w:delText>Elektrische Energie</w:delText>
              </w:r>
            </w:del>
          </w:p>
        </w:tc>
        <w:tc>
          <w:tcPr>
            <w:tcW w:w="3395"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_Ref398735110 \r \h  \* MERGEFORMAT </w:instrText>
            </w:r>
            <w:r w:rsidRPr="005221AA">
              <w:rPr>
                <w:sz w:val="20"/>
                <w:szCs w:val="20"/>
              </w:rPr>
            </w:r>
            <w:r w:rsidRPr="005221AA">
              <w:rPr>
                <w:sz w:val="20"/>
                <w:szCs w:val="20"/>
              </w:rPr>
              <w:fldChar w:fldCharType="separate"/>
            </w:r>
            <w:r w:rsidR="009A3B0A">
              <w:rPr>
                <w:sz w:val="20"/>
                <w:szCs w:val="20"/>
              </w:rPr>
              <w:t>2.2</w:t>
            </w:r>
            <w:r w:rsidRPr="005221AA">
              <w:rPr>
                <w:sz w:val="20"/>
                <w:szCs w:val="20"/>
              </w:rPr>
              <w:fldChar w:fldCharType="end"/>
            </w:r>
            <w:ins w:id="420" w:author="Buttner, Henrike" w:date="2021-06-17T09:54:00Z">
              <w:r w:rsidR="00CD57F0">
                <w:t xml:space="preserve"> </w:t>
              </w:r>
              <w:r w:rsidR="00CD57F0" w:rsidRPr="00CD57F0">
                <w:rPr>
                  <w:sz w:val="20"/>
                  <w:szCs w:val="20"/>
                </w:rPr>
                <w:t>Electrical energy</w:t>
              </w:r>
            </w:ins>
            <w:del w:id="421" w:author="Buttner, Henrike" w:date="2021-06-17T09:54:00Z">
              <w:r w:rsidRPr="005221AA" w:rsidDel="00CD57F0">
                <w:rPr>
                  <w:sz w:val="20"/>
                  <w:szCs w:val="20"/>
                </w:rPr>
                <w:delText xml:space="preserve"> </w:delText>
              </w:r>
              <w:r w:rsidRPr="005221AA" w:rsidDel="00CD57F0">
                <w:rPr>
                  <w:sz w:val="20"/>
                  <w:szCs w:val="20"/>
                </w:rPr>
                <w:fldChar w:fldCharType="begin"/>
              </w:r>
              <w:r w:rsidRPr="005221AA" w:rsidDel="00CD57F0">
                <w:rPr>
                  <w:sz w:val="20"/>
                  <w:szCs w:val="20"/>
                </w:rPr>
                <w:delInstrText xml:space="preserve"> REF _Ref398735110 \h  \* MERGEFORMAT </w:delInstrText>
              </w:r>
              <w:r w:rsidRPr="005221AA" w:rsidDel="00CD57F0">
                <w:rPr>
                  <w:sz w:val="20"/>
                  <w:szCs w:val="20"/>
                </w:rPr>
              </w:r>
              <w:r w:rsidRPr="005221AA" w:rsidDel="00CD57F0">
                <w:rPr>
                  <w:sz w:val="20"/>
                  <w:szCs w:val="20"/>
                </w:rPr>
                <w:fldChar w:fldCharType="separate"/>
              </w:r>
              <w:r w:rsidR="009A3B0A" w:rsidRPr="00460290" w:rsidDel="00CD57F0">
                <w:rPr>
                  <w:sz w:val="20"/>
                  <w:szCs w:val="20"/>
                </w:rPr>
                <w:delText>Elektrische Energie</w:delText>
              </w:r>
              <w:r w:rsidRPr="005221AA" w:rsidDel="00CD57F0">
                <w:rPr>
                  <w:sz w:val="20"/>
                  <w:szCs w:val="20"/>
                </w:rPr>
                <w:fldChar w:fldCharType="end"/>
              </w:r>
            </w:del>
            <w:r w:rsidRPr="005221AA">
              <w:rPr>
                <w:sz w:val="20"/>
                <w:szCs w:val="20"/>
              </w:rPr>
              <w:t xml:space="preserve"> </w:t>
            </w:r>
          </w:p>
        </w:tc>
        <w:tc>
          <w:tcPr>
            <w:tcW w:w="1630" w:type="dxa"/>
          </w:tcPr>
          <w:p w:rsidR="00FE0321" w:rsidRPr="005221AA" w:rsidRDefault="00FE0321" w:rsidP="00A54E91">
            <w:pPr>
              <w:spacing w:after="40" w:line="240" w:lineRule="atLeast"/>
              <w:jc w:val="left"/>
              <w:rPr>
                <w:sz w:val="20"/>
                <w:szCs w:val="20"/>
              </w:rPr>
            </w:pPr>
            <w:del w:id="422" w:author="Buttner, Henrike" w:date="2021-06-17T10:27:00Z">
              <w:r w:rsidRPr="005221AA" w:rsidDel="00157192">
                <w:rPr>
                  <w:sz w:val="20"/>
                  <w:szCs w:val="20"/>
                </w:rPr>
                <w:delText xml:space="preserve">Anlage </w:delText>
              </w:r>
            </w:del>
            <w:ins w:id="423" w:author="Buttner, Henrike" w:date="2021-06-17T10:27:00Z">
              <w:r w:rsidR="00157192">
                <w:rPr>
                  <w:sz w:val="20"/>
                  <w:szCs w:val="20"/>
                </w:rPr>
                <w:t>Annex</w:t>
              </w:r>
              <w:r w:rsidR="00157192" w:rsidRPr="005221AA">
                <w:rPr>
                  <w:sz w:val="20"/>
                  <w:szCs w:val="20"/>
                </w:rPr>
                <w:t xml:space="preserve"> </w:t>
              </w:r>
            </w:ins>
            <w:r w:rsidRPr="005221AA">
              <w:rPr>
                <w:sz w:val="20"/>
                <w:szCs w:val="20"/>
              </w:rPr>
              <w:t>5</w:t>
            </w:r>
          </w:p>
        </w:tc>
      </w:tr>
      <w:tr w:rsidR="00C33296" w:rsidRPr="003C1A26" w:rsidTr="009A60EB">
        <w:tc>
          <w:tcPr>
            <w:tcW w:w="4028" w:type="dxa"/>
          </w:tcPr>
          <w:p w:rsidR="00C33296" w:rsidRPr="00460290" w:rsidRDefault="00C33296" w:rsidP="00A54E91">
            <w:pPr>
              <w:spacing w:after="40" w:line="240" w:lineRule="atLeast"/>
              <w:jc w:val="left"/>
              <w:rPr>
                <w:b/>
                <w:bCs/>
                <w:sz w:val="20"/>
              </w:rPr>
            </w:pPr>
            <w:r w:rsidRPr="00460290">
              <w:rPr>
                <w:b/>
                <w:bCs/>
                <w:sz w:val="20"/>
              </w:rPr>
              <w:t xml:space="preserve">3.1.2 </w:t>
            </w:r>
            <w:ins w:id="424" w:author="Buttner, Henrike" w:date="2021-06-17T09:54:00Z">
              <w:r w:rsidR="00CD57F0" w:rsidRPr="00CD57F0">
                <w:rPr>
                  <w:b/>
                  <w:bCs/>
                  <w:sz w:val="20"/>
                </w:rPr>
                <w:t>Efficiency of space</w:t>
              </w:r>
            </w:ins>
            <w:del w:id="425" w:author="Buttner, Henrike" w:date="2021-06-17T09:54:00Z">
              <w:r w:rsidRPr="00460290" w:rsidDel="00CD57F0">
                <w:rPr>
                  <w:b/>
                  <w:bCs/>
                  <w:sz w:val="20"/>
                </w:rPr>
                <w:delText>Flächeneffizienz</w:delText>
              </w:r>
            </w:del>
          </w:p>
        </w:tc>
        <w:tc>
          <w:tcPr>
            <w:tcW w:w="3395" w:type="dxa"/>
          </w:tcPr>
          <w:p w:rsidR="00C33296" w:rsidRPr="005221AA" w:rsidRDefault="00C33296" w:rsidP="00C33296">
            <w:pPr>
              <w:spacing w:after="40" w:line="240" w:lineRule="atLeast"/>
              <w:jc w:val="left"/>
              <w:rPr>
                <w:sz w:val="20"/>
                <w:szCs w:val="20"/>
              </w:rPr>
            </w:pPr>
            <w:r>
              <w:rPr>
                <w:sz w:val="20"/>
              </w:rPr>
              <w:fldChar w:fldCharType="begin"/>
            </w:r>
            <w:r>
              <w:rPr>
                <w:sz w:val="20"/>
              </w:rPr>
              <w:instrText xml:space="preserve"> REF _Ref24458064 \r \h </w:instrText>
            </w:r>
            <w:r>
              <w:rPr>
                <w:sz w:val="20"/>
              </w:rPr>
            </w:r>
            <w:r>
              <w:rPr>
                <w:sz w:val="20"/>
              </w:rPr>
              <w:fldChar w:fldCharType="separate"/>
            </w:r>
            <w:r w:rsidR="009A3B0A">
              <w:rPr>
                <w:sz w:val="20"/>
              </w:rPr>
              <w:t>2.5</w:t>
            </w:r>
            <w:r>
              <w:rPr>
                <w:sz w:val="20"/>
              </w:rPr>
              <w:fldChar w:fldCharType="end"/>
            </w:r>
            <w:r>
              <w:t xml:space="preserve"> </w:t>
            </w:r>
            <w:ins w:id="426" w:author="Buttner, Henrike" w:date="2021-06-17T09:54:00Z">
              <w:r w:rsidR="00CD57F0" w:rsidRPr="00CD57F0">
                <w:rPr>
                  <w:sz w:val="20"/>
                  <w:szCs w:val="20"/>
                </w:rPr>
                <w:t>Efficiency of space</w:t>
              </w:r>
            </w:ins>
            <w:del w:id="427" w:author="Buttner, Henrike" w:date="2021-06-17T09:54:00Z">
              <w:r w:rsidRPr="00C33296" w:rsidDel="00CD57F0">
                <w:rPr>
                  <w:sz w:val="20"/>
                  <w:szCs w:val="20"/>
                </w:rPr>
                <w:fldChar w:fldCharType="begin"/>
              </w:r>
              <w:r w:rsidRPr="00C33296" w:rsidDel="00CD57F0">
                <w:rPr>
                  <w:sz w:val="20"/>
                  <w:szCs w:val="20"/>
                </w:rPr>
                <w:delInstrText xml:space="preserve"> REF _Ref24458127 \h </w:delInstrText>
              </w:r>
              <w:r w:rsidDel="00CD57F0">
                <w:rPr>
                  <w:sz w:val="20"/>
                  <w:szCs w:val="20"/>
                </w:rPr>
                <w:delInstrText xml:space="preserve"> \* MERGEFORMAT </w:delInstrText>
              </w:r>
              <w:r w:rsidRPr="00C33296" w:rsidDel="00CD57F0">
                <w:rPr>
                  <w:sz w:val="20"/>
                  <w:szCs w:val="20"/>
                </w:rPr>
              </w:r>
              <w:r w:rsidRPr="00C33296" w:rsidDel="00CD57F0">
                <w:rPr>
                  <w:sz w:val="20"/>
                  <w:szCs w:val="20"/>
                </w:rPr>
                <w:fldChar w:fldCharType="separate"/>
              </w:r>
              <w:r w:rsidR="009A3B0A" w:rsidRPr="00460290" w:rsidDel="00CD57F0">
                <w:rPr>
                  <w:sz w:val="20"/>
                  <w:szCs w:val="20"/>
                </w:rPr>
                <w:delText>Flächeneffizienz</w:delText>
              </w:r>
              <w:r w:rsidRPr="00C33296" w:rsidDel="00CD57F0">
                <w:rPr>
                  <w:sz w:val="20"/>
                  <w:szCs w:val="20"/>
                </w:rPr>
                <w:fldChar w:fldCharType="end"/>
              </w:r>
              <w:r w:rsidRPr="005221AA" w:rsidDel="00CD57F0">
                <w:rPr>
                  <w:sz w:val="20"/>
                  <w:szCs w:val="20"/>
                </w:rPr>
                <w:delText xml:space="preserve"> </w:delText>
              </w:r>
            </w:del>
          </w:p>
        </w:tc>
        <w:tc>
          <w:tcPr>
            <w:tcW w:w="1630" w:type="dxa"/>
          </w:tcPr>
          <w:p w:rsidR="00C33296" w:rsidRPr="005221AA" w:rsidRDefault="00C33296" w:rsidP="00A54E91">
            <w:pPr>
              <w:spacing w:after="40" w:line="240" w:lineRule="atLeast"/>
              <w:jc w:val="left"/>
              <w:rPr>
                <w:sz w:val="20"/>
                <w:szCs w:val="20"/>
              </w:rPr>
            </w:pPr>
          </w:p>
        </w:tc>
      </w:tr>
      <w:tr w:rsidR="00C33296" w:rsidRPr="00CD127C" w:rsidTr="009A60EB">
        <w:tc>
          <w:tcPr>
            <w:tcW w:w="4028" w:type="dxa"/>
          </w:tcPr>
          <w:p w:rsidR="00C33296" w:rsidRPr="00460290" w:rsidRDefault="00C33296" w:rsidP="00A54E91">
            <w:pPr>
              <w:spacing w:after="40" w:line="240" w:lineRule="atLeast"/>
              <w:jc w:val="left"/>
              <w:rPr>
                <w:b/>
                <w:sz w:val="20"/>
              </w:rPr>
            </w:pPr>
            <w:r w:rsidRPr="00460290">
              <w:rPr>
                <w:b/>
                <w:sz w:val="20"/>
              </w:rPr>
              <w:t>3.1.</w:t>
            </w:r>
            <w:r w:rsidR="00131261">
              <w:rPr>
                <w:b/>
                <w:sz w:val="20"/>
              </w:rPr>
              <w:t>3</w:t>
            </w:r>
            <w:r w:rsidR="00131261" w:rsidRPr="00460290">
              <w:rPr>
                <w:b/>
                <w:sz w:val="20"/>
              </w:rPr>
              <w:t xml:space="preserve"> </w:t>
            </w:r>
            <w:ins w:id="428" w:author="Buttner, Henrike" w:date="2021-06-17T09:54:00Z">
              <w:r w:rsidR="00CD57F0" w:rsidRPr="00CD57F0">
                <w:rPr>
                  <w:b/>
                  <w:sz w:val="20"/>
                </w:rPr>
                <w:t>Incentives for energy saving</w:t>
              </w:r>
            </w:ins>
            <w:del w:id="429" w:author="Buttner, Henrike" w:date="2021-06-17T09:54:00Z">
              <w:r w:rsidRPr="00460290" w:rsidDel="00CD57F0">
                <w:rPr>
                  <w:b/>
                  <w:sz w:val="20"/>
                </w:rPr>
                <w:delText>Anreize zur Energieeinsparung</w:delText>
              </w:r>
            </w:del>
          </w:p>
        </w:tc>
        <w:tc>
          <w:tcPr>
            <w:tcW w:w="3395" w:type="dxa"/>
          </w:tcPr>
          <w:p w:rsidR="00C33296" w:rsidRPr="00460290" w:rsidRDefault="00C33296" w:rsidP="00C33296">
            <w:pPr>
              <w:spacing w:after="40" w:line="240" w:lineRule="atLeast"/>
              <w:jc w:val="left"/>
              <w:rPr>
                <w:sz w:val="20"/>
              </w:rPr>
            </w:pPr>
            <w:r w:rsidRPr="00460290">
              <w:rPr>
                <w:sz w:val="20"/>
              </w:rPr>
              <w:t>-</w:t>
            </w:r>
          </w:p>
        </w:tc>
        <w:tc>
          <w:tcPr>
            <w:tcW w:w="1630" w:type="dxa"/>
          </w:tcPr>
          <w:p w:rsidR="00C33296" w:rsidRPr="00460290" w:rsidRDefault="00C33296" w:rsidP="009A3B0A">
            <w:pPr>
              <w:spacing w:after="40" w:line="240" w:lineRule="atLeast"/>
              <w:jc w:val="left"/>
              <w:rPr>
                <w:sz w:val="20"/>
                <w:szCs w:val="20"/>
              </w:rPr>
            </w:pPr>
          </w:p>
        </w:tc>
      </w:tr>
      <w:tr w:rsidR="00BF0305" w:rsidRPr="00CD127C" w:rsidTr="009A60EB">
        <w:tc>
          <w:tcPr>
            <w:tcW w:w="4028" w:type="dxa"/>
          </w:tcPr>
          <w:p w:rsidR="00BF0305" w:rsidRPr="00460290" w:rsidRDefault="00BF0305" w:rsidP="00460290">
            <w:pPr>
              <w:spacing w:after="40" w:line="240" w:lineRule="atLeast"/>
              <w:ind w:left="709"/>
              <w:jc w:val="left"/>
              <w:rPr>
                <w:sz w:val="20"/>
              </w:rPr>
            </w:pPr>
            <w:r w:rsidRPr="00460290">
              <w:rPr>
                <w:sz w:val="20"/>
              </w:rPr>
              <w:t>3.1.</w:t>
            </w:r>
            <w:r w:rsidR="00131261">
              <w:rPr>
                <w:sz w:val="20"/>
              </w:rPr>
              <w:t>3</w:t>
            </w:r>
            <w:r w:rsidRPr="00460290">
              <w:rPr>
                <w:sz w:val="20"/>
              </w:rPr>
              <w:t>.1</w:t>
            </w:r>
            <w:ins w:id="430" w:author="Buttner, Henrike" w:date="2021-06-17T09:55:00Z">
              <w:r w:rsidR="00CD57F0" w:rsidRPr="00CD57F0">
                <w:rPr>
                  <w:sz w:val="20"/>
                </w:rPr>
                <w:t xml:space="preserve"> Information requirements</w:t>
              </w:r>
            </w:ins>
            <w:del w:id="431" w:author="Buttner, Henrike" w:date="2021-06-17T09:55:00Z">
              <w:r w:rsidRPr="00460290" w:rsidDel="00CD57F0">
                <w:rPr>
                  <w:sz w:val="20"/>
                </w:rPr>
                <w:delText xml:space="preserve"> Informationspflichten</w:delText>
              </w:r>
            </w:del>
          </w:p>
        </w:tc>
        <w:tc>
          <w:tcPr>
            <w:tcW w:w="3395" w:type="dxa"/>
          </w:tcPr>
          <w:p w:rsidR="00BF0305" w:rsidRPr="00460290" w:rsidRDefault="00BF0305" w:rsidP="00C33296">
            <w:pPr>
              <w:spacing w:after="40" w:line="240" w:lineRule="atLeast"/>
              <w:jc w:val="left"/>
              <w:rPr>
                <w:sz w:val="20"/>
              </w:rPr>
            </w:pPr>
            <w:r w:rsidRPr="00460290">
              <w:rPr>
                <w:sz w:val="20"/>
              </w:rPr>
              <w:t>-</w:t>
            </w:r>
          </w:p>
        </w:tc>
        <w:tc>
          <w:tcPr>
            <w:tcW w:w="1630" w:type="dxa"/>
          </w:tcPr>
          <w:p w:rsidR="00BF0305" w:rsidRPr="00460290" w:rsidRDefault="00157192" w:rsidP="009A3B0A">
            <w:pPr>
              <w:spacing w:after="40" w:line="240" w:lineRule="atLeast"/>
              <w:jc w:val="left"/>
              <w:rPr>
                <w:sz w:val="20"/>
                <w:szCs w:val="20"/>
              </w:rPr>
            </w:pPr>
            <w:ins w:id="432" w:author="Buttner, Henrike" w:date="2021-06-17T10:27:00Z">
              <w:r>
                <w:rPr>
                  <w:sz w:val="20"/>
                  <w:szCs w:val="20"/>
                </w:rPr>
                <w:t>Annex</w:t>
              </w:r>
            </w:ins>
            <w:del w:id="433" w:author="Buttner, Henrike" w:date="2021-06-17T10:27:00Z">
              <w:r w:rsidR="00BF0305" w:rsidRPr="00460290" w:rsidDel="00157192">
                <w:rPr>
                  <w:sz w:val="20"/>
                  <w:szCs w:val="20"/>
                </w:rPr>
                <w:delText>Anlage</w:delText>
              </w:r>
            </w:del>
            <w:r w:rsidR="00BF0305" w:rsidRPr="00460290">
              <w:rPr>
                <w:sz w:val="20"/>
                <w:szCs w:val="20"/>
              </w:rPr>
              <w:t xml:space="preserve"> 6</w:t>
            </w:r>
          </w:p>
        </w:tc>
      </w:tr>
      <w:tr w:rsidR="00BF0305" w:rsidRPr="003C1A26" w:rsidTr="009A60EB">
        <w:tc>
          <w:tcPr>
            <w:tcW w:w="4028" w:type="dxa"/>
          </w:tcPr>
          <w:p w:rsidR="00BF0305" w:rsidRPr="00460290" w:rsidRDefault="00BF0305" w:rsidP="00460290">
            <w:pPr>
              <w:spacing w:after="40" w:line="240" w:lineRule="atLeast"/>
              <w:ind w:left="709"/>
              <w:jc w:val="left"/>
              <w:rPr>
                <w:sz w:val="20"/>
              </w:rPr>
            </w:pPr>
            <w:r w:rsidRPr="00460290">
              <w:rPr>
                <w:sz w:val="20"/>
              </w:rPr>
              <w:t>3.1.</w:t>
            </w:r>
            <w:r w:rsidR="00131261">
              <w:rPr>
                <w:sz w:val="20"/>
              </w:rPr>
              <w:t>3</w:t>
            </w:r>
            <w:r w:rsidRPr="00460290">
              <w:rPr>
                <w:sz w:val="20"/>
              </w:rPr>
              <w:t xml:space="preserve">.2 </w:t>
            </w:r>
            <w:ins w:id="434" w:author="Buttner, Henrike" w:date="2021-06-17T09:55:00Z">
              <w:r w:rsidR="00CD57F0" w:rsidRPr="00CD57F0">
                <w:rPr>
                  <w:sz w:val="20"/>
                </w:rPr>
                <w:t>Consumption-based billing</w:t>
              </w:r>
            </w:ins>
            <w:del w:id="435" w:author="Buttner, Henrike" w:date="2021-06-17T09:55:00Z">
              <w:r w:rsidRPr="00460290" w:rsidDel="00CD57F0">
                <w:rPr>
                  <w:sz w:val="20"/>
                </w:rPr>
                <w:delText>Verb</w:delText>
              </w:r>
              <w:r w:rsidR="00B51601" w:rsidRPr="00460290" w:rsidDel="00CD57F0">
                <w:rPr>
                  <w:sz w:val="20"/>
                </w:rPr>
                <w:delText>r</w:delText>
              </w:r>
              <w:r w:rsidRPr="00460290" w:rsidDel="00CD57F0">
                <w:rPr>
                  <w:sz w:val="20"/>
                </w:rPr>
                <w:delText>auchsabhängige Abrechnung</w:delText>
              </w:r>
            </w:del>
          </w:p>
        </w:tc>
        <w:tc>
          <w:tcPr>
            <w:tcW w:w="3395" w:type="dxa"/>
          </w:tcPr>
          <w:p w:rsidR="00BF0305" w:rsidRPr="00460290" w:rsidRDefault="00BF0305" w:rsidP="00C33296">
            <w:pPr>
              <w:spacing w:after="40" w:line="240" w:lineRule="atLeast"/>
              <w:jc w:val="left"/>
              <w:rPr>
                <w:sz w:val="20"/>
              </w:rPr>
            </w:pPr>
            <w:r w:rsidRPr="00460290">
              <w:rPr>
                <w:sz w:val="20"/>
              </w:rPr>
              <w:t>-</w:t>
            </w:r>
          </w:p>
        </w:tc>
        <w:tc>
          <w:tcPr>
            <w:tcW w:w="1630" w:type="dxa"/>
          </w:tcPr>
          <w:p w:rsidR="00BF0305" w:rsidRPr="00460290" w:rsidRDefault="00157192" w:rsidP="009A3B0A">
            <w:pPr>
              <w:spacing w:after="40" w:line="240" w:lineRule="atLeast"/>
              <w:jc w:val="left"/>
              <w:rPr>
                <w:sz w:val="20"/>
                <w:szCs w:val="20"/>
              </w:rPr>
            </w:pPr>
            <w:ins w:id="436" w:author="Buttner, Henrike" w:date="2021-06-17T10:27:00Z">
              <w:r>
                <w:rPr>
                  <w:sz w:val="20"/>
                  <w:szCs w:val="20"/>
                </w:rPr>
                <w:t>Annex</w:t>
              </w:r>
            </w:ins>
            <w:del w:id="437" w:author="Buttner, Henrike" w:date="2021-06-17T10:27:00Z">
              <w:r w:rsidR="00BF0305" w:rsidRPr="00460290" w:rsidDel="00157192">
                <w:rPr>
                  <w:sz w:val="20"/>
                  <w:szCs w:val="20"/>
                </w:rPr>
                <w:delText>Anlage 7</w:delText>
              </w:r>
            </w:del>
            <w:ins w:id="438" w:author="Buttner, Henrike" w:date="2021-06-17T10:27:00Z">
              <w:r>
                <w:rPr>
                  <w:sz w:val="20"/>
                  <w:szCs w:val="20"/>
                </w:rPr>
                <w:t xml:space="preserve"> 7</w:t>
              </w:r>
            </w:ins>
          </w:p>
        </w:tc>
      </w:tr>
      <w:tr w:rsidR="00C33296" w:rsidRPr="003C1A26" w:rsidTr="009A60EB">
        <w:tc>
          <w:tcPr>
            <w:tcW w:w="4028" w:type="dxa"/>
          </w:tcPr>
          <w:p w:rsidR="00C33296" w:rsidRPr="00460290" w:rsidRDefault="00C33296" w:rsidP="00A54E91">
            <w:pPr>
              <w:spacing w:after="40" w:line="240" w:lineRule="atLeast"/>
              <w:jc w:val="left"/>
              <w:rPr>
                <w:b/>
                <w:bCs/>
                <w:sz w:val="20"/>
              </w:rPr>
            </w:pPr>
            <w:r w:rsidRPr="00460290">
              <w:rPr>
                <w:b/>
                <w:bCs/>
                <w:sz w:val="20"/>
              </w:rPr>
              <w:t>3.1.</w:t>
            </w:r>
            <w:r w:rsidR="00131261">
              <w:rPr>
                <w:b/>
                <w:bCs/>
                <w:sz w:val="20"/>
              </w:rPr>
              <w:t>4</w:t>
            </w:r>
            <w:r w:rsidR="00131261" w:rsidRPr="00460290">
              <w:rPr>
                <w:b/>
                <w:bCs/>
                <w:sz w:val="20"/>
              </w:rPr>
              <w:t xml:space="preserve"> </w:t>
            </w:r>
            <w:ins w:id="439" w:author="Buttner, Henrike" w:date="2021-06-17T10:10:00Z">
              <w:r w:rsidR="00CD57F0" w:rsidRPr="00CD57F0">
                <w:rPr>
                  <w:b/>
                  <w:bCs/>
                  <w:sz w:val="20"/>
                </w:rPr>
                <w:t>Energy efficiency report at the time of application</w:t>
              </w:r>
            </w:ins>
            <w:del w:id="440" w:author="Buttner, Henrike" w:date="2021-06-17T10:10:00Z">
              <w:r w:rsidRPr="00460290" w:rsidDel="00CD57F0">
                <w:rPr>
                  <w:b/>
                  <w:bCs/>
                  <w:sz w:val="20"/>
                </w:rPr>
                <w:delText>Energieeffizienzbericht bei Antragstellung</w:delText>
              </w:r>
            </w:del>
          </w:p>
        </w:tc>
        <w:tc>
          <w:tcPr>
            <w:tcW w:w="3395" w:type="dxa"/>
          </w:tcPr>
          <w:p w:rsidR="00C33296" w:rsidRDefault="00CD57F0" w:rsidP="00C33296">
            <w:pPr>
              <w:spacing w:after="40" w:line="240" w:lineRule="atLeast"/>
              <w:jc w:val="left"/>
              <w:rPr>
                <w:sz w:val="20"/>
              </w:rPr>
            </w:pPr>
            <w:ins w:id="441" w:author="Buttner, Henrike" w:date="2021-06-17T10:10:00Z">
              <w:r w:rsidRPr="00CD57F0">
                <w:rPr>
                  <w:sz w:val="20"/>
                  <w:szCs w:val="20"/>
                </w:rPr>
                <w:t>this energy efficiency report</w:t>
              </w:r>
            </w:ins>
            <w:del w:id="442" w:author="Buttner, Henrike" w:date="2021-06-17T10:10:00Z">
              <w:r w:rsidR="00C33296" w:rsidDel="00CD57F0">
                <w:rPr>
                  <w:sz w:val="20"/>
                  <w:szCs w:val="20"/>
                </w:rPr>
                <w:delText xml:space="preserve">der vorliegende </w:delText>
              </w:r>
              <w:r w:rsidR="00C33296" w:rsidRPr="00C33296" w:rsidDel="00CD57F0">
                <w:rPr>
                  <w:sz w:val="20"/>
                  <w:szCs w:val="20"/>
                </w:rPr>
                <w:delText>Energieeffizienzbericht</w:delText>
              </w:r>
            </w:del>
          </w:p>
        </w:tc>
        <w:tc>
          <w:tcPr>
            <w:tcW w:w="1630" w:type="dxa"/>
          </w:tcPr>
          <w:p w:rsidR="00C33296" w:rsidRDefault="00157192" w:rsidP="00A54E91">
            <w:pPr>
              <w:spacing w:after="40" w:line="240" w:lineRule="atLeast"/>
              <w:jc w:val="left"/>
              <w:rPr>
                <w:sz w:val="20"/>
                <w:szCs w:val="20"/>
              </w:rPr>
            </w:pPr>
            <w:ins w:id="443" w:author="Buttner, Henrike" w:date="2021-06-17T10:27:00Z">
              <w:r>
                <w:rPr>
                  <w:sz w:val="20"/>
                  <w:szCs w:val="20"/>
                </w:rPr>
                <w:t>Annex</w:t>
              </w:r>
            </w:ins>
            <w:del w:id="444" w:author="Buttner, Henrike" w:date="2021-06-17T10:27:00Z">
              <w:r w:rsidR="00C33296" w:rsidDel="00157192">
                <w:rPr>
                  <w:sz w:val="20"/>
                  <w:szCs w:val="20"/>
                </w:rPr>
                <w:delText>Anlage</w:delText>
              </w:r>
            </w:del>
            <w:r w:rsidR="00C33296">
              <w:rPr>
                <w:sz w:val="20"/>
                <w:szCs w:val="20"/>
              </w:rPr>
              <w:t xml:space="preserve"> 2</w:t>
            </w:r>
          </w:p>
          <w:p w:rsidR="008D5B70" w:rsidRDefault="00157192">
            <w:pPr>
              <w:spacing w:after="40" w:line="240" w:lineRule="atLeast"/>
              <w:jc w:val="left"/>
              <w:rPr>
                <w:sz w:val="20"/>
                <w:szCs w:val="20"/>
              </w:rPr>
            </w:pPr>
            <w:ins w:id="445" w:author="Buttner, Henrike" w:date="2021-06-17T10:27:00Z">
              <w:r>
                <w:rPr>
                  <w:sz w:val="20"/>
                  <w:szCs w:val="20"/>
                </w:rPr>
                <w:t>Annex</w:t>
              </w:r>
            </w:ins>
            <w:del w:id="446" w:author="Buttner, Henrike" w:date="2021-06-17T10:27:00Z">
              <w:r w:rsidR="008D5B70" w:rsidDel="00157192">
                <w:rPr>
                  <w:sz w:val="20"/>
                  <w:szCs w:val="20"/>
                </w:rPr>
                <w:delText>Anlage</w:delText>
              </w:r>
            </w:del>
            <w:r w:rsidR="008D5B70">
              <w:rPr>
                <w:sz w:val="20"/>
                <w:szCs w:val="20"/>
              </w:rPr>
              <w:t xml:space="preserve"> 4: </w:t>
            </w:r>
            <w:del w:id="447" w:author="Buttner, Henrike" w:date="2021-06-17T10:28:00Z">
              <w:r w:rsidR="008D5B70" w:rsidDel="00157192">
                <w:rPr>
                  <w:sz w:val="20"/>
                  <w:szCs w:val="20"/>
                </w:rPr>
                <w:delText>Gutachten Auditor</w:delText>
              </w:r>
            </w:del>
            <w:ins w:id="448" w:author="Buttner, Henrike" w:date="2021-06-17T10:28:00Z">
              <w:r>
                <w:rPr>
                  <w:sz w:val="20"/>
                  <w:szCs w:val="20"/>
                </w:rPr>
                <w:t>Auditor report</w:t>
              </w:r>
            </w:ins>
          </w:p>
        </w:tc>
      </w:tr>
      <w:tr w:rsidR="005B1CB3" w:rsidRPr="003C1A26" w:rsidTr="009A60EB">
        <w:tc>
          <w:tcPr>
            <w:tcW w:w="4028" w:type="dxa"/>
          </w:tcPr>
          <w:p w:rsidR="005B1CB3" w:rsidRPr="00C4618D" w:rsidRDefault="005B1CB3" w:rsidP="00C8023B">
            <w:pPr>
              <w:spacing w:after="40" w:line="240" w:lineRule="atLeast"/>
              <w:jc w:val="left"/>
              <w:rPr>
                <w:b/>
                <w:sz w:val="20"/>
              </w:rPr>
            </w:pPr>
            <w:r>
              <w:rPr>
                <w:b/>
                <w:sz w:val="20"/>
              </w:rPr>
              <w:t xml:space="preserve">3.2 </w:t>
            </w:r>
            <w:ins w:id="449" w:author="Buttner, Henrike" w:date="2021-06-17T10:10:00Z">
              <w:r w:rsidR="00472AF1" w:rsidRPr="00472AF1">
                <w:rPr>
                  <w:b/>
                  <w:sz w:val="20"/>
                </w:rPr>
                <w:t>Requirements during the term</w:t>
              </w:r>
            </w:ins>
            <w:del w:id="450" w:author="Buttner, Henrike" w:date="2021-06-17T10:10:00Z">
              <w:r w:rsidRPr="005B1CB3" w:rsidDel="00472AF1">
                <w:rPr>
                  <w:b/>
                  <w:sz w:val="20"/>
                </w:rPr>
                <w:delText>Anforderungen während der Laufzeit</w:delText>
              </w:r>
            </w:del>
          </w:p>
        </w:tc>
        <w:tc>
          <w:tcPr>
            <w:tcW w:w="3395" w:type="dxa"/>
          </w:tcPr>
          <w:p w:rsidR="005B1CB3" w:rsidRPr="005221AA" w:rsidRDefault="005B1CB3" w:rsidP="00A54E91">
            <w:pPr>
              <w:spacing w:after="40" w:line="240" w:lineRule="atLeast"/>
              <w:jc w:val="left"/>
              <w:rPr>
                <w:sz w:val="20"/>
                <w:szCs w:val="20"/>
              </w:rPr>
            </w:pPr>
            <w:r>
              <w:rPr>
                <w:sz w:val="20"/>
                <w:szCs w:val="20"/>
              </w:rPr>
              <w:t>-</w:t>
            </w:r>
          </w:p>
        </w:tc>
        <w:tc>
          <w:tcPr>
            <w:tcW w:w="1630" w:type="dxa"/>
          </w:tcPr>
          <w:p w:rsidR="005B1CB3" w:rsidRPr="005221AA" w:rsidDel="006F38C9" w:rsidRDefault="005B1CB3" w:rsidP="00A54E91">
            <w:pPr>
              <w:spacing w:after="40" w:line="240" w:lineRule="atLeast"/>
              <w:jc w:val="left"/>
              <w:rPr>
                <w:sz w:val="20"/>
                <w:szCs w:val="20"/>
              </w:rPr>
            </w:pPr>
          </w:p>
        </w:tc>
      </w:tr>
      <w:tr w:rsidR="00FE0321" w:rsidRPr="003C1A26" w:rsidTr="009A60EB">
        <w:tc>
          <w:tcPr>
            <w:tcW w:w="4028" w:type="dxa"/>
          </w:tcPr>
          <w:p w:rsidR="00FE0321" w:rsidRPr="00C4618D" w:rsidRDefault="00FE0321" w:rsidP="00C8023B">
            <w:pPr>
              <w:spacing w:after="40" w:line="240" w:lineRule="atLeast"/>
              <w:jc w:val="left"/>
              <w:rPr>
                <w:b/>
                <w:sz w:val="20"/>
              </w:rPr>
            </w:pPr>
            <w:r w:rsidRPr="00C4618D">
              <w:rPr>
                <w:b/>
                <w:sz w:val="20"/>
              </w:rPr>
              <w:t xml:space="preserve">3.2.1 </w:t>
            </w:r>
            <w:ins w:id="451" w:author="Buttner, Henrike" w:date="2021-06-17T10:10:00Z">
              <w:r w:rsidR="00472AF1" w:rsidRPr="00472AF1">
                <w:rPr>
                  <w:b/>
                  <w:sz w:val="20"/>
                </w:rPr>
                <w:t>Building technology and energy monitoring</w:t>
              </w:r>
            </w:ins>
            <w:del w:id="452" w:author="Buttner, Henrike" w:date="2021-06-17T10:10:00Z">
              <w:r w:rsidRPr="00C4618D" w:rsidDel="00472AF1">
                <w:rPr>
                  <w:b/>
                  <w:sz w:val="20"/>
                </w:rPr>
                <w:delText>Gebäudetechnik und Energiem</w:delText>
              </w:r>
              <w:r w:rsidR="00FD040D" w:rsidDel="00472AF1">
                <w:rPr>
                  <w:b/>
                  <w:sz w:val="20"/>
                </w:rPr>
                <w:delText>onitoring</w:delText>
              </w:r>
            </w:del>
          </w:p>
        </w:tc>
        <w:tc>
          <w:tcPr>
            <w:tcW w:w="3395" w:type="dxa"/>
          </w:tcPr>
          <w:p w:rsidR="00FE0321" w:rsidRPr="005221AA" w:rsidRDefault="005B1CB3" w:rsidP="00A54E91">
            <w:pPr>
              <w:spacing w:after="40" w:line="240" w:lineRule="atLeast"/>
              <w:jc w:val="left"/>
              <w:rPr>
                <w:sz w:val="20"/>
                <w:szCs w:val="20"/>
              </w:rPr>
            </w:pPr>
            <w:r>
              <w:rPr>
                <w:sz w:val="20"/>
                <w:szCs w:val="20"/>
              </w:rPr>
              <w:t>-</w:t>
            </w:r>
          </w:p>
        </w:tc>
        <w:tc>
          <w:tcPr>
            <w:tcW w:w="1630" w:type="dxa"/>
          </w:tcPr>
          <w:p w:rsidR="00FE0321" w:rsidRPr="005221AA" w:rsidDel="006F38C9"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sidRPr="00A54E91">
              <w:rPr>
                <w:sz w:val="20"/>
              </w:rPr>
              <w:t>3.2.</w:t>
            </w:r>
            <w:r>
              <w:rPr>
                <w:sz w:val="20"/>
              </w:rPr>
              <w:t>1.1</w:t>
            </w:r>
            <w:r w:rsidRPr="00A54E91">
              <w:rPr>
                <w:sz w:val="20"/>
              </w:rPr>
              <w:t xml:space="preserve"> </w:t>
            </w:r>
            <w:ins w:id="453" w:author="Buttner, Henrike" w:date="2021-06-17T10:11:00Z">
              <w:r w:rsidR="00472AF1" w:rsidRPr="00472AF1">
                <w:rPr>
                  <w:sz w:val="20"/>
                </w:rPr>
                <w:t>Monitoring of electrical energy and water</w:t>
              </w:r>
            </w:ins>
            <w:del w:id="454" w:author="Buttner, Henrike" w:date="2021-06-17T10:11:00Z">
              <w:r w:rsidRPr="00A54E91" w:rsidDel="00472AF1">
                <w:rPr>
                  <w:sz w:val="20"/>
                </w:rPr>
                <w:delText>Monitoring elektrischer Energie</w:delText>
              </w:r>
              <w:r w:rsidR="00B51601" w:rsidDel="00472AF1">
                <w:rPr>
                  <w:sz w:val="20"/>
                </w:rPr>
                <w:delText xml:space="preserve"> und Wasser</w:delText>
              </w:r>
            </w:del>
          </w:p>
        </w:tc>
        <w:tc>
          <w:tcPr>
            <w:tcW w:w="3395" w:type="dxa"/>
          </w:tcPr>
          <w:p w:rsidR="00FE0321" w:rsidRPr="005221AA" w:rsidRDefault="00FE0321" w:rsidP="002A6E91">
            <w:pPr>
              <w:spacing w:after="40" w:line="240" w:lineRule="atLeast"/>
              <w:jc w:val="left"/>
              <w:rPr>
                <w:sz w:val="20"/>
                <w:szCs w:val="20"/>
              </w:rPr>
            </w:pPr>
            <w:r w:rsidRPr="005221AA">
              <w:rPr>
                <w:sz w:val="20"/>
                <w:szCs w:val="20"/>
              </w:rPr>
              <w:fldChar w:fldCharType="begin"/>
            </w:r>
            <w:r w:rsidRPr="005221AA">
              <w:rPr>
                <w:sz w:val="20"/>
                <w:szCs w:val="20"/>
              </w:rPr>
              <w:instrText xml:space="preserve"> REF _Ref398900479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6</w:t>
            </w:r>
            <w:r w:rsidR="009A3B0A">
              <w:rPr>
                <w:sz w:val="20"/>
                <w:szCs w:val="20"/>
              </w:rPr>
              <w:t>.1</w:t>
            </w:r>
            <w:r w:rsidRPr="005221AA">
              <w:rPr>
                <w:sz w:val="20"/>
                <w:szCs w:val="20"/>
              </w:rPr>
              <w:fldChar w:fldCharType="end"/>
            </w:r>
            <w:r w:rsidRPr="005221AA">
              <w:rPr>
                <w:sz w:val="20"/>
                <w:szCs w:val="20"/>
              </w:rPr>
              <w:t xml:space="preserve"> </w:t>
            </w:r>
            <w:ins w:id="455" w:author="Buttner, Henrike" w:date="2021-06-17T10:12:00Z">
              <w:r w:rsidR="00472AF1" w:rsidRPr="00472AF1">
                <w:rPr>
                  <w:sz w:val="20"/>
                  <w:szCs w:val="20"/>
                </w:rPr>
                <w:t>Monitoring electrical energy and water (monthly and annually</w:t>
              </w:r>
            </w:ins>
            <w:del w:id="456" w:author="Buttner, Henrike" w:date="2021-06-17T10:12:00Z">
              <w:r w:rsidRPr="005221AA" w:rsidDel="00472AF1">
                <w:rPr>
                  <w:sz w:val="20"/>
                  <w:szCs w:val="20"/>
                </w:rPr>
                <w:fldChar w:fldCharType="begin"/>
              </w:r>
              <w:r w:rsidRPr="005221AA" w:rsidDel="00472AF1">
                <w:rPr>
                  <w:sz w:val="20"/>
                  <w:szCs w:val="20"/>
                </w:rPr>
                <w:delInstrText xml:space="preserve"> REF _Ref398900479 \h  \* MERGEFORMAT </w:delInstrText>
              </w:r>
              <w:r w:rsidRPr="005221AA" w:rsidDel="00472AF1">
                <w:rPr>
                  <w:sz w:val="20"/>
                  <w:szCs w:val="20"/>
                </w:rPr>
              </w:r>
              <w:r w:rsidRPr="005221AA" w:rsidDel="00472AF1">
                <w:rPr>
                  <w:sz w:val="20"/>
                  <w:szCs w:val="20"/>
                </w:rPr>
                <w:fldChar w:fldCharType="separate"/>
              </w:r>
              <w:r w:rsidR="003A2D77" w:rsidRPr="00725B42" w:rsidDel="00472AF1">
                <w:rPr>
                  <w:sz w:val="20"/>
                  <w:szCs w:val="20"/>
                </w:rPr>
                <w:delText>Monitoring elektrische Energie und Wasser (monatlich und jährlich)</w:delText>
              </w:r>
              <w:r w:rsidRPr="005221AA" w:rsidDel="00472AF1">
                <w:rPr>
                  <w:sz w:val="20"/>
                  <w:szCs w:val="20"/>
                </w:rPr>
                <w:fldChar w:fldCharType="end"/>
              </w:r>
              <w:r w:rsidRPr="005221AA" w:rsidDel="00472AF1">
                <w:rPr>
                  <w:sz w:val="20"/>
                  <w:szCs w:val="20"/>
                </w:rPr>
                <w:delText xml:space="preserve">  </w:delText>
              </w:r>
            </w:del>
          </w:p>
        </w:tc>
        <w:tc>
          <w:tcPr>
            <w:tcW w:w="1630" w:type="dxa"/>
          </w:tcPr>
          <w:p w:rsidR="00157192" w:rsidRPr="00157192" w:rsidRDefault="00157192" w:rsidP="00157192">
            <w:pPr>
              <w:spacing w:after="40" w:line="240" w:lineRule="atLeast"/>
              <w:jc w:val="left"/>
              <w:rPr>
                <w:ins w:id="457" w:author="Buttner, Henrike" w:date="2021-06-17T10:28:00Z"/>
                <w:sz w:val="20"/>
                <w:szCs w:val="20"/>
              </w:rPr>
            </w:pPr>
            <w:ins w:id="458" w:author="Buttner, Henrike" w:date="2021-06-17T10:28:00Z">
              <w:r w:rsidRPr="00157192">
                <w:rPr>
                  <w:sz w:val="20"/>
                  <w:szCs w:val="20"/>
                </w:rPr>
                <w:t>Annex 2e (Energy), 2g (Refrigeration),</w:t>
              </w:r>
            </w:ins>
          </w:p>
          <w:p w:rsidR="00B51601" w:rsidDel="00157192" w:rsidRDefault="00157192" w:rsidP="00157192">
            <w:pPr>
              <w:spacing w:after="40" w:line="240" w:lineRule="atLeast"/>
              <w:jc w:val="left"/>
              <w:rPr>
                <w:del w:id="459" w:author="Buttner, Henrike" w:date="2021-06-17T10:28:00Z"/>
                <w:sz w:val="20"/>
                <w:szCs w:val="20"/>
              </w:rPr>
            </w:pPr>
            <w:ins w:id="460" w:author="Buttner, Henrike" w:date="2021-06-17T10:28:00Z">
              <w:r w:rsidRPr="00157192">
                <w:rPr>
                  <w:sz w:val="20"/>
                  <w:szCs w:val="20"/>
                </w:rPr>
                <w:t>Annex 2 (Energy &amp; Water)</w:t>
              </w:r>
            </w:ins>
            <w:del w:id="461" w:author="Buttner, Henrike" w:date="2021-06-17T10:27:00Z">
              <w:r w:rsidR="00FE0321" w:rsidRPr="005221AA" w:rsidDel="00157192">
                <w:rPr>
                  <w:sz w:val="20"/>
                  <w:szCs w:val="20"/>
                </w:rPr>
                <w:delText>Anlage</w:delText>
              </w:r>
            </w:del>
            <w:del w:id="462" w:author="Buttner, Henrike" w:date="2021-06-17T10:28:00Z">
              <w:r w:rsidR="00FE0321" w:rsidRPr="005221AA" w:rsidDel="00157192">
                <w:rPr>
                  <w:sz w:val="20"/>
                  <w:szCs w:val="20"/>
                </w:rPr>
                <w:delText> 2e</w:delText>
              </w:r>
              <w:r w:rsidR="00B51601" w:rsidDel="00157192">
                <w:rPr>
                  <w:sz w:val="20"/>
                  <w:szCs w:val="20"/>
                </w:rPr>
                <w:delText xml:space="preserve"> (Energie)</w:delText>
              </w:r>
              <w:r w:rsidR="00D24134" w:rsidDel="00157192">
                <w:rPr>
                  <w:sz w:val="20"/>
                  <w:szCs w:val="20"/>
                </w:rPr>
                <w:delText xml:space="preserve">, </w:delText>
              </w:r>
              <w:r w:rsidR="00D24134" w:rsidRPr="00D24134" w:rsidDel="00157192">
                <w:rPr>
                  <w:sz w:val="20"/>
                  <w:szCs w:val="20"/>
                </w:rPr>
                <w:delText>2g (Kälteanlagen)</w:delText>
              </w:r>
              <w:r w:rsidR="00D24134" w:rsidDel="00157192">
                <w:rPr>
                  <w:sz w:val="20"/>
                  <w:szCs w:val="20"/>
                </w:rPr>
                <w:delText>,</w:delText>
              </w:r>
            </w:del>
          </w:p>
          <w:p w:rsidR="00FE0321" w:rsidRPr="005221AA" w:rsidRDefault="00B51601" w:rsidP="00B51601">
            <w:pPr>
              <w:spacing w:after="40" w:line="240" w:lineRule="atLeast"/>
              <w:jc w:val="left"/>
              <w:rPr>
                <w:sz w:val="20"/>
                <w:szCs w:val="20"/>
              </w:rPr>
            </w:pPr>
            <w:del w:id="463" w:author="Buttner, Henrike" w:date="2021-06-17T10:28:00Z">
              <w:r w:rsidDel="00157192">
                <w:rPr>
                  <w:sz w:val="20"/>
                  <w:szCs w:val="20"/>
                </w:rPr>
                <w:delText>Anlage 2 (Energie &amp; Wasser)</w:delText>
              </w:r>
            </w:del>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sidRPr="00A54E91">
              <w:rPr>
                <w:sz w:val="20"/>
              </w:rPr>
              <w:t>3.2.</w:t>
            </w:r>
            <w:r>
              <w:rPr>
                <w:sz w:val="20"/>
              </w:rPr>
              <w:t>1.2</w:t>
            </w:r>
            <w:r w:rsidRPr="00A54E91">
              <w:rPr>
                <w:sz w:val="20"/>
              </w:rPr>
              <w:t xml:space="preserve"> </w:t>
            </w:r>
            <w:ins w:id="464" w:author="Buttner, Henrike" w:date="2021-06-17T10:11:00Z">
              <w:r w:rsidR="00472AF1" w:rsidRPr="00472AF1">
                <w:rPr>
                  <w:sz w:val="20"/>
                </w:rPr>
                <w:t>New acquisition of components of the cooling system</w:t>
              </w:r>
            </w:ins>
            <w:del w:id="465" w:author="Buttner, Henrike" w:date="2021-06-17T10:11:00Z">
              <w:r w:rsidRPr="00A54E91" w:rsidDel="00472AF1">
                <w:rPr>
                  <w:sz w:val="20"/>
                </w:rPr>
                <w:delText xml:space="preserve">Neuanschaffung von </w:delText>
              </w:r>
              <w:r w:rsidDel="00472AF1">
                <w:rPr>
                  <w:sz w:val="20"/>
                </w:rPr>
                <w:delText>Komponenten des Kühlsystems</w:delText>
              </w:r>
            </w:del>
          </w:p>
        </w:tc>
        <w:tc>
          <w:tcPr>
            <w:tcW w:w="3395" w:type="dxa"/>
          </w:tcPr>
          <w:p w:rsidR="00FE0321" w:rsidRPr="005221AA" w:rsidRDefault="00FE0321" w:rsidP="00A54E91">
            <w:pPr>
              <w:spacing w:after="40" w:line="240" w:lineRule="atLeast"/>
              <w:jc w:val="left"/>
              <w:rPr>
                <w:sz w:val="20"/>
                <w:szCs w:val="20"/>
              </w:rPr>
            </w:pPr>
            <w:r w:rsidRPr="005221AA">
              <w:rPr>
                <w:sz w:val="20"/>
                <w:szCs w:val="20"/>
              </w:rPr>
              <w:fldChar w:fldCharType="begin"/>
            </w:r>
            <w:r w:rsidRPr="005221AA">
              <w:rPr>
                <w:sz w:val="20"/>
                <w:szCs w:val="20"/>
              </w:rPr>
              <w:instrText xml:space="preserve"> REF _Ref411249053 \r \h  \* MERGEFORMAT </w:instrText>
            </w:r>
            <w:r w:rsidRPr="005221AA">
              <w:rPr>
                <w:sz w:val="20"/>
                <w:szCs w:val="20"/>
              </w:rPr>
            </w:r>
            <w:r w:rsidRPr="005221AA">
              <w:rPr>
                <w:sz w:val="20"/>
                <w:szCs w:val="20"/>
              </w:rPr>
              <w:fldChar w:fldCharType="separate"/>
            </w:r>
            <w:r w:rsidR="009A3B0A">
              <w:rPr>
                <w:sz w:val="20"/>
                <w:szCs w:val="20"/>
              </w:rPr>
              <w:t>2.</w:t>
            </w:r>
            <w:r w:rsidR="00131261">
              <w:rPr>
                <w:sz w:val="20"/>
                <w:szCs w:val="20"/>
              </w:rPr>
              <w:t>7</w:t>
            </w:r>
            <w:r w:rsidR="009A3B0A">
              <w:rPr>
                <w:sz w:val="20"/>
                <w:szCs w:val="20"/>
              </w:rPr>
              <w:t>.1</w:t>
            </w:r>
            <w:r w:rsidRPr="005221AA">
              <w:rPr>
                <w:sz w:val="20"/>
                <w:szCs w:val="20"/>
              </w:rPr>
              <w:fldChar w:fldCharType="end"/>
            </w:r>
            <w:r w:rsidRPr="005221AA">
              <w:rPr>
                <w:sz w:val="20"/>
                <w:szCs w:val="20"/>
              </w:rPr>
              <w:t xml:space="preserve"> </w:t>
            </w:r>
            <w:ins w:id="466" w:author="Buttner, Henrike" w:date="2021-06-17T10:12:00Z">
              <w:r w:rsidR="00472AF1" w:rsidRPr="00472AF1">
                <w:rPr>
                  <w:sz w:val="20"/>
                  <w:szCs w:val="20"/>
                </w:rPr>
                <w:t>General information on the cooling system, subitem No. 7 + 2.8.2 Energy efficiency of the cooling system (calculation of the annual performance factor)</w:t>
              </w:r>
            </w:ins>
            <w:del w:id="467" w:author="Buttner, Henrike" w:date="2021-06-17T10:12:00Z">
              <w:r w:rsidRPr="005221AA" w:rsidDel="00472AF1">
                <w:rPr>
                  <w:sz w:val="20"/>
                  <w:szCs w:val="20"/>
                </w:rPr>
                <w:fldChar w:fldCharType="begin"/>
              </w:r>
              <w:r w:rsidRPr="005221AA" w:rsidDel="00472AF1">
                <w:rPr>
                  <w:sz w:val="20"/>
                  <w:szCs w:val="20"/>
                </w:rPr>
                <w:delInstrText xml:space="preserve"> REF _Ref411249053 \h  \* MERGEFORMAT </w:delInstrText>
              </w:r>
              <w:r w:rsidRPr="005221AA" w:rsidDel="00472AF1">
                <w:rPr>
                  <w:sz w:val="20"/>
                  <w:szCs w:val="20"/>
                </w:rPr>
              </w:r>
              <w:r w:rsidRPr="005221AA" w:rsidDel="00472AF1">
                <w:rPr>
                  <w:sz w:val="20"/>
                  <w:szCs w:val="20"/>
                </w:rPr>
                <w:fldChar w:fldCharType="separate"/>
              </w:r>
              <w:r w:rsidR="009A3B0A" w:rsidRPr="00725B42" w:rsidDel="00472AF1">
                <w:rPr>
                  <w:sz w:val="20"/>
                  <w:szCs w:val="20"/>
                </w:rPr>
                <w:delText>Allgemeine Angaben zum Kühlsystem</w:delText>
              </w:r>
              <w:r w:rsidRPr="005221AA" w:rsidDel="00472AF1">
                <w:rPr>
                  <w:sz w:val="20"/>
                  <w:szCs w:val="20"/>
                </w:rPr>
                <w:fldChar w:fldCharType="end"/>
              </w:r>
              <w:r w:rsidRPr="005221AA" w:rsidDel="00472AF1">
                <w:rPr>
                  <w:sz w:val="20"/>
                  <w:szCs w:val="20"/>
                </w:rPr>
                <w:delText xml:space="preserve">, </w:delText>
              </w:r>
              <w:r w:rsidDel="00472AF1">
                <w:rPr>
                  <w:sz w:val="20"/>
                  <w:szCs w:val="20"/>
                </w:rPr>
                <w:delText>Unterpunkt </w:delText>
              </w:r>
              <w:r w:rsidRPr="005221AA" w:rsidDel="00472AF1">
                <w:rPr>
                  <w:sz w:val="20"/>
                  <w:szCs w:val="20"/>
                </w:rPr>
                <w:delText>Nr. </w:delText>
              </w:r>
              <w:r w:rsidRPr="005221AA" w:rsidDel="00472AF1">
                <w:rPr>
                  <w:sz w:val="20"/>
                  <w:szCs w:val="20"/>
                </w:rPr>
                <w:fldChar w:fldCharType="begin"/>
              </w:r>
              <w:r w:rsidRPr="005221AA" w:rsidDel="00472AF1">
                <w:rPr>
                  <w:sz w:val="20"/>
                  <w:szCs w:val="20"/>
                </w:rPr>
                <w:delInstrText xml:space="preserve"> REF _Ref411249214 \r \h  \* MERGEFORMAT </w:delInstrText>
              </w:r>
              <w:r w:rsidRPr="005221AA" w:rsidDel="00472AF1">
                <w:rPr>
                  <w:sz w:val="20"/>
                  <w:szCs w:val="20"/>
                </w:rPr>
              </w:r>
              <w:r w:rsidRPr="005221AA" w:rsidDel="00472AF1">
                <w:rPr>
                  <w:sz w:val="20"/>
                  <w:szCs w:val="20"/>
                </w:rPr>
                <w:fldChar w:fldCharType="separate"/>
              </w:r>
              <w:r w:rsidR="009A3B0A" w:rsidDel="00472AF1">
                <w:rPr>
                  <w:sz w:val="20"/>
                  <w:szCs w:val="20"/>
                </w:rPr>
                <w:delText>7</w:delText>
              </w:r>
              <w:r w:rsidRPr="005221AA" w:rsidDel="00472AF1">
                <w:rPr>
                  <w:sz w:val="20"/>
                  <w:szCs w:val="20"/>
                </w:rPr>
                <w:fldChar w:fldCharType="end"/>
              </w:r>
              <w:r w:rsidRPr="005221AA" w:rsidDel="00472AF1">
                <w:rPr>
                  <w:sz w:val="20"/>
                  <w:szCs w:val="20"/>
                </w:rPr>
                <w:delText xml:space="preserve"> + </w:delText>
              </w:r>
              <w:r w:rsidRPr="005221AA" w:rsidDel="00472AF1">
                <w:rPr>
                  <w:sz w:val="20"/>
                  <w:szCs w:val="20"/>
                </w:rPr>
                <w:fldChar w:fldCharType="begin"/>
              </w:r>
              <w:r w:rsidRPr="005221AA" w:rsidDel="00472AF1">
                <w:rPr>
                  <w:sz w:val="20"/>
                  <w:szCs w:val="20"/>
                </w:rPr>
                <w:delInstrText xml:space="preserve"> REF _Ref410901093 \r \h  \* MERGEFORMAT </w:delInstrText>
              </w:r>
              <w:r w:rsidRPr="005221AA" w:rsidDel="00472AF1">
                <w:rPr>
                  <w:sz w:val="20"/>
                  <w:szCs w:val="20"/>
                </w:rPr>
              </w:r>
              <w:r w:rsidRPr="005221AA" w:rsidDel="00472AF1">
                <w:rPr>
                  <w:sz w:val="20"/>
                  <w:szCs w:val="20"/>
                </w:rPr>
                <w:fldChar w:fldCharType="separate"/>
              </w:r>
              <w:r w:rsidR="009A3B0A" w:rsidDel="00472AF1">
                <w:rPr>
                  <w:sz w:val="20"/>
                  <w:szCs w:val="20"/>
                </w:rPr>
                <w:delText>2.8.2</w:delText>
              </w:r>
              <w:r w:rsidRPr="005221AA" w:rsidDel="00472AF1">
                <w:rPr>
                  <w:sz w:val="20"/>
                  <w:szCs w:val="20"/>
                </w:rPr>
                <w:fldChar w:fldCharType="end"/>
              </w:r>
              <w:r w:rsidRPr="005221AA" w:rsidDel="00472AF1">
                <w:rPr>
                  <w:sz w:val="20"/>
                  <w:szCs w:val="20"/>
                </w:rPr>
                <w:delText xml:space="preserve"> </w:delText>
              </w:r>
              <w:r w:rsidRPr="005221AA" w:rsidDel="00472AF1">
                <w:rPr>
                  <w:sz w:val="20"/>
                  <w:szCs w:val="20"/>
                </w:rPr>
                <w:fldChar w:fldCharType="begin"/>
              </w:r>
              <w:r w:rsidRPr="005221AA" w:rsidDel="00472AF1">
                <w:rPr>
                  <w:sz w:val="20"/>
                  <w:szCs w:val="20"/>
                </w:rPr>
                <w:delInstrText xml:space="preserve"> REF _Ref410901093 \h  \* MERGEFORMAT </w:delInstrText>
              </w:r>
              <w:r w:rsidRPr="005221AA" w:rsidDel="00472AF1">
                <w:rPr>
                  <w:sz w:val="20"/>
                  <w:szCs w:val="20"/>
                </w:rPr>
              </w:r>
              <w:r w:rsidRPr="005221AA" w:rsidDel="00472AF1">
                <w:rPr>
                  <w:sz w:val="20"/>
                  <w:szCs w:val="20"/>
                </w:rPr>
                <w:fldChar w:fldCharType="separate"/>
              </w:r>
              <w:r w:rsidR="009A3B0A" w:rsidRPr="00725B42" w:rsidDel="00472AF1">
                <w:rPr>
                  <w:sz w:val="20"/>
                  <w:szCs w:val="20"/>
                </w:rPr>
                <w:delText>Energieeffizienz des Kühlsystems (Berechnung der Jahresarbeitszahl)</w:delText>
              </w:r>
              <w:r w:rsidRPr="005221AA" w:rsidDel="00472AF1">
                <w:rPr>
                  <w:sz w:val="20"/>
                  <w:szCs w:val="20"/>
                </w:rPr>
                <w:fldChar w:fldCharType="end"/>
              </w:r>
            </w:del>
          </w:p>
        </w:tc>
        <w:tc>
          <w:tcPr>
            <w:tcW w:w="1630" w:type="dxa"/>
          </w:tcPr>
          <w:p w:rsidR="00FE0321" w:rsidRPr="005221AA" w:rsidRDefault="00FE0321" w:rsidP="00A54E91">
            <w:pPr>
              <w:spacing w:after="40" w:line="240" w:lineRule="atLeast"/>
              <w:jc w:val="left"/>
              <w:rPr>
                <w:sz w:val="20"/>
                <w:szCs w:val="20"/>
              </w:rPr>
            </w:pPr>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sidRPr="00A54E91">
              <w:rPr>
                <w:sz w:val="20"/>
              </w:rPr>
              <w:t>3.2.</w:t>
            </w:r>
            <w:r>
              <w:rPr>
                <w:sz w:val="20"/>
              </w:rPr>
              <w:t>1.3</w:t>
            </w:r>
            <w:r w:rsidRPr="00A54E91">
              <w:rPr>
                <w:sz w:val="20"/>
              </w:rPr>
              <w:t xml:space="preserve"> </w:t>
            </w:r>
            <w:ins w:id="468" w:author="Buttner, Henrike" w:date="2021-06-17T10:11:00Z">
              <w:r w:rsidR="00472AF1" w:rsidRPr="00472AF1">
                <w:rPr>
                  <w:sz w:val="20"/>
                </w:rPr>
                <w:t>New acquisition of uninterruptible power supply (UPS)</w:t>
              </w:r>
            </w:ins>
            <w:del w:id="469" w:author="Buttner, Henrike" w:date="2021-06-17T10:11:00Z">
              <w:r w:rsidRPr="00A54E91" w:rsidDel="00472AF1">
                <w:rPr>
                  <w:sz w:val="20"/>
                </w:rPr>
                <w:delText>Neuanschaffung von Unterbrechungsfreier Stromversorgung (USV)</w:delText>
              </w:r>
            </w:del>
          </w:p>
        </w:tc>
        <w:tc>
          <w:tcPr>
            <w:tcW w:w="3395" w:type="dxa"/>
          </w:tcPr>
          <w:p w:rsidR="00FE0321" w:rsidRPr="005221AA" w:rsidRDefault="00131261" w:rsidP="002B3E13">
            <w:pPr>
              <w:spacing w:after="40" w:line="240" w:lineRule="atLeast"/>
              <w:jc w:val="left"/>
              <w:rPr>
                <w:sz w:val="20"/>
                <w:szCs w:val="20"/>
              </w:rPr>
            </w:pPr>
            <w:r w:rsidRPr="005221AA">
              <w:rPr>
                <w:sz w:val="20"/>
                <w:szCs w:val="20"/>
              </w:rPr>
              <w:fldChar w:fldCharType="begin"/>
            </w:r>
            <w:r w:rsidRPr="005221AA">
              <w:rPr>
                <w:sz w:val="20"/>
                <w:szCs w:val="20"/>
              </w:rPr>
              <w:instrText xml:space="preserve"> REF _Ref389551433 \r \h  \* MERGEFORMAT </w:instrText>
            </w:r>
            <w:r w:rsidRPr="005221AA">
              <w:rPr>
                <w:sz w:val="20"/>
                <w:szCs w:val="20"/>
              </w:rPr>
            </w:r>
            <w:r w:rsidRPr="005221AA">
              <w:rPr>
                <w:sz w:val="20"/>
                <w:szCs w:val="20"/>
              </w:rPr>
              <w:fldChar w:fldCharType="separate"/>
            </w:r>
            <w:r>
              <w:rPr>
                <w:sz w:val="20"/>
                <w:szCs w:val="20"/>
              </w:rPr>
              <w:t>2.8</w:t>
            </w:r>
            <w:r w:rsidRPr="005221AA">
              <w:rPr>
                <w:sz w:val="20"/>
                <w:szCs w:val="20"/>
              </w:rPr>
              <w:fldChar w:fldCharType="end"/>
            </w:r>
            <w:r w:rsidRPr="005221AA">
              <w:rPr>
                <w:sz w:val="20"/>
                <w:szCs w:val="20"/>
              </w:rPr>
              <w:t xml:space="preserve"> </w:t>
            </w:r>
            <w:ins w:id="470" w:author="Buttner, Henrike" w:date="2021-06-17T10:12:00Z">
              <w:r w:rsidR="00472AF1" w:rsidRPr="00472AF1">
                <w:rPr>
                  <w:sz w:val="20"/>
                  <w:szCs w:val="20"/>
                </w:rPr>
                <w:t>Uninterruptible power supply (UPS)</w:t>
              </w:r>
            </w:ins>
            <w:del w:id="471" w:author="Buttner, Henrike" w:date="2021-06-17T10:12:00Z">
              <w:r w:rsidR="00FE0321" w:rsidRPr="005221AA" w:rsidDel="00472AF1">
                <w:rPr>
                  <w:sz w:val="20"/>
                  <w:szCs w:val="20"/>
                </w:rPr>
                <w:fldChar w:fldCharType="begin"/>
              </w:r>
              <w:r w:rsidR="00FE0321" w:rsidRPr="005221AA" w:rsidDel="00472AF1">
                <w:rPr>
                  <w:sz w:val="20"/>
                  <w:szCs w:val="20"/>
                </w:rPr>
                <w:delInstrText xml:space="preserve"> REF _Ref389551433 \h  \* MERGEFORMAT </w:delInstrText>
              </w:r>
              <w:r w:rsidR="00FE0321" w:rsidRPr="005221AA" w:rsidDel="00472AF1">
                <w:rPr>
                  <w:sz w:val="20"/>
                  <w:szCs w:val="20"/>
                </w:rPr>
              </w:r>
              <w:r w:rsidR="00FE0321" w:rsidRPr="005221AA" w:rsidDel="00472AF1">
                <w:rPr>
                  <w:sz w:val="20"/>
                  <w:szCs w:val="20"/>
                </w:rPr>
                <w:fldChar w:fldCharType="separate"/>
              </w:r>
              <w:r w:rsidR="009A3B0A" w:rsidRPr="00725B42" w:rsidDel="00472AF1">
                <w:rPr>
                  <w:sz w:val="20"/>
                  <w:szCs w:val="20"/>
                </w:rPr>
                <w:delText>Unterbrechungsfreie Stromversorgung (USV)</w:delText>
              </w:r>
              <w:r w:rsidR="00FE0321" w:rsidRPr="005221AA" w:rsidDel="00472AF1">
                <w:rPr>
                  <w:sz w:val="20"/>
                  <w:szCs w:val="20"/>
                </w:rPr>
                <w:fldChar w:fldCharType="end"/>
              </w:r>
              <w:r w:rsidR="00FE0321" w:rsidRPr="005221AA" w:rsidDel="00472AF1">
                <w:rPr>
                  <w:sz w:val="20"/>
                  <w:szCs w:val="20"/>
                </w:rPr>
                <w:delText xml:space="preserve"> </w:delText>
              </w:r>
            </w:del>
          </w:p>
        </w:tc>
        <w:tc>
          <w:tcPr>
            <w:tcW w:w="1630" w:type="dxa"/>
          </w:tcPr>
          <w:p w:rsidR="00FE0321" w:rsidRPr="005221AA" w:rsidRDefault="00FE0321" w:rsidP="002B3E13">
            <w:pPr>
              <w:spacing w:after="40" w:line="240" w:lineRule="atLeast"/>
              <w:jc w:val="left"/>
              <w:rPr>
                <w:sz w:val="20"/>
                <w:szCs w:val="20"/>
              </w:rPr>
            </w:pPr>
          </w:p>
        </w:tc>
      </w:tr>
      <w:tr w:rsidR="00FE0321" w:rsidRPr="003C1A26" w:rsidTr="009A60EB">
        <w:tc>
          <w:tcPr>
            <w:tcW w:w="4028" w:type="dxa"/>
          </w:tcPr>
          <w:p w:rsidR="00FE0321" w:rsidRPr="00A54E91" w:rsidRDefault="00FE0321" w:rsidP="00725B42">
            <w:pPr>
              <w:spacing w:after="40" w:line="240" w:lineRule="atLeast"/>
              <w:ind w:left="284"/>
              <w:jc w:val="left"/>
              <w:rPr>
                <w:sz w:val="20"/>
              </w:rPr>
            </w:pPr>
            <w:r>
              <w:rPr>
                <w:sz w:val="20"/>
              </w:rPr>
              <w:t xml:space="preserve">3.2.1.4 </w:t>
            </w:r>
            <w:ins w:id="472" w:author="Buttner, Henrike" w:date="2021-06-17T10:11:00Z">
              <w:r w:rsidR="00472AF1" w:rsidRPr="00472AF1">
                <w:rPr>
                  <w:sz w:val="20"/>
                </w:rPr>
                <w:t>New acquisition of switchgear</w:t>
              </w:r>
            </w:ins>
            <w:del w:id="473" w:author="Buttner, Henrike" w:date="2021-06-17T10:11:00Z">
              <w:r w:rsidDel="00472AF1">
                <w:rPr>
                  <w:sz w:val="20"/>
                </w:rPr>
                <w:delText>Neuanschaffung von Schaltanlagen</w:delText>
              </w:r>
            </w:del>
          </w:p>
        </w:tc>
        <w:tc>
          <w:tcPr>
            <w:tcW w:w="3395" w:type="dxa"/>
          </w:tcPr>
          <w:p w:rsidR="00FE0321" w:rsidRPr="00F843FA" w:rsidRDefault="00FE0321" w:rsidP="005A3AA1">
            <w:pPr>
              <w:spacing w:after="40" w:line="240" w:lineRule="atLeast"/>
              <w:jc w:val="left"/>
              <w:rPr>
                <w:sz w:val="20"/>
                <w:szCs w:val="20"/>
              </w:rPr>
            </w:pPr>
            <w:r w:rsidRPr="00F843FA">
              <w:rPr>
                <w:sz w:val="20"/>
                <w:szCs w:val="20"/>
              </w:rPr>
              <w:fldChar w:fldCharType="begin"/>
            </w:r>
            <w:r w:rsidRPr="007417F1">
              <w:rPr>
                <w:sz w:val="20"/>
                <w:szCs w:val="20"/>
              </w:rPr>
              <w:instrText xml:space="preserve"> REF _Ref535241760 \r \h </w:instrText>
            </w:r>
            <w:r>
              <w:rPr>
                <w:sz w:val="20"/>
                <w:szCs w:val="20"/>
              </w:rPr>
              <w:instrText xml:space="preserve"> \* MERGEFORMAT </w:instrText>
            </w:r>
            <w:r w:rsidRPr="00F843FA">
              <w:rPr>
                <w:sz w:val="20"/>
                <w:szCs w:val="20"/>
              </w:rPr>
            </w:r>
            <w:r w:rsidRPr="00F843FA">
              <w:rPr>
                <w:sz w:val="20"/>
                <w:szCs w:val="20"/>
              </w:rPr>
              <w:fldChar w:fldCharType="separate"/>
            </w:r>
            <w:r w:rsidR="009A3B0A">
              <w:rPr>
                <w:sz w:val="20"/>
                <w:szCs w:val="20"/>
              </w:rPr>
              <w:t>2.3</w:t>
            </w:r>
            <w:r w:rsidRPr="00F843FA">
              <w:rPr>
                <w:sz w:val="20"/>
                <w:szCs w:val="20"/>
              </w:rPr>
              <w:fldChar w:fldCharType="end"/>
            </w:r>
            <w:ins w:id="474" w:author="Buttner, Henrike" w:date="2021-06-17T10:12:00Z">
              <w:r w:rsidR="00472AF1" w:rsidRPr="00472AF1">
                <w:rPr>
                  <w:sz w:val="20"/>
                  <w:szCs w:val="20"/>
                </w:rPr>
                <w:t xml:space="preserve"> Electrical switchgear</w:t>
              </w:r>
            </w:ins>
            <w:del w:id="475" w:author="Buttner, Henrike" w:date="2021-06-17T10:12:00Z">
              <w:r w:rsidRPr="00F843FA" w:rsidDel="00472AF1">
                <w:rPr>
                  <w:sz w:val="20"/>
                  <w:szCs w:val="20"/>
                </w:rPr>
                <w:delText> </w:delText>
              </w:r>
              <w:r w:rsidRPr="00F843FA" w:rsidDel="00472AF1">
                <w:rPr>
                  <w:sz w:val="20"/>
                  <w:szCs w:val="20"/>
                </w:rPr>
                <w:fldChar w:fldCharType="begin"/>
              </w:r>
              <w:r w:rsidRPr="007417F1" w:rsidDel="00472AF1">
                <w:rPr>
                  <w:sz w:val="20"/>
                  <w:szCs w:val="20"/>
                </w:rPr>
                <w:delInstrText xml:space="preserve"> REF _Ref535241760 \h </w:delInstrText>
              </w:r>
              <w:r w:rsidDel="00472AF1">
                <w:rPr>
                  <w:sz w:val="20"/>
                  <w:szCs w:val="20"/>
                </w:rPr>
                <w:delInstrText xml:space="preserve"> \* MERGEFORMAT </w:delInstrText>
              </w:r>
              <w:r w:rsidRPr="00F843FA" w:rsidDel="00472AF1">
                <w:rPr>
                  <w:sz w:val="20"/>
                  <w:szCs w:val="20"/>
                </w:rPr>
              </w:r>
              <w:r w:rsidRPr="00F843FA" w:rsidDel="00472AF1">
                <w:rPr>
                  <w:sz w:val="20"/>
                  <w:szCs w:val="20"/>
                </w:rPr>
                <w:fldChar w:fldCharType="separate"/>
              </w:r>
              <w:r w:rsidR="009A3B0A" w:rsidRPr="00725B42" w:rsidDel="00472AF1">
                <w:rPr>
                  <w:sz w:val="20"/>
                  <w:szCs w:val="20"/>
                </w:rPr>
                <w:delText>Elektrische Schaltanlagen</w:delText>
              </w:r>
              <w:r w:rsidRPr="00F843FA" w:rsidDel="00472AF1">
                <w:rPr>
                  <w:sz w:val="20"/>
                  <w:szCs w:val="20"/>
                </w:rPr>
                <w:fldChar w:fldCharType="end"/>
              </w:r>
            </w:del>
          </w:p>
        </w:tc>
        <w:tc>
          <w:tcPr>
            <w:tcW w:w="1630" w:type="dxa"/>
          </w:tcPr>
          <w:p w:rsidR="00FE0321" w:rsidRPr="00F843FA" w:rsidRDefault="00FE0321" w:rsidP="005A3AA1">
            <w:pPr>
              <w:spacing w:after="40" w:line="240" w:lineRule="atLeast"/>
              <w:jc w:val="left"/>
              <w:rPr>
                <w:sz w:val="20"/>
                <w:szCs w:val="20"/>
              </w:rPr>
            </w:pPr>
          </w:p>
        </w:tc>
      </w:tr>
      <w:tr w:rsidR="005B1CB3" w:rsidRPr="003C1A26" w:rsidTr="009A60EB">
        <w:tc>
          <w:tcPr>
            <w:tcW w:w="4028" w:type="dxa"/>
          </w:tcPr>
          <w:p w:rsidR="005B1CB3" w:rsidRDefault="005B1CB3" w:rsidP="00C33296">
            <w:pPr>
              <w:spacing w:after="40" w:line="240" w:lineRule="atLeast"/>
              <w:ind w:left="284"/>
              <w:jc w:val="left"/>
              <w:rPr>
                <w:sz w:val="20"/>
              </w:rPr>
            </w:pPr>
            <w:r>
              <w:rPr>
                <w:sz w:val="20"/>
              </w:rPr>
              <w:t xml:space="preserve">3.2.1.5 </w:t>
            </w:r>
            <w:ins w:id="476" w:author="Buttner, Henrike" w:date="2021-06-17T10:11:00Z">
              <w:r w:rsidR="00472AF1" w:rsidRPr="00472AF1">
                <w:rPr>
                  <w:sz w:val="20"/>
                </w:rPr>
                <w:t>New acquisition of intelligent power distribution units (PDUs)</w:t>
              </w:r>
            </w:ins>
            <w:del w:id="477" w:author="Buttner, Henrike" w:date="2021-06-17T10:11:00Z">
              <w:r w:rsidRPr="005B1CB3" w:rsidDel="00472AF1">
                <w:rPr>
                  <w:sz w:val="20"/>
                </w:rPr>
                <w:delText>Neuanschaffung intelligenter Power Distribution Units (PDUs)</w:delText>
              </w:r>
            </w:del>
          </w:p>
        </w:tc>
        <w:tc>
          <w:tcPr>
            <w:tcW w:w="3395" w:type="dxa"/>
          </w:tcPr>
          <w:p w:rsidR="005B1CB3" w:rsidRPr="005B1CB3" w:rsidRDefault="005B1CB3" w:rsidP="005A3AA1">
            <w:pPr>
              <w:spacing w:after="40" w:line="240" w:lineRule="atLeast"/>
              <w:jc w:val="left"/>
              <w:rPr>
                <w:sz w:val="20"/>
                <w:szCs w:val="20"/>
              </w:rPr>
            </w:pPr>
            <w:r w:rsidRPr="005B1CB3">
              <w:rPr>
                <w:sz w:val="20"/>
                <w:szCs w:val="20"/>
              </w:rPr>
              <w:fldChar w:fldCharType="begin"/>
            </w:r>
            <w:r w:rsidRPr="005B1CB3">
              <w:rPr>
                <w:sz w:val="20"/>
                <w:szCs w:val="20"/>
              </w:rPr>
              <w:instrText xml:space="preserve"> REF _Ref411249604 \r \h </w:instrText>
            </w:r>
            <w:r>
              <w:rPr>
                <w:sz w:val="20"/>
                <w:szCs w:val="20"/>
              </w:rPr>
              <w:instrText xml:space="preserve"> \* MERGEFORMAT </w:instrText>
            </w:r>
            <w:r w:rsidRPr="005B1CB3">
              <w:rPr>
                <w:sz w:val="20"/>
                <w:szCs w:val="20"/>
              </w:rPr>
            </w:r>
            <w:r w:rsidRPr="005B1CB3">
              <w:rPr>
                <w:sz w:val="20"/>
                <w:szCs w:val="20"/>
              </w:rPr>
              <w:fldChar w:fldCharType="separate"/>
            </w:r>
            <w:r w:rsidR="009A3B0A">
              <w:rPr>
                <w:sz w:val="20"/>
                <w:szCs w:val="20"/>
              </w:rPr>
              <w:t>2.4.1</w:t>
            </w:r>
            <w:r w:rsidRPr="005B1CB3">
              <w:rPr>
                <w:sz w:val="20"/>
                <w:szCs w:val="20"/>
              </w:rPr>
              <w:fldChar w:fldCharType="end"/>
            </w:r>
            <w:r>
              <w:rPr>
                <w:sz w:val="20"/>
                <w:szCs w:val="20"/>
              </w:rPr>
              <w:t xml:space="preserve"> </w:t>
            </w:r>
            <w:ins w:id="478" w:author="Buttner, Henrike" w:date="2021-06-17T10:13:00Z">
              <w:r w:rsidR="00472AF1" w:rsidRPr="00472AF1">
                <w:rPr>
                  <w:sz w:val="20"/>
                  <w:szCs w:val="20"/>
                </w:rPr>
                <w:t>Inventory list of newly acquired intelligent PDUs</w:t>
              </w:r>
            </w:ins>
            <w:del w:id="479" w:author="Buttner, Henrike" w:date="2021-06-17T10:13:00Z">
              <w:r w:rsidRPr="005B1CB3" w:rsidDel="00472AF1">
                <w:rPr>
                  <w:sz w:val="20"/>
                  <w:szCs w:val="20"/>
                </w:rPr>
                <w:fldChar w:fldCharType="begin"/>
              </w:r>
              <w:r w:rsidRPr="005B1CB3" w:rsidDel="00472AF1">
                <w:rPr>
                  <w:sz w:val="20"/>
                  <w:szCs w:val="20"/>
                </w:rPr>
                <w:delInstrText xml:space="preserve"> REF _Ref411249604 \h </w:delInstrText>
              </w:r>
              <w:r w:rsidDel="00472AF1">
                <w:rPr>
                  <w:sz w:val="20"/>
                  <w:szCs w:val="20"/>
                </w:rPr>
                <w:delInstrText xml:space="preserve"> \* MERGEFORMAT </w:delInstrText>
              </w:r>
              <w:r w:rsidRPr="005B1CB3" w:rsidDel="00472AF1">
                <w:rPr>
                  <w:sz w:val="20"/>
                  <w:szCs w:val="20"/>
                </w:rPr>
              </w:r>
              <w:r w:rsidRPr="005B1CB3" w:rsidDel="00472AF1">
                <w:rPr>
                  <w:sz w:val="20"/>
                  <w:szCs w:val="20"/>
                </w:rPr>
                <w:fldChar w:fldCharType="separate"/>
              </w:r>
              <w:r w:rsidR="009A3B0A" w:rsidRPr="00725B42" w:rsidDel="00472AF1">
                <w:rPr>
                  <w:sz w:val="20"/>
                  <w:szCs w:val="20"/>
                </w:rPr>
                <w:delText>Inventarliste neu angeschaffter intelligenter PDUs</w:delText>
              </w:r>
              <w:r w:rsidRPr="005B1CB3" w:rsidDel="00472AF1">
                <w:rPr>
                  <w:sz w:val="20"/>
                  <w:szCs w:val="20"/>
                </w:rPr>
                <w:fldChar w:fldCharType="end"/>
              </w:r>
            </w:del>
          </w:p>
        </w:tc>
        <w:tc>
          <w:tcPr>
            <w:tcW w:w="1630" w:type="dxa"/>
          </w:tcPr>
          <w:p w:rsidR="005B1CB3" w:rsidRPr="00F843FA" w:rsidRDefault="00157192" w:rsidP="005A3AA1">
            <w:pPr>
              <w:spacing w:after="40" w:line="240" w:lineRule="atLeast"/>
              <w:jc w:val="left"/>
              <w:rPr>
                <w:sz w:val="20"/>
                <w:szCs w:val="20"/>
              </w:rPr>
            </w:pPr>
            <w:ins w:id="480" w:author="Buttner, Henrike" w:date="2021-06-17T10:28:00Z">
              <w:r>
                <w:rPr>
                  <w:sz w:val="20"/>
                  <w:szCs w:val="20"/>
                </w:rPr>
                <w:t>Annex</w:t>
              </w:r>
            </w:ins>
            <w:del w:id="481" w:author="Buttner, Henrike" w:date="2021-06-17T10:28:00Z">
              <w:r w:rsidR="005B1CB3" w:rsidDel="00157192">
                <w:rPr>
                  <w:sz w:val="20"/>
                  <w:szCs w:val="20"/>
                </w:rPr>
                <w:delText>Anlage</w:delText>
              </w:r>
            </w:del>
            <w:r w:rsidR="005B1CB3">
              <w:rPr>
                <w:sz w:val="20"/>
                <w:szCs w:val="20"/>
              </w:rPr>
              <w:t xml:space="preserve"> 2d</w:t>
            </w:r>
          </w:p>
        </w:tc>
      </w:tr>
      <w:tr w:rsidR="005B1CB3" w:rsidRPr="003C1A26" w:rsidTr="009A60EB">
        <w:tc>
          <w:tcPr>
            <w:tcW w:w="4028" w:type="dxa"/>
          </w:tcPr>
          <w:p w:rsidR="005B1CB3" w:rsidRDefault="005B1CB3" w:rsidP="00C33296">
            <w:pPr>
              <w:spacing w:after="40" w:line="240" w:lineRule="atLeast"/>
              <w:ind w:left="284"/>
              <w:jc w:val="left"/>
              <w:rPr>
                <w:sz w:val="20"/>
              </w:rPr>
            </w:pPr>
            <w:r>
              <w:rPr>
                <w:sz w:val="20"/>
              </w:rPr>
              <w:t xml:space="preserve">3.2.1.6 </w:t>
            </w:r>
            <w:ins w:id="482" w:author="Buttner, Henrike" w:date="2021-06-17T10:12:00Z">
              <w:r w:rsidR="00472AF1" w:rsidRPr="00472AF1">
                <w:rPr>
                  <w:sz w:val="20"/>
                </w:rPr>
                <w:t>Consideration of life cycle costs in procurement</w:t>
              </w:r>
            </w:ins>
            <w:del w:id="483" w:author="Buttner, Henrike" w:date="2021-06-17T10:12:00Z">
              <w:r w:rsidRPr="005B1CB3" w:rsidDel="00472AF1">
                <w:rPr>
                  <w:sz w:val="20"/>
                </w:rPr>
                <w:delText>Berücksichtigung von Lebenszykluskosten bei der Beschaffung</w:delText>
              </w:r>
            </w:del>
          </w:p>
        </w:tc>
        <w:tc>
          <w:tcPr>
            <w:tcW w:w="3395" w:type="dxa"/>
          </w:tcPr>
          <w:p w:rsidR="005B1CB3" w:rsidRPr="00F843FA" w:rsidRDefault="005B1CB3" w:rsidP="005A3AA1">
            <w:pPr>
              <w:spacing w:after="40" w:line="240" w:lineRule="atLeast"/>
              <w:jc w:val="left"/>
              <w:rPr>
                <w:sz w:val="20"/>
                <w:szCs w:val="20"/>
              </w:rPr>
            </w:pPr>
            <w:r>
              <w:rPr>
                <w:sz w:val="20"/>
                <w:szCs w:val="20"/>
              </w:rPr>
              <w:t>-</w:t>
            </w:r>
          </w:p>
        </w:tc>
        <w:tc>
          <w:tcPr>
            <w:tcW w:w="1630" w:type="dxa"/>
          </w:tcPr>
          <w:p w:rsidR="005B1CB3" w:rsidRPr="00F843FA" w:rsidRDefault="00157192" w:rsidP="005A3AA1">
            <w:pPr>
              <w:spacing w:after="40" w:line="240" w:lineRule="atLeast"/>
              <w:jc w:val="left"/>
              <w:rPr>
                <w:sz w:val="20"/>
                <w:szCs w:val="20"/>
              </w:rPr>
            </w:pPr>
            <w:ins w:id="484" w:author="Buttner, Henrike" w:date="2021-06-17T10:28:00Z">
              <w:r>
                <w:rPr>
                  <w:sz w:val="20"/>
                  <w:szCs w:val="20"/>
                </w:rPr>
                <w:t>Annex</w:t>
              </w:r>
              <w:r w:rsidDel="00157192">
                <w:rPr>
                  <w:sz w:val="20"/>
                  <w:szCs w:val="20"/>
                </w:rPr>
                <w:t xml:space="preserve"> </w:t>
              </w:r>
            </w:ins>
            <w:del w:id="485" w:author="Buttner, Henrike" w:date="2021-06-17T10:28:00Z">
              <w:r w:rsidR="005B1CB3" w:rsidDel="00157192">
                <w:rPr>
                  <w:sz w:val="20"/>
                  <w:szCs w:val="20"/>
                </w:rPr>
                <w:delText xml:space="preserve">Anlage </w:delText>
              </w:r>
            </w:del>
            <w:r w:rsidR="005B1CB3">
              <w:rPr>
                <w:sz w:val="20"/>
                <w:szCs w:val="20"/>
              </w:rPr>
              <w:t>1</w:t>
            </w:r>
          </w:p>
        </w:tc>
      </w:tr>
      <w:tr w:rsidR="00FE0321" w:rsidRPr="003C1A26" w:rsidTr="009A60EB">
        <w:tc>
          <w:tcPr>
            <w:tcW w:w="4028" w:type="dxa"/>
          </w:tcPr>
          <w:p w:rsidR="00FE0321" w:rsidRPr="00C4618D" w:rsidRDefault="00FE0321" w:rsidP="001E6AC0">
            <w:pPr>
              <w:spacing w:after="40" w:line="240" w:lineRule="atLeast"/>
              <w:jc w:val="left"/>
              <w:rPr>
                <w:b/>
                <w:sz w:val="20"/>
              </w:rPr>
            </w:pPr>
            <w:r w:rsidRPr="00C4618D">
              <w:rPr>
                <w:b/>
                <w:sz w:val="20"/>
              </w:rPr>
              <w:lastRenderedPageBreak/>
              <w:t xml:space="preserve">3.2.2 </w:t>
            </w:r>
            <w:r w:rsidR="005B1CB3" w:rsidRPr="005B1CB3">
              <w:rPr>
                <w:b/>
                <w:sz w:val="20"/>
              </w:rPr>
              <w:t>Energieeffizienzbericht zur Abschlussevaluation</w:t>
            </w:r>
          </w:p>
        </w:tc>
        <w:tc>
          <w:tcPr>
            <w:tcW w:w="3395" w:type="dxa"/>
          </w:tcPr>
          <w:p w:rsidR="00FE0321" w:rsidRPr="005221AA" w:rsidRDefault="005B1CB3" w:rsidP="009A3B0A">
            <w:pPr>
              <w:spacing w:after="40" w:line="240" w:lineRule="atLeast"/>
              <w:jc w:val="left"/>
              <w:rPr>
                <w:sz w:val="20"/>
                <w:szCs w:val="20"/>
              </w:rPr>
            </w:pPr>
            <w:r>
              <w:rPr>
                <w:sz w:val="20"/>
                <w:szCs w:val="20"/>
              </w:rPr>
              <w:t xml:space="preserve">der aktualisierte </w:t>
            </w:r>
            <w:r w:rsidRPr="00C33296">
              <w:rPr>
                <w:sz w:val="20"/>
                <w:szCs w:val="20"/>
              </w:rPr>
              <w:t>Energieeffizienzbericht</w:t>
            </w:r>
          </w:p>
        </w:tc>
        <w:tc>
          <w:tcPr>
            <w:tcW w:w="1630" w:type="dxa"/>
          </w:tcPr>
          <w:p w:rsidR="00FE0321" w:rsidRPr="005221AA" w:rsidRDefault="00157192" w:rsidP="005A3AA1">
            <w:pPr>
              <w:spacing w:after="40" w:line="240" w:lineRule="atLeast"/>
              <w:jc w:val="left"/>
              <w:rPr>
                <w:sz w:val="20"/>
                <w:szCs w:val="20"/>
              </w:rPr>
            </w:pPr>
            <w:ins w:id="486" w:author="Buttner, Henrike" w:date="2021-06-17T10:28:00Z">
              <w:r>
                <w:rPr>
                  <w:sz w:val="20"/>
                  <w:szCs w:val="20"/>
                </w:rPr>
                <w:t>Annex</w:t>
              </w:r>
            </w:ins>
            <w:del w:id="487" w:author="Buttner, Henrike" w:date="2021-06-17T10:28:00Z">
              <w:r w:rsidR="005B1CB3" w:rsidDel="00157192">
                <w:rPr>
                  <w:sz w:val="20"/>
                  <w:szCs w:val="20"/>
                </w:rPr>
                <w:delText>Anlage</w:delText>
              </w:r>
            </w:del>
            <w:r w:rsidR="005B1CB3">
              <w:rPr>
                <w:sz w:val="20"/>
                <w:szCs w:val="20"/>
              </w:rPr>
              <w:t xml:space="preserve"> 2</w:t>
            </w:r>
          </w:p>
        </w:tc>
      </w:tr>
    </w:tbl>
    <w:p w:rsidR="00F942D8" w:rsidRPr="00C4618D" w:rsidRDefault="00F942D8" w:rsidP="00F942D8">
      <w:pPr>
        <w:rPr>
          <w:lang w:val="en-GB"/>
        </w:rPr>
        <w:sectPr w:rsidR="00F942D8" w:rsidRPr="00C4618D" w:rsidSect="00066B2B">
          <w:footerReference w:type="default" r:id="rId24"/>
          <w:pgSz w:w="11899" w:h="16840"/>
          <w:pgMar w:top="1701" w:right="1418" w:bottom="1560" w:left="1418" w:header="709" w:footer="709" w:gutter="0"/>
          <w:pgNumType w:start="3"/>
          <w:cols w:space="708"/>
          <w:docGrid w:linePitch="299"/>
        </w:sectPr>
      </w:pPr>
      <w:bookmarkStart w:id="493" w:name="_Toc410991664"/>
      <w:bookmarkStart w:id="494" w:name="_Toc410991681"/>
      <w:bookmarkStart w:id="495" w:name="_Toc410911372"/>
      <w:bookmarkStart w:id="496" w:name="_Toc410911414"/>
      <w:bookmarkStart w:id="497" w:name="_Toc410910419"/>
      <w:bookmarkStart w:id="498" w:name="_Toc410910667"/>
      <w:bookmarkStart w:id="499" w:name="_Toc410911373"/>
      <w:bookmarkStart w:id="500" w:name="_Toc410911415"/>
      <w:bookmarkStart w:id="501" w:name="_Ref390266158"/>
      <w:bookmarkStart w:id="502" w:name="_Toc399239515"/>
      <w:bookmarkEnd w:id="493"/>
      <w:bookmarkEnd w:id="494"/>
      <w:bookmarkEnd w:id="495"/>
      <w:bookmarkEnd w:id="496"/>
      <w:bookmarkEnd w:id="497"/>
      <w:bookmarkEnd w:id="498"/>
      <w:bookmarkEnd w:id="499"/>
      <w:bookmarkEnd w:id="500"/>
    </w:p>
    <w:p w:rsidR="00650615" w:rsidRPr="001806FC" w:rsidRDefault="00650615" w:rsidP="009456FF">
      <w:pPr>
        <w:pStyle w:val="berschrift1"/>
        <w:pageBreakBefore/>
      </w:pPr>
      <w:del w:id="503" w:author="Buttner, Henrike" w:date="2021-06-17T10:29:00Z">
        <w:r w:rsidRPr="001806FC" w:rsidDel="00157192">
          <w:lastRenderedPageBreak/>
          <w:delText xml:space="preserve">Teil </w:delText>
        </w:r>
      </w:del>
      <w:bookmarkStart w:id="504" w:name="_Toc74830175"/>
      <w:ins w:id="505" w:author="Buttner, Henrike" w:date="2021-06-17T10:29:00Z">
        <w:r w:rsidR="00157192">
          <w:t>Part</w:t>
        </w:r>
        <w:r w:rsidR="00157192" w:rsidRPr="001806FC">
          <w:t xml:space="preserve"> </w:t>
        </w:r>
      </w:ins>
      <w:r w:rsidR="00B636D5" w:rsidRPr="001806FC">
        <w:t>1</w:t>
      </w:r>
      <w:bookmarkEnd w:id="501"/>
      <w:r w:rsidR="001F5759" w:rsidRPr="001806FC">
        <w:t xml:space="preserve">: </w:t>
      </w:r>
      <w:ins w:id="506" w:author="Buttner, Henrike" w:date="2021-06-17T10:29:00Z">
        <w:r w:rsidR="00157192" w:rsidRPr="00157192">
          <w:t>General information about the data center</w:t>
        </w:r>
        <w:bookmarkEnd w:id="504"/>
        <w:r w:rsidR="00157192" w:rsidRPr="00157192" w:rsidDel="00157192">
          <w:t xml:space="preserve"> </w:t>
        </w:r>
      </w:ins>
      <w:del w:id="507" w:author="Buttner, Henrike" w:date="2021-06-17T10:29:00Z">
        <w:r w:rsidR="00775645" w:rsidRPr="001806FC" w:rsidDel="00157192">
          <w:delText>Allgemeine Angaben</w:delText>
        </w:r>
        <w:r w:rsidR="00A02C44" w:rsidRPr="001806FC" w:rsidDel="00157192">
          <w:delText xml:space="preserve"> </w:delText>
        </w:r>
        <w:r w:rsidR="00775645" w:rsidRPr="001806FC" w:rsidDel="00157192">
          <w:delText>zum Rechenzentrum</w:delText>
        </w:r>
      </w:del>
      <w:bookmarkEnd w:id="502"/>
    </w:p>
    <w:p w:rsidR="00B85944" w:rsidRPr="001806FC" w:rsidRDefault="004C55BF" w:rsidP="0030609D">
      <w:pPr>
        <w:pStyle w:val="berschrift2"/>
      </w:pPr>
      <w:r w:rsidRPr="001806FC">
        <w:t xml:space="preserve"> </w:t>
      </w:r>
      <w:bookmarkStart w:id="508" w:name="_Toc74830176"/>
      <w:bookmarkEnd w:id="177"/>
      <w:ins w:id="509" w:author="Buttner, Henrike" w:date="2021-06-17T10:29:00Z">
        <w:r w:rsidR="00157192" w:rsidRPr="00157192">
          <w:t>Areas, operating concept and classification</w:t>
        </w:r>
        <w:bookmarkEnd w:id="508"/>
        <w:r w:rsidR="00157192" w:rsidRPr="00157192" w:rsidDel="00157192">
          <w:t xml:space="preserve"> </w:t>
        </w:r>
      </w:ins>
      <w:del w:id="510" w:author="Buttner, Henrike" w:date="2021-06-17T10:29:00Z">
        <w:r w:rsidR="002A455A" w:rsidDel="00157192">
          <w:delText>Flächen, Betriebskonzept</w:delText>
        </w:r>
        <w:r w:rsidR="009A62E6" w:rsidRPr="001806FC" w:rsidDel="00157192">
          <w:delText xml:space="preserve"> </w:delText>
        </w:r>
        <w:r w:rsidR="002A455A" w:rsidDel="00157192">
          <w:delText>und Klassifikation</w:delText>
        </w:r>
      </w:del>
    </w:p>
    <w:p w:rsidR="00B21A25" w:rsidRPr="001806FC" w:rsidRDefault="00983044" w:rsidP="007D0A5A">
      <w:pPr>
        <w:numPr>
          <w:ilvl w:val="0"/>
          <w:numId w:val="11"/>
        </w:numPr>
        <w:rPr>
          <w:lang w:bidi="de-DE"/>
        </w:rPr>
      </w:pPr>
      <w:del w:id="511" w:author="Buttner, Henrike" w:date="2021-06-17T10:30:00Z">
        <w:r w:rsidRPr="001806FC" w:rsidDel="00157192">
          <w:delText>Fläche</w:delText>
        </w:r>
        <w:r w:rsidR="00B21A25" w:rsidRPr="001806FC" w:rsidDel="00157192">
          <w:delText xml:space="preserve"> des Rechenzentrums</w:delText>
        </w:r>
      </w:del>
      <w:ins w:id="512" w:author="Buttner, Henrike" w:date="2021-06-17T10:30:00Z">
        <w:r w:rsidR="00157192">
          <w:t>Area oft he data center</w:t>
        </w:r>
      </w:ins>
      <w:r w:rsidR="00B00961" w:rsidRPr="001806FC">
        <w:t xml:space="preserve"> (RZs)</w:t>
      </w:r>
    </w:p>
    <w:p w:rsidR="00EC179A" w:rsidRPr="001806FC" w:rsidRDefault="00983044" w:rsidP="00EC179A">
      <w:pPr>
        <w:numPr>
          <w:ilvl w:val="1"/>
          <w:numId w:val="11"/>
        </w:numPr>
      </w:pPr>
      <w:del w:id="513" w:author="Buttner, Henrike" w:date="2021-06-17T10:31:00Z">
        <w:r w:rsidRPr="001806FC" w:rsidDel="00157192">
          <w:delText xml:space="preserve">Wie </w:delText>
        </w:r>
      </w:del>
      <w:ins w:id="514" w:author="Buttner, Henrike" w:date="2021-06-17T10:31:00Z">
        <w:r w:rsidR="00157192" w:rsidRPr="00157192">
          <w:t xml:space="preserve">What is the </w:t>
        </w:r>
        <w:r w:rsidR="00157192" w:rsidRPr="00157192">
          <w:rPr>
            <w:b/>
            <w:rPrChange w:id="515" w:author="Buttner, Henrike" w:date="2021-06-17T10:31:00Z">
              <w:rPr/>
            </w:rPrChange>
          </w:rPr>
          <w:t>maximum</w:t>
        </w:r>
        <w:r w:rsidR="00157192" w:rsidRPr="00157192">
          <w:t xml:space="preserve"> area you can use in your data center for your computer, storage and network components?</w:t>
        </w:r>
      </w:ins>
      <w:del w:id="516" w:author="Buttner, Henrike" w:date="2021-06-17T10:31:00Z">
        <w:r w:rsidRPr="001806FC" w:rsidDel="00157192">
          <w:delText xml:space="preserve">groß ist die Fläche, die </w:delText>
        </w:r>
        <w:r w:rsidR="00304453" w:rsidRPr="001806FC" w:rsidDel="00157192">
          <w:delText>S</w:delText>
        </w:r>
        <w:r w:rsidRPr="001806FC" w:rsidDel="00157192">
          <w:delText xml:space="preserve">ie in </w:delText>
        </w:r>
        <w:r w:rsidR="00C655C0" w:rsidRPr="001806FC" w:rsidDel="00157192">
          <w:delText>I</w:delText>
        </w:r>
        <w:r w:rsidRPr="001806FC" w:rsidDel="00157192">
          <w:delText xml:space="preserve">hrem RZ </w:delText>
        </w:r>
        <w:r w:rsidRPr="001806FC" w:rsidDel="00157192">
          <w:rPr>
            <w:b/>
          </w:rPr>
          <w:delText>maximal</w:delText>
        </w:r>
        <w:r w:rsidRPr="001806FC" w:rsidDel="00157192">
          <w:delText xml:space="preserve"> für die Rechner-, Speicher- und Netzwerkkomponenten nutzen können?</w:delText>
        </w:r>
        <w:r w:rsidR="00CE46D3" w:rsidRPr="001806FC" w:rsidDel="00157192">
          <w:delText xml:space="preserve"> </w:delText>
        </w:r>
      </w:del>
      <w:r w:rsidR="00C655C0" w:rsidRPr="001806FC">
        <w:fldChar w:fldCharType="begin">
          <w:ffData>
            <w:name w:val="Text1"/>
            <w:enabled/>
            <w:calcOnExit w:val="0"/>
            <w:textInput/>
          </w:ffData>
        </w:fldChar>
      </w:r>
      <w:bookmarkStart w:id="517" w:name="Text1"/>
      <w:r w:rsidR="00C655C0" w:rsidRPr="001806FC">
        <w:instrText xml:space="preserve"> FORMTEXT </w:instrText>
      </w:r>
      <w:r w:rsidR="00C655C0" w:rsidRPr="001806FC">
        <w:fldChar w:fldCharType="separate"/>
      </w:r>
      <w:bookmarkStart w:id="518" w:name="_GoBack"/>
      <w:r w:rsidR="00E6663B">
        <w:rPr>
          <w:noProof/>
        </w:rPr>
        <w:t> </w:t>
      </w:r>
      <w:r w:rsidR="00E6663B">
        <w:rPr>
          <w:noProof/>
        </w:rPr>
        <w:t> </w:t>
      </w:r>
      <w:r w:rsidR="00E6663B">
        <w:rPr>
          <w:noProof/>
        </w:rPr>
        <w:t> </w:t>
      </w:r>
      <w:r w:rsidR="00E6663B">
        <w:rPr>
          <w:noProof/>
        </w:rPr>
        <w:t> </w:t>
      </w:r>
      <w:r w:rsidR="00E6663B">
        <w:rPr>
          <w:noProof/>
        </w:rPr>
        <w:t> </w:t>
      </w:r>
      <w:bookmarkEnd w:id="518"/>
      <w:r w:rsidR="00C655C0" w:rsidRPr="001806FC">
        <w:fldChar w:fldCharType="end"/>
      </w:r>
      <w:bookmarkEnd w:id="517"/>
      <w:r w:rsidR="00C655C0" w:rsidRPr="001806FC">
        <w:t xml:space="preserve"> m</w:t>
      </w:r>
      <w:r w:rsidR="00C655C0" w:rsidRPr="001806FC">
        <w:rPr>
          <w:vertAlign w:val="superscript"/>
        </w:rPr>
        <w:t>2</w:t>
      </w:r>
    </w:p>
    <w:p w:rsidR="00C655C0" w:rsidRPr="001806FC" w:rsidRDefault="00983044" w:rsidP="002D61BE">
      <w:pPr>
        <w:numPr>
          <w:ilvl w:val="1"/>
          <w:numId w:val="11"/>
        </w:numPr>
      </w:pPr>
      <w:del w:id="519" w:author="Buttner, Henrike" w:date="2021-06-17T10:31:00Z">
        <w:r w:rsidRPr="001806FC" w:rsidDel="00157192">
          <w:delText xml:space="preserve">Wie </w:delText>
        </w:r>
      </w:del>
      <w:ins w:id="520" w:author="Buttner, Henrike" w:date="2021-06-17T10:31:00Z">
        <w:r w:rsidR="00157192" w:rsidRPr="00157192">
          <w:t>What is the area you currently use in your data center for your computer, storage and network components?</w:t>
        </w:r>
      </w:ins>
      <w:del w:id="521" w:author="Buttner, Henrike" w:date="2021-06-17T10:31:00Z">
        <w:r w:rsidRPr="001806FC" w:rsidDel="00157192">
          <w:delText xml:space="preserve">groß ist die Fläche, die </w:delText>
        </w:r>
        <w:r w:rsidR="00304453" w:rsidRPr="001806FC" w:rsidDel="00157192">
          <w:delText>S</w:delText>
        </w:r>
        <w:r w:rsidRPr="001806FC" w:rsidDel="00157192">
          <w:delText xml:space="preserve">ie in Ihrem RZ </w:delText>
        </w:r>
        <w:r w:rsidRPr="001806FC" w:rsidDel="00157192">
          <w:rPr>
            <w:b/>
          </w:rPr>
          <w:delText>aktuell</w:delText>
        </w:r>
        <w:r w:rsidRPr="001806FC" w:rsidDel="00157192">
          <w:delText xml:space="preserve"> für Ihre Rechner-, Speicher- und Netzwerkkomponenten nutzen?</w:delText>
        </w:r>
        <w:r w:rsidR="00CE46D3" w:rsidRPr="001806FC" w:rsidDel="00157192">
          <w:delText xml:space="preserve"> </w:delText>
        </w:r>
      </w:del>
      <w:r w:rsidR="00C655C0" w:rsidRPr="001806FC">
        <w:fldChar w:fldCharType="begin">
          <w:ffData>
            <w:name w:val="Text2"/>
            <w:enabled/>
            <w:calcOnExit w:val="0"/>
            <w:textInput/>
          </w:ffData>
        </w:fldChar>
      </w:r>
      <w:bookmarkStart w:id="522" w:name="Text2"/>
      <w:r w:rsidR="00C655C0" w:rsidRPr="001806FC">
        <w:instrText xml:space="preserve"> FORMTEXT </w:instrText>
      </w:r>
      <w:r w:rsidR="00C655C0"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C655C0" w:rsidRPr="001806FC">
        <w:fldChar w:fldCharType="end"/>
      </w:r>
      <w:bookmarkEnd w:id="522"/>
      <w:r w:rsidR="00C655C0" w:rsidRPr="001806FC">
        <w:t xml:space="preserve"> m</w:t>
      </w:r>
      <w:r w:rsidR="00C655C0" w:rsidRPr="001806FC">
        <w:rPr>
          <w:vertAlign w:val="superscript"/>
        </w:rPr>
        <w:t>2</w:t>
      </w:r>
    </w:p>
    <w:p w:rsidR="00294FC9" w:rsidRPr="001806FC" w:rsidRDefault="00294FC9" w:rsidP="004D5BFE">
      <w:pPr>
        <w:ind w:left="1134"/>
      </w:pPr>
    </w:p>
    <w:p w:rsidR="00F369E4" w:rsidDel="00157192" w:rsidRDefault="002D61BE" w:rsidP="002D61BE">
      <w:pPr>
        <w:tabs>
          <w:tab w:val="left" w:pos="425"/>
        </w:tabs>
        <w:rPr>
          <w:del w:id="523" w:author="Buttner, Henrike" w:date="2021-06-17T10:31:00Z"/>
        </w:rPr>
      </w:pPr>
      <w:r w:rsidRPr="001806FC">
        <w:sym w:font="Wingdings" w:char="F0F0"/>
      </w:r>
      <w:r w:rsidRPr="001806FC">
        <w:t xml:space="preserve"> </w:t>
      </w:r>
      <w:r w:rsidRPr="001806FC">
        <w:tab/>
      </w:r>
      <w:ins w:id="524" w:author="Buttner, Henrike" w:date="2021-06-17T10:31:00Z">
        <w:r w:rsidR="00157192" w:rsidRPr="00157192">
          <w:t>If 1.1 is greater than 1.2, continue with 1.3, otherwise continue with 1.3.2.</w:t>
        </w:r>
      </w:ins>
      <w:del w:id="525" w:author="Buttner, Henrike" w:date="2021-06-17T10:31:00Z">
        <w:r w:rsidR="00F369E4" w:rsidRPr="001806FC" w:rsidDel="00157192">
          <w:delText xml:space="preserve">Falls 1.1 </w:delText>
        </w:r>
        <w:r w:rsidR="00CE46D3" w:rsidRPr="001806FC" w:rsidDel="00157192">
          <w:delText>größer als</w:delText>
        </w:r>
        <w:r w:rsidR="00F369E4" w:rsidRPr="001806FC" w:rsidDel="00157192">
          <w:delText xml:space="preserve"> 1.2, dann</w:delText>
        </w:r>
        <w:r w:rsidR="00D440D2" w:rsidRPr="001806FC" w:rsidDel="00157192">
          <w:delText xml:space="preserve"> weiter mit</w:delText>
        </w:r>
        <w:r w:rsidR="00F369E4" w:rsidRPr="001806FC" w:rsidDel="00157192">
          <w:delText xml:space="preserve"> 1.</w:delText>
        </w:r>
        <w:r w:rsidR="007D0A5A" w:rsidRPr="001806FC" w:rsidDel="00157192">
          <w:delText>3</w:delText>
        </w:r>
        <w:r w:rsidR="00F369E4" w:rsidRPr="001806FC" w:rsidDel="00157192">
          <w:delText>, sonst weiter mit</w:delText>
        </w:r>
        <w:r w:rsidR="00753B79" w:rsidRPr="001806FC" w:rsidDel="00157192">
          <w:delText xml:space="preserve"> </w:delText>
        </w:r>
        <w:r w:rsidR="007D0A5A" w:rsidRPr="001806FC" w:rsidDel="00157192">
          <w:delText>1.3</w:delText>
        </w:r>
        <w:r w:rsidR="00EC179A" w:rsidRPr="001806FC" w:rsidDel="00157192">
          <w:delText>.2</w:delText>
        </w:r>
        <w:r w:rsidR="00D440D2" w:rsidRPr="001806FC" w:rsidDel="00157192">
          <w:delText>.</w:delText>
        </w:r>
      </w:del>
    </w:p>
    <w:p w:rsidR="00157192" w:rsidRPr="001806FC" w:rsidRDefault="00157192" w:rsidP="002D61BE">
      <w:pPr>
        <w:tabs>
          <w:tab w:val="left" w:pos="425"/>
        </w:tabs>
        <w:rPr>
          <w:ins w:id="526" w:author="Buttner, Henrike" w:date="2021-06-17T10:32:00Z"/>
        </w:rPr>
      </w:pPr>
    </w:p>
    <w:p w:rsidR="00294FC9" w:rsidRPr="001806FC" w:rsidRDefault="00294FC9" w:rsidP="002D61BE">
      <w:pPr>
        <w:tabs>
          <w:tab w:val="left" w:pos="425"/>
        </w:tabs>
      </w:pPr>
    </w:p>
    <w:p w:rsidR="00C655C0" w:rsidRPr="001806FC" w:rsidRDefault="00157192" w:rsidP="002D61BE">
      <w:pPr>
        <w:numPr>
          <w:ilvl w:val="1"/>
          <w:numId w:val="11"/>
        </w:numPr>
      </w:pPr>
      <w:ins w:id="527" w:author="Buttner, Henrike" w:date="2021-06-17T10:32:00Z">
        <w:r w:rsidRPr="00157192">
          <w:t xml:space="preserve">Are you planning to expand your data center in the current space? </w:t>
        </w:r>
      </w:ins>
      <w:del w:id="528" w:author="Buttner, Henrike" w:date="2021-06-17T10:32:00Z">
        <w:r w:rsidR="00F369E4" w:rsidRPr="001806FC" w:rsidDel="00157192">
          <w:delText xml:space="preserve">Planen Sie </w:delText>
        </w:r>
        <w:r w:rsidR="001879CC" w:rsidRPr="001806FC" w:rsidDel="00157192">
          <w:delText>einen</w:delText>
        </w:r>
        <w:r w:rsidR="00F369E4" w:rsidRPr="001806FC" w:rsidDel="00157192">
          <w:delText xml:space="preserve"> Ausbau </w:delText>
        </w:r>
        <w:r w:rsidR="00C655C0" w:rsidRPr="001806FC" w:rsidDel="00157192">
          <w:delText>I</w:delText>
        </w:r>
        <w:r w:rsidR="00F369E4" w:rsidRPr="001806FC" w:rsidDel="00157192">
          <w:delText xml:space="preserve">hres </w:delText>
        </w:r>
        <w:r w:rsidR="00B00961" w:rsidRPr="001806FC" w:rsidDel="00157192">
          <w:delText xml:space="preserve">RZs </w:delText>
        </w:r>
        <w:r w:rsidR="00F369E4" w:rsidRPr="001806FC" w:rsidDel="00157192">
          <w:delText>auf der aktuellen Fläche?</w:delText>
        </w:r>
        <w:bookmarkStart w:id="529" w:name="Dropdown1"/>
        <w:r w:rsidR="002D61BE" w:rsidRPr="001806FC" w:rsidDel="00157192">
          <w:delText xml:space="preserve"> </w:delText>
        </w:r>
      </w:del>
      <w:r w:rsidR="009725A3" w:rsidRPr="001806FC">
        <w:fldChar w:fldCharType="begin">
          <w:ffData>
            <w:name w:val="Dropdown1"/>
            <w:enabled/>
            <w:calcOnExit/>
            <w:ddList>
              <w:listEntry w:val="        "/>
              <w:listEntry w:val="Ja"/>
              <w:listEntry w:val="Nein"/>
            </w:ddList>
          </w:ffData>
        </w:fldChar>
      </w:r>
      <w:r w:rsidR="009725A3" w:rsidRPr="001806FC">
        <w:instrText xml:space="preserve"> FORMDROPDOWN </w:instrText>
      </w:r>
      <w:r w:rsidR="00226445">
        <w:fldChar w:fldCharType="separate"/>
      </w:r>
      <w:r w:rsidR="009725A3" w:rsidRPr="001806FC">
        <w:fldChar w:fldCharType="end"/>
      </w:r>
      <w:bookmarkEnd w:id="529"/>
      <w:r w:rsidR="002F0B86" w:rsidRPr="001806FC">
        <w:t xml:space="preserve">    </w:t>
      </w:r>
      <w:r w:rsidR="009725A3" w:rsidRPr="001806FC">
        <w:t xml:space="preserve"> (</w:t>
      </w:r>
      <w:del w:id="530" w:author="Buttner, Henrike" w:date="2021-06-17T10:32:00Z">
        <w:r w:rsidR="009725A3" w:rsidRPr="001806FC" w:rsidDel="00157192">
          <w:delText>Ja</w:delText>
        </w:r>
      </w:del>
      <w:ins w:id="531" w:author="Buttner, Henrike" w:date="2021-06-17T10:32:00Z">
        <w:r>
          <w:t>Yes</w:t>
        </w:r>
      </w:ins>
      <w:r w:rsidR="009725A3" w:rsidRPr="001806FC">
        <w:t>/N</w:t>
      </w:r>
      <w:del w:id="532" w:author="Buttner, Henrike" w:date="2021-06-17T10:32:00Z">
        <w:r w:rsidR="009725A3" w:rsidRPr="001806FC" w:rsidDel="00157192">
          <w:delText>ein</w:delText>
        </w:r>
      </w:del>
      <w:ins w:id="533" w:author="Buttner, Henrike" w:date="2021-06-17T10:32:00Z">
        <w:r>
          <w:t>o</w:t>
        </w:r>
      </w:ins>
      <w:r w:rsidR="009725A3" w:rsidRPr="001806FC">
        <w:t>)</w:t>
      </w:r>
    </w:p>
    <w:p w:rsidR="00C655C0" w:rsidRPr="001806FC" w:rsidRDefault="002D61BE" w:rsidP="00D440D2">
      <w:pPr>
        <w:tabs>
          <w:tab w:val="left" w:pos="1134"/>
        </w:tabs>
        <w:ind w:left="1134" w:hanging="567"/>
      </w:pPr>
      <w:r w:rsidRPr="001806FC">
        <w:sym w:font="Wingdings" w:char="F0F0"/>
      </w:r>
      <w:r w:rsidRPr="001806FC">
        <w:t xml:space="preserve"> </w:t>
      </w:r>
      <w:r w:rsidRPr="001806FC">
        <w:tab/>
      </w:r>
      <w:del w:id="534" w:author="Buttner, Henrike" w:date="2021-06-17T10:32:00Z">
        <w:r w:rsidR="00B21A25" w:rsidRPr="001806FC" w:rsidDel="00157192">
          <w:delText>Falls Ja</w:delText>
        </w:r>
      </w:del>
      <w:ins w:id="535" w:author="Buttner, Henrike" w:date="2021-06-17T10:32:00Z">
        <w:r w:rsidR="00157192">
          <w:t>If Yes</w:t>
        </w:r>
      </w:ins>
      <w:r w:rsidR="00B21A25" w:rsidRPr="001806FC">
        <w:t>:</w:t>
      </w:r>
    </w:p>
    <w:p w:rsidR="009725A3" w:rsidRPr="001806FC" w:rsidRDefault="00410ED4" w:rsidP="002D61BE">
      <w:pPr>
        <w:numPr>
          <w:ilvl w:val="2"/>
          <w:numId w:val="11"/>
        </w:numPr>
      </w:pPr>
      <w:bookmarkStart w:id="536" w:name="_Ref164939795"/>
      <w:del w:id="537" w:author="Buttner, Henrike" w:date="2021-06-17T10:44:00Z">
        <w:r w:rsidRPr="001806FC" w:rsidDel="00567F1D">
          <w:delText>Begrenz</w:delText>
        </w:r>
      </w:del>
      <w:del w:id="538" w:author="Buttner, Henrike" w:date="2021-06-17T10:43:00Z">
        <w:r w:rsidRPr="001806FC" w:rsidDel="00567F1D">
          <w:delText xml:space="preserve">t </w:delText>
        </w:r>
      </w:del>
      <w:ins w:id="539" w:author="Buttner, Henrike" w:date="2021-06-17T10:43:00Z">
        <w:r w:rsidR="00567F1D" w:rsidRPr="00567F1D">
          <w:t xml:space="preserve">Does the maximum available space (question 1) limit the further expansion of your data center? </w:t>
        </w:r>
      </w:ins>
      <w:del w:id="540" w:author="Buttner, Henrike" w:date="2021-06-17T10:43:00Z">
        <w:r w:rsidRPr="001806FC" w:rsidDel="00567F1D">
          <w:delText>die maximal zur Verfügung st</w:delText>
        </w:r>
        <w:r w:rsidR="00B21A25" w:rsidRPr="001806FC" w:rsidDel="00567F1D">
          <w:delText xml:space="preserve">ehende Fläche (Frage </w:delText>
        </w:r>
        <w:r w:rsidR="007D0A5A" w:rsidRPr="001806FC" w:rsidDel="00567F1D">
          <w:delText>1</w:delText>
        </w:r>
        <w:r w:rsidR="00B21A25" w:rsidRPr="001806FC" w:rsidDel="00567F1D">
          <w:delText>) den</w:delText>
        </w:r>
        <w:r w:rsidR="009725A3" w:rsidRPr="001806FC" w:rsidDel="00567F1D">
          <w:delText xml:space="preserve"> </w:delText>
        </w:r>
        <w:r w:rsidRPr="001806FC" w:rsidDel="00567F1D">
          <w:delText xml:space="preserve">weiteren Ausbau Ihres </w:delText>
        </w:r>
        <w:r w:rsidR="00B00961" w:rsidRPr="001806FC" w:rsidDel="00567F1D">
          <w:delText>RZs</w:delText>
        </w:r>
        <w:r w:rsidRPr="001806FC" w:rsidDel="00567F1D">
          <w:delText>?</w:delText>
        </w:r>
        <w:bookmarkEnd w:id="536"/>
        <w:r w:rsidR="002D61BE" w:rsidRPr="001806FC" w:rsidDel="00567F1D">
          <w:delText xml:space="preserve"> </w:delText>
        </w:r>
      </w:del>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226445">
        <w:fldChar w:fldCharType="separate"/>
      </w:r>
      <w:r w:rsidR="009725A3" w:rsidRPr="001806FC">
        <w:fldChar w:fldCharType="end"/>
      </w:r>
      <w:r w:rsidR="002F0B86" w:rsidRPr="001806FC">
        <w:t xml:space="preserve">    </w:t>
      </w:r>
      <w:r w:rsidR="009725A3" w:rsidRPr="001806FC">
        <w:t xml:space="preserve"> </w:t>
      </w:r>
      <w:ins w:id="541" w:author="Buttner, Henrike" w:date="2021-06-17T10:44:00Z">
        <w:r w:rsidR="00567F1D" w:rsidRPr="001806FC">
          <w:t>(</w:t>
        </w:r>
        <w:r w:rsidR="00567F1D">
          <w:t>Yes</w:t>
        </w:r>
        <w:r w:rsidR="00567F1D" w:rsidRPr="001806FC">
          <w:t>/N</w:t>
        </w:r>
        <w:r w:rsidR="00567F1D">
          <w:t>o</w:t>
        </w:r>
        <w:r w:rsidR="00567F1D" w:rsidRPr="001806FC">
          <w:t>)</w:t>
        </w:r>
        <w:r w:rsidR="00567F1D" w:rsidRPr="001806FC" w:rsidDel="00567F1D">
          <w:t xml:space="preserve"> </w:t>
        </w:r>
      </w:ins>
      <w:del w:id="542" w:author="Buttner, Henrike" w:date="2021-06-17T10:44:00Z">
        <w:r w:rsidR="009725A3" w:rsidRPr="001806FC" w:rsidDel="00567F1D">
          <w:delText>(Ja/Nein)</w:delText>
        </w:r>
      </w:del>
    </w:p>
    <w:p w:rsidR="009725A3" w:rsidRPr="001806FC" w:rsidRDefault="00F369E4" w:rsidP="002D61BE">
      <w:pPr>
        <w:numPr>
          <w:ilvl w:val="2"/>
          <w:numId w:val="11"/>
        </w:numPr>
      </w:pPr>
      <w:bookmarkStart w:id="543" w:name="_Ref164939331"/>
      <w:del w:id="544" w:author="Buttner, Henrike" w:date="2021-06-17T10:44:00Z">
        <w:r w:rsidRPr="001806FC" w:rsidDel="00567F1D">
          <w:delText xml:space="preserve">Begrenzt </w:delText>
        </w:r>
      </w:del>
      <w:ins w:id="545" w:author="Buttner, Henrike" w:date="2021-06-17T10:44:00Z">
        <w:r w:rsidR="00567F1D" w:rsidRPr="00567F1D">
          <w:t xml:space="preserve">Does the power supply, such as the maximum connected load, limit the expansion of your data center? </w:t>
        </w:r>
      </w:ins>
      <w:del w:id="546" w:author="Buttner, Henrike" w:date="2021-06-17T10:44:00Z">
        <w:r w:rsidRPr="001806FC" w:rsidDel="00567F1D">
          <w:delText>die Stromversorgung wie z.B. die maximale Anschlussleistung</w:delText>
        </w:r>
        <w:r w:rsidR="00B21A25" w:rsidRPr="001806FC" w:rsidDel="00567F1D">
          <w:delText xml:space="preserve"> die</w:delText>
        </w:r>
        <w:r w:rsidR="007B5372" w:rsidRPr="001806FC" w:rsidDel="00567F1D">
          <w:delText xml:space="preserve"> </w:delText>
        </w:r>
        <w:r w:rsidRPr="001806FC" w:rsidDel="00567F1D">
          <w:delText xml:space="preserve">Erweiterung Ihres </w:delText>
        </w:r>
        <w:r w:rsidR="00B00961" w:rsidRPr="001806FC" w:rsidDel="00567F1D">
          <w:delText>RZs</w:delText>
        </w:r>
        <w:r w:rsidRPr="001806FC" w:rsidDel="00567F1D">
          <w:delText>?</w:delText>
        </w:r>
        <w:r w:rsidR="002D61BE" w:rsidRPr="001806FC" w:rsidDel="00567F1D">
          <w:delText xml:space="preserve"> </w:delText>
        </w:r>
      </w:del>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226445">
        <w:fldChar w:fldCharType="separate"/>
      </w:r>
      <w:r w:rsidR="009725A3" w:rsidRPr="001806FC">
        <w:fldChar w:fldCharType="end"/>
      </w:r>
      <w:r w:rsidR="002F0B86" w:rsidRPr="001806FC">
        <w:t xml:space="preserve">    </w:t>
      </w:r>
      <w:r w:rsidR="009725A3" w:rsidRPr="001806FC">
        <w:t xml:space="preserve"> </w:t>
      </w:r>
      <w:ins w:id="547" w:author="Buttner, Henrike" w:date="2021-06-17T10:44:00Z">
        <w:r w:rsidR="00567F1D" w:rsidRPr="001806FC">
          <w:t>(</w:t>
        </w:r>
        <w:r w:rsidR="00567F1D">
          <w:t>Yes</w:t>
        </w:r>
        <w:r w:rsidR="00567F1D" w:rsidRPr="001806FC">
          <w:t>/N</w:t>
        </w:r>
        <w:r w:rsidR="00567F1D">
          <w:t>o</w:t>
        </w:r>
        <w:r w:rsidR="00567F1D" w:rsidRPr="001806FC">
          <w:t>)</w:t>
        </w:r>
        <w:r w:rsidR="00567F1D" w:rsidRPr="001806FC" w:rsidDel="00567F1D">
          <w:t xml:space="preserve"> </w:t>
        </w:r>
      </w:ins>
      <w:del w:id="548" w:author="Buttner, Henrike" w:date="2021-06-17T10:44:00Z">
        <w:r w:rsidR="009725A3" w:rsidRPr="001806FC" w:rsidDel="00567F1D">
          <w:delText>(Ja/Nein)</w:delText>
        </w:r>
      </w:del>
    </w:p>
    <w:p w:rsidR="007D0A5A" w:rsidRPr="001806FC" w:rsidRDefault="00F369E4" w:rsidP="007D0A5A">
      <w:pPr>
        <w:numPr>
          <w:ilvl w:val="2"/>
          <w:numId w:val="11"/>
        </w:numPr>
      </w:pPr>
      <w:bookmarkStart w:id="549" w:name="_Ref164939798"/>
      <w:del w:id="550" w:author="Buttner, Henrike" w:date="2021-06-17T10:44:00Z">
        <w:r w:rsidRPr="001806FC" w:rsidDel="00567F1D">
          <w:delText>E</w:delText>
        </w:r>
      </w:del>
      <w:ins w:id="551" w:author="Buttner, Henrike" w:date="2021-06-17T10:44:00Z">
        <w:r w:rsidR="00567F1D" w:rsidRPr="00567F1D">
          <w:t>Do other expansion limitations exist?</w:t>
        </w:r>
      </w:ins>
      <w:del w:id="552" w:author="Buttner, Henrike" w:date="2021-06-17T10:44:00Z">
        <w:r w:rsidRPr="001806FC" w:rsidDel="00567F1D">
          <w:delText xml:space="preserve">xistieren </w:delText>
        </w:r>
        <w:r w:rsidR="009523EC" w:rsidRPr="001806FC" w:rsidDel="00567F1D">
          <w:delText xml:space="preserve">sonstige </w:delText>
        </w:r>
        <w:r w:rsidR="001879CC" w:rsidRPr="001806FC" w:rsidDel="00567F1D">
          <w:delText>Erweiterungsbegrenzung</w:delText>
        </w:r>
        <w:r w:rsidR="0046383F" w:rsidDel="00567F1D">
          <w:delText>en</w:delText>
        </w:r>
        <w:r w:rsidRPr="001806FC" w:rsidDel="00567F1D">
          <w:delText>?</w:delText>
        </w:r>
        <w:bookmarkEnd w:id="549"/>
        <w:r w:rsidR="002D61BE" w:rsidRPr="001806FC" w:rsidDel="00567F1D">
          <w:delText xml:space="preserve"> </w:delText>
        </w:r>
      </w:del>
      <w:r w:rsidR="009725A3" w:rsidRPr="001806FC">
        <w:fldChar w:fldCharType="begin">
          <w:ffData>
            <w:name w:val=""/>
            <w:enabled/>
            <w:calcOnExit/>
            <w:ddList>
              <w:listEntry w:val="        "/>
              <w:listEntry w:val="Ja"/>
              <w:listEntry w:val="Nein"/>
            </w:ddList>
          </w:ffData>
        </w:fldChar>
      </w:r>
      <w:r w:rsidR="009725A3" w:rsidRPr="001806FC">
        <w:instrText xml:space="preserve"> FORMDROPDOWN </w:instrText>
      </w:r>
      <w:r w:rsidR="00226445">
        <w:fldChar w:fldCharType="separate"/>
      </w:r>
      <w:r w:rsidR="009725A3" w:rsidRPr="001806FC">
        <w:fldChar w:fldCharType="end"/>
      </w:r>
      <w:r w:rsidR="009F0C5F" w:rsidRPr="001806FC">
        <w:t xml:space="preserve">    </w:t>
      </w:r>
      <w:del w:id="553" w:author="Buttner, Henrike" w:date="2021-06-17T10:45:00Z">
        <w:r w:rsidR="009725A3" w:rsidRPr="001806FC" w:rsidDel="00567F1D">
          <w:delText xml:space="preserve"> </w:delText>
        </w:r>
      </w:del>
      <w:ins w:id="554" w:author="Buttner, Henrike" w:date="2021-06-17T10:44:00Z">
        <w:r w:rsidR="00567F1D" w:rsidRPr="001806FC">
          <w:t>(</w:t>
        </w:r>
        <w:r w:rsidR="00567F1D">
          <w:t>Yes</w:t>
        </w:r>
        <w:r w:rsidR="00567F1D" w:rsidRPr="001806FC">
          <w:t>/N</w:t>
        </w:r>
        <w:r w:rsidR="00567F1D">
          <w:t>o</w:t>
        </w:r>
        <w:r w:rsidR="00567F1D" w:rsidRPr="001806FC">
          <w:t>)</w:t>
        </w:r>
        <w:r w:rsidR="00567F1D" w:rsidRPr="001806FC" w:rsidDel="00567F1D">
          <w:t xml:space="preserve"> </w:t>
        </w:r>
      </w:ins>
      <w:del w:id="555" w:author="Buttner, Henrike" w:date="2021-06-17T10:44:00Z">
        <w:r w:rsidR="009725A3" w:rsidRPr="001806FC" w:rsidDel="00567F1D">
          <w:delText>(Ja/Nein)</w:delText>
        </w:r>
      </w:del>
    </w:p>
    <w:p w:rsidR="00C8726B" w:rsidRPr="001806FC" w:rsidRDefault="00C8726B" w:rsidP="00C8726B"/>
    <w:bookmarkEnd w:id="543"/>
    <w:p w:rsidR="00304453" w:rsidRPr="001806FC" w:rsidRDefault="00F038B8" w:rsidP="00D440D2">
      <w:pPr>
        <w:numPr>
          <w:ilvl w:val="1"/>
          <w:numId w:val="11"/>
        </w:numPr>
        <w:spacing w:after="120"/>
      </w:pPr>
      <w:del w:id="556" w:author="Buttner, Henrike" w:date="2021-06-17T10:45:00Z">
        <w:r w:rsidRPr="001806FC" w:rsidDel="00567F1D">
          <w:delText xml:space="preserve">Bitte </w:delText>
        </w:r>
      </w:del>
      <w:ins w:id="557" w:author="Buttner, Henrike" w:date="2021-06-17T10:45:00Z">
        <w:r w:rsidR="00567F1D" w:rsidRPr="00567F1D">
          <w:t>Please assign your data center to one (or more) function type(s) of the different data center owners/operators.</w:t>
        </w:r>
      </w:ins>
      <w:del w:id="558" w:author="Buttner, Henrike" w:date="2021-06-17T10:45:00Z">
        <w:r w:rsidRPr="001806FC" w:rsidDel="00567F1D">
          <w:delText xml:space="preserve">ordnen </w:delText>
        </w:r>
        <w:r w:rsidR="00BA0F95" w:rsidRPr="001806FC" w:rsidDel="00567F1D">
          <w:delText>S</w:delText>
        </w:r>
        <w:r w:rsidRPr="001806FC" w:rsidDel="00567F1D">
          <w:delText xml:space="preserve">ie </w:delText>
        </w:r>
        <w:r w:rsidR="00A87021" w:rsidRPr="001806FC" w:rsidDel="00567F1D">
          <w:delText>I</w:delText>
        </w:r>
        <w:r w:rsidRPr="001806FC" w:rsidDel="00567F1D">
          <w:delText xml:space="preserve">hr RZ einem (oder mehreren) Funktionstyp(en) der verschiedenen </w:delText>
        </w:r>
        <w:r w:rsidR="00B00961" w:rsidRPr="001806FC" w:rsidDel="00567F1D">
          <w:delText>RZ-Besitzer</w:delText>
        </w:r>
        <w:r w:rsidR="00C156E7" w:rsidRPr="001806FC" w:rsidDel="00567F1D">
          <w:delText>/-</w:delText>
        </w:r>
        <w:r w:rsidR="00B00961" w:rsidRPr="001806FC" w:rsidDel="00567F1D">
          <w:delText>B</w:delText>
        </w:r>
        <w:r w:rsidR="00C156E7" w:rsidRPr="001806FC" w:rsidDel="00567F1D">
          <w:delText>etreiber zu.</w:delText>
        </w:r>
      </w:del>
    </w:p>
    <w:tbl>
      <w:tblPr>
        <w:tblW w:w="916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
        <w:gridCol w:w="1782"/>
        <w:gridCol w:w="6940"/>
      </w:tblGrid>
      <w:tr w:rsidR="007D0A5A" w:rsidRPr="001806FC" w:rsidTr="00A54E91">
        <w:trPr>
          <w:cantSplit/>
          <w:trHeight w:val="70"/>
        </w:trPr>
        <w:tc>
          <w:tcPr>
            <w:tcW w:w="446"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p>
        </w:tc>
        <w:tc>
          <w:tcPr>
            <w:tcW w:w="1782" w:type="dxa"/>
            <w:shd w:val="clear" w:color="auto" w:fill="C6D9F1" w:themeFill="text2" w:themeFillTint="33"/>
            <w:vAlign w:val="center"/>
          </w:tcPr>
          <w:p w:rsidR="007D0A5A" w:rsidRPr="001806FC" w:rsidRDefault="007D0A5A" w:rsidP="00C06C43">
            <w:pPr>
              <w:keepNext/>
              <w:keepLines/>
              <w:spacing w:before="60" w:line="240" w:lineRule="auto"/>
              <w:jc w:val="left"/>
              <w:rPr>
                <w:b/>
                <w:bCs/>
                <w:sz w:val="20"/>
                <w:szCs w:val="20"/>
              </w:rPr>
            </w:pPr>
            <w:r w:rsidRPr="001806FC">
              <w:rPr>
                <w:b/>
                <w:bCs/>
                <w:sz w:val="20"/>
                <w:szCs w:val="20"/>
              </w:rPr>
              <w:t>Typ</w:t>
            </w:r>
          </w:p>
        </w:tc>
        <w:tc>
          <w:tcPr>
            <w:tcW w:w="0" w:type="auto"/>
            <w:shd w:val="clear" w:color="auto" w:fill="C6D9F1" w:themeFill="text2" w:themeFillTint="33"/>
            <w:vAlign w:val="center"/>
          </w:tcPr>
          <w:p w:rsidR="007D0A5A" w:rsidRPr="001806FC" w:rsidRDefault="00567F1D" w:rsidP="00C06C43">
            <w:pPr>
              <w:keepNext/>
              <w:keepLines/>
              <w:spacing w:before="60" w:line="240" w:lineRule="auto"/>
              <w:jc w:val="left"/>
              <w:rPr>
                <w:b/>
                <w:bCs/>
                <w:sz w:val="20"/>
                <w:szCs w:val="20"/>
              </w:rPr>
            </w:pPr>
            <w:ins w:id="559" w:author="Buttner, Henrike" w:date="2021-06-17T10:45:00Z">
              <w:r w:rsidRPr="00567F1D">
                <w:rPr>
                  <w:b/>
                  <w:bCs/>
                  <w:sz w:val="20"/>
                  <w:szCs w:val="20"/>
                </w:rPr>
                <w:t>Function</w:t>
              </w:r>
            </w:ins>
            <w:del w:id="560" w:author="Buttner, Henrike" w:date="2021-06-17T10:45:00Z">
              <w:r w:rsidR="007D0A5A" w:rsidRPr="001806FC" w:rsidDel="00567F1D">
                <w:rPr>
                  <w:b/>
                  <w:bCs/>
                  <w:sz w:val="20"/>
                  <w:szCs w:val="20"/>
                </w:rPr>
                <w:delText>Funktion</w:delText>
              </w:r>
            </w:del>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bookmarkStart w:id="561" w:name="Kontrollkästchen16"/>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bookmarkEnd w:id="561"/>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Operator</w:t>
            </w:r>
          </w:p>
        </w:tc>
        <w:tc>
          <w:tcPr>
            <w:tcW w:w="0" w:type="auto"/>
            <w:shd w:val="clear" w:color="auto" w:fill="auto"/>
          </w:tcPr>
          <w:p w:rsidR="007D0A5A" w:rsidRPr="001806FC" w:rsidRDefault="00567F1D" w:rsidP="00C06C43">
            <w:pPr>
              <w:keepNext/>
              <w:keepLines/>
              <w:spacing w:before="40" w:after="40" w:line="240" w:lineRule="auto"/>
              <w:jc w:val="left"/>
              <w:rPr>
                <w:bCs/>
                <w:sz w:val="20"/>
                <w:szCs w:val="20"/>
              </w:rPr>
            </w:pPr>
            <w:ins w:id="562" w:author="Buttner, Henrike" w:date="2021-06-17T10:45:00Z">
              <w:r w:rsidRPr="00567F1D">
                <w:rPr>
                  <w:bCs/>
                  <w:sz w:val="20"/>
                  <w:szCs w:val="20"/>
                </w:rPr>
                <w:t>Operates the overall data center and has all aspects (building, power supply, air conditioning and IT facilities) under its control.</w:t>
              </w:r>
            </w:ins>
            <w:del w:id="563" w:author="Buttner, Henrike" w:date="2021-06-17T10:45:00Z">
              <w:r w:rsidR="007D0A5A" w:rsidRPr="001806FC" w:rsidDel="00567F1D">
                <w:rPr>
                  <w:bCs/>
                  <w:sz w:val="20"/>
                  <w:szCs w:val="20"/>
                </w:rPr>
                <w:delText>Betreibt das Gesamtrechenzentrum und hat alle Aspekte (Gebäude, Stromver</w:delText>
              </w:r>
              <w:r w:rsidR="007D0A5A" w:rsidRPr="001806FC" w:rsidDel="00567F1D">
                <w:rPr>
                  <w:bCs/>
                  <w:sz w:val="20"/>
                  <w:szCs w:val="20"/>
                </w:rPr>
                <w:softHyphen/>
                <w:delText>sorgung, Klimatisierung und IT-Einrichtungen) unter seiner Kontrolle.</w:delText>
              </w:r>
            </w:del>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 xml:space="preserve">Colocation </w:t>
            </w:r>
            <w:r w:rsidRPr="001806FC">
              <w:rPr>
                <w:bCs/>
                <w:sz w:val="20"/>
                <w:szCs w:val="20"/>
              </w:rPr>
              <w:br/>
              <w:t>Provider</w:t>
            </w:r>
          </w:p>
        </w:tc>
        <w:tc>
          <w:tcPr>
            <w:tcW w:w="0" w:type="auto"/>
            <w:shd w:val="clear" w:color="auto" w:fill="auto"/>
          </w:tcPr>
          <w:p w:rsidR="007D0A5A" w:rsidRPr="001806FC" w:rsidRDefault="00567F1D" w:rsidP="00B00961">
            <w:pPr>
              <w:keepNext/>
              <w:keepLines/>
              <w:spacing w:before="40" w:after="40" w:line="240" w:lineRule="auto"/>
              <w:jc w:val="left"/>
              <w:rPr>
                <w:bCs/>
                <w:sz w:val="20"/>
                <w:szCs w:val="20"/>
              </w:rPr>
            </w:pPr>
            <w:ins w:id="564" w:author="Buttner, Henrike" w:date="2021-06-17T10:46:00Z">
              <w:r w:rsidRPr="00567F1D">
                <w:rPr>
                  <w:bCs/>
                  <w:sz w:val="20"/>
                  <w:szCs w:val="20"/>
                </w:rPr>
                <w:t>Operates the data center primarily for the purpose of selling or leasing the space, power and air conditioning to the customers who install and manage the IT hardware.</w:t>
              </w:r>
            </w:ins>
            <w:del w:id="565" w:author="Buttner, Henrike" w:date="2021-06-17T10:46:00Z">
              <w:r w:rsidR="007D0A5A" w:rsidRPr="001806FC" w:rsidDel="00567F1D">
                <w:rPr>
                  <w:bCs/>
                  <w:sz w:val="20"/>
                  <w:szCs w:val="20"/>
                </w:rPr>
                <w:delText xml:space="preserve">Betreibt das </w:delText>
              </w:r>
              <w:r w:rsidR="00B00961" w:rsidRPr="001806FC" w:rsidDel="00567F1D">
                <w:rPr>
                  <w:bCs/>
                  <w:sz w:val="20"/>
                  <w:szCs w:val="20"/>
                </w:rPr>
                <w:delText xml:space="preserve">RZ </w:delText>
              </w:r>
              <w:r w:rsidR="007D0A5A" w:rsidRPr="001806FC" w:rsidDel="00567F1D">
                <w:rPr>
                  <w:bCs/>
                  <w:sz w:val="20"/>
                  <w:szCs w:val="20"/>
                </w:rPr>
                <w:delText xml:space="preserve">primär zum Zweck des Verkaufs oder Vermietung der Fläche, des Stroms und der Klimatisierung an die Kunden, die die IT-Hardware installieren und verwalten. </w:delText>
              </w:r>
            </w:del>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 xml:space="preserve">Colocation </w:t>
            </w:r>
            <w:r w:rsidRPr="001806FC">
              <w:rPr>
                <w:bCs/>
                <w:sz w:val="20"/>
                <w:szCs w:val="20"/>
              </w:rPr>
              <w:br/>
              <w:t>Customer</w:t>
            </w:r>
          </w:p>
        </w:tc>
        <w:tc>
          <w:tcPr>
            <w:tcW w:w="0" w:type="auto"/>
            <w:shd w:val="clear" w:color="auto" w:fill="auto"/>
          </w:tcPr>
          <w:p w:rsidR="007D0A5A" w:rsidRPr="001806FC" w:rsidRDefault="00567F1D" w:rsidP="00B00961">
            <w:pPr>
              <w:keepNext/>
              <w:keepLines/>
              <w:spacing w:before="40" w:after="40" w:line="240" w:lineRule="auto"/>
              <w:jc w:val="left"/>
              <w:rPr>
                <w:bCs/>
                <w:sz w:val="20"/>
                <w:szCs w:val="20"/>
              </w:rPr>
            </w:pPr>
            <w:ins w:id="566" w:author="Buttner, Henrike" w:date="2021-06-17T10:46:00Z">
              <w:r w:rsidRPr="00567F1D">
                <w:rPr>
                  <w:bCs/>
                  <w:sz w:val="20"/>
                  <w:szCs w:val="20"/>
                </w:rPr>
                <w:t>Owns and manages the IT facilities in a data center. A colocation customer buys or rents the space, power and air conditioning of a data center from a colocation provider.</w:t>
              </w:r>
            </w:ins>
            <w:del w:id="567" w:author="Buttner, Henrike" w:date="2021-06-17T10:46:00Z">
              <w:r w:rsidR="007D0A5A" w:rsidRPr="001806FC" w:rsidDel="00567F1D">
                <w:rPr>
                  <w:bCs/>
                  <w:sz w:val="20"/>
                  <w:szCs w:val="20"/>
                </w:rPr>
                <w:delText xml:space="preserve">Besitzt und verwaltet die IT-Einrichtungen in einem </w:delText>
              </w:r>
              <w:r w:rsidR="00B00961" w:rsidRPr="001806FC" w:rsidDel="00567F1D">
                <w:rPr>
                  <w:bCs/>
                  <w:sz w:val="20"/>
                  <w:szCs w:val="20"/>
                </w:rPr>
                <w:delText>RZ</w:delText>
              </w:r>
              <w:r w:rsidR="007D0A5A" w:rsidRPr="001806FC" w:rsidDel="00567F1D">
                <w:rPr>
                  <w:bCs/>
                  <w:sz w:val="20"/>
                  <w:szCs w:val="20"/>
                </w:rPr>
                <w:delText xml:space="preserve">. Ein Colocation Customer kauft oder mietet die Fläche, den Strom und die Klimatisierung eines </w:delText>
              </w:r>
              <w:r w:rsidR="00B00961" w:rsidRPr="001806FC" w:rsidDel="00567F1D">
                <w:rPr>
                  <w:bCs/>
                  <w:sz w:val="20"/>
                  <w:szCs w:val="20"/>
                </w:rPr>
                <w:delText xml:space="preserve">RZs </w:delText>
              </w:r>
              <w:r w:rsidR="007D0A5A" w:rsidRPr="001806FC" w:rsidDel="00567F1D">
                <w:rPr>
                  <w:bCs/>
                  <w:sz w:val="20"/>
                  <w:szCs w:val="20"/>
                </w:rPr>
                <w:delText>von einem Colocation Provider</w:delText>
              </w:r>
            </w:del>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rPr>
            </w:pPr>
            <w:r w:rsidRPr="001806FC">
              <w:rPr>
                <w:bCs/>
                <w:sz w:val="20"/>
                <w:szCs w:val="20"/>
              </w:rPr>
              <w:t>Managed Service Provider (MSP)</w:t>
            </w:r>
          </w:p>
        </w:tc>
        <w:tc>
          <w:tcPr>
            <w:tcW w:w="0" w:type="auto"/>
            <w:shd w:val="clear" w:color="auto" w:fill="auto"/>
          </w:tcPr>
          <w:p w:rsidR="007D0A5A" w:rsidRPr="001806FC" w:rsidRDefault="00567F1D" w:rsidP="00B00961">
            <w:pPr>
              <w:keepNext/>
              <w:keepLines/>
              <w:spacing w:before="40" w:after="40" w:line="240" w:lineRule="auto"/>
              <w:jc w:val="left"/>
              <w:rPr>
                <w:bCs/>
                <w:sz w:val="20"/>
                <w:szCs w:val="20"/>
              </w:rPr>
            </w:pPr>
            <w:ins w:id="568" w:author="Buttner, Henrike" w:date="2021-06-17T10:46:00Z">
              <w:r w:rsidRPr="00567F1D">
                <w:rPr>
                  <w:bCs/>
                  <w:sz w:val="20"/>
                  <w:szCs w:val="20"/>
                </w:rPr>
                <w:t>Owns and manages data center space, power, air conditioning, IT facilities, and portions of software to deliver IT services to customers. This includes conventional IT outsourcing.</w:t>
              </w:r>
            </w:ins>
            <w:del w:id="569" w:author="Buttner, Henrike" w:date="2021-06-17T10:46:00Z">
              <w:r w:rsidR="007D0A5A" w:rsidRPr="001806FC" w:rsidDel="00567F1D">
                <w:rPr>
                  <w:bCs/>
                  <w:sz w:val="20"/>
                  <w:szCs w:val="20"/>
                </w:rPr>
                <w:delText xml:space="preserve">Besitzt und verwaltet die </w:delText>
              </w:r>
              <w:r w:rsidR="00B00961" w:rsidRPr="001806FC" w:rsidDel="00567F1D">
                <w:rPr>
                  <w:bCs/>
                  <w:sz w:val="20"/>
                  <w:szCs w:val="20"/>
                </w:rPr>
                <w:delText>RZ-Fläche</w:delText>
              </w:r>
              <w:r w:rsidR="007D0A5A" w:rsidRPr="001806FC" w:rsidDel="00567F1D">
                <w:rPr>
                  <w:bCs/>
                  <w:sz w:val="20"/>
                  <w:szCs w:val="20"/>
                </w:rPr>
                <w:delText>, den Strom, die Klimatisierung, die IT-Einrichtungen und Anteile der Software, um den Kunden IT-Dienstleistungen zu liefern. Dies beinhaltet konventionelles IT-Outsourcing.</w:delText>
              </w:r>
            </w:del>
          </w:p>
        </w:tc>
      </w:tr>
      <w:tr w:rsidR="007D0A5A" w:rsidRPr="001806FC" w:rsidTr="00C06C43">
        <w:trPr>
          <w:cantSplit/>
          <w:trHeight w:val="70"/>
        </w:trPr>
        <w:tc>
          <w:tcPr>
            <w:tcW w:w="446" w:type="dxa"/>
            <w:shd w:val="clear" w:color="auto" w:fill="auto"/>
          </w:tcPr>
          <w:p w:rsidR="007D0A5A" w:rsidRPr="001806FC" w:rsidRDefault="007D0A5A" w:rsidP="00C06C43">
            <w:pPr>
              <w:keepNext/>
              <w:keepLines/>
              <w:spacing w:before="40" w:after="40" w:line="240" w:lineRule="auto"/>
              <w:jc w:val="left"/>
              <w:rPr>
                <w:bCs/>
                <w:sz w:val="20"/>
                <w:szCs w:val="20"/>
                <w:lang w:val="en-GB"/>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82" w:type="dxa"/>
            <w:shd w:val="clear" w:color="auto" w:fill="auto"/>
          </w:tcPr>
          <w:p w:rsidR="007D0A5A" w:rsidRPr="001806FC" w:rsidRDefault="007D0A5A" w:rsidP="00C06C43">
            <w:pPr>
              <w:keepNext/>
              <w:keepLines/>
              <w:spacing w:before="40" w:after="40" w:line="240" w:lineRule="auto"/>
              <w:jc w:val="left"/>
              <w:rPr>
                <w:bCs/>
                <w:sz w:val="20"/>
                <w:szCs w:val="20"/>
                <w:lang w:val="en-GB"/>
              </w:rPr>
            </w:pPr>
            <w:r w:rsidRPr="001806FC">
              <w:rPr>
                <w:bCs/>
                <w:sz w:val="20"/>
                <w:szCs w:val="20"/>
                <w:lang w:val="en-GB"/>
              </w:rPr>
              <w:t xml:space="preserve">Managed Service Provider (MSP) </w:t>
            </w:r>
            <w:r w:rsidRPr="001806FC">
              <w:rPr>
                <w:bCs/>
                <w:sz w:val="20"/>
                <w:szCs w:val="20"/>
                <w:lang w:val="en-GB"/>
              </w:rPr>
              <w:br/>
              <w:t>in Colocation</w:t>
            </w:r>
          </w:p>
        </w:tc>
        <w:tc>
          <w:tcPr>
            <w:tcW w:w="0" w:type="auto"/>
            <w:shd w:val="clear" w:color="auto" w:fill="auto"/>
          </w:tcPr>
          <w:p w:rsidR="007D0A5A" w:rsidRPr="001806FC" w:rsidRDefault="00567F1D" w:rsidP="00B00961">
            <w:pPr>
              <w:keepNext/>
              <w:keepLines/>
              <w:spacing w:before="40" w:after="40" w:line="240" w:lineRule="auto"/>
              <w:jc w:val="left"/>
              <w:rPr>
                <w:bCs/>
                <w:sz w:val="20"/>
                <w:szCs w:val="20"/>
              </w:rPr>
            </w:pPr>
            <w:ins w:id="570" w:author="Buttner, Henrike" w:date="2021-06-17T10:46:00Z">
              <w:r w:rsidRPr="00567F1D">
                <w:rPr>
                  <w:bCs/>
                  <w:sz w:val="20"/>
                  <w:szCs w:val="20"/>
                </w:rPr>
                <w:t>A managed service provider that rents/purchases the space, power or air conditioning of a data center from a colocation provider (and does not manage it itself).</w:t>
              </w:r>
            </w:ins>
            <w:del w:id="571" w:author="Buttner, Henrike" w:date="2021-06-17T10:46:00Z">
              <w:r w:rsidR="007D0A5A" w:rsidRPr="001806FC" w:rsidDel="00567F1D">
                <w:rPr>
                  <w:bCs/>
                  <w:sz w:val="20"/>
                  <w:szCs w:val="20"/>
                </w:rPr>
                <w:delText xml:space="preserve">Ein Managed Service Provider, der die Fläche, den Strom oder die Klimatisierung eines </w:delText>
              </w:r>
              <w:r w:rsidR="00B00961" w:rsidRPr="001806FC" w:rsidDel="00567F1D">
                <w:rPr>
                  <w:bCs/>
                  <w:sz w:val="20"/>
                  <w:szCs w:val="20"/>
                </w:rPr>
                <w:delText xml:space="preserve">RZs </w:delText>
              </w:r>
              <w:r w:rsidR="007D0A5A" w:rsidRPr="001806FC" w:rsidDel="00567F1D">
                <w:rPr>
                  <w:bCs/>
                  <w:sz w:val="20"/>
                  <w:szCs w:val="20"/>
                </w:rPr>
                <w:delText xml:space="preserve">bei einem Colocation Provider mietet/kauft (und nicht selber verwaltet). </w:delText>
              </w:r>
            </w:del>
          </w:p>
        </w:tc>
      </w:tr>
    </w:tbl>
    <w:p w:rsidR="00CE46D3" w:rsidRPr="00541684" w:rsidRDefault="00865E61" w:rsidP="00131226">
      <w:pPr>
        <w:pStyle w:val="BeschriftungAbbildung"/>
        <w:rPr>
          <w:lang w:val="en-US"/>
        </w:rPr>
      </w:pPr>
      <w:r w:rsidRPr="00541684">
        <w:rPr>
          <w:lang w:val="en-US"/>
        </w:rPr>
        <w:t xml:space="preserve">Quelle: EU Code of Conduct on Data Centres Energy Efficiency, Version </w:t>
      </w:r>
      <w:r w:rsidR="002F4DF1" w:rsidRPr="00541684">
        <w:rPr>
          <w:lang w:val="en-US"/>
        </w:rPr>
        <w:t>5.1.1</w:t>
      </w:r>
    </w:p>
    <w:p w:rsidR="0024313C" w:rsidRPr="001806FC" w:rsidRDefault="00567F1D" w:rsidP="00D809AC">
      <w:pPr>
        <w:keepNext/>
        <w:numPr>
          <w:ilvl w:val="0"/>
          <w:numId w:val="11"/>
        </w:numPr>
      </w:pPr>
      <w:ins w:id="572" w:author="Buttner, Henrike" w:date="2021-06-17T10:47:00Z">
        <w:r>
          <w:lastRenderedPageBreak/>
          <w:t>A</w:t>
        </w:r>
      </w:ins>
      <w:del w:id="573" w:author="Buttner, Henrike" w:date="2021-06-17T10:47:00Z">
        <w:r w:rsidR="007B34FD" w:rsidRPr="001806FC" w:rsidDel="00567F1D">
          <w:delText>V</w:delText>
        </w:r>
      </w:del>
      <w:ins w:id="574" w:author="Buttner, Henrike" w:date="2021-06-17T10:46:00Z">
        <w:r w:rsidRPr="00567F1D">
          <w:t>reas of responsibility</w:t>
        </w:r>
      </w:ins>
      <w:del w:id="575" w:author="Buttner, Henrike" w:date="2021-06-17T10:46:00Z">
        <w:r w:rsidR="007B34FD" w:rsidRPr="001806FC" w:rsidDel="00567F1D">
          <w:delText>erantwortung</w:delText>
        </w:r>
        <w:r w:rsidR="00131226" w:rsidRPr="001806FC" w:rsidDel="00567F1D">
          <w:delText>sbereiche</w:delText>
        </w:r>
      </w:del>
    </w:p>
    <w:p w:rsidR="00B55039" w:rsidRPr="001806FC" w:rsidRDefault="007B34FD" w:rsidP="00D440D2">
      <w:pPr>
        <w:keepNext/>
        <w:numPr>
          <w:ilvl w:val="1"/>
          <w:numId w:val="11"/>
        </w:numPr>
        <w:spacing w:after="120"/>
      </w:pPr>
      <w:del w:id="576" w:author="Buttner, Henrike" w:date="2021-06-17T10:47:00Z">
        <w:r w:rsidRPr="001806FC" w:rsidDel="00567F1D">
          <w:delText>We</w:delText>
        </w:r>
      </w:del>
      <w:ins w:id="577" w:author="Buttner, Henrike" w:date="2021-06-17T10:47:00Z">
        <w:r w:rsidR="00567F1D" w:rsidRPr="00567F1D">
          <w:t>Which areas are the responsibility of your company:</w:t>
        </w:r>
      </w:ins>
      <w:del w:id="578" w:author="Buttner, Henrike" w:date="2021-06-17T10:47:00Z">
        <w:r w:rsidRPr="001806FC" w:rsidDel="00567F1D">
          <w:delText>lche Bereiche unterliegen der Verantwortung ihres Unternehmens:</w:delText>
        </w:r>
      </w:del>
    </w:p>
    <w:tbl>
      <w:tblPr>
        <w:tblW w:w="917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
        <w:gridCol w:w="1778"/>
        <w:gridCol w:w="6971"/>
      </w:tblGrid>
      <w:tr w:rsidR="007D0A5A" w:rsidRPr="001806FC" w:rsidTr="00A54E91">
        <w:trPr>
          <w:cantSplit/>
          <w:trHeight w:val="70"/>
          <w:tblHeader/>
        </w:trPr>
        <w:tc>
          <w:tcPr>
            <w:tcW w:w="429" w:type="dxa"/>
            <w:shd w:val="clear" w:color="auto" w:fill="C6D9F1" w:themeFill="text2" w:themeFillTint="33"/>
            <w:vAlign w:val="center"/>
          </w:tcPr>
          <w:p w:rsidR="007D0A5A" w:rsidRPr="001806FC" w:rsidRDefault="007D0A5A" w:rsidP="00D809AC">
            <w:pPr>
              <w:keepNext/>
              <w:keepLines/>
              <w:spacing w:before="60" w:line="240" w:lineRule="auto"/>
              <w:jc w:val="left"/>
              <w:rPr>
                <w:bCs/>
                <w:sz w:val="20"/>
                <w:szCs w:val="20"/>
              </w:rPr>
            </w:pPr>
          </w:p>
        </w:tc>
        <w:tc>
          <w:tcPr>
            <w:tcW w:w="1778" w:type="dxa"/>
            <w:shd w:val="clear" w:color="auto" w:fill="C6D9F1" w:themeFill="text2" w:themeFillTint="33"/>
            <w:vAlign w:val="center"/>
          </w:tcPr>
          <w:p w:rsidR="007D0A5A" w:rsidRPr="001806FC" w:rsidRDefault="00567F1D" w:rsidP="007D0A5A">
            <w:pPr>
              <w:keepNext/>
              <w:keepLines/>
              <w:overflowPunct w:val="0"/>
              <w:autoSpaceDE w:val="0"/>
              <w:autoSpaceDN w:val="0"/>
              <w:adjustRightInd w:val="0"/>
              <w:spacing w:before="40" w:after="40" w:line="240" w:lineRule="auto"/>
              <w:jc w:val="left"/>
              <w:textAlignment w:val="baseline"/>
              <w:rPr>
                <w:b/>
                <w:bCs/>
                <w:sz w:val="20"/>
                <w:szCs w:val="20"/>
              </w:rPr>
            </w:pPr>
            <w:ins w:id="579" w:author="Buttner, Henrike" w:date="2021-06-17T10:47:00Z">
              <w:r w:rsidRPr="00567F1D">
                <w:rPr>
                  <w:b/>
                  <w:bCs/>
                  <w:sz w:val="20"/>
                  <w:szCs w:val="20"/>
                </w:rPr>
                <w:t>Area of responsibility</w:t>
              </w:r>
            </w:ins>
            <w:del w:id="580" w:author="Buttner, Henrike" w:date="2021-06-17T10:47:00Z">
              <w:r w:rsidR="007D0A5A" w:rsidRPr="001806FC" w:rsidDel="00567F1D">
                <w:rPr>
                  <w:b/>
                  <w:bCs/>
                  <w:sz w:val="20"/>
                  <w:szCs w:val="20"/>
                </w:rPr>
                <w:delText>Verantwortungsbereich</w:delText>
              </w:r>
            </w:del>
          </w:p>
        </w:tc>
        <w:tc>
          <w:tcPr>
            <w:tcW w:w="6971" w:type="dxa"/>
            <w:shd w:val="clear" w:color="auto" w:fill="C6D9F1" w:themeFill="text2" w:themeFillTint="33"/>
            <w:vAlign w:val="center"/>
          </w:tcPr>
          <w:p w:rsidR="007D0A5A" w:rsidRPr="001806FC" w:rsidRDefault="00567F1D" w:rsidP="007D0A5A">
            <w:pPr>
              <w:keepNext/>
              <w:keepLines/>
              <w:overflowPunct w:val="0"/>
              <w:autoSpaceDE w:val="0"/>
              <w:autoSpaceDN w:val="0"/>
              <w:adjustRightInd w:val="0"/>
              <w:spacing w:before="40" w:after="40" w:line="240" w:lineRule="auto"/>
              <w:jc w:val="left"/>
              <w:textAlignment w:val="baseline"/>
              <w:rPr>
                <w:b/>
                <w:bCs/>
                <w:sz w:val="20"/>
                <w:szCs w:val="20"/>
              </w:rPr>
            </w:pPr>
            <w:ins w:id="581" w:author="Buttner, Henrike" w:date="2021-06-17T10:47:00Z">
              <w:r w:rsidRPr="00567F1D">
                <w:rPr>
                  <w:b/>
                  <w:bCs/>
                  <w:sz w:val="20"/>
                  <w:szCs w:val="20"/>
                </w:rPr>
                <w:t>Description</w:t>
              </w:r>
            </w:ins>
            <w:del w:id="582" w:author="Buttner, Henrike" w:date="2021-06-17T10:47:00Z">
              <w:r w:rsidR="007D0A5A" w:rsidRPr="001806FC" w:rsidDel="00567F1D">
                <w:rPr>
                  <w:b/>
                  <w:bCs/>
                  <w:sz w:val="20"/>
                  <w:szCs w:val="20"/>
                </w:rPr>
                <w:delText>Beschreibung</w:delText>
              </w:r>
            </w:del>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DC35F7" w:rsidP="007D0A5A">
            <w:pPr>
              <w:keepNext/>
              <w:keepLines/>
              <w:overflowPunct w:val="0"/>
              <w:autoSpaceDE w:val="0"/>
              <w:autoSpaceDN w:val="0"/>
              <w:adjustRightInd w:val="0"/>
              <w:spacing w:before="40" w:after="40" w:line="240" w:lineRule="auto"/>
              <w:jc w:val="left"/>
              <w:textAlignment w:val="baseline"/>
              <w:rPr>
                <w:bCs/>
                <w:sz w:val="20"/>
                <w:szCs w:val="20"/>
              </w:rPr>
            </w:pPr>
            <w:ins w:id="583" w:author="Buttner, Henrike" w:date="2021-06-17T10:55:00Z">
              <w:r w:rsidRPr="00DC35F7">
                <w:rPr>
                  <w:bCs/>
                  <w:sz w:val="20"/>
                  <w:szCs w:val="20"/>
                </w:rPr>
                <w:t>Building</w:t>
              </w:r>
            </w:ins>
            <w:del w:id="584" w:author="Buttner, Henrike" w:date="2021-06-17T10:55:00Z">
              <w:r w:rsidR="007D0A5A" w:rsidRPr="001806FC" w:rsidDel="00DC35F7">
                <w:rPr>
                  <w:bCs/>
                  <w:sz w:val="20"/>
                  <w:szCs w:val="20"/>
                </w:rPr>
                <w:delText>Gebäude</w:delText>
              </w:r>
            </w:del>
          </w:p>
        </w:tc>
        <w:tc>
          <w:tcPr>
            <w:tcW w:w="6971" w:type="dxa"/>
            <w:shd w:val="clear" w:color="auto" w:fill="auto"/>
          </w:tcPr>
          <w:p w:rsidR="007D0A5A" w:rsidRPr="001806FC" w:rsidRDefault="00F86A8C" w:rsidP="007D0A5A">
            <w:pPr>
              <w:keepNext/>
              <w:keepLines/>
              <w:overflowPunct w:val="0"/>
              <w:autoSpaceDE w:val="0"/>
              <w:autoSpaceDN w:val="0"/>
              <w:adjustRightInd w:val="0"/>
              <w:spacing w:before="40" w:after="40" w:line="240" w:lineRule="auto"/>
              <w:jc w:val="left"/>
              <w:textAlignment w:val="baseline"/>
              <w:rPr>
                <w:bCs/>
                <w:sz w:val="20"/>
                <w:szCs w:val="20"/>
              </w:rPr>
            </w:pPr>
            <w:ins w:id="585" w:author="Buttner, Henrike" w:date="2021-06-17T11:06:00Z">
              <w:r w:rsidRPr="00F86A8C">
                <w:rPr>
                  <w:bCs/>
                  <w:sz w:val="20"/>
                  <w:szCs w:val="20"/>
                </w:rPr>
                <w:t>The building, including security, location and maintenance.</w:t>
              </w:r>
            </w:ins>
            <w:del w:id="586" w:author="Buttner, Henrike" w:date="2021-06-17T11:06:00Z">
              <w:r w:rsidR="007D0A5A" w:rsidRPr="001806FC" w:rsidDel="00F86A8C">
                <w:rPr>
                  <w:bCs/>
                  <w:sz w:val="20"/>
                  <w:szCs w:val="20"/>
                </w:rPr>
                <w:delText>Das Gebäude, inklusiv Sicherheit, Lage und Wartung.</w:delText>
              </w:r>
            </w:del>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Mar>
              <w:right w:w="0" w:type="dxa"/>
            </w:tcMar>
          </w:tcPr>
          <w:p w:rsidR="007D0A5A" w:rsidRPr="001806FC" w:rsidRDefault="00DC35F7" w:rsidP="007D0A5A">
            <w:pPr>
              <w:keepNext/>
              <w:keepLines/>
              <w:overflowPunct w:val="0"/>
              <w:autoSpaceDE w:val="0"/>
              <w:autoSpaceDN w:val="0"/>
              <w:adjustRightInd w:val="0"/>
              <w:spacing w:before="40" w:after="40" w:line="240" w:lineRule="auto"/>
              <w:jc w:val="left"/>
              <w:textAlignment w:val="baseline"/>
              <w:rPr>
                <w:bCs/>
                <w:sz w:val="20"/>
                <w:szCs w:val="20"/>
              </w:rPr>
            </w:pPr>
            <w:ins w:id="587" w:author="Buttner, Henrike" w:date="2021-06-17T10:55:00Z">
              <w:r w:rsidRPr="00DC35F7">
                <w:rPr>
                  <w:bCs/>
                  <w:sz w:val="20"/>
                  <w:szCs w:val="20"/>
                </w:rPr>
                <w:t>Mechanical &amp; electrical plant</w:t>
              </w:r>
            </w:ins>
            <w:del w:id="588" w:author="Buttner, Henrike" w:date="2021-06-17T10:55:00Z">
              <w:r w:rsidR="007D0A5A" w:rsidRPr="001806FC" w:rsidDel="00DC35F7">
                <w:rPr>
                  <w:bCs/>
                  <w:sz w:val="20"/>
                  <w:szCs w:val="20"/>
                </w:rPr>
                <w:delText>Mechanische u. elektrische Anlage</w:delText>
              </w:r>
            </w:del>
          </w:p>
        </w:tc>
        <w:tc>
          <w:tcPr>
            <w:tcW w:w="6971" w:type="dxa"/>
            <w:shd w:val="clear" w:color="auto" w:fill="auto"/>
          </w:tcPr>
          <w:p w:rsidR="007D0A5A" w:rsidRPr="001806FC" w:rsidRDefault="00F86A8C" w:rsidP="007D0A5A">
            <w:pPr>
              <w:keepNext/>
              <w:keepLines/>
              <w:overflowPunct w:val="0"/>
              <w:autoSpaceDE w:val="0"/>
              <w:autoSpaceDN w:val="0"/>
              <w:adjustRightInd w:val="0"/>
              <w:spacing w:before="40" w:after="40" w:line="240" w:lineRule="auto"/>
              <w:jc w:val="left"/>
              <w:textAlignment w:val="baseline"/>
              <w:rPr>
                <w:bCs/>
                <w:sz w:val="20"/>
                <w:szCs w:val="20"/>
              </w:rPr>
            </w:pPr>
            <w:ins w:id="589" w:author="Buttner, Henrike" w:date="2021-06-17T11:06:00Z">
              <w:r w:rsidRPr="00F86A8C">
                <w:rPr>
                  <w:bCs/>
                  <w:sz w:val="20"/>
                  <w:szCs w:val="20"/>
                </w:rPr>
                <w:t>The selection, installation, configuration, maintenance and management of the mechanical and electrical system.</w:t>
              </w:r>
            </w:ins>
            <w:del w:id="590" w:author="Buttner, Henrike" w:date="2021-06-17T11:06:00Z">
              <w:r w:rsidR="007D0A5A" w:rsidRPr="001806FC" w:rsidDel="00F86A8C">
                <w:rPr>
                  <w:bCs/>
                  <w:sz w:val="20"/>
                  <w:szCs w:val="20"/>
                </w:rPr>
                <w:delText>Die Auswahl, die Installation, die Konfiguration, die Wartung und die Ver</w:delText>
              </w:r>
              <w:r w:rsidR="007D0A5A" w:rsidRPr="001806FC" w:rsidDel="00F86A8C">
                <w:rPr>
                  <w:bCs/>
                  <w:sz w:val="20"/>
                  <w:szCs w:val="20"/>
                </w:rPr>
                <w:softHyphen/>
                <w:delText>waltung der mechanischen und elektrischen Anlage.</w:delText>
              </w:r>
            </w:del>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DC35F7" w:rsidP="00B00961">
            <w:pPr>
              <w:keepNext/>
              <w:keepLines/>
              <w:overflowPunct w:val="0"/>
              <w:autoSpaceDE w:val="0"/>
              <w:autoSpaceDN w:val="0"/>
              <w:adjustRightInd w:val="0"/>
              <w:spacing w:before="40" w:after="40" w:line="240" w:lineRule="auto"/>
              <w:jc w:val="left"/>
              <w:textAlignment w:val="baseline"/>
              <w:rPr>
                <w:bCs/>
                <w:sz w:val="20"/>
                <w:szCs w:val="20"/>
              </w:rPr>
            </w:pPr>
            <w:ins w:id="591" w:author="Buttner, Henrike" w:date="2021-06-17T10:55:00Z">
              <w:r w:rsidRPr="00DC35F7">
                <w:rPr>
                  <w:bCs/>
                  <w:sz w:val="20"/>
                  <w:szCs w:val="20"/>
                </w:rPr>
                <w:t>RZ area</w:t>
              </w:r>
            </w:ins>
            <w:del w:id="592" w:author="Buttner, Henrike" w:date="2021-06-17T10:55:00Z">
              <w:r w:rsidR="00B00961" w:rsidRPr="001806FC" w:rsidDel="00DC35F7">
                <w:rPr>
                  <w:bCs/>
                  <w:sz w:val="20"/>
                  <w:szCs w:val="20"/>
                </w:rPr>
                <w:delText>RZ-Fläche</w:delText>
              </w:r>
            </w:del>
          </w:p>
        </w:tc>
        <w:tc>
          <w:tcPr>
            <w:tcW w:w="6971" w:type="dxa"/>
            <w:shd w:val="clear" w:color="auto" w:fill="auto"/>
          </w:tcPr>
          <w:p w:rsidR="007D0A5A" w:rsidRPr="001806FC" w:rsidRDefault="00F86A8C" w:rsidP="00B00961">
            <w:pPr>
              <w:keepNext/>
              <w:keepLines/>
              <w:overflowPunct w:val="0"/>
              <w:autoSpaceDE w:val="0"/>
              <w:autoSpaceDN w:val="0"/>
              <w:adjustRightInd w:val="0"/>
              <w:spacing w:before="40" w:after="40" w:line="240" w:lineRule="auto"/>
              <w:jc w:val="left"/>
              <w:textAlignment w:val="baseline"/>
              <w:rPr>
                <w:bCs/>
                <w:sz w:val="20"/>
                <w:szCs w:val="20"/>
              </w:rPr>
            </w:pPr>
            <w:ins w:id="593" w:author="Buttner, Henrike" w:date="2021-06-17T11:06:00Z">
              <w:r w:rsidRPr="00F86A8C">
                <w:rPr>
                  <w:bCs/>
                  <w:sz w:val="20"/>
                  <w:szCs w:val="20"/>
                </w:rPr>
                <w:t>The installation, configuration, maintenance and management of the main area of a data centre on which the IT equipment is installed.</w:t>
              </w:r>
            </w:ins>
            <w:del w:id="594" w:author="Buttner, Henrike" w:date="2021-06-17T11:06:00Z">
              <w:r w:rsidR="007D0A5A" w:rsidRPr="001806FC" w:rsidDel="00F86A8C">
                <w:rPr>
                  <w:bCs/>
                  <w:sz w:val="20"/>
                  <w:szCs w:val="20"/>
                </w:rPr>
                <w:delText xml:space="preserve">Die Installation, die Konfiguration, die Wartung und die Verwaltung der Hauptfläche eines </w:delText>
              </w:r>
              <w:r w:rsidR="00B00961" w:rsidRPr="001806FC" w:rsidDel="00F86A8C">
                <w:rPr>
                  <w:bCs/>
                  <w:sz w:val="20"/>
                  <w:szCs w:val="20"/>
                </w:rPr>
                <w:delText>RZs</w:delText>
              </w:r>
              <w:r w:rsidR="007D0A5A" w:rsidRPr="001806FC" w:rsidDel="00F86A8C">
                <w:rPr>
                  <w:bCs/>
                  <w:sz w:val="20"/>
                  <w:szCs w:val="20"/>
                </w:rPr>
                <w:delText>, auf der die IT-Einrichtung installiert ist.</w:delText>
              </w:r>
            </w:del>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DC35F7" w:rsidP="007D0A5A">
            <w:pPr>
              <w:keepNext/>
              <w:keepLines/>
              <w:overflowPunct w:val="0"/>
              <w:autoSpaceDE w:val="0"/>
              <w:autoSpaceDN w:val="0"/>
              <w:adjustRightInd w:val="0"/>
              <w:spacing w:before="40" w:after="40" w:line="240" w:lineRule="auto"/>
              <w:jc w:val="left"/>
              <w:textAlignment w:val="baseline"/>
              <w:rPr>
                <w:bCs/>
                <w:sz w:val="20"/>
                <w:szCs w:val="20"/>
              </w:rPr>
            </w:pPr>
            <w:ins w:id="595" w:author="Buttner, Henrike" w:date="2021-06-17T10:56:00Z">
              <w:r w:rsidRPr="00DC35F7">
                <w:rPr>
                  <w:bCs/>
                  <w:sz w:val="20"/>
                  <w:szCs w:val="20"/>
                </w:rPr>
                <w:t>IT cabinets</w:t>
              </w:r>
            </w:ins>
            <w:del w:id="596" w:author="Buttner, Henrike" w:date="2021-06-17T10:56:00Z">
              <w:r w:rsidR="007D0A5A" w:rsidRPr="001806FC" w:rsidDel="00DC35F7">
                <w:rPr>
                  <w:bCs/>
                  <w:sz w:val="20"/>
                  <w:szCs w:val="20"/>
                </w:rPr>
                <w:delText>IT-Schränke</w:delText>
              </w:r>
            </w:del>
          </w:p>
        </w:tc>
        <w:tc>
          <w:tcPr>
            <w:tcW w:w="6971" w:type="dxa"/>
            <w:shd w:val="clear" w:color="auto" w:fill="auto"/>
          </w:tcPr>
          <w:p w:rsidR="007D0A5A" w:rsidRPr="001806FC" w:rsidRDefault="00F86A8C" w:rsidP="007D0A5A">
            <w:pPr>
              <w:keepNext/>
              <w:keepLines/>
              <w:overflowPunct w:val="0"/>
              <w:autoSpaceDE w:val="0"/>
              <w:autoSpaceDN w:val="0"/>
              <w:adjustRightInd w:val="0"/>
              <w:spacing w:before="40" w:after="40" w:line="240" w:lineRule="auto"/>
              <w:jc w:val="left"/>
              <w:textAlignment w:val="baseline"/>
              <w:rPr>
                <w:bCs/>
                <w:sz w:val="20"/>
                <w:szCs w:val="20"/>
              </w:rPr>
            </w:pPr>
            <w:ins w:id="597" w:author="Buttner, Henrike" w:date="2021-06-17T11:06:00Z">
              <w:r w:rsidRPr="00F86A8C">
                <w:rPr>
                  <w:bCs/>
                  <w:sz w:val="20"/>
                  <w:szCs w:val="20"/>
                </w:rPr>
                <w:t>The installation, configuration, maintenance and management of the IT cabinets (racks) in which the IT equipment is installed.</w:t>
              </w:r>
            </w:ins>
            <w:del w:id="598" w:author="Buttner, Henrike" w:date="2021-06-17T11:06:00Z">
              <w:r w:rsidR="007D0A5A" w:rsidRPr="001806FC" w:rsidDel="00F86A8C">
                <w:rPr>
                  <w:bCs/>
                  <w:sz w:val="20"/>
                  <w:szCs w:val="20"/>
                </w:rPr>
                <w:delText>Die Installation, die Konfiguration, die Wartung und die Verwaltung der IT-Schränke (Racks), in denen die IT-Einrichtung installiert ist.</w:delText>
              </w:r>
            </w:del>
          </w:p>
        </w:tc>
      </w:tr>
      <w:tr w:rsidR="007D0A5A" w:rsidRPr="001806FC">
        <w:trPr>
          <w:cantSplit/>
        </w:trPr>
        <w:tc>
          <w:tcPr>
            <w:tcW w:w="429" w:type="dxa"/>
            <w:vAlign w:val="center"/>
          </w:tcPr>
          <w:p w:rsidR="007D0A5A" w:rsidRPr="001806FC" w:rsidRDefault="007D0A5A" w:rsidP="00D809AC">
            <w:pPr>
              <w:keepNext/>
              <w:keepLines/>
              <w:spacing w:after="40" w:line="240" w:lineRule="auto"/>
              <w:jc w:val="left"/>
              <w:rPr>
                <w:bCs/>
                <w:sz w:val="20"/>
                <w:szCs w:val="20"/>
                <w:lang w:val="en-GB"/>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DC35F7" w:rsidP="007D0A5A">
            <w:pPr>
              <w:keepNext/>
              <w:keepLines/>
              <w:overflowPunct w:val="0"/>
              <w:autoSpaceDE w:val="0"/>
              <w:autoSpaceDN w:val="0"/>
              <w:adjustRightInd w:val="0"/>
              <w:spacing w:before="40" w:after="40" w:line="240" w:lineRule="auto"/>
              <w:jc w:val="left"/>
              <w:textAlignment w:val="baseline"/>
              <w:rPr>
                <w:bCs/>
                <w:sz w:val="20"/>
                <w:szCs w:val="20"/>
              </w:rPr>
            </w:pPr>
            <w:ins w:id="599" w:author="Buttner, Henrike" w:date="2021-06-17T10:56:00Z">
              <w:r w:rsidRPr="00DC35F7">
                <w:rPr>
                  <w:bCs/>
                  <w:sz w:val="20"/>
                  <w:szCs w:val="20"/>
                </w:rPr>
                <w:t>IT Facilities</w:t>
              </w:r>
            </w:ins>
            <w:del w:id="600" w:author="Buttner, Henrike" w:date="2021-06-17T10:56:00Z">
              <w:r w:rsidR="007D0A5A" w:rsidRPr="001806FC" w:rsidDel="00DC35F7">
                <w:rPr>
                  <w:bCs/>
                  <w:sz w:val="20"/>
                  <w:szCs w:val="20"/>
                </w:rPr>
                <w:delText>IT-Einrichtungen</w:delText>
              </w:r>
            </w:del>
          </w:p>
        </w:tc>
        <w:tc>
          <w:tcPr>
            <w:tcW w:w="6971" w:type="dxa"/>
            <w:shd w:val="clear" w:color="auto" w:fill="auto"/>
          </w:tcPr>
          <w:p w:rsidR="007D0A5A" w:rsidRPr="001806FC" w:rsidRDefault="00F86A8C" w:rsidP="007D0A5A">
            <w:pPr>
              <w:keepNext/>
              <w:keepLines/>
              <w:overflowPunct w:val="0"/>
              <w:autoSpaceDE w:val="0"/>
              <w:autoSpaceDN w:val="0"/>
              <w:adjustRightInd w:val="0"/>
              <w:spacing w:before="40" w:after="40" w:line="240" w:lineRule="auto"/>
              <w:jc w:val="left"/>
              <w:textAlignment w:val="baseline"/>
              <w:rPr>
                <w:bCs/>
                <w:sz w:val="20"/>
                <w:szCs w:val="20"/>
              </w:rPr>
            </w:pPr>
            <w:ins w:id="601" w:author="Buttner, Henrike" w:date="2021-06-17T11:07:00Z">
              <w:r w:rsidRPr="00F86A8C">
                <w:rPr>
                  <w:bCs/>
                  <w:sz w:val="20"/>
                  <w:szCs w:val="20"/>
                </w:rPr>
                <w:t>The selection, installation, configuration, maintenance and management of physical IT facilities.</w:t>
              </w:r>
            </w:ins>
            <w:del w:id="602" w:author="Buttner, Henrike" w:date="2021-06-17T11:07:00Z">
              <w:r w:rsidR="007D0A5A" w:rsidRPr="001806FC" w:rsidDel="00F86A8C">
                <w:rPr>
                  <w:bCs/>
                  <w:sz w:val="20"/>
                  <w:szCs w:val="20"/>
                </w:rPr>
                <w:delText>Die Auswahl, die Installation, die Konfiguration, die Wartung und die Ver</w:delText>
              </w:r>
              <w:r w:rsidR="007D0A5A" w:rsidRPr="001806FC" w:rsidDel="00F86A8C">
                <w:rPr>
                  <w:bCs/>
                  <w:sz w:val="20"/>
                  <w:szCs w:val="20"/>
                </w:rPr>
                <w:softHyphen/>
                <w:delText>waltung der physischen IT-Einrichtungen.</w:delText>
              </w:r>
            </w:del>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DC35F7" w:rsidP="007D0A5A">
            <w:pPr>
              <w:keepNext/>
              <w:keepLines/>
              <w:overflowPunct w:val="0"/>
              <w:autoSpaceDE w:val="0"/>
              <w:autoSpaceDN w:val="0"/>
              <w:adjustRightInd w:val="0"/>
              <w:spacing w:before="40" w:after="40" w:line="240" w:lineRule="auto"/>
              <w:jc w:val="left"/>
              <w:textAlignment w:val="baseline"/>
              <w:rPr>
                <w:bCs/>
                <w:sz w:val="20"/>
                <w:szCs w:val="20"/>
              </w:rPr>
            </w:pPr>
            <w:ins w:id="603" w:author="Buttner, Henrike" w:date="2021-06-17T10:56:00Z">
              <w:r w:rsidRPr="00DC35F7">
                <w:rPr>
                  <w:bCs/>
                  <w:sz w:val="20"/>
                  <w:szCs w:val="20"/>
                </w:rPr>
                <w:t>Operating system / virtualization</w:t>
              </w:r>
            </w:ins>
            <w:del w:id="604" w:author="Buttner, Henrike" w:date="2021-06-17T10:56:00Z">
              <w:r w:rsidR="007D0A5A" w:rsidRPr="001806FC" w:rsidDel="00DC35F7">
                <w:rPr>
                  <w:bCs/>
                  <w:sz w:val="20"/>
                  <w:szCs w:val="20"/>
                </w:rPr>
                <w:delText>Betriebssystem</w:delText>
              </w:r>
              <w:r w:rsidR="00DE0FD4" w:rsidRPr="001806FC" w:rsidDel="00DC35F7">
                <w:rPr>
                  <w:bCs/>
                  <w:sz w:val="20"/>
                  <w:szCs w:val="20"/>
                </w:rPr>
                <w:delText xml:space="preserve"> </w:delText>
              </w:r>
              <w:r w:rsidR="007D0A5A" w:rsidRPr="001806FC" w:rsidDel="00DC35F7">
                <w:rPr>
                  <w:bCs/>
                  <w:sz w:val="20"/>
                  <w:szCs w:val="20"/>
                </w:rPr>
                <w:delText>/ Virtualisierung</w:delText>
              </w:r>
            </w:del>
          </w:p>
        </w:tc>
        <w:tc>
          <w:tcPr>
            <w:tcW w:w="6971" w:type="dxa"/>
            <w:shd w:val="clear" w:color="auto" w:fill="auto"/>
          </w:tcPr>
          <w:p w:rsidR="007D0A5A" w:rsidRPr="001806FC" w:rsidRDefault="00F86A8C" w:rsidP="007D0A5A">
            <w:pPr>
              <w:keepNext/>
              <w:keepLines/>
              <w:overflowPunct w:val="0"/>
              <w:autoSpaceDE w:val="0"/>
              <w:autoSpaceDN w:val="0"/>
              <w:adjustRightInd w:val="0"/>
              <w:spacing w:before="40" w:after="40" w:line="240" w:lineRule="auto"/>
              <w:jc w:val="left"/>
              <w:textAlignment w:val="baseline"/>
              <w:rPr>
                <w:bCs/>
                <w:sz w:val="20"/>
                <w:szCs w:val="20"/>
              </w:rPr>
            </w:pPr>
            <w:bookmarkStart w:id="605" w:name="OLE_LINK1"/>
            <w:bookmarkStart w:id="606" w:name="OLE_LINK2"/>
            <w:ins w:id="607" w:author="Buttner, Henrike" w:date="2021-06-17T11:07:00Z">
              <w:r w:rsidRPr="00F86A8C">
                <w:rPr>
                  <w:bCs/>
                  <w:sz w:val="20"/>
                  <w:szCs w:val="20"/>
                </w:rPr>
                <w:t>The selection, installation, configuration, maintenance and management of the operating system and virtualisation software installed on the IT facility. This includes monitoring clients, hardware management officers, etc.</w:t>
              </w:r>
            </w:ins>
            <w:del w:id="608" w:author="Buttner, Henrike" w:date="2021-06-17T11:07:00Z">
              <w:r w:rsidR="007D0A5A" w:rsidRPr="001806FC" w:rsidDel="00F86A8C">
                <w:rPr>
                  <w:bCs/>
                  <w:sz w:val="20"/>
                  <w:szCs w:val="20"/>
                </w:rPr>
                <w:delText>Die Auswahl, die Installation, die Konfiguration, die Wartung und die Ver</w:delText>
              </w:r>
              <w:r w:rsidR="007D0A5A" w:rsidRPr="001806FC" w:rsidDel="00F86A8C">
                <w:rPr>
                  <w:bCs/>
                  <w:sz w:val="20"/>
                  <w:szCs w:val="20"/>
                </w:rPr>
                <w:softHyphen/>
                <w:delText>waltung</w:delText>
              </w:r>
              <w:bookmarkEnd w:id="605"/>
              <w:bookmarkEnd w:id="606"/>
              <w:r w:rsidR="007D0A5A" w:rsidRPr="001806FC" w:rsidDel="00F86A8C">
                <w:rPr>
                  <w:bCs/>
                  <w:sz w:val="20"/>
                  <w:szCs w:val="20"/>
                </w:rPr>
                <w:delText xml:space="preserve"> des Betriebssystems und des auf der IT-Einrichtung installierten Virtualisierungssoftwares. Das beinhaltet Monitoring-Kunden, Hardware</w:delText>
              </w:r>
              <w:r w:rsidR="007D0A5A" w:rsidRPr="001806FC" w:rsidDel="00F86A8C">
                <w:rPr>
                  <w:bCs/>
                  <w:sz w:val="20"/>
                  <w:szCs w:val="20"/>
                </w:rPr>
                <w:softHyphen/>
                <w:delText>management-Beauftragte usw.</w:delText>
              </w:r>
            </w:del>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rPr>
              <w:t>Software</w:t>
            </w:r>
          </w:p>
        </w:tc>
        <w:tc>
          <w:tcPr>
            <w:tcW w:w="6971" w:type="dxa"/>
            <w:shd w:val="clear" w:color="auto" w:fill="auto"/>
          </w:tcPr>
          <w:p w:rsidR="007D0A5A" w:rsidRPr="001806FC" w:rsidRDefault="00F86A8C" w:rsidP="007D0A5A">
            <w:pPr>
              <w:keepNext/>
              <w:keepLines/>
              <w:overflowPunct w:val="0"/>
              <w:autoSpaceDE w:val="0"/>
              <w:autoSpaceDN w:val="0"/>
              <w:adjustRightInd w:val="0"/>
              <w:spacing w:before="40" w:after="40" w:line="240" w:lineRule="auto"/>
              <w:jc w:val="left"/>
              <w:textAlignment w:val="baseline"/>
              <w:rPr>
                <w:bCs/>
                <w:sz w:val="20"/>
                <w:szCs w:val="20"/>
              </w:rPr>
            </w:pPr>
            <w:ins w:id="609" w:author="Buttner, Henrike" w:date="2021-06-17T11:07:00Z">
              <w:r w:rsidRPr="00F86A8C">
                <w:rPr>
                  <w:bCs/>
                  <w:sz w:val="20"/>
                  <w:szCs w:val="20"/>
                </w:rPr>
                <w:t>The selection, installation, configuration, maintenance and management of the application software installed on the IT facility.</w:t>
              </w:r>
            </w:ins>
            <w:del w:id="610" w:author="Buttner, Henrike" w:date="2021-06-17T11:07:00Z">
              <w:r w:rsidR="007D0A5A" w:rsidRPr="001806FC" w:rsidDel="00F86A8C">
                <w:rPr>
                  <w:bCs/>
                  <w:sz w:val="20"/>
                  <w:szCs w:val="20"/>
                </w:rPr>
                <w:delText>Die Auswahl, die Installation, die Konfiguration, die Wartung und die Verwaltung der auf der IT-Einrichtung installierten Anwendungssoftware.</w:delText>
              </w:r>
            </w:del>
          </w:p>
        </w:tc>
      </w:tr>
      <w:tr w:rsidR="007D0A5A" w:rsidRPr="001806FC">
        <w:trPr>
          <w:cantSplit/>
        </w:trPr>
        <w:tc>
          <w:tcPr>
            <w:tcW w:w="429" w:type="dxa"/>
          </w:tcPr>
          <w:p w:rsidR="007D0A5A" w:rsidRPr="001806FC" w:rsidRDefault="007D0A5A" w:rsidP="007D0A5A">
            <w:pPr>
              <w:keepNext/>
              <w:keepLines/>
              <w:overflowPunct w:val="0"/>
              <w:autoSpaceDE w:val="0"/>
              <w:autoSpaceDN w:val="0"/>
              <w:adjustRightInd w:val="0"/>
              <w:spacing w:before="40" w:after="40" w:line="240" w:lineRule="auto"/>
              <w:jc w:val="left"/>
              <w:textAlignment w:val="baseline"/>
              <w:rPr>
                <w:bCs/>
                <w:sz w:val="20"/>
                <w:szCs w:val="20"/>
              </w:rPr>
            </w:pPr>
            <w:r w:rsidRPr="001806FC">
              <w:rPr>
                <w:bCs/>
                <w:sz w:val="20"/>
                <w:szCs w:val="20"/>
                <w:lang w:val="en-GB"/>
              </w:rPr>
              <w:fldChar w:fldCharType="begin">
                <w:ffData>
                  <w:name w:val="Kontrollkästchen16"/>
                  <w:enabled/>
                  <w:calcOnExit w:val="0"/>
                  <w:checkBox>
                    <w:sizeAuto/>
                    <w:default w:val="0"/>
                  </w:checkBox>
                </w:ffData>
              </w:fldChar>
            </w:r>
            <w:r w:rsidRPr="001806FC">
              <w:rPr>
                <w:bCs/>
                <w:sz w:val="20"/>
                <w:szCs w:val="20"/>
                <w:lang w:val="en-GB"/>
              </w:rPr>
              <w:instrText xml:space="preserve"> FORMCHECKBOX </w:instrText>
            </w:r>
            <w:r w:rsidR="00226445">
              <w:rPr>
                <w:bCs/>
                <w:sz w:val="20"/>
                <w:szCs w:val="20"/>
                <w:lang w:val="en-GB"/>
              </w:rPr>
            </w:r>
            <w:r w:rsidR="00226445">
              <w:rPr>
                <w:bCs/>
                <w:sz w:val="20"/>
                <w:szCs w:val="20"/>
                <w:lang w:val="en-GB"/>
              </w:rPr>
              <w:fldChar w:fldCharType="separate"/>
            </w:r>
            <w:r w:rsidRPr="001806FC">
              <w:rPr>
                <w:bCs/>
                <w:sz w:val="20"/>
                <w:szCs w:val="20"/>
                <w:lang w:val="en-GB"/>
              </w:rPr>
              <w:fldChar w:fldCharType="end"/>
            </w:r>
          </w:p>
        </w:tc>
        <w:tc>
          <w:tcPr>
            <w:tcW w:w="1778" w:type="dxa"/>
            <w:shd w:val="clear" w:color="auto" w:fill="auto"/>
          </w:tcPr>
          <w:p w:rsidR="007D0A5A" w:rsidRPr="001806FC" w:rsidRDefault="00DC35F7" w:rsidP="007D0A5A">
            <w:pPr>
              <w:keepNext/>
              <w:keepLines/>
              <w:overflowPunct w:val="0"/>
              <w:autoSpaceDE w:val="0"/>
              <w:autoSpaceDN w:val="0"/>
              <w:adjustRightInd w:val="0"/>
              <w:spacing w:before="40" w:after="40" w:line="240" w:lineRule="auto"/>
              <w:jc w:val="left"/>
              <w:textAlignment w:val="baseline"/>
              <w:rPr>
                <w:bCs/>
                <w:sz w:val="20"/>
                <w:szCs w:val="20"/>
              </w:rPr>
            </w:pPr>
            <w:ins w:id="611" w:author="Buttner, Henrike" w:date="2021-06-17T10:56:00Z">
              <w:r w:rsidRPr="00DC35F7">
                <w:rPr>
                  <w:bCs/>
                  <w:sz w:val="20"/>
                  <w:szCs w:val="20"/>
                </w:rPr>
                <w:t>Business Practice</w:t>
              </w:r>
            </w:ins>
            <w:del w:id="612" w:author="Buttner, Henrike" w:date="2021-06-17T10:56:00Z">
              <w:r w:rsidR="007D0A5A" w:rsidRPr="001806FC" w:rsidDel="00DC35F7">
                <w:rPr>
                  <w:bCs/>
                  <w:sz w:val="20"/>
                  <w:szCs w:val="20"/>
                </w:rPr>
                <w:delText>Geschäftspraxis</w:delText>
              </w:r>
            </w:del>
          </w:p>
        </w:tc>
        <w:tc>
          <w:tcPr>
            <w:tcW w:w="6971" w:type="dxa"/>
            <w:shd w:val="clear" w:color="auto" w:fill="auto"/>
          </w:tcPr>
          <w:p w:rsidR="00F86A8C" w:rsidRPr="00F86A8C" w:rsidRDefault="00F86A8C" w:rsidP="00F86A8C">
            <w:pPr>
              <w:keepNext/>
              <w:keepLines/>
              <w:overflowPunct w:val="0"/>
              <w:autoSpaceDE w:val="0"/>
              <w:autoSpaceDN w:val="0"/>
              <w:adjustRightInd w:val="0"/>
              <w:spacing w:before="40" w:after="40" w:line="240" w:lineRule="auto"/>
              <w:jc w:val="left"/>
              <w:textAlignment w:val="baseline"/>
              <w:rPr>
                <w:ins w:id="613" w:author="Buttner, Henrike" w:date="2021-06-17T11:07:00Z"/>
                <w:bCs/>
                <w:sz w:val="20"/>
                <w:szCs w:val="20"/>
              </w:rPr>
            </w:pPr>
            <w:ins w:id="614" w:author="Buttner, Henrike" w:date="2021-06-17T11:07:00Z">
              <w:r w:rsidRPr="00F86A8C">
                <w:rPr>
                  <w:bCs/>
                  <w:sz w:val="20"/>
                  <w:szCs w:val="20"/>
                </w:rPr>
                <w:t xml:space="preserve">Deciding and communicating the business need for a </w:t>
              </w:r>
            </w:ins>
          </w:p>
          <w:p w:rsidR="007D0A5A" w:rsidRPr="001806FC" w:rsidRDefault="00F86A8C" w:rsidP="00F86A8C">
            <w:pPr>
              <w:keepNext/>
              <w:keepLines/>
              <w:overflowPunct w:val="0"/>
              <w:autoSpaceDE w:val="0"/>
              <w:autoSpaceDN w:val="0"/>
              <w:adjustRightInd w:val="0"/>
              <w:spacing w:before="40" w:after="40" w:line="240" w:lineRule="auto"/>
              <w:jc w:val="left"/>
              <w:textAlignment w:val="baseline"/>
              <w:rPr>
                <w:bCs/>
                <w:sz w:val="20"/>
                <w:szCs w:val="20"/>
              </w:rPr>
            </w:pPr>
            <w:ins w:id="615" w:author="Buttner, Henrike" w:date="2021-06-17T11:07:00Z">
              <w:r w:rsidRPr="00F86A8C">
                <w:rPr>
                  <w:bCs/>
                  <w:sz w:val="20"/>
                  <w:szCs w:val="20"/>
                </w:rPr>
                <w:t>RZs, including the importance of the system, availability and maintenance requirements and data management processes.</w:t>
              </w:r>
            </w:ins>
            <w:del w:id="616" w:author="Buttner, Henrike" w:date="2021-06-17T11:07:00Z">
              <w:r w:rsidR="007D0A5A" w:rsidRPr="001806FC" w:rsidDel="00F86A8C">
                <w:rPr>
                  <w:bCs/>
                  <w:sz w:val="20"/>
                  <w:szCs w:val="20"/>
                </w:rPr>
                <w:delText xml:space="preserve">Die Entscheidung und die Kommunikation des Geschäftsbedarfs eines </w:delText>
              </w:r>
              <w:r w:rsidR="007D0A5A" w:rsidRPr="001806FC" w:rsidDel="00F86A8C">
                <w:rPr>
                  <w:bCs/>
                  <w:sz w:val="20"/>
                  <w:szCs w:val="20"/>
                </w:rPr>
                <w:br/>
              </w:r>
              <w:r w:rsidR="00B00961" w:rsidRPr="001806FC" w:rsidDel="00F86A8C">
                <w:rPr>
                  <w:bCs/>
                  <w:sz w:val="20"/>
                  <w:szCs w:val="20"/>
                </w:rPr>
                <w:delText>RZs</w:delText>
              </w:r>
              <w:r w:rsidR="007D0A5A" w:rsidRPr="001806FC" w:rsidDel="00F86A8C">
                <w:rPr>
                  <w:bCs/>
                  <w:sz w:val="20"/>
                  <w:szCs w:val="20"/>
                </w:rPr>
                <w:delText>, einschließlich die Bedeutung des Systems, Verfügbarkeit und Wartungsanforderungen und Datenmanagementprozesse.</w:delText>
              </w:r>
            </w:del>
          </w:p>
        </w:tc>
      </w:tr>
    </w:tbl>
    <w:p w:rsidR="007B34FD" w:rsidRPr="001806FC" w:rsidRDefault="00865E61" w:rsidP="00131226">
      <w:pPr>
        <w:pStyle w:val="BeschriftungAbbildung"/>
        <w:rPr>
          <w:lang w:val="en-US"/>
        </w:rPr>
      </w:pPr>
      <w:r w:rsidRPr="001806FC">
        <w:rPr>
          <w:lang w:val="en-US"/>
        </w:rPr>
        <w:t xml:space="preserve">Quelle: EU Code of Conduct on Data Centres Energy Efficiency, Version </w:t>
      </w:r>
      <w:r w:rsidR="002F4DF1" w:rsidRPr="001806FC">
        <w:rPr>
          <w:lang w:val="en-US"/>
        </w:rPr>
        <w:t>5.1.1</w:t>
      </w:r>
      <w:r w:rsidRPr="001806FC">
        <w:rPr>
          <w:lang w:val="en-US"/>
        </w:rPr>
        <w:t xml:space="preserve"> </w:t>
      </w:r>
    </w:p>
    <w:p w:rsidR="005B61A3" w:rsidRPr="001806FC" w:rsidRDefault="00E34761" w:rsidP="00753B79">
      <w:pPr>
        <w:numPr>
          <w:ilvl w:val="0"/>
          <w:numId w:val="11"/>
        </w:numPr>
      </w:pPr>
      <w:del w:id="617" w:author="Buttner, Henrike" w:date="2021-06-17T11:08:00Z">
        <w:r w:rsidRPr="001806FC" w:rsidDel="00F86A8C">
          <w:delText xml:space="preserve">Muss </w:delText>
        </w:r>
      </w:del>
      <w:ins w:id="618" w:author="Buttner, Henrike" w:date="2021-06-17T11:07:00Z">
        <w:r w:rsidR="00F86A8C" w:rsidRPr="00F86A8C">
          <w:t>Does your data centre have to have a minimum availability? (Is your data centre infrastructure designed for a certain availability?)</w:t>
        </w:r>
      </w:ins>
      <w:del w:id="619" w:author="Buttner, Henrike" w:date="2021-06-17T11:07:00Z">
        <w:r w:rsidRPr="001806FC" w:rsidDel="00F86A8C">
          <w:delText xml:space="preserve">Ihr </w:delText>
        </w:r>
        <w:r w:rsidR="00B00961" w:rsidRPr="001806FC" w:rsidDel="00F86A8C">
          <w:delText xml:space="preserve">RZ </w:delText>
        </w:r>
        <w:r w:rsidRPr="001806FC" w:rsidDel="00F86A8C">
          <w:delText xml:space="preserve">eine Mindestverfügbarkeit haben? (Ist </w:delText>
        </w:r>
        <w:r w:rsidR="00B55039" w:rsidRPr="001806FC" w:rsidDel="00F86A8C">
          <w:delText>I</w:delText>
        </w:r>
        <w:r w:rsidRPr="001806FC" w:rsidDel="00F86A8C">
          <w:delText xml:space="preserve">hre </w:delText>
        </w:r>
        <w:r w:rsidR="00B00961" w:rsidRPr="001806FC" w:rsidDel="00F86A8C">
          <w:delText>RZ</w:delText>
        </w:r>
        <w:r w:rsidR="00B00961" w:rsidRPr="001806FC" w:rsidDel="00F86A8C">
          <w:softHyphen/>
          <w:delText xml:space="preserve">-Infrastruktur </w:delText>
        </w:r>
        <w:r w:rsidRPr="001806FC" w:rsidDel="00F86A8C">
          <w:delText>auf eine bestimmte Verfügbarkeit ausgelegt?)</w:delText>
        </w:r>
        <w:r w:rsidR="00DE0FD4" w:rsidRPr="001806FC" w:rsidDel="00F86A8C">
          <w:delText xml:space="preserve"> </w:delText>
        </w:r>
        <w:r w:rsidR="00EC1216" w:rsidRPr="001806FC" w:rsidDel="00F86A8C">
          <w:delText xml:space="preserve"> </w:delText>
        </w:r>
      </w:del>
      <w:r w:rsidR="005B61A3" w:rsidRPr="001806FC">
        <w:fldChar w:fldCharType="begin">
          <w:ffData>
            <w:name w:val="Dropdown1"/>
            <w:enabled/>
            <w:calcOnExit/>
            <w:ddList>
              <w:listEntry w:val="        "/>
              <w:listEntry w:val="Ja"/>
              <w:listEntry w:val="Nein"/>
            </w:ddList>
          </w:ffData>
        </w:fldChar>
      </w:r>
      <w:r w:rsidR="005B61A3" w:rsidRPr="001806FC">
        <w:instrText xml:space="preserve"> FORMDROPDOWN </w:instrText>
      </w:r>
      <w:r w:rsidR="00226445">
        <w:fldChar w:fldCharType="separate"/>
      </w:r>
      <w:r w:rsidR="005B61A3" w:rsidRPr="001806FC">
        <w:fldChar w:fldCharType="end"/>
      </w:r>
      <w:r w:rsidR="00753B79" w:rsidRPr="001806FC">
        <w:t xml:space="preserve">    </w:t>
      </w:r>
      <w:r w:rsidR="005B61A3" w:rsidRPr="001806FC">
        <w:t xml:space="preserve"> </w:t>
      </w:r>
      <w:ins w:id="620" w:author="Buttner, Henrike" w:date="2021-06-17T11:08:00Z">
        <w:r w:rsidR="00F86A8C" w:rsidRPr="001806FC">
          <w:t>(</w:t>
        </w:r>
        <w:r w:rsidR="00F86A8C">
          <w:t>Yes</w:t>
        </w:r>
        <w:r w:rsidR="00F86A8C" w:rsidRPr="001806FC">
          <w:t>/N</w:t>
        </w:r>
        <w:r w:rsidR="00F86A8C">
          <w:t>o</w:t>
        </w:r>
        <w:r w:rsidR="00F86A8C" w:rsidRPr="001806FC">
          <w:t>)</w:t>
        </w:r>
        <w:r w:rsidR="00F86A8C" w:rsidRPr="001806FC" w:rsidDel="00567F1D">
          <w:t xml:space="preserve"> </w:t>
        </w:r>
      </w:ins>
      <w:del w:id="621" w:author="Buttner, Henrike" w:date="2021-06-17T11:08:00Z">
        <w:r w:rsidR="005B61A3" w:rsidRPr="001806FC" w:rsidDel="00F86A8C">
          <w:delText>(Ja/Nein)</w:delText>
        </w:r>
      </w:del>
    </w:p>
    <w:p w:rsidR="005B61A3" w:rsidRPr="001806FC" w:rsidRDefault="00DE0FD4" w:rsidP="00DE0FD4">
      <w:pPr>
        <w:tabs>
          <w:tab w:val="left" w:pos="425"/>
        </w:tabs>
      </w:pPr>
      <w:r w:rsidRPr="001806FC">
        <w:rPr>
          <w:bCs/>
        </w:rPr>
        <w:sym w:font="Wingdings" w:char="F0F0"/>
      </w:r>
      <w:r w:rsidRPr="001806FC">
        <w:rPr>
          <w:bCs/>
        </w:rPr>
        <w:t xml:space="preserve"> </w:t>
      </w:r>
      <w:r w:rsidRPr="001806FC">
        <w:rPr>
          <w:bCs/>
        </w:rPr>
        <w:tab/>
      </w:r>
      <w:ins w:id="622" w:author="Buttner, Henrike" w:date="2021-06-17T11:08:00Z">
        <w:r w:rsidR="00A63D88" w:rsidRPr="00A63D88">
          <w:rPr>
            <w:bCs/>
          </w:rPr>
          <w:t>If yes, what is the minimum availability of your data centre?</w:t>
        </w:r>
      </w:ins>
      <w:del w:id="623" w:author="Buttner, Henrike" w:date="2021-06-17T11:08:00Z">
        <w:r w:rsidR="00EC1216" w:rsidRPr="001806FC" w:rsidDel="00A63D88">
          <w:rPr>
            <w:bCs/>
          </w:rPr>
          <w:delText xml:space="preserve">Falls </w:delText>
        </w:r>
        <w:r w:rsidR="005B61A3" w:rsidRPr="001806FC" w:rsidDel="00A63D88">
          <w:rPr>
            <w:bCs/>
          </w:rPr>
          <w:delText>J</w:delText>
        </w:r>
        <w:r w:rsidR="00EC1216" w:rsidRPr="001806FC" w:rsidDel="00A63D88">
          <w:rPr>
            <w:bCs/>
          </w:rPr>
          <w:delText xml:space="preserve">a, </w:delText>
        </w:r>
        <w:r w:rsidR="007B5372" w:rsidRPr="001806FC" w:rsidDel="00A63D88">
          <w:rPr>
            <w:rFonts w:eastAsia="MS Mincho"/>
          </w:rPr>
          <w:delText>w</w:delText>
        </w:r>
        <w:r w:rsidR="00EC1216" w:rsidRPr="001806FC" w:rsidDel="00A63D88">
          <w:rPr>
            <w:rFonts w:eastAsia="MS Mincho"/>
          </w:rPr>
          <w:delText xml:space="preserve">elche Mindestverfügbarkeit muss </w:delText>
        </w:r>
        <w:r w:rsidR="005B61A3" w:rsidRPr="001806FC" w:rsidDel="00A63D88">
          <w:rPr>
            <w:rFonts w:eastAsia="MS Mincho"/>
          </w:rPr>
          <w:delText>I</w:delText>
        </w:r>
        <w:r w:rsidR="00EC1216" w:rsidRPr="001806FC" w:rsidDel="00A63D88">
          <w:rPr>
            <w:rFonts w:eastAsia="MS Mincho"/>
          </w:rPr>
          <w:delText xml:space="preserve">hr </w:delText>
        </w:r>
        <w:r w:rsidR="00B00961" w:rsidRPr="001806FC" w:rsidDel="00A63D88">
          <w:rPr>
            <w:rFonts w:eastAsia="MS Mincho"/>
          </w:rPr>
          <w:delText xml:space="preserve">RZ </w:delText>
        </w:r>
        <w:r w:rsidR="00EC1216" w:rsidRPr="001806FC" w:rsidDel="00A63D88">
          <w:rPr>
            <w:rFonts w:eastAsia="MS Mincho"/>
          </w:rPr>
          <w:delText>haben?</w:delText>
        </w:r>
      </w:del>
    </w:p>
    <w:p w:rsidR="0024313C" w:rsidRPr="001806FC" w:rsidRDefault="0024313C" w:rsidP="00DE0FD4">
      <w:pPr>
        <w:tabs>
          <w:tab w:val="left" w:pos="851"/>
        </w:tabs>
        <w:ind w:left="426"/>
      </w:pPr>
      <w:r w:rsidRPr="001806FC">
        <w:fldChar w:fldCharType="begin">
          <w:ffData>
            <w:name w:val="Kontrollkästchen2"/>
            <w:enabled/>
            <w:calcOnExit w:val="0"/>
            <w:checkBox>
              <w:sizeAuto/>
              <w:default w:val="0"/>
              <w:checked w:val="0"/>
            </w:checkBox>
          </w:ffData>
        </w:fldChar>
      </w:r>
      <w:bookmarkStart w:id="624" w:name="Kontrollkästchen2"/>
      <w:r w:rsidRPr="001806FC">
        <w:instrText xml:space="preserve"> FORMCHECKBOX </w:instrText>
      </w:r>
      <w:r w:rsidR="00226445">
        <w:fldChar w:fldCharType="separate"/>
      </w:r>
      <w:r w:rsidRPr="001806FC">
        <w:fldChar w:fldCharType="end"/>
      </w:r>
      <w:bookmarkEnd w:id="624"/>
      <w:r w:rsidR="00DE0FD4" w:rsidRPr="001806FC">
        <w:t xml:space="preserve"> </w:t>
      </w:r>
      <w:r w:rsidR="00DE0FD4" w:rsidRPr="001806FC">
        <w:tab/>
      </w:r>
      <w:ins w:id="625" w:author="Buttner, Henrike" w:date="2021-06-17T11:08:00Z">
        <w:r w:rsidR="00A63D88" w:rsidRPr="00A63D88">
          <w:t xml:space="preserve">According to the safety standard of the </w:t>
        </w:r>
        <w:r w:rsidR="00A63D88">
          <w:t>Tier</w:t>
        </w:r>
        <w:r w:rsidR="00A63D88" w:rsidRPr="00A63D88">
          <w:t xml:space="preserve"> classifications </w:t>
        </w:r>
      </w:ins>
      <w:del w:id="626" w:author="Buttner, Henrike" w:date="2021-06-17T11:08:00Z">
        <w:r w:rsidRPr="001806FC" w:rsidDel="00A63D88">
          <w:delText xml:space="preserve">Nach Sicherheitsstandard der Tier-Klassifikationen </w:delText>
        </w:r>
      </w:del>
      <w:r w:rsidRPr="001806FC">
        <w:t>(Uptime Institut, USA)</w:t>
      </w:r>
    </w:p>
    <w:p w:rsidR="00DE0FD4" w:rsidRPr="001806FC" w:rsidRDefault="00DE0FD4" w:rsidP="00DE0FD4">
      <w:pPr>
        <w:tabs>
          <w:tab w:val="left" w:pos="851"/>
        </w:tabs>
        <w:ind w:left="426"/>
      </w:pPr>
      <w:r w:rsidRPr="001806FC">
        <w:t xml:space="preserve"> </w:t>
      </w:r>
      <w:r w:rsidRPr="001806FC">
        <w:tab/>
      </w:r>
      <w:r w:rsidR="003A67B7">
        <w:t xml:space="preserve"> Tier (1, 2, 3, 3+, 4) </w:t>
      </w:r>
      <w:r w:rsidR="003A67B7" w:rsidRPr="001806FC">
        <w:sym w:font="Wingdings" w:char="F0F0"/>
      </w:r>
      <w:r w:rsidR="003A67B7">
        <w:t xml:space="preserve"> </w:t>
      </w:r>
      <w:r w:rsidR="003A67B7" w:rsidRPr="001806FC">
        <w:fldChar w:fldCharType="begin">
          <w:ffData>
            <w:name w:val="Text6"/>
            <w:enabled/>
            <w:calcOnExit w:val="0"/>
            <w:textInput/>
          </w:ffData>
        </w:fldChar>
      </w:r>
      <w:r w:rsidR="003A67B7" w:rsidRPr="001806FC">
        <w:instrText xml:space="preserve"> FORMTEXT </w:instrText>
      </w:r>
      <w:r w:rsidR="003A67B7"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3A67B7" w:rsidRPr="001806FC">
        <w:fldChar w:fldCharType="end"/>
      </w:r>
    </w:p>
    <w:p w:rsidR="002F4DF1" w:rsidRPr="001806FC" w:rsidRDefault="002F4DF1" w:rsidP="002F4DF1">
      <w:pPr>
        <w:tabs>
          <w:tab w:val="left" w:pos="851"/>
        </w:tabs>
        <w:ind w:left="426"/>
      </w:pPr>
      <w:r w:rsidRPr="001806FC">
        <w:fldChar w:fldCharType="begin">
          <w:ffData>
            <w:name w:val="Kontrollkästchen2"/>
            <w:enabled/>
            <w:calcOnExit w:val="0"/>
            <w:checkBox>
              <w:sizeAuto/>
              <w:default w:val="0"/>
              <w:checked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627" w:author="Buttner, Henrike" w:date="2021-06-17T11:09:00Z">
        <w:r w:rsidR="00A63D88" w:rsidRPr="00A63D88">
          <w:t xml:space="preserve">According to the data centre category of the matrix for the planning aid for operationally secure data centres </w:t>
        </w:r>
      </w:ins>
      <w:del w:id="628" w:author="Buttner, Henrike" w:date="2021-06-17T11:09:00Z">
        <w:r w:rsidRPr="001806FC" w:rsidDel="00A63D88">
          <w:delText xml:space="preserve">Nach </w:delText>
        </w:r>
        <w:r w:rsidR="00BA0B95" w:rsidRPr="001806FC" w:rsidDel="00A63D88">
          <w:delText>RZ-Kategorie</w:delText>
        </w:r>
        <w:r w:rsidRPr="001806FC" w:rsidDel="00A63D88">
          <w:delText xml:space="preserve"> der </w:delText>
        </w:r>
        <w:r w:rsidR="00BA0B95" w:rsidRPr="001806FC" w:rsidDel="00A63D88">
          <w:delText>Matrix zur Planungshilfe betriebsicheres RZ</w:delText>
        </w:r>
        <w:r w:rsidRPr="001806FC" w:rsidDel="00A63D88">
          <w:delText xml:space="preserve"> </w:delText>
        </w:r>
      </w:del>
      <w:r w:rsidRPr="001806FC">
        <w:t xml:space="preserve">(BITKOM, </w:t>
      </w:r>
      <w:r w:rsidR="002A19E8" w:rsidRPr="002A19E8">
        <w:t>https://www.bitkom.org/Bitkom/Publikationen/Betriebssicheres-Rechenzentrum.html</w:t>
      </w:r>
      <w:r w:rsidR="00BA0B95" w:rsidRPr="001806FC">
        <w:t>)</w:t>
      </w:r>
    </w:p>
    <w:p w:rsidR="002F4DF1" w:rsidRPr="001806FC" w:rsidRDefault="002F4DF1" w:rsidP="002F4DF1">
      <w:pPr>
        <w:tabs>
          <w:tab w:val="left" w:pos="851"/>
        </w:tabs>
        <w:ind w:left="426"/>
      </w:pPr>
      <w:r w:rsidRPr="001806FC">
        <w:t xml:space="preserve"> </w:t>
      </w:r>
      <w:r w:rsidRPr="001806FC">
        <w:tab/>
      </w:r>
      <w:r w:rsidR="00BA0B95" w:rsidRPr="001806FC">
        <w:t>RZ-</w:t>
      </w:r>
      <w:ins w:id="629" w:author="Buttner, Henrike" w:date="2021-06-17T11:09:00Z">
        <w:r w:rsidR="00A63D88">
          <w:t>C</w:t>
        </w:r>
      </w:ins>
      <w:del w:id="630" w:author="Buttner, Henrike" w:date="2021-06-17T11:09:00Z">
        <w:r w:rsidR="00BA0B95" w:rsidRPr="001806FC" w:rsidDel="00A63D88">
          <w:delText>K</w:delText>
        </w:r>
      </w:del>
      <w:r w:rsidR="00BA0B95" w:rsidRPr="001806FC">
        <w:t>ategorie</w:t>
      </w:r>
      <w:r w:rsidR="003A67B7">
        <w:t xml:space="preserve"> (A – D) </w:t>
      </w:r>
      <w:r w:rsidR="003A67B7" w:rsidRPr="001806FC">
        <w:sym w:font="Wingdings" w:char="F0F0"/>
      </w:r>
      <w:r w:rsidR="003A67B7">
        <w:t xml:space="preserve"> </w:t>
      </w:r>
      <w:r w:rsidR="003A67B7" w:rsidRPr="001806FC">
        <w:fldChar w:fldCharType="begin">
          <w:ffData>
            <w:name w:val="Text6"/>
            <w:enabled/>
            <w:calcOnExit w:val="0"/>
            <w:textInput/>
          </w:ffData>
        </w:fldChar>
      </w:r>
      <w:r w:rsidR="003A67B7" w:rsidRPr="001806FC">
        <w:instrText xml:space="preserve"> FORMTEXT </w:instrText>
      </w:r>
      <w:r w:rsidR="003A67B7"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3A67B7" w:rsidRPr="001806FC">
        <w:fldChar w:fldCharType="end"/>
      </w:r>
      <w:r w:rsidR="00BA0B95" w:rsidRPr="001806FC">
        <w:t xml:space="preserve"> </w:t>
      </w:r>
    </w:p>
    <w:p w:rsidR="00DE0FD4" w:rsidRPr="001806FC" w:rsidRDefault="0024313C" w:rsidP="00DE0FD4">
      <w:pPr>
        <w:tabs>
          <w:tab w:val="left" w:pos="851"/>
        </w:tabs>
        <w:ind w:left="426"/>
      </w:pPr>
      <w:r w:rsidRPr="001806FC">
        <w:fldChar w:fldCharType="begin">
          <w:ffData>
            <w:name w:val="Kontrollkästchen3"/>
            <w:enabled/>
            <w:calcOnExit w:val="0"/>
            <w:checkBox>
              <w:sizeAuto/>
              <w:default w:val="0"/>
            </w:checkBox>
          </w:ffData>
        </w:fldChar>
      </w:r>
      <w:bookmarkStart w:id="631" w:name="Kontrollkästchen3"/>
      <w:r w:rsidRPr="001806FC">
        <w:instrText xml:space="preserve"> FORMCHECKBOX </w:instrText>
      </w:r>
      <w:r w:rsidR="00226445">
        <w:fldChar w:fldCharType="separate"/>
      </w:r>
      <w:r w:rsidRPr="001806FC">
        <w:fldChar w:fldCharType="end"/>
      </w:r>
      <w:bookmarkEnd w:id="631"/>
      <w:r w:rsidRPr="001806FC">
        <w:t xml:space="preserve"> </w:t>
      </w:r>
      <w:r w:rsidR="00DE0FD4" w:rsidRPr="001806FC">
        <w:tab/>
      </w:r>
      <w:ins w:id="632" w:author="Buttner, Henrike" w:date="2021-06-17T11:09:00Z">
        <w:r w:rsidR="00A63D88" w:rsidRPr="00A63D88">
          <w:t>According</w:t>
        </w:r>
        <w:r w:rsidR="00A63D88" w:rsidRPr="001806FC" w:rsidDel="00A63D88">
          <w:t xml:space="preserve"> </w:t>
        </w:r>
      </w:ins>
      <w:del w:id="633" w:author="Buttner, Henrike" w:date="2021-06-17T11:09:00Z">
        <w:r w:rsidRPr="001806FC" w:rsidDel="00A63D88">
          <w:delText>Nach</w:delText>
        </w:r>
      </w:del>
      <w:r w:rsidRPr="001806FC">
        <w:t xml:space="preserve"> TÜV-Level IT</w:t>
      </w:r>
      <w:r w:rsidR="00DE0FD4" w:rsidRPr="001806FC">
        <w:t xml:space="preserve"> </w:t>
      </w:r>
      <w:r w:rsidR="00DE0FD4" w:rsidRPr="001806FC">
        <w:sym w:font="Wingdings" w:char="F0F0"/>
      </w:r>
      <w:r w:rsidR="00DE0FD4" w:rsidRPr="001806FC">
        <w:t xml:space="preserve"> </w:t>
      </w:r>
      <w:r w:rsidR="00DE0FD4" w:rsidRPr="001806FC">
        <w:fldChar w:fldCharType="begin">
          <w:ffData>
            <w:name w:val="Text6"/>
            <w:enabled/>
            <w:calcOnExit w:val="0"/>
            <w:textInput/>
          </w:ffData>
        </w:fldChar>
      </w:r>
      <w:bookmarkStart w:id="634" w:name="Text6"/>
      <w:r w:rsidR="00DE0FD4" w:rsidRPr="001806FC">
        <w:instrText xml:space="preserve"> FORMTEXT </w:instrText>
      </w:r>
      <w:r w:rsidR="00DE0FD4"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DE0FD4" w:rsidRPr="001806FC">
        <w:fldChar w:fldCharType="end"/>
      </w:r>
      <w:bookmarkEnd w:id="634"/>
      <w:r w:rsidR="00DE0FD4" w:rsidRPr="001806FC">
        <w:t xml:space="preserve"> (</w:t>
      </w:r>
      <w:ins w:id="635" w:author="Buttner, Henrike" w:date="2021-06-17T11:10:00Z">
        <w:r w:rsidR="00A63D88" w:rsidRPr="00A63D88">
          <w:t xml:space="preserve">enter </w:t>
        </w:r>
      </w:ins>
      <w:r w:rsidR="00DE0FD4" w:rsidRPr="001806FC">
        <w:t>TÜV Level</w:t>
      </w:r>
      <w:del w:id="636" w:author="Buttner, Henrike" w:date="2021-06-17T11:10:00Z">
        <w:r w:rsidR="00DE0FD4" w:rsidRPr="001806FC" w:rsidDel="00A63D88">
          <w:delText xml:space="preserve"> eingeben</w:delText>
        </w:r>
      </w:del>
      <w:r w:rsidR="00DE0FD4" w:rsidRPr="001806FC">
        <w:t>)</w:t>
      </w:r>
    </w:p>
    <w:p w:rsidR="00DE0FD4" w:rsidRPr="001806FC" w:rsidRDefault="0024313C" w:rsidP="00DE0FD4">
      <w:pPr>
        <w:tabs>
          <w:tab w:val="left" w:pos="851"/>
        </w:tabs>
        <w:ind w:left="426"/>
      </w:pPr>
      <w:r w:rsidRPr="001806FC">
        <w:fldChar w:fldCharType="begin">
          <w:ffData>
            <w:name w:val="Kontrollkästchen4"/>
            <w:enabled/>
            <w:calcOnExit w:val="0"/>
            <w:checkBox>
              <w:sizeAuto/>
              <w:default w:val="0"/>
              <w:checked w:val="0"/>
            </w:checkBox>
          </w:ffData>
        </w:fldChar>
      </w:r>
      <w:bookmarkStart w:id="637" w:name="Kontrollkästchen4"/>
      <w:r w:rsidRPr="001806FC">
        <w:instrText xml:space="preserve"> FORMCHECKBOX </w:instrText>
      </w:r>
      <w:r w:rsidR="00226445">
        <w:fldChar w:fldCharType="separate"/>
      </w:r>
      <w:r w:rsidRPr="001806FC">
        <w:fldChar w:fldCharType="end"/>
      </w:r>
      <w:bookmarkEnd w:id="637"/>
      <w:r w:rsidRPr="001806FC">
        <w:t xml:space="preserve"> </w:t>
      </w:r>
      <w:r w:rsidR="00DE0FD4" w:rsidRPr="001806FC">
        <w:tab/>
      </w:r>
      <w:ins w:id="638" w:author="Buttner, Henrike" w:date="2021-06-17T11:09:00Z">
        <w:r w:rsidR="00A63D88" w:rsidRPr="00A63D88">
          <w:t>According</w:t>
        </w:r>
        <w:r w:rsidR="00A63D88" w:rsidRPr="001806FC" w:rsidDel="00A63D88">
          <w:t xml:space="preserve"> </w:t>
        </w:r>
      </w:ins>
      <w:del w:id="639" w:author="Buttner, Henrike" w:date="2021-06-17T11:09:00Z">
        <w:r w:rsidRPr="001806FC" w:rsidDel="00A63D88">
          <w:delText>Nach</w:delText>
        </w:r>
      </w:del>
      <w:r w:rsidRPr="001806FC">
        <w:t xml:space="preserve"> </w:t>
      </w:r>
      <w:ins w:id="640" w:author="Buttner, Henrike" w:date="2021-06-17T11:09:00Z">
        <w:r w:rsidR="00A63D88">
          <w:t>p</w:t>
        </w:r>
      </w:ins>
      <w:del w:id="641" w:author="Buttner, Henrike" w:date="2021-06-17T11:09:00Z">
        <w:r w:rsidRPr="001806FC" w:rsidDel="00A63D88">
          <w:delText>P</w:delText>
        </w:r>
      </w:del>
      <w:r w:rsidRPr="001806FC">
        <w:t>ro</w:t>
      </w:r>
      <w:ins w:id="642" w:author="Buttner, Henrike" w:date="2021-06-17T11:09:00Z">
        <w:r w:rsidR="00A63D88">
          <w:t>c</w:t>
        </w:r>
      </w:ins>
      <w:del w:id="643" w:author="Buttner, Henrike" w:date="2021-06-17T11:09:00Z">
        <w:r w:rsidRPr="001806FC" w:rsidDel="00A63D88">
          <w:delText>z</w:delText>
        </w:r>
      </w:del>
      <w:r w:rsidRPr="001806FC">
        <w:t>ent</w:t>
      </w:r>
      <w:r w:rsidR="00DE0FD4" w:rsidRPr="001806FC">
        <w:t xml:space="preserve"> </w:t>
      </w:r>
      <w:r w:rsidR="00DE0FD4" w:rsidRPr="001806FC">
        <w:sym w:font="Wingdings" w:char="F0F0"/>
      </w:r>
      <w:r w:rsidR="00DE0FD4" w:rsidRPr="001806FC">
        <w:t xml:space="preserve"> </w:t>
      </w:r>
      <w:r w:rsidR="00DE0FD4" w:rsidRPr="001806FC">
        <w:fldChar w:fldCharType="begin">
          <w:ffData>
            <w:name w:val=""/>
            <w:enabled/>
            <w:calcOnExit w:val="0"/>
            <w:textInput/>
          </w:ffData>
        </w:fldChar>
      </w:r>
      <w:r w:rsidR="00DE0FD4" w:rsidRPr="001806FC">
        <w:instrText xml:space="preserve"> FORMTEXT </w:instrText>
      </w:r>
      <w:r w:rsidR="00DE0FD4"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DE0FD4" w:rsidRPr="001806FC">
        <w:fldChar w:fldCharType="end"/>
      </w:r>
      <w:r w:rsidR="00DE0FD4" w:rsidRPr="001806FC">
        <w:t xml:space="preserve"> (% </w:t>
      </w:r>
      <w:ins w:id="644" w:author="Buttner, Henrike" w:date="2021-06-17T11:10:00Z">
        <w:r w:rsidR="00A63D88" w:rsidRPr="00A63D88">
          <w:t>enter</w:t>
        </w:r>
        <w:r w:rsidR="00A63D88" w:rsidRPr="00A63D88" w:rsidDel="00A63D88">
          <w:t xml:space="preserve"> </w:t>
        </w:r>
      </w:ins>
      <w:del w:id="645" w:author="Buttner, Henrike" w:date="2021-06-17T11:10:00Z">
        <w:r w:rsidR="00DE0FD4" w:rsidRPr="001806FC" w:rsidDel="00A63D88">
          <w:delText>eingeben</w:delText>
        </w:r>
      </w:del>
      <w:r w:rsidR="00DE0FD4" w:rsidRPr="001806FC">
        <w:t>)</w:t>
      </w:r>
    </w:p>
    <w:p w:rsidR="001879CC" w:rsidRPr="001806FC" w:rsidRDefault="0024313C" w:rsidP="001879CC">
      <w:pPr>
        <w:tabs>
          <w:tab w:val="left" w:pos="851"/>
        </w:tabs>
        <w:ind w:left="426"/>
      </w:pPr>
      <w:r w:rsidRPr="001806FC">
        <w:fldChar w:fldCharType="begin">
          <w:ffData>
            <w:name w:val="Kontrollkästchen5"/>
            <w:enabled/>
            <w:calcOnExit w:val="0"/>
            <w:checkBox>
              <w:sizeAuto/>
              <w:default w:val="0"/>
            </w:checkBox>
          </w:ffData>
        </w:fldChar>
      </w:r>
      <w:bookmarkStart w:id="646" w:name="Kontrollkästchen5"/>
      <w:r w:rsidRPr="001806FC">
        <w:instrText xml:space="preserve"> FORMCHECKBOX </w:instrText>
      </w:r>
      <w:r w:rsidR="00226445">
        <w:fldChar w:fldCharType="separate"/>
      </w:r>
      <w:r w:rsidRPr="001806FC">
        <w:fldChar w:fldCharType="end"/>
      </w:r>
      <w:bookmarkEnd w:id="646"/>
      <w:r w:rsidR="00DE0FD4" w:rsidRPr="001806FC">
        <w:tab/>
      </w:r>
      <w:ins w:id="647" w:author="Buttner, Henrike" w:date="2021-06-17T11:09:00Z">
        <w:r w:rsidR="00A63D88" w:rsidRPr="00A63D88">
          <w:t xml:space="preserve">According to lost hours per year </w:t>
        </w:r>
      </w:ins>
      <w:del w:id="648" w:author="Buttner, Henrike" w:date="2021-06-17T11:09:00Z">
        <w:r w:rsidRPr="001806FC" w:rsidDel="00A63D88">
          <w:delText>Nach Ausfall-Stunden pro Jahr</w:delText>
        </w:r>
        <w:r w:rsidR="00DE0FD4" w:rsidRPr="001806FC" w:rsidDel="00A63D88">
          <w:delText xml:space="preserve"> </w:delText>
        </w:r>
      </w:del>
      <w:r w:rsidR="00DE0FD4" w:rsidRPr="001806FC">
        <w:sym w:font="Wingdings" w:char="F0F0"/>
      </w:r>
      <w:r w:rsidR="00DE0FD4" w:rsidRPr="001806FC">
        <w:t xml:space="preserve"> </w:t>
      </w:r>
      <w:r w:rsidR="00DE0FD4" w:rsidRPr="001806FC">
        <w:fldChar w:fldCharType="begin">
          <w:ffData>
            <w:name w:val=""/>
            <w:enabled/>
            <w:calcOnExit w:val="0"/>
            <w:textInput/>
          </w:ffData>
        </w:fldChar>
      </w:r>
      <w:r w:rsidR="00DE0FD4" w:rsidRPr="001806FC">
        <w:instrText xml:space="preserve"> FORMTEXT </w:instrText>
      </w:r>
      <w:r w:rsidR="00DE0FD4"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DE0FD4" w:rsidRPr="001806FC">
        <w:fldChar w:fldCharType="end"/>
      </w:r>
      <w:r w:rsidR="00DE0FD4" w:rsidRPr="001806FC">
        <w:t xml:space="preserve"> (</w:t>
      </w:r>
      <w:ins w:id="649" w:author="Buttner, Henrike" w:date="2021-06-17T11:10:00Z">
        <w:r w:rsidR="00A63D88" w:rsidRPr="00A63D88">
          <w:t>Enter hours</w:t>
        </w:r>
        <w:r w:rsidR="00A63D88" w:rsidRPr="00A63D88" w:rsidDel="00A63D88">
          <w:t xml:space="preserve"> </w:t>
        </w:r>
      </w:ins>
      <w:del w:id="650" w:author="Buttner, Henrike" w:date="2021-06-17T11:10:00Z">
        <w:r w:rsidR="00DE0FD4" w:rsidRPr="001806FC" w:rsidDel="00A63D88">
          <w:delText>Stunden eingeben</w:delText>
        </w:r>
      </w:del>
      <w:r w:rsidR="00DE0FD4" w:rsidRPr="001806FC">
        <w:t>)</w:t>
      </w:r>
      <w:bookmarkStart w:id="651" w:name="_Toc297887278"/>
    </w:p>
    <w:p w:rsidR="001879CC" w:rsidRPr="001806FC" w:rsidRDefault="001879CC" w:rsidP="001879CC">
      <w:pPr>
        <w:tabs>
          <w:tab w:val="left" w:pos="851"/>
        </w:tabs>
        <w:ind w:left="426"/>
      </w:pPr>
    </w:p>
    <w:p w:rsidR="00B85944" w:rsidRPr="001806FC" w:rsidRDefault="00DF2FBD" w:rsidP="00FB58B1">
      <w:pPr>
        <w:pStyle w:val="berschrift2"/>
      </w:pPr>
      <w:bookmarkStart w:id="652" w:name="_Toc399239517"/>
      <w:bookmarkStart w:id="653" w:name="_Ref389488822"/>
      <w:del w:id="654" w:author="Buttner, Henrike" w:date="2021-06-17T11:10:00Z">
        <w:r w:rsidRPr="001806FC" w:rsidDel="00A63D88">
          <w:delText xml:space="preserve">Installierte </w:delText>
        </w:r>
      </w:del>
      <w:bookmarkStart w:id="655" w:name="_Toc74830177"/>
      <w:ins w:id="656" w:author="Buttner, Henrike" w:date="2021-06-17T11:10:00Z">
        <w:r w:rsidR="00A63D88" w:rsidRPr="00A63D88">
          <w:t>Installed nominal IT capacities</w:t>
        </w:r>
        <w:bookmarkEnd w:id="655"/>
        <w:r w:rsidR="00A63D88" w:rsidRPr="00A63D88">
          <w:t xml:space="preserve"> </w:t>
        </w:r>
      </w:ins>
      <w:del w:id="657" w:author="Buttner, Henrike" w:date="2021-06-17T11:10:00Z">
        <w:r w:rsidR="00436E58" w:rsidDel="00A63D88">
          <w:delText>IT-</w:delText>
        </w:r>
        <w:r w:rsidR="00874FDC" w:rsidRPr="001806FC" w:rsidDel="00A63D88">
          <w:delText>Nennl</w:delText>
        </w:r>
        <w:r w:rsidRPr="001806FC" w:rsidDel="00A63D88">
          <w:delText>eistungen</w:delText>
        </w:r>
        <w:bookmarkEnd w:id="652"/>
        <w:r w:rsidRPr="001806FC" w:rsidDel="00A63D88">
          <w:delText xml:space="preserve"> </w:delText>
        </w:r>
      </w:del>
      <w:bookmarkEnd w:id="651"/>
      <w:bookmarkEnd w:id="653"/>
    </w:p>
    <w:p w:rsidR="00131226" w:rsidRPr="001806FC" w:rsidRDefault="007652F9" w:rsidP="00874FDC">
      <w:del w:id="658" w:author="Buttner, Henrike" w:date="2021-06-17T11:11:00Z">
        <w:r w:rsidRPr="001806FC" w:rsidDel="00A63D88">
          <w:delText xml:space="preserve">Wie </w:delText>
        </w:r>
      </w:del>
      <w:ins w:id="659" w:author="Buttner, Henrike" w:date="2021-06-17T11:11:00Z">
        <w:r w:rsidR="00A63D88" w:rsidRPr="00A63D88">
          <w:t>How high are the installed nominal powers of the IT corresponding to the individual consumers according to the manufacturer's specifications (data sheets) below the measuring point MPIT2 of the following figure?</w:t>
        </w:r>
      </w:ins>
      <w:del w:id="660" w:author="Buttner, Henrike" w:date="2021-06-17T11:11:00Z">
        <w:r w:rsidRPr="001806FC" w:rsidDel="00A63D88">
          <w:delText xml:space="preserve">hoch </w:delText>
        </w:r>
        <w:r w:rsidR="00131226" w:rsidRPr="001806FC" w:rsidDel="00A63D88">
          <w:delText>sind</w:delText>
        </w:r>
        <w:r w:rsidRPr="001806FC" w:rsidDel="00A63D88">
          <w:delText xml:space="preserve"> die installierte</w:delText>
        </w:r>
        <w:r w:rsidR="00131226" w:rsidRPr="001806FC" w:rsidDel="00A63D88">
          <w:delText>n</w:delText>
        </w:r>
        <w:r w:rsidRPr="001806FC" w:rsidDel="00A63D88">
          <w:delText xml:space="preserve"> Nennleistung</w:delText>
        </w:r>
        <w:r w:rsidR="00131226" w:rsidRPr="001806FC" w:rsidDel="00A63D88">
          <w:delText>en</w:delText>
        </w:r>
        <w:r w:rsidRPr="001806FC" w:rsidDel="00A63D88">
          <w:delText xml:space="preserve"> der IT </w:delText>
        </w:r>
        <w:r w:rsidR="00131226" w:rsidRPr="001806FC" w:rsidDel="00A63D88">
          <w:delText xml:space="preserve">entsprechend der Einzelverbraucher </w:delText>
        </w:r>
        <w:r w:rsidR="00A11154" w:rsidRPr="001806FC" w:rsidDel="00A63D88">
          <w:delText xml:space="preserve">gemäß der Herstellerangaben (Datenblätter) </w:delText>
        </w:r>
        <w:r w:rsidR="00131226" w:rsidRPr="001806FC" w:rsidDel="00A63D88">
          <w:delText>unterhalb des Messpunktes MP</w:delText>
        </w:r>
        <w:r w:rsidR="00131226" w:rsidRPr="001806FC" w:rsidDel="00A63D88">
          <w:rPr>
            <w:vertAlign w:val="subscript"/>
          </w:rPr>
          <w:delText>IT2</w:delText>
        </w:r>
        <w:r w:rsidR="00131226" w:rsidRPr="001806FC" w:rsidDel="00A63D88">
          <w:delText xml:space="preserve"> der nachfolgenden Abbildung</w:delText>
        </w:r>
        <w:r w:rsidRPr="001806FC" w:rsidDel="00A63D88">
          <w:delText>?</w:delText>
        </w:r>
      </w:del>
    </w:p>
    <w:p w:rsidR="00131226" w:rsidRPr="001806FC" w:rsidRDefault="00131226" w:rsidP="00131226"/>
    <w:p w:rsidR="00131226" w:rsidRPr="001806FC" w:rsidRDefault="00D12193" w:rsidP="00131226">
      <w:pPr>
        <w:keepNext/>
        <w:spacing w:after="0" w:line="240" w:lineRule="auto"/>
      </w:pPr>
      <w:r>
        <w:rPr>
          <w:noProof/>
        </w:rPr>
        <w:drawing>
          <wp:inline distT="0" distB="0" distL="0" distR="0" wp14:anchorId="5A330093" wp14:editId="71A9F41F">
            <wp:extent cx="5400000" cy="3441600"/>
            <wp:effectExtent l="0" t="0" r="0" b="6985"/>
            <wp:docPr id="311" name="Grafik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000" cy="3441600"/>
                    </a:xfrm>
                    <a:prstGeom prst="rect">
                      <a:avLst/>
                    </a:prstGeom>
                    <a:noFill/>
                  </pic:spPr>
                </pic:pic>
              </a:graphicData>
            </a:graphic>
          </wp:inline>
        </w:drawing>
      </w:r>
    </w:p>
    <w:p w:rsidR="00131226" w:rsidRPr="001806FC" w:rsidDel="00A63D88" w:rsidRDefault="00131226" w:rsidP="00131226">
      <w:pPr>
        <w:pStyle w:val="Beschriftung"/>
        <w:spacing w:before="120" w:after="360"/>
        <w:rPr>
          <w:del w:id="661" w:author="Buttner, Henrike" w:date="2021-06-17T11:11:00Z"/>
        </w:rPr>
      </w:pPr>
      <w:bookmarkStart w:id="662" w:name="_Ref320860992"/>
      <w:del w:id="663" w:author="Buttner, Henrike" w:date="2021-06-17T11:11:00Z">
        <w:r w:rsidRPr="001806FC" w:rsidDel="00A63D88">
          <w:delText>Abbildun</w:delText>
        </w:r>
      </w:del>
      <w:ins w:id="664" w:author="Buttner, Henrike" w:date="2021-06-17T11:11:00Z">
        <w:r w:rsidR="00A63D88" w:rsidRPr="00A63D88">
          <w:t xml:space="preserve">Figure 1: Measuring the essential components of a data centre </w:t>
        </w:r>
      </w:ins>
      <w:del w:id="665" w:author="Buttner, Henrike" w:date="2021-06-17T11:11:00Z">
        <w:r w:rsidRPr="001806FC" w:rsidDel="00A63D88">
          <w:delText xml:space="preserve">g </w:delText>
        </w:r>
        <w:r w:rsidR="00226445" w:rsidDel="00A63D88">
          <w:fldChar w:fldCharType="begin"/>
        </w:r>
        <w:r w:rsidR="00226445" w:rsidDel="00A63D88">
          <w:delInstrText xml:space="preserve"> SEQ Abbildung \* ARABIC </w:delInstrText>
        </w:r>
        <w:r w:rsidR="00226445" w:rsidDel="00A63D88">
          <w:fldChar w:fldCharType="separate"/>
        </w:r>
        <w:r w:rsidR="009A3B0A" w:rsidDel="00A63D88">
          <w:rPr>
            <w:noProof/>
          </w:rPr>
          <w:delText>1</w:delText>
        </w:r>
        <w:r w:rsidR="00226445" w:rsidDel="00A63D88">
          <w:rPr>
            <w:noProof/>
          </w:rPr>
          <w:fldChar w:fldCharType="end"/>
        </w:r>
        <w:bookmarkEnd w:id="662"/>
        <w:r w:rsidRPr="001806FC" w:rsidDel="00A63D88">
          <w:delText xml:space="preserve">: Messung der wesentlichen Komponenten eines Rechenzentrums </w:delText>
        </w:r>
      </w:del>
    </w:p>
    <w:p w:rsidR="00874FDC" w:rsidRPr="001806FC" w:rsidRDefault="00874FDC" w:rsidP="00A63D88">
      <w:pPr>
        <w:pStyle w:val="Beschriftung"/>
        <w:spacing w:before="120" w:after="360"/>
      </w:pPr>
      <w:bookmarkStart w:id="666" w:name="_Toc399239518"/>
      <w:bookmarkStart w:id="667" w:name="_Ref411249329"/>
      <w:bookmarkStart w:id="668" w:name="_Ref411249332"/>
      <w:r w:rsidRPr="001806FC">
        <w:t>Redundanzkonzepte</w:t>
      </w:r>
      <w:bookmarkEnd w:id="666"/>
      <w:bookmarkEnd w:id="667"/>
      <w:bookmarkEnd w:id="668"/>
    </w:p>
    <w:p w:rsidR="00F34734" w:rsidDel="00A63D88" w:rsidRDefault="00A63D88" w:rsidP="000F6653">
      <w:pPr>
        <w:keepNext/>
        <w:rPr>
          <w:del w:id="669" w:author="Buttner, Henrike" w:date="2021-06-17T11:11:00Z"/>
        </w:rPr>
      </w:pPr>
      <w:ins w:id="670" w:author="Buttner, Henrike" w:date="2021-06-17T11:11:00Z">
        <w:r w:rsidRPr="00A63D88">
          <w:t>Which redundancy concepts are provided for the power supply units of the IT components? (Select for servers, storage systems and network devices respectively)</w:t>
        </w:r>
      </w:ins>
      <w:del w:id="671" w:author="Buttner, Henrike" w:date="2021-06-17T11:11:00Z">
        <w:r w:rsidR="00F34734" w:rsidRPr="001806FC" w:rsidDel="00A63D88">
          <w:delText>Welche Redundanzkonzepte sind bei den Netzteilen der IT-Komponenten vorgesehen? (Für Server, Speichersysteme und Netzwerkgeräte jeweils auswählen)</w:delText>
        </w:r>
      </w:del>
    </w:p>
    <w:p w:rsidR="00A63D88" w:rsidRPr="001806FC" w:rsidRDefault="00A63D88" w:rsidP="00874FDC">
      <w:pPr>
        <w:rPr>
          <w:ins w:id="672" w:author="Buttner, Henrike" w:date="2021-06-17T11:11:00Z"/>
        </w:rPr>
      </w:pPr>
    </w:p>
    <w:p w:rsidR="000F6653" w:rsidRPr="001806FC" w:rsidRDefault="000F6653" w:rsidP="000F6653">
      <w:pPr>
        <w:keepNext/>
      </w:pPr>
    </w:p>
    <w:tbl>
      <w:tblPr>
        <w:tblW w:w="9070" w:type="dxa"/>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67"/>
        <w:gridCol w:w="2268"/>
        <w:gridCol w:w="2267"/>
        <w:gridCol w:w="2268"/>
      </w:tblGrid>
      <w:tr w:rsidR="00F34734" w:rsidRPr="001806FC" w:rsidTr="00A54E91">
        <w:trPr>
          <w:cantSplit/>
          <w:trHeight w:val="369"/>
        </w:trPr>
        <w:tc>
          <w:tcPr>
            <w:tcW w:w="2267" w:type="dxa"/>
            <w:shd w:val="clear" w:color="auto" w:fill="C6D9F1" w:themeFill="text2" w:themeFillTint="33"/>
          </w:tcPr>
          <w:p w:rsidR="00F34734" w:rsidRPr="001806FC" w:rsidRDefault="00A63D88" w:rsidP="002C236C">
            <w:pPr>
              <w:keepNext/>
              <w:keepLines/>
              <w:spacing w:before="40" w:after="40" w:line="240" w:lineRule="auto"/>
              <w:rPr>
                <w:b/>
                <w:sz w:val="20"/>
                <w:szCs w:val="20"/>
              </w:rPr>
            </w:pPr>
            <w:ins w:id="673" w:author="Buttner, Henrike" w:date="2021-06-17T11:12:00Z">
              <w:r w:rsidRPr="00A63D88">
                <w:rPr>
                  <w:b/>
                  <w:sz w:val="20"/>
                  <w:szCs w:val="20"/>
                </w:rPr>
                <w:t>Redundancy concept</w:t>
              </w:r>
            </w:ins>
            <w:del w:id="674" w:author="Buttner, Henrike" w:date="2021-06-17T11:12:00Z">
              <w:r w:rsidR="00C535B9" w:rsidDel="00A63D88">
                <w:rPr>
                  <w:b/>
                  <w:sz w:val="20"/>
                  <w:szCs w:val="20"/>
                </w:rPr>
                <w:delText>Redundanzkonzept</w:delText>
              </w:r>
            </w:del>
          </w:p>
        </w:tc>
        <w:tc>
          <w:tcPr>
            <w:tcW w:w="2268" w:type="dxa"/>
            <w:shd w:val="clear" w:color="auto" w:fill="C6D9F1" w:themeFill="text2" w:themeFillTint="33"/>
            <w:vAlign w:val="bottom"/>
          </w:tcPr>
          <w:p w:rsidR="00F34734" w:rsidRPr="001806FC" w:rsidRDefault="00F34734" w:rsidP="002C236C">
            <w:pPr>
              <w:keepNext/>
              <w:keepLines/>
              <w:spacing w:before="40" w:after="40" w:line="240" w:lineRule="auto"/>
              <w:jc w:val="center"/>
              <w:rPr>
                <w:b/>
                <w:sz w:val="20"/>
                <w:szCs w:val="20"/>
              </w:rPr>
            </w:pPr>
            <w:r w:rsidRPr="001806FC">
              <w:rPr>
                <w:b/>
                <w:sz w:val="20"/>
                <w:szCs w:val="20"/>
              </w:rPr>
              <w:t>Server</w:t>
            </w:r>
          </w:p>
        </w:tc>
        <w:tc>
          <w:tcPr>
            <w:tcW w:w="2267" w:type="dxa"/>
            <w:shd w:val="clear" w:color="auto" w:fill="C6D9F1" w:themeFill="text2" w:themeFillTint="33"/>
            <w:vAlign w:val="bottom"/>
          </w:tcPr>
          <w:p w:rsidR="00F34734" w:rsidRPr="001806FC" w:rsidRDefault="00A63D88" w:rsidP="002C236C">
            <w:pPr>
              <w:keepNext/>
              <w:keepLines/>
              <w:spacing w:before="40" w:after="40" w:line="240" w:lineRule="auto"/>
              <w:jc w:val="center"/>
              <w:rPr>
                <w:b/>
                <w:sz w:val="20"/>
                <w:szCs w:val="20"/>
              </w:rPr>
            </w:pPr>
            <w:ins w:id="675" w:author="Buttner, Henrike" w:date="2021-06-17T11:12:00Z">
              <w:r w:rsidRPr="00A63D88">
                <w:rPr>
                  <w:b/>
                  <w:sz w:val="20"/>
                  <w:szCs w:val="20"/>
                </w:rPr>
                <w:t>Storage systems</w:t>
              </w:r>
            </w:ins>
            <w:del w:id="676" w:author="Buttner, Henrike" w:date="2021-06-17T11:12:00Z">
              <w:r w:rsidR="00F34734" w:rsidRPr="001806FC" w:rsidDel="00A63D88">
                <w:rPr>
                  <w:b/>
                  <w:sz w:val="20"/>
                  <w:szCs w:val="20"/>
                </w:rPr>
                <w:delText>Speichersysteme</w:delText>
              </w:r>
            </w:del>
          </w:p>
        </w:tc>
        <w:tc>
          <w:tcPr>
            <w:tcW w:w="2268" w:type="dxa"/>
            <w:shd w:val="clear" w:color="auto" w:fill="C6D9F1" w:themeFill="text2" w:themeFillTint="33"/>
            <w:vAlign w:val="bottom"/>
          </w:tcPr>
          <w:p w:rsidR="00F34734" w:rsidRPr="001806FC" w:rsidRDefault="00A63D88" w:rsidP="002C236C">
            <w:pPr>
              <w:keepNext/>
              <w:keepLines/>
              <w:spacing w:before="40" w:after="40" w:line="240" w:lineRule="auto"/>
              <w:jc w:val="center"/>
              <w:rPr>
                <w:b/>
                <w:sz w:val="20"/>
                <w:szCs w:val="20"/>
              </w:rPr>
            </w:pPr>
            <w:ins w:id="677" w:author="Buttner, Henrike" w:date="2021-06-17T11:12:00Z">
              <w:r w:rsidRPr="00A63D88">
                <w:rPr>
                  <w:b/>
                  <w:sz w:val="20"/>
                  <w:szCs w:val="20"/>
                </w:rPr>
                <w:t>Network devices</w:t>
              </w:r>
            </w:ins>
            <w:del w:id="678" w:author="Buttner, Henrike" w:date="2021-06-17T11:12:00Z">
              <w:r w:rsidR="00F34734" w:rsidRPr="001806FC" w:rsidDel="00A63D88">
                <w:rPr>
                  <w:b/>
                  <w:sz w:val="20"/>
                  <w:szCs w:val="20"/>
                </w:rPr>
                <w:delText>Netzwerkgeräte</w:delText>
              </w:r>
            </w:del>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N</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bookmarkStart w:id="679" w:name="Kontrollkästchen19"/>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79"/>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bookmarkStart w:id="680" w:name="Kontrollkästchen23"/>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0"/>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bookmarkStart w:id="681" w:name="Kontrollkästchen27"/>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1"/>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N+1</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bookmarkStart w:id="682" w:name="Kontrollkästchen20"/>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2"/>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bookmarkStart w:id="683" w:name="Kontrollkästchen24"/>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3"/>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bookmarkStart w:id="684" w:name="Kontrollkästchen28"/>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4"/>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2N</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bookmarkStart w:id="685" w:name="Kontrollkästchen21"/>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5"/>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bookmarkStart w:id="686" w:name="Kontrollkästchen25"/>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6"/>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bookmarkStart w:id="687" w:name="Kontrollkästchen29"/>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7"/>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r w:rsidRPr="001806FC">
              <w:rPr>
                <w:b/>
                <w:sz w:val="20"/>
                <w:szCs w:val="20"/>
              </w:rPr>
              <w:t>2(N+1)</w:t>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bookmarkStart w:id="688" w:name="Kontrollkästchen22"/>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8"/>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bookmarkStart w:id="689" w:name="Kontrollkästchen26"/>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89"/>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bookmarkStart w:id="690" w:name="Kontrollkästchen30"/>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bookmarkEnd w:id="690"/>
          </w:p>
        </w:tc>
      </w:tr>
      <w:tr w:rsidR="00F34734" w:rsidRPr="001806FC" w:rsidTr="0035758D">
        <w:trPr>
          <w:cantSplit/>
        </w:trPr>
        <w:tc>
          <w:tcPr>
            <w:tcW w:w="2267" w:type="dxa"/>
            <w:shd w:val="clear" w:color="auto" w:fill="auto"/>
          </w:tcPr>
          <w:p w:rsidR="00F34734" w:rsidRPr="001806FC" w:rsidRDefault="00F34734" w:rsidP="002C236C">
            <w:pPr>
              <w:keepNext/>
              <w:keepLines/>
              <w:spacing w:before="40" w:after="40" w:line="240" w:lineRule="auto"/>
              <w:ind w:right="317"/>
              <w:jc w:val="right"/>
              <w:rPr>
                <w:b/>
                <w:sz w:val="20"/>
                <w:szCs w:val="20"/>
              </w:rPr>
            </w:pPr>
            <w:del w:id="691" w:author="Buttner, Henrike" w:date="2021-06-17T11:11:00Z">
              <w:r w:rsidRPr="001806FC" w:rsidDel="00A63D88">
                <w:rPr>
                  <w:b/>
                  <w:sz w:val="20"/>
                  <w:szCs w:val="20"/>
                </w:rPr>
                <w:delText>Sonstiges</w:delText>
              </w:r>
            </w:del>
            <w:ins w:id="692" w:author="Buttner, Henrike" w:date="2021-06-17T11:11:00Z">
              <w:r w:rsidR="00A63D88">
                <w:rPr>
                  <w:b/>
                  <w:sz w:val="20"/>
                  <w:szCs w:val="20"/>
                </w:rPr>
                <w:t>Ot</w:t>
              </w:r>
            </w:ins>
            <w:ins w:id="693" w:author="Buttner, Henrike" w:date="2021-06-17T11:12:00Z">
              <w:r w:rsidR="00A63D88">
                <w:rPr>
                  <w:b/>
                  <w:sz w:val="20"/>
                  <w:szCs w:val="20"/>
                </w:rPr>
                <w:t>hers</w:t>
              </w:r>
            </w:ins>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2267"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2268" w:type="dxa"/>
            <w:shd w:val="clear" w:color="auto" w:fill="auto"/>
          </w:tcPr>
          <w:p w:rsidR="00F34734" w:rsidRPr="001806FC" w:rsidRDefault="00F34734" w:rsidP="002C236C">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r>
    </w:tbl>
    <w:p w:rsidR="00F9798B" w:rsidRPr="001806FC" w:rsidRDefault="00F9798B" w:rsidP="009C25C8">
      <w:pPr>
        <w:pStyle w:val="berschrift1"/>
        <w:pageBreakBefore/>
      </w:pPr>
      <w:bookmarkStart w:id="694" w:name="_Toc24457713"/>
      <w:bookmarkStart w:id="695" w:name="_Toc24457762"/>
      <w:bookmarkStart w:id="696" w:name="_Toc24457714"/>
      <w:bookmarkStart w:id="697" w:name="_Toc24457763"/>
      <w:bookmarkStart w:id="698" w:name="_Toc24457715"/>
      <w:bookmarkStart w:id="699" w:name="_Toc24457764"/>
      <w:bookmarkStart w:id="700" w:name="_Toc24457722"/>
      <w:bookmarkStart w:id="701" w:name="_Toc24457771"/>
      <w:bookmarkStart w:id="702" w:name="_Toc24457723"/>
      <w:bookmarkStart w:id="703" w:name="_Toc24457772"/>
      <w:bookmarkStart w:id="704" w:name="_Toc24457724"/>
      <w:bookmarkStart w:id="705" w:name="_Toc24457773"/>
      <w:bookmarkStart w:id="706" w:name="_Toc24457726"/>
      <w:bookmarkStart w:id="707" w:name="_Toc24457775"/>
      <w:bookmarkStart w:id="708" w:name="_Toc535326205"/>
      <w:bookmarkStart w:id="709" w:name="_Toc536192709"/>
      <w:bookmarkStart w:id="710" w:name="_Toc24457728"/>
      <w:bookmarkStart w:id="711" w:name="_Toc24457777"/>
      <w:bookmarkStart w:id="712" w:name="_Toc24457729"/>
      <w:bookmarkStart w:id="713" w:name="_Toc24457778"/>
      <w:bookmarkStart w:id="714" w:name="_Toc24457730"/>
      <w:bookmarkStart w:id="715" w:name="_Toc24457779"/>
      <w:bookmarkStart w:id="716" w:name="_Toc24457734"/>
      <w:bookmarkStart w:id="717" w:name="_Toc24457783"/>
      <w:bookmarkStart w:id="718" w:name="_Toc24457735"/>
      <w:bookmarkStart w:id="719" w:name="_Toc24457784"/>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del w:id="720" w:author="Buttner, Henrike" w:date="2021-06-17T11:12:00Z">
        <w:r w:rsidRPr="001806FC" w:rsidDel="00A63D88">
          <w:lastRenderedPageBreak/>
          <w:delText xml:space="preserve">Teil </w:delText>
        </w:r>
      </w:del>
      <w:bookmarkStart w:id="721" w:name="_Toc74830178"/>
      <w:ins w:id="722" w:author="Buttner, Henrike" w:date="2021-06-17T11:12:00Z">
        <w:r w:rsidR="00A63D88">
          <w:t>Part</w:t>
        </w:r>
        <w:r w:rsidR="00A63D88" w:rsidRPr="001806FC">
          <w:t xml:space="preserve"> </w:t>
        </w:r>
      </w:ins>
      <w:r w:rsidRPr="001806FC">
        <w:t xml:space="preserve">2: </w:t>
      </w:r>
      <w:ins w:id="723" w:author="Buttner, Henrike" w:date="2021-06-17T11:12:00Z">
        <w:r w:rsidR="00A63D88" w:rsidRPr="00A63D88">
          <w:t>Technical equipment and key figures</w:t>
        </w:r>
        <w:bookmarkEnd w:id="721"/>
        <w:r w:rsidR="00A63D88" w:rsidRPr="00A63D88" w:rsidDel="00A63D88">
          <w:t xml:space="preserve"> </w:t>
        </w:r>
      </w:ins>
      <w:del w:id="724" w:author="Buttner, Henrike" w:date="2021-06-17T11:12:00Z">
        <w:r w:rsidRPr="001806FC" w:rsidDel="00A63D88">
          <w:delText>Technische Ausstattung und Kennzahlen</w:delText>
        </w:r>
      </w:del>
    </w:p>
    <w:p w:rsidR="002459B7" w:rsidRPr="001806FC" w:rsidRDefault="00EC08AA" w:rsidP="00650615">
      <w:pPr>
        <w:pStyle w:val="berschrift2"/>
      </w:pPr>
      <w:bookmarkStart w:id="725" w:name="_Ref389550854"/>
      <w:bookmarkStart w:id="726" w:name="_Ref390269049"/>
      <w:bookmarkStart w:id="727" w:name="_Ref410901112"/>
      <w:bookmarkStart w:id="728" w:name="_Ref410901418"/>
      <w:bookmarkStart w:id="729" w:name="_Toc399239522"/>
      <w:bookmarkStart w:id="730" w:name="_Toc297887283"/>
      <w:bookmarkStart w:id="731" w:name="_Ref297890525"/>
      <w:bookmarkStart w:id="732" w:name="_Ref297890539"/>
      <w:del w:id="733" w:author="Buttner, Henrike" w:date="2021-06-17T11:12:00Z">
        <w:r w:rsidRPr="001806FC" w:rsidDel="00A63D88">
          <w:delText xml:space="preserve">Ermittlung </w:delText>
        </w:r>
      </w:del>
      <w:bookmarkStart w:id="734" w:name="_Toc74830179"/>
      <w:ins w:id="735" w:author="Buttner, Henrike" w:date="2021-06-17T11:12:00Z">
        <w:r w:rsidR="00A63D88" w:rsidRPr="00A63D88">
          <w:t>Determining the Power Usage Effectiveness at the time of application</w:t>
        </w:r>
      </w:ins>
      <w:bookmarkEnd w:id="734"/>
      <w:del w:id="736" w:author="Buttner, Henrike" w:date="2021-06-17T11:12:00Z">
        <w:r w:rsidRPr="001806FC" w:rsidDel="00A63D88">
          <w:delText>de</w:delText>
        </w:r>
        <w:r w:rsidR="00041368" w:rsidRPr="001806FC" w:rsidDel="00A63D88">
          <w:delText xml:space="preserve">r </w:delText>
        </w:r>
        <w:r w:rsidR="00152D52" w:rsidDel="00A63D88">
          <w:delText>Power</w:delText>
        </w:r>
        <w:r w:rsidR="00152D52" w:rsidRPr="001806FC" w:rsidDel="00A63D88">
          <w:delText xml:space="preserve"> </w:delText>
        </w:r>
        <w:r w:rsidR="00041368" w:rsidRPr="001806FC" w:rsidDel="00A63D88">
          <w:delText>Usage Effectiveness</w:delText>
        </w:r>
        <w:bookmarkEnd w:id="725"/>
        <w:bookmarkEnd w:id="726"/>
        <w:r w:rsidR="002459B7" w:rsidRPr="001806FC" w:rsidDel="00A63D88">
          <w:delText xml:space="preserve"> </w:delText>
        </w:r>
        <w:r w:rsidR="00041368" w:rsidRPr="001806FC" w:rsidDel="00A63D88">
          <w:delText>bei Antragstellung</w:delText>
        </w:r>
      </w:del>
      <w:bookmarkEnd w:id="727"/>
      <w:bookmarkEnd w:id="728"/>
      <w:bookmarkEnd w:id="729"/>
    </w:p>
    <w:p w:rsidR="00A63D88" w:rsidRDefault="00C3510B" w:rsidP="00A63D88">
      <w:pPr>
        <w:rPr>
          <w:ins w:id="737" w:author="Buttner, Henrike" w:date="2021-06-17T11:13:00Z"/>
        </w:rPr>
      </w:pPr>
      <w:del w:id="738" w:author="Buttner, Henrike" w:date="2021-06-17T11:13:00Z">
        <w:r w:rsidRPr="001806FC" w:rsidDel="00A63D88">
          <w:delText xml:space="preserve">Zur </w:delText>
        </w:r>
      </w:del>
      <w:ins w:id="739" w:author="Buttner, Henrike" w:date="2021-06-17T11:13:00Z">
        <w:r w:rsidR="00A63D88">
          <w:t>To determine the PUE value (Power Usage Effectiveness), a measurement concept must be implemented in the data centre in accordance with "Appendix B: Measurement Concept" of the award criteria.</w:t>
        </w:r>
      </w:ins>
    </w:p>
    <w:p w:rsidR="00775645" w:rsidDel="00A63D88" w:rsidRDefault="00A63D88" w:rsidP="00A63D88">
      <w:pPr>
        <w:rPr>
          <w:del w:id="740" w:author="Buttner, Henrike" w:date="2021-06-17T11:13:00Z"/>
        </w:rPr>
      </w:pPr>
      <w:ins w:id="741" w:author="Buttner, Henrike" w:date="2021-06-17T11:13:00Z">
        <w:r>
          <w:t>The following table documents the Power Usage Effectiveness (PUE) value of the data centre for the past 12 months at the time of application:</w:t>
        </w:r>
      </w:ins>
      <w:del w:id="742" w:author="Buttner, Henrike" w:date="2021-06-17T11:13:00Z">
        <w:r w:rsidR="00C3510B" w:rsidRPr="001806FC" w:rsidDel="00A63D88">
          <w:delText xml:space="preserve">Bestimmung des </w:delText>
        </w:r>
        <w:r w:rsidR="00152D52" w:rsidDel="00A63D88">
          <w:delText>P</w:delText>
        </w:r>
        <w:r w:rsidR="00C3510B" w:rsidRPr="001806FC" w:rsidDel="00A63D88">
          <w:delText xml:space="preserve">UE-Wertes </w:delText>
        </w:r>
        <w:r w:rsidR="00041368" w:rsidRPr="001806FC" w:rsidDel="00A63D88">
          <w:delText>(</w:delText>
        </w:r>
        <w:r w:rsidR="00152D52" w:rsidDel="00A63D88">
          <w:delText>Power</w:delText>
        </w:r>
        <w:r w:rsidR="00152D52" w:rsidRPr="001806FC" w:rsidDel="00A63D88">
          <w:delText xml:space="preserve"> </w:delText>
        </w:r>
        <w:r w:rsidR="00041368" w:rsidRPr="001806FC" w:rsidDel="00A63D88">
          <w:delText xml:space="preserve">Usage Effectiveness) </w:delText>
        </w:r>
        <w:r w:rsidR="00C3510B" w:rsidRPr="001806FC" w:rsidDel="00A63D88">
          <w:delText xml:space="preserve">muss im Rechenzentrum ein Messkonzept entsprechend „Anhang </w:delText>
        </w:r>
        <w:r w:rsidR="00A52C08" w:rsidDel="00A63D88">
          <w:delText>B</w:delText>
        </w:r>
        <w:r w:rsidR="00C3510B" w:rsidRPr="001806FC" w:rsidDel="00A63D88">
          <w:delText xml:space="preserve">: Messkonzept“ der </w:delText>
        </w:r>
        <w:r w:rsidR="0037202C" w:rsidDel="00A63D88">
          <w:delText>Vergabekriterien</w:delText>
        </w:r>
        <w:r w:rsidR="00C3510B" w:rsidRPr="001806FC" w:rsidDel="00A63D88">
          <w:delText xml:space="preserve"> umgesetzt werden.</w:delText>
        </w:r>
      </w:del>
    </w:p>
    <w:p w:rsidR="00A63D88" w:rsidRDefault="00A63D88" w:rsidP="00A63D88">
      <w:pPr>
        <w:rPr>
          <w:ins w:id="743" w:author="Buttner, Henrike" w:date="2021-06-17T11:13:00Z"/>
        </w:rPr>
      </w:pPr>
    </w:p>
    <w:p w:rsidR="00A63D88" w:rsidRPr="001806FC" w:rsidRDefault="00A63D88" w:rsidP="00A63D88">
      <w:pPr>
        <w:rPr>
          <w:ins w:id="744" w:author="Buttner, Henrike" w:date="2021-06-17T11:13:00Z"/>
        </w:rPr>
      </w:pPr>
    </w:p>
    <w:p w:rsidR="00EC08AA" w:rsidRPr="00A63D88" w:rsidDel="00A63D88" w:rsidRDefault="00AE1E54" w:rsidP="00A63D88">
      <w:pPr>
        <w:rPr>
          <w:del w:id="745" w:author="Buttner, Henrike" w:date="2021-06-17T11:13:00Z"/>
          <w:sz w:val="18"/>
          <w:szCs w:val="18"/>
          <w:rPrChange w:id="746" w:author="Buttner, Henrike" w:date="2021-06-17T11:13:00Z">
            <w:rPr>
              <w:del w:id="747" w:author="Buttner, Henrike" w:date="2021-06-17T11:13:00Z"/>
            </w:rPr>
          </w:rPrChange>
        </w:rPr>
      </w:pPr>
      <w:del w:id="748" w:author="Buttner, Henrike" w:date="2021-06-17T11:13:00Z">
        <w:r w:rsidRPr="00A63D88" w:rsidDel="00A63D88">
          <w:rPr>
            <w:sz w:val="18"/>
            <w:szCs w:val="18"/>
            <w:rPrChange w:id="749" w:author="Buttner, Henrike" w:date="2021-06-17T11:13:00Z">
              <w:rPr/>
            </w:rPrChange>
          </w:rPr>
          <w:delText xml:space="preserve">Die nachfolgende Tabelle dokumentiert den </w:delText>
        </w:r>
        <w:r w:rsidR="00775645" w:rsidRPr="00A63D88" w:rsidDel="00A63D88">
          <w:rPr>
            <w:sz w:val="18"/>
            <w:szCs w:val="18"/>
            <w:rPrChange w:id="750" w:author="Buttner, Henrike" w:date="2021-06-17T11:13:00Z">
              <w:rPr/>
            </w:rPrChange>
          </w:rPr>
          <w:delText xml:space="preserve">Wert der </w:delText>
        </w:r>
        <w:r w:rsidR="00152D52" w:rsidRPr="00A63D88" w:rsidDel="00A63D88">
          <w:rPr>
            <w:sz w:val="18"/>
            <w:szCs w:val="18"/>
            <w:rPrChange w:id="751" w:author="Buttner, Henrike" w:date="2021-06-17T11:13:00Z">
              <w:rPr/>
            </w:rPrChange>
          </w:rPr>
          <w:delText xml:space="preserve">Power </w:delText>
        </w:r>
        <w:r w:rsidR="00775645" w:rsidRPr="00A63D88" w:rsidDel="00A63D88">
          <w:rPr>
            <w:sz w:val="18"/>
            <w:szCs w:val="18"/>
            <w:rPrChange w:id="752" w:author="Buttner, Henrike" w:date="2021-06-17T11:13:00Z">
              <w:rPr/>
            </w:rPrChange>
          </w:rPr>
          <w:delText>Usage Effectiveness (</w:delText>
        </w:r>
        <w:r w:rsidR="00152D52" w:rsidRPr="00A63D88" w:rsidDel="00A63D88">
          <w:rPr>
            <w:sz w:val="18"/>
            <w:szCs w:val="18"/>
            <w:rPrChange w:id="753" w:author="Buttner, Henrike" w:date="2021-06-17T11:13:00Z">
              <w:rPr/>
            </w:rPrChange>
          </w:rPr>
          <w:delText>P</w:delText>
        </w:r>
        <w:r w:rsidR="00775645" w:rsidRPr="00A63D88" w:rsidDel="00A63D88">
          <w:rPr>
            <w:sz w:val="18"/>
            <w:szCs w:val="18"/>
            <w:rPrChange w:id="754" w:author="Buttner, Henrike" w:date="2021-06-17T11:13:00Z">
              <w:rPr/>
            </w:rPrChange>
          </w:rPr>
          <w:delText xml:space="preserve">UE) des Rechenzentrums </w:delText>
        </w:r>
        <w:r w:rsidR="00EC08AA" w:rsidRPr="00A63D88" w:rsidDel="00A63D88">
          <w:rPr>
            <w:sz w:val="18"/>
            <w:szCs w:val="18"/>
            <w:rPrChange w:id="755" w:author="Buttner, Henrike" w:date="2021-06-17T11:13:00Z">
              <w:rPr/>
            </w:rPrChange>
          </w:rPr>
          <w:delText xml:space="preserve">für die zurückliegenden 12 Monate </w:delText>
        </w:r>
        <w:r w:rsidRPr="00A63D88" w:rsidDel="00A63D88">
          <w:rPr>
            <w:sz w:val="18"/>
            <w:szCs w:val="18"/>
            <w:rPrChange w:id="756" w:author="Buttner, Henrike" w:date="2021-06-17T11:13:00Z">
              <w:rPr/>
            </w:rPrChange>
          </w:rPr>
          <w:delText>bei Antragstellung</w:delText>
        </w:r>
        <w:r w:rsidR="00EC08AA" w:rsidRPr="00A63D88" w:rsidDel="00A63D88">
          <w:rPr>
            <w:sz w:val="18"/>
            <w:szCs w:val="18"/>
            <w:rPrChange w:id="757" w:author="Buttner, Henrike" w:date="2021-06-17T11:13:00Z">
              <w:rPr/>
            </w:rPrChange>
          </w:rPr>
          <w:delText>:</w:delText>
        </w:r>
      </w:del>
    </w:p>
    <w:p w:rsidR="00D765E8" w:rsidRPr="00A63D88" w:rsidRDefault="00A63D88" w:rsidP="00A63D88">
      <w:pPr>
        <w:rPr>
          <w:sz w:val="18"/>
          <w:szCs w:val="18"/>
          <w:rPrChange w:id="758" w:author="Buttner, Henrike" w:date="2021-06-17T11:13:00Z">
            <w:rPr/>
          </w:rPrChange>
        </w:rPr>
      </w:pPr>
      <w:bookmarkStart w:id="759" w:name="_Ref398732391"/>
      <w:ins w:id="760" w:author="Buttner, Henrike" w:date="2021-06-17T11:13:00Z">
        <w:r w:rsidRPr="00A63D88">
          <w:rPr>
            <w:sz w:val="18"/>
            <w:szCs w:val="18"/>
            <w:rPrChange w:id="761" w:author="Buttner, Henrike" w:date="2021-06-17T11:13:00Z">
              <w:rPr/>
            </w:rPrChange>
          </w:rPr>
          <w:t>Table 3 Documentation of the calculation of the PUE (Power Usage Effectiveness)</w:t>
        </w:r>
      </w:ins>
      <w:del w:id="762" w:author="Buttner, Henrike" w:date="2021-06-17T11:13:00Z">
        <w:r w:rsidR="00D765E8" w:rsidRPr="00A63D88" w:rsidDel="00A63D88">
          <w:rPr>
            <w:sz w:val="18"/>
            <w:szCs w:val="18"/>
            <w:rPrChange w:id="763" w:author="Buttner, Henrike" w:date="2021-06-17T11:13:00Z">
              <w:rPr/>
            </w:rPrChange>
          </w:rPr>
          <w:delText xml:space="preserve">Tabelle </w:delText>
        </w:r>
        <w:r w:rsidR="00226445" w:rsidRPr="00A63D88" w:rsidDel="00A63D88">
          <w:rPr>
            <w:sz w:val="18"/>
            <w:szCs w:val="18"/>
            <w:rPrChange w:id="764" w:author="Buttner, Henrike" w:date="2021-06-17T11:13:00Z">
              <w:rPr/>
            </w:rPrChange>
          </w:rPr>
          <w:fldChar w:fldCharType="begin"/>
        </w:r>
        <w:r w:rsidR="00226445" w:rsidRPr="00A63D88" w:rsidDel="00A63D88">
          <w:rPr>
            <w:sz w:val="18"/>
            <w:szCs w:val="18"/>
            <w:rPrChange w:id="765" w:author="Buttner, Henrike" w:date="2021-06-17T11:13:00Z">
              <w:rPr/>
            </w:rPrChange>
          </w:rPr>
          <w:delInstrText xml:space="preserve"> SEQ Tabelle \* ARABIC </w:delInstrText>
        </w:r>
        <w:r w:rsidR="00226445" w:rsidRPr="00A63D88" w:rsidDel="00A63D88">
          <w:rPr>
            <w:sz w:val="18"/>
            <w:szCs w:val="18"/>
            <w:rPrChange w:id="766" w:author="Buttner, Henrike" w:date="2021-06-17T11:13:00Z">
              <w:rPr/>
            </w:rPrChange>
          </w:rPr>
          <w:fldChar w:fldCharType="separate"/>
        </w:r>
        <w:r w:rsidR="009A3B0A" w:rsidRPr="00A63D88" w:rsidDel="00A63D88">
          <w:rPr>
            <w:sz w:val="18"/>
            <w:szCs w:val="18"/>
            <w:rPrChange w:id="767" w:author="Buttner, Henrike" w:date="2021-06-17T11:13:00Z">
              <w:rPr>
                <w:noProof/>
              </w:rPr>
            </w:rPrChange>
          </w:rPr>
          <w:delText>3</w:delText>
        </w:r>
        <w:r w:rsidR="00226445" w:rsidRPr="00A63D88" w:rsidDel="00A63D88">
          <w:rPr>
            <w:sz w:val="18"/>
            <w:szCs w:val="18"/>
            <w:rPrChange w:id="768" w:author="Buttner, Henrike" w:date="2021-06-17T11:13:00Z">
              <w:rPr>
                <w:noProof/>
              </w:rPr>
            </w:rPrChange>
          </w:rPr>
          <w:fldChar w:fldCharType="end"/>
        </w:r>
        <w:bookmarkEnd w:id="759"/>
        <w:r w:rsidR="00D765E8" w:rsidRPr="00A63D88" w:rsidDel="00A63D88">
          <w:rPr>
            <w:sz w:val="18"/>
            <w:szCs w:val="18"/>
            <w:rPrChange w:id="769" w:author="Buttner, Henrike" w:date="2021-06-17T11:13:00Z">
              <w:rPr/>
            </w:rPrChange>
          </w:rPr>
          <w:tab/>
          <w:delText>Dokumentation</w:delText>
        </w:r>
        <w:r w:rsidR="001F1A1D" w:rsidRPr="00A63D88" w:rsidDel="00A63D88">
          <w:rPr>
            <w:sz w:val="18"/>
            <w:szCs w:val="18"/>
            <w:rPrChange w:id="770" w:author="Buttner, Henrike" w:date="2021-06-17T11:13:00Z">
              <w:rPr/>
            </w:rPrChange>
          </w:rPr>
          <w:delText xml:space="preserve"> der Berechnung</w:delText>
        </w:r>
        <w:r w:rsidR="00D765E8" w:rsidRPr="00A63D88" w:rsidDel="00A63D88">
          <w:rPr>
            <w:sz w:val="18"/>
            <w:szCs w:val="18"/>
            <w:rPrChange w:id="771" w:author="Buttner, Henrike" w:date="2021-06-17T11:13:00Z">
              <w:rPr/>
            </w:rPrChange>
          </w:rPr>
          <w:delText xml:space="preserve"> des </w:delText>
        </w:r>
        <w:r w:rsidR="00152D52" w:rsidRPr="00A63D88" w:rsidDel="00A63D88">
          <w:rPr>
            <w:sz w:val="18"/>
            <w:szCs w:val="18"/>
            <w:rPrChange w:id="772" w:author="Buttner, Henrike" w:date="2021-06-17T11:13:00Z">
              <w:rPr/>
            </w:rPrChange>
          </w:rPr>
          <w:delText>P</w:delText>
        </w:r>
        <w:r w:rsidR="00D765E8" w:rsidRPr="00A63D88" w:rsidDel="00A63D88">
          <w:rPr>
            <w:sz w:val="18"/>
            <w:szCs w:val="18"/>
            <w:rPrChange w:id="773" w:author="Buttner, Henrike" w:date="2021-06-17T11:13:00Z">
              <w:rPr/>
            </w:rPrChange>
          </w:rPr>
          <w:delText>UE (</w:delText>
        </w:r>
        <w:r w:rsidR="00152D52" w:rsidRPr="00A63D88" w:rsidDel="00A63D88">
          <w:rPr>
            <w:sz w:val="18"/>
            <w:szCs w:val="18"/>
            <w:rPrChange w:id="774" w:author="Buttner, Henrike" w:date="2021-06-17T11:13:00Z">
              <w:rPr/>
            </w:rPrChange>
          </w:rPr>
          <w:delText xml:space="preserve">Power </w:delText>
        </w:r>
        <w:r w:rsidR="00D765E8" w:rsidRPr="00A63D88" w:rsidDel="00A63D88">
          <w:rPr>
            <w:sz w:val="18"/>
            <w:szCs w:val="18"/>
            <w:rPrChange w:id="775" w:author="Buttner, Henrike" w:date="2021-06-17T11:13:00Z">
              <w:rPr/>
            </w:rPrChange>
          </w:rPr>
          <w:delText>Usage Effectiveness)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303"/>
        <w:gridCol w:w="2303"/>
        <w:gridCol w:w="3447"/>
      </w:tblGrid>
      <w:tr w:rsidR="009A5790" w:rsidRPr="001806FC" w:rsidTr="00A54E91">
        <w:trPr>
          <w:trHeight w:val="482"/>
        </w:trPr>
        <w:tc>
          <w:tcPr>
            <w:tcW w:w="5740" w:type="dxa"/>
            <w:gridSpan w:val="2"/>
            <w:shd w:val="clear" w:color="auto" w:fill="C6D9F1" w:themeFill="text2" w:themeFillTint="33"/>
          </w:tcPr>
          <w:p w:rsidR="009A5790" w:rsidRPr="001806FC" w:rsidRDefault="00A63D88" w:rsidP="00EC08AA">
            <w:pPr>
              <w:keepNext/>
              <w:keepLines/>
              <w:overflowPunct w:val="0"/>
              <w:autoSpaceDE w:val="0"/>
              <w:autoSpaceDN w:val="0"/>
              <w:adjustRightInd w:val="0"/>
              <w:spacing w:before="60" w:line="300" w:lineRule="atLeast"/>
              <w:textAlignment w:val="baseline"/>
              <w:rPr>
                <w:b/>
                <w:lang w:val="en-US"/>
              </w:rPr>
            </w:pPr>
            <w:ins w:id="776" w:author="Buttner, Henrike" w:date="2021-06-17T11:14:00Z">
              <w:r w:rsidRPr="00A63D88">
                <w:rPr>
                  <w:b/>
                  <w:lang w:val="en-US"/>
                </w:rPr>
                <w:t>Measured values and key figures</w:t>
              </w:r>
            </w:ins>
            <w:del w:id="777" w:author="Buttner, Henrike" w:date="2021-06-17T11:14:00Z">
              <w:r w:rsidR="00EC08AA" w:rsidRPr="001806FC" w:rsidDel="00A63D88">
                <w:rPr>
                  <w:b/>
                  <w:lang w:val="en-US"/>
                </w:rPr>
                <w:delText>Messwerte und Kennzahlen</w:delText>
              </w:r>
            </w:del>
          </w:p>
        </w:tc>
        <w:tc>
          <w:tcPr>
            <w:tcW w:w="3539" w:type="dxa"/>
            <w:shd w:val="clear" w:color="auto" w:fill="C6D9F1" w:themeFill="text2" w:themeFillTint="33"/>
          </w:tcPr>
          <w:p w:rsidR="00A63D88" w:rsidRPr="00A63D88" w:rsidRDefault="00A63D88" w:rsidP="00A63D88">
            <w:pPr>
              <w:keepNext/>
              <w:keepLines/>
              <w:overflowPunct w:val="0"/>
              <w:autoSpaceDE w:val="0"/>
              <w:autoSpaceDN w:val="0"/>
              <w:adjustRightInd w:val="0"/>
              <w:spacing w:before="60" w:line="300" w:lineRule="atLeast"/>
              <w:textAlignment w:val="baseline"/>
              <w:rPr>
                <w:ins w:id="778" w:author="Buttner, Henrike" w:date="2021-06-17T11:14:00Z"/>
                <w:b/>
              </w:rPr>
            </w:pPr>
            <w:ins w:id="779" w:author="Buttner, Henrike" w:date="2021-06-17T11:14:00Z">
              <w:r w:rsidRPr="00A63D88">
                <w:rPr>
                  <w:b/>
                </w:rPr>
                <w:t>Measuring point designation</w:t>
              </w:r>
            </w:ins>
          </w:p>
          <w:p w:rsidR="00D45412" w:rsidRPr="00A63D88" w:rsidDel="00A63D88" w:rsidRDefault="00A63D88" w:rsidP="00A63D88">
            <w:pPr>
              <w:keepNext/>
              <w:keepLines/>
              <w:overflowPunct w:val="0"/>
              <w:autoSpaceDE w:val="0"/>
              <w:autoSpaceDN w:val="0"/>
              <w:adjustRightInd w:val="0"/>
              <w:spacing w:before="60" w:line="300" w:lineRule="atLeast"/>
              <w:textAlignment w:val="baseline"/>
              <w:rPr>
                <w:del w:id="780" w:author="Buttner, Henrike" w:date="2021-06-17T11:14:00Z"/>
                <w:rPrChange w:id="781" w:author="Buttner, Henrike" w:date="2021-06-17T11:14:00Z">
                  <w:rPr>
                    <w:del w:id="782" w:author="Buttner, Henrike" w:date="2021-06-17T11:14:00Z"/>
                    <w:b/>
                  </w:rPr>
                </w:rPrChange>
              </w:rPr>
            </w:pPr>
            <w:ins w:id="783" w:author="Buttner, Henrike" w:date="2021-06-17T11:14:00Z">
              <w:r w:rsidRPr="00A63D88">
                <w:rPr>
                  <w:rPrChange w:id="784" w:author="Buttner, Henrike" w:date="2021-06-17T11:14:00Z">
                    <w:rPr>
                      <w:b/>
                    </w:rPr>
                  </w:rPrChange>
                </w:rPr>
                <w:t>(see also Figure 1 as well as Annex B of the award criteria)</w:t>
              </w:r>
            </w:ins>
            <w:del w:id="785" w:author="Buttner, Henrike" w:date="2021-06-17T11:14:00Z">
              <w:r w:rsidR="009A5790" w:rsidRPr="00A63D88" w:rsidDel="00A63D88">
                <w:rPr>
                  <w:rPrChange w:id="786" w:author="Buttner, Henrike" w:date="2021-06-17T11:14:00Z">
                    <w:rPr>
                      <w:b/>
                    </w:rPr>
                  </w:rPrChange>
                </w:rPr>
                <w:delText>Messpunktbezeichnung</w:delText>
              </w:r>
            </w:del>
          </w:p>
          <w:p w:rsidR="009A5790" w:rsidRPr="00A63D88" w:rsidRDefault="00D45412" w:rsidP="00F843FA">
            <w:pPr>
              <w:keepNext/>
              <w:keepLines/>
              <w:overflowPunct w:val="0"/>
              <w:autoSpaceDE w:val="0"/>
              <w:autoSpaceDN w:val="0"/>
              <w:adjustRightInd w:val="0"/>
              <w:spacing w:before="60" w:line="300" w:lineRule="atLeast"/>
              <w:textAlignment w:val="baseline"/>
              <w:rPr>
                <w:rPrChange w:id="787" w:author="Buttner, Henrike" w:date="2021-06-17T11:14:00Z">
                  <w:rPr>
                    <w:b/>
                  </w:rPr>
                </w:rPrChange>
              </w:rPr>
            </w:pPr>
            <w:del w:id="788" w:author="Buttner, Henrike" w:date="2021-06-17T11:14:00Z">
              <w:r w:rsidRPr="00A63D88" w:rsidDel="00A63D88">
                <w:rPr>
                  <w:sz w:val="20"/>
                  <w:rPrChange w:id="789" w:author="Buttner, Henrike" w:date="2021-06-17T11:14:00Z">
                    <w:rPr>
                      <w:sz w:val="20"/>
                    </w:rPr>
                  </w:rPrChange>
                </w:rPr>
                <w:delText xml:space="preserve">(siehe hierzu auch </w:delText>
              </w:r>
              <w:r w:rsidRPr="00A63D88" w:rsidDel="00A63D88">
                <w:rPr>
                  <w:sz w:val="20"/>
                  <w:rPrChange w:id="790" w:author="Buttner, Henrike" w:date="2021-06-17T11:14:00Z">
                    <w:rPr>
                      <w:sz w:val="20"/>
                    </w:rPr>
                  </w:rPrChange>
                </w:rPr>
                <w:fldChar w:fldCharType="begin"/>
              </w:r>
              <w:r w:rsidRPr="00A63D88" w:rsidDel="00A63D88">
                <w:rPr>
                  <w:sz w:val="20"/>
                  <w:rPrChange w:id="791" w:author="Buttner, Henrike" w:date="2021-06-17T11:14:00Z">
                    <w:rPr>
                      <w:sz w:val="20"/>
                    </w:rPr>
                  </w:rPrChange>
                </w:rPr>
                <w:delInstrText xml:space="preserve"> REF _Ref320860992 \h  \* MERGEFORMAT </w:delInstrText>
              </w:r>
              <w:r w:rsidRPr="00A63D88" w:rsidDel="00A63D88">
                <w:rPr>
                  <w:sz w:val="20"/>
                  <w:rPrChange w:id="792" w:author="Buttner, Henrike" w:date="2021-06-17T11:14:00Z">
                    <w:rPr>
                      <w:sz w:val="20"/>
                    </w:rPr>
                  </w:rPrChange>
                </w:rPr>
              </w:r>
              <w:r w:rsidRPr="00A63D88" w:rsidDel="00A63D88">
                <w:rPr>
                  <w:sz w:val="20"/>
                  <w:rPrChange w:id="793" w:author="Buttner, Henrike" w:date="2021-06-17T11:14:00Z">
                    <w:rPr>
                      <w:sz w:val="20"/>
                    </w:rPr>
                  </w:rPrChange>
                </w:rPr>
                <w:fldChar w:fldCharType="separate"/>
              </w:r>
              <w:r w:rsidR="009A3B0A" w:rsidRPr="00A63D88" w:rsidDel="00A63D88">
                <w:rPr>
                  <w:sz w:val="20"/>
                  <w:rPrChange w:id="794" w:author="Buttner, Henrike" w:date="2021-06-17T11:14:00Z">
                    <w:rPr>
                      <w:sz w:val="20"/>
                    </w:rPr>
                  </w:rPrChange>
                </w:rPr>
                <w:delText xml:space="preserve">Abbildung </w:delText>
              </w:r>
              <w:r w:rsidR="009A3B0A" w:rsidRPr="00A63D88" w:rsidDel="00A63D88">
                <w:rPr>
                  <w:noProof/>
                  <w:sz w:val="20"/>
                  <w:rPrChange w:id="795" w:author="Buttner, Henrike" w:date="2021-06-17T11:14:00Z">
                    <w:rPr>
                      <w:noProof/>
                      <w:sz w:val="20"/>
                    </w:rPr>
                  </w:rPrChange>
                </w:rPr>
                <w:delText>1</w:delText>
              </w:r>
              <w:r w:rsidRPr="00A63D88" w:rsidDel="00A63D88">
                <w:rPr>
                  <w:sz w:val="20"/>
                  <w:rPrChange w:id="796" w:author="Buttner, Henrike" w:date="2021-06-17T11:14:00Z">
                    <w:rPr>
                      <w:sz w:val="20"/>
                    </w:rPr>
                  </w:rPrChange>
                </w:rPr>
                <w:fldChar w:fldCharType="end"/>
              </w:r>
              <w:r w:rsidRPr="00A63D88" w:rsidDel="00A63D88">
                <w:rPr>
                  <w:sz w:val="20"/>
                  <w:rPrChange w:id="797" w:author="Buttner, Henrike" w:date="2021-06-17T11:14:00Z">
                    <w:rPr>
                      <w:sz w:val="20"/>
                    </w:rPr>
                  </w:rPrChange>
                </w:rPr>
                <w:delText xml:space="preserve"> sowie Anhang </w:delText>
              </w:r>
              <w:r w:rsidR="00A52C08" w:rsidRPr="00A63D88" w:rsidDel="00A63D88">
                <w:rPr>
                  <w:sz w:val="20"/>
                  <w:rPrChange w:id="798" w:author="Buttner, Henrike" w:date="2021-06-17T11:14:00Z">
                    <w:rPr>
                      <w:sz w:val="20"/>
                    </w:rPr>
                  </w:rPrChange>
                </w:rPr>
                <w:delText xml:space="preserve">B </w:delText>
              </w:r>
              <w:r w:rsidRPr="00A63D88" w:rsidDel="00A63D88">
                <w:rPr>
                  <w:sz w:val="20"/>
                  <w:rPrChange w:id="799" w:author="Buttner, Henrike" w:date="2021-06-17T11:14:00Z">
                    <w:rPr>
                      <w:sz w:val="20"/>
                    </w:rPr>
                  </w:rPrChange>
                </w:rPr>
                <w:delText xml:space="preserve">der </w:delText>
              </w:r>
              <w:r w:rsidR="0037202C" w:rsidRPr="00A63D88" w:rsidDel="00A63D88">
                <w:rPr>
                  <w:sz w:val="20"/>
                  <w:rPrChange w:id="800" w:author="Buttner, Henrike" w:date="2021-06-17T11:14:00Z">
                    <w:rPr>
                      <w:sz w:val="20"/>
                    </w:rPr>
                  </w:rPrChange>
                </w:rPr>
                <w:delText>Vergabekriterien</w:delText>
              </w:r>
              <w:r w:rsidRPr="00A63D88" w:rsidDel="00A63D88">
                <w:rPr>
                  <w:noProof/>
                  <w:sz w:val="20"/>
                  <w:rPrChange w:id="801" w:author="Buttner, Henrike" w:date="2021-06-17T11:14:00Z">
                    <w:rPr>
                      <w:noProof/>
                      <w:sz w:val="20"/>
                    </w:rPr>
                  </w:rPrChange>
                </w:rPr>
                <w:delText>)</w:delText>
              </w:r>
            </w:del>
          </w:p>
        </w:tc>
      </w:tr>
      <w:tr w:rsidR="00AE1E54" w:rsidRPr="001806FC" w:rsidTr="00AE1E54">
        <w:trPr>
          <w:trHeight w:val="555"/>
        </w:trPr>
        <w:tc>
          <w:tcPr>
            <w:tcW w:w="3382" w:type="dxa"/>
            <w:shd w:val="clear" w:color="auto" w:fill="auto"/>
          </w:tcPr>
          <w:p w:rsidR="00AE1E54" w:rsidRPr="001806FC" w:rsidRDefault="00A63D88" w:rsidP="00EC08AA">
            <w:pPr>
              <w:keepLines/>
              <w:overflowPunct w:val="0"/>
              <w:autoSpaceDE w:val="0"/>
              <w:autoSpaceDN w:val="0"/>
              <w:adjustRightInd w:val="0"/>
              <w:spacing w:before="60" w:line="300" w:lineRule="atLeast"/>
              <w:textAlignment w:val="baseline"/>
            </w:pPr>
            <w:ins w:id="802" w:author="Buttner, Henrike" w:date="2021-06-17T11:14:00Z">
              <w:r w:rsidRPr="00A63D88">
                <w:t>Measuring period</w:t>
              </w:r>
            </w:ins>
            <w:del w:id="803" w:author="Buttner, Henrike" w:date="2021-06-17T11:14:00Z">
              <w:r w:rsidR="00AE1E54" w:rsidRPr="001806FC" w:rsidDel="00A63D88">
                <w:delText>Messzeitraum</w:delText>
              </w:r>
            </w:del>
          </w:p>
        </w:tc>
        <w:tc>
          <w:tcPr>
            <w:tcW w:w="2358" w:type="dxa"/>
            <w:shd w:val="clear" w:color="auto" w:fill="auto"/>
          </w:tcPr>
          <w:p w:rsidR="00AE1E54" w:rsidRPr="001806FC" w:rsidRDefault="00AE1E54" w:rsidP="00AE1E54">
            <w:pPr>
              <w:keepLines/>
              <w:overflowPunct w:val="0"/>
              <w:autoSpaceDE w:val="0"/>
              <w:autoSpaceDN w:val="0"/>
              <w:adjustRightInd w:val="0"/>
              <w:spacing w:before="60" w:line="300" w:lineRule="atLeast"/>
              <w:jc w:val="left"/>
              <w:textAlignment w:val="baseline"/>
            </w:pPr>
            <w:del w:id="804" w:author="Buttner, Henrike" w:date="2021-06-17T11:13:00Z">
              <w:r w:rsidRPr="001806FC" w:rsidDel="00A63D88">
                <w:delText>von</w:delText>
              </w:r>
            </w:del>
            <w:ins w:id="805" w:author="Buttner, Henrike" w:date="2021-06-17T11:13:00Z">
              <w:r w:rsidR="00A63D88">
                <w:t>from</w:t>
              </w:r>
            </w:ins>
            <w:r w:rsidRPr="001806FC">
              <w:t xml:space="preserve">: </w:t>
            </w: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AE1E54" w:rsidRPr="001806FC" w:rsidRDefault="00AE1E54" w:rsidP="00AE1E54">
            <w:pPr>
              <w:keepLines/>
              <w:overflowPunct w:val="0"/>
              <w:autoSpaceDE w:val="0"/>
              <w:autoSpaceDN w:val="0"/>
              <w:adjustRightInd w:val="0"/>
              <w:spacing w:before="60" w:line="300" w:lineRule="atLeast"/>
              <w:jc w:val="left"/>
              <w:textAlignment w:val="baseline"/>
            </w:pPr>
            <w:del w:id="806" w:author="Buttner, Henrike" w:date="2021-06-17T11:13:00Z">
              <w:r w:rsidRPr="001806FC" w:rsidDel="00A63D88">
                <w:delText>bis</w:delText>
              </w:r>
            </w:del>
            <w:ins w:id="807" w:author="Buttner, Henrike" w:date="2021-06-17T11:13:00Z">
              <w:r w:rsidR="00A63D88">
                <w:t>until</w:t>
              </w:r>
            </w:ins>
            <w:r w:rsidRPr="001806FC">
              <w:t xml:space="preserve">: </w:t>
            </w: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3539" w:type="dxa"/>
            <w:shd w:val="clear" w:color="auto" w:fill="auto"/>
          </w:tcPr>
          <w:p w:rsidR="00AE1E54" w:rsidRPr="001806FC" w:rsidRDefault="00AE1E54" w:rsidP="00EC08AA">
            <w:pPr>
              <w:keepLines/>
              <w:overflowPunct w:val="0"/>
              <w:autoSpaceDE w:val="0"/>
              <w:autoSpaceDN w:val="0"/>
              <w:adjustRightInd w:val="0"/>
              <w:spacing w:before="60" w:line="300" w:lineRule="atLeast"/>
              <w:textAlignment w:val="baseline"/>
            </w:pPr>
          </w:p>
        </w:tc>
      </w:tr>
      <w:tr w:rsidR="001806FC" w:rsidRPr="00177E9B" w:rsidTr="00AE1E54">
        <w:trPr>
          <w:trHeight w:val="609"/>
        </w:trPr>
        <w:tc>
          <w:tcPr>
            <w:tcW w:w="3382" w:type="dxa"/>
            <w:shd w:val="clear" w:color="auto" w:fill="auto"/>
          </w:tcPr>
          <w:p w:rsidR="009A5790" w:rsidRPr="001806FC" w:rsidRDefault="00A63D88" w:rsidP="00EC08AA">
            <w:pPr>
              <w:keepLines/>
              <w:overflowPunct w:val="0"/>
              <w:autoSpaceDE w:val="0"/>
              <w:autoSpaceDN w:val="0"/>
              <w:adjustRightInd w:val="0"/>
              <w:spacing w:before="60" w:line="300" w:lineRule="atLeast"/>
              <w:textAlignment w:val="baseline"/>
            </w:pPr>
            <w:ins w:id="808" w:author="Buttner, Henrike" w:date="2021-06-17T11:14:00Z">
              <w:r w:rsidRPr="00A63D88">
                <w:t>Annual electricity demand of the entire data centre</w:t>
              </w:r>
            </w:ins>
            <w:del w:id="809" w:author="Buttner, Henrike" w:date="2021-06-17T11:14:00Z">
              <w:r w:rsidR="00D45412" w:rsidRPr="001806FC" w:rsidDel="00A63D88">
                <w:delText>J</w:delText>
              </w:r>
              <w:r w:rsidR="009A5790" w:rsidRPr="001806FC" w:rsidDel="00A63D88">
                <w:delText>ährlicher Strombedarf des gesamten Rechenzentrums</w:delText>
              </w:r>
            </w:del>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gramStart"/>
            <w:r w:rsidRPr="001806FC">
              <w:rPr>
                <w:lang w:val="en-US"/>
              </w:rPr>
              <w:t>Q</w:t>
            </w:r>
            <w:r w:rsidRPr="001806FC">
              <w:rPr>
                <w:vertAlign w:val="subscript"/>
                <w:lang w:val="en-US"/>
              </w:rPr>
              <w:t>el,RZ</w:t>
            </w:r>
            <w:proofErr w:type="gramEnd"/>
            <w:r w:rsidRPr="001806FC">
              <w:rPr>
                <w:vertAlign w:val="subscript"/>
                <w:lang w:val="en-US"/>
              </w:rPr>
              <w:t xml:space="preserve">,a </w:t>
            </w:r>
            <w:r w:rsidRPr="001806FC">
              <w:rPr>
                <w:lang w:val="en-US"/>
              </w:rPr>
              <w:t>= MP</w:t>
            </w:r>
            <w:r w:rsidR="00152D52">
              <w:rPr>
                <w:vertAlign w:val="subscript"/>
                <w:lang w:val="en-US"/>
              </w:rPr>
              <w:t>EVU</w:t>
            </w:r>
            <w:r w:rsidRPr="001806FC">
              <w:rPr>
                <w:lang w:val="en-US"/>
              </w:rPr>
              <w:t xml:space="preserve"> + MP</w:t>
            </w:r>
            <w:r w:rsidRPr="001806FC">
              <w:rPr>
                <w:vertAlign w:val="subscript"/>
                <w:lang w:val="en-US"/>
              </w:rPr>
              <w:t>EE</w:t>
            </w:r>
          </w:p>
        </w:tc>
      </w:tr>
      <w:tr w:rsidR="009A5790" w:rsidRPr="001806FC" w:rsidTr="00AE1E54">
        <w:tc>
          <w:tcPr>
            <w:tcW w:w="3382" w:type="dxa"/>
            <w:shd w:val="clear" w:color="auto" w:fill="auto"/>
          </w:tcPr>
          <w:p w:rsidR="009A5790" w:rsidRPr="001806FC" w:rsidRDefault="00A63D88" w:rsidP="00EC08AA">
            <w:pPr>
              <w:keepLines/>
              <w:overflowPunct w:val="0"/>
              <w:autoSpaceDE w:val="0"/>
              <w:autoSpaceDN w:val="0"/>
              <w:adjustRightInd w:val="0"/>
              <w:spacing w:before="60" w:line="300" w:lineRule="atLeast"/>
              <w:textAlignment w:val="baseline"/>
            </w:pPr>
            <w:ins w:id="810" w:author="Buttner, Henrike" w:date="2021-06-17T11:14:00Z">
              <w:r w:rsidRPr="00A63D88">
                <w:t>Annual electricity demand of the IT components</w:t>
              </w:r>
            </w:ins>
            <w:del w:id="811" w:author="Buttner, Henrike" w:date="2021-06-17T11:14:00Z">
              <w:r w:rsidR="00D45412" w:rsidRPr="001806FC" w:rsidDel="00A63D88">
                <w:delText>J</w:delText>
              </w:r>
              <w:r w:rsidR="009A5790" w:rsidRPr="001806FC" w:rsidDel="00A63D88">
                <w:delText xml:space="preserve">ährlicher Strombedarf der IT-Komponenten </w:delText>
              </w:r>
            </w:del>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gramStart"/>
            <w:r w:rsidRPr="001806FC">
              <w:t>Q</w:t>
            </w:r>
            <w:r w:rsidRPr="001806FC">
              <w:rPr>
                <w:vertAlign w:val="subscript"/>
              </w:rPr>
              <w:t>el,IT</w:t>
            </w:r>
            <w:proofErr w:type="gramEnd"/>
            <w:r w:rsidRPr="001806FC">
              <w:rPr>
                <w:vertAlign w:val="subscript"/>
              </w:rPr>
              <w:t>,a</w:t>
            </w:r>
            <w:r w:rsidRPr="001806FC">
              <w:t xml:space="preserve"> = MP</w:t>
            </w:r>
            <w:r w:rsidRPr="001806FC">
              <w:rPr>
                <w:vertAlign w:val="subscript"/>
              </w:rPr>
              <w:t>IT</w:t>
            </w:r>
          </w:p>
        </w:tc>
      </w:tr>
      <w:tr w:rsidR="009A5790" w:rsidRPr="001806FC" w:rsidTr="00AE1E54">
        <w:tc>
          <w:tcPr>
            <w:tcW w:w="3382" w:type="dxa"/>
            <w:shd w:val="clear" w:color="auto" w:fill="auto"/>
          </w:tcPr>
          <w:p w:rsidR="009A5790" w:rsidRPr="001806FC" w:rsidRDefault="00A63D88" w:rsidP="00EC08AA">
            <w:pPr>
              <w:keepLines/>
              <w:overflowPunct w:val="0"/>
              <w:autoSpaceDE w:val="0"/>
              <w:autoSpaceDN w:val="0"/>
              <w:adjustRightInd w:val="0"/>
              <w:spacing w:before="60" w:line="300" w:lineRule="atLeast"/>
              <w:textAlignment w:val="baseline"/>
              <w:rPr>
                <w:lang w:val="en-US"/>
              </w:rPr>
            </w:pPr>
            <w:ins w:id="812" w:author="Buttner, Henrike" w:date="2021-06-17T11:15:00Z">
              <w:r w:rsidRPr="00A63D88">
                <w:t>Annual electricity demand of the cooling system</w:t>
              </w:r>
            </w:ins>
            <w:del w:id="813" w:author="Buttner, Henrike" w:date="2021-06-17T11:15:00Z">
              <w:r w:rsidR="00D45412" w:rsidRPr="001806FC" w:rsidDel="00A63D88">
                <w:delText>J</w:delText>
              </w:r>
              <w:r w:rsidR="009A5790" w:rsidRPr="001806FC" w:rsidDel="00A63D88">
                <w:delText>ährlicher Strombedarf des Kühlsystems</w:delText>
              </w:r>
            </w:del>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gramStart"/>
            <w:r w:rsidRPr="001806FC">
              <w:t>Q</w:t>
            </w:r>
            <w:r w:rsidRPr="001806FC">
              <w:rPr>
                <w:vertAlign w:val="subscript"/>
              </w:rPr>
              <w:t>el,K</w:t>
            </w:r>
            <w:r w:rsidR="00B60A58" w:rsidRPr="001806FC">
              <w:rPr>
                <w:vertAlign w:val="subscript"/>
              </w:rPr>
              <w:t>S</w:t>
            </w:r>
            <w:proofErr w:type="gramEnd"/>
            <w:r w:rsidRPr="001806FC">
              <w:rPr>
                <w:vertAlign w:val="subscript"/>
              </w:rPr>
              <w:t>,a</w:t>
            </w:r>
            <w:r w:rsidRPr="001806FC">
              <w:t xml:space="preserve"> = MP</w:t>
            </w:r>
            <w:r w:rsidRPr="001806FC">
              <w:rPr>
                <w:vertAlign w:val="subscript"/>
              </w:rPr>
              <w:t>KS</w:t>
            </w:r>
          </w:p>
        </w:tc>
      </w:tr>
      <w:tr w:rsidR="001806FC" w:rsidRPr="001806FC" w:rsidTr="00AE1E54">
        <w:tc>
          <w:tcPr>
            <w:tcW w:w="3382" w:type="dxa"/>
            <w:shd w:val="clear" w:color="auto" w:fill="auto"/>
          </w:tcPr>
          <w:p w:rsidR="00B60A58" w:rsidRPr="001806FC" w:rsidRDefault="00A63D88" w:rsidP="00EC08AA">
            <w:pPr>
              <w:keepLines/>
              <w:overflowPunct w:val="0"/>
              <w:autoSpaceDE w:val="0"/>
              <w:autoSpaceDN w:val="0"/>
              <w:adjustRightInd w:val="0"/>
              <w:spacing w:before="60" w:line="300" w:lineRule="atLeast"/>
              <w:textAlignment w:val="baseline"/>
            </w:pPr>
            <w:ins w:id="814" w:author="Buttner, Henrike" w:date="2021-06-17T11:15:00Z">
              <w:r w:rsidRPr="00A63D88">
                <w:t>Annual electricity demand of the UPS systems (losses)</w:t>
              </w:r>
            </w:ins>
            <w:del w:id="815" w:author="Buttner, Henrike" w:date="2021-06-17T11:15:00Z">
              <w:r w:rsidR="00B60A58" w:rsidRPr="001806FC" w:rsidDel="00A63D88">
                <w:delText>Jährlicher Strombedarf der USV-Anlagen (Verluste)</w:delText>
              </w:r>
            </w:del>
          </w:p>
        </w:tc>
        <w:tc>
          <w:tcPr>
            <w:tcW w:w="2358" w:type="dxa"/>
            <w:shd w:val="clear" w:color="auto" w:fill="auto"/>
          </w:tcPr>
          <w:p w:rsidR="00B60A58" w:rsidRPr="001806FC" w:rsidRDefault="00B60A58"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MWh/a</w:t>
            </w:r>
          </w:p>
        </w:tc>
        <w:tc>
          <w:tcPr>
            <w:tcW w:w="3539" w:type="dxa"/>
            <w:shd w:val="clear" w:color="auto" w:fill="auto"/>
          </w:tcPr>
          <w:p w:rsidR="00B60A58" w:rsidRPr="001806FC" w:rsidRDefault="00B60A58" w:rsidP="00D45412">
            <w:pPr>
              <w:keepLines/>
              <w:overflowPunct w:val="0"/>
              <w:autoSpaceDE w:val="0"/>
              <w:autoSpaceDN w:val="0"/>
              <w:adjustRightInd w:val="0"/>
              <w:spacing w:before="60" w:line="300" w:lineRule="atLeast"/>
              <w:textAlignment w:val="baseline"/>
            </w:pPr>
            <w:proofErr w:type="gramStart"/>
            <w:r w:rsidRPr="001806FC">
              <w:rPr>
                <w:lang w:val="fr-FR"/>
              </w:rPr>
              <w:t>Q</w:t>
            </w:r>
            <w:r w:rsidRPr="001806FC">
              <w:rPr>
                <w:vertAlign w:val="subscript"/>
                <w:lang w:val="fr-FR"/>
              </w:rPr>
              <w:t>el,USV</w:t>
            </w:r>
            <w:proofErr w:type="gramEnd"/>
            <w:r w:rsidR="00D45412" w:rsidRPr="001806FC">
              <w:rPr>
                <w:vertAlign w:val="subscript"/>
                <w:lang w:val="fr-FR"/>
              </w:rPr>
              <w:t>_</w:t>
            </w:r>
            <w:ins w:id="816" w:author="Buttner, Henrike" w:date="2021-06-17T11:14:00Z">
              <w:r w:rsidR="00A63D88">
                <w:t xml:space="preserve"> </w:t>
              </w:r>
              <w:r w:rsidR="00A63D88" w:rsidRPr="00A63D88">
                <w:rPr>
                  <w:vertAlign w:val="subscript"/>
                  <w:lang w:val="fr-FR"/>
                </w:rPr>
                <w:t>Losses</w:t>
              </w:r>
            </w:ins>
            <w:del w:id="817" w:author="Buttner, Henrike" w:date="2021-06-17T11:14:00Z">
              <w:r w:rsidRPr="001806FC" w:rsidDel="00A63D88">
                <w:rPr>
                  <w:vertAlign w:val="subscript"/>
                  <w:lang w:val="fr-FR"/>
                </w:rPr>
                <w:delText>Verluste</w:delText>
              </w:r>
            </w:del>
            <w:r w:rsidRPr="001806FC">
              <w:rPr>
                <w:vertAlign w:val="subscript"/>
                <w:lang w:val="fr-FR"/>
              </w:rPr>
              <w:t xml:space="preserve">,a = </w:t>
            </w:r>
            <w:r w:rsidRPr="001806FC">
              <w:rPr>
                <w:lang w:val="fr-FR"/>
              </w:rPr>
              <w:t>MP</w:t>
            </w:r>
            <w:r w:rsidRPr="001806FC">
              <w:rPr>
                <w:vertAlign w:val="subscript"/>
                <w:lang w:val="fr-FR"/>
              </w:rPr>
              <w:t xml:space="preserve">IT1 </w:t>
            </w:r>
            <w:r w:rsidRPr="001806FC">
              <w:rPr>
                <w:lang w:val="fr-FR"/>
              </w:rPr>
              <w:t>- MP</w:t>
            </w:r>
            <w:r w:rsidRPr="001806FC">
              <w:rPr>
                <w:vertAlign w:val="subscript"/>
                <w:lang w:val="fr-FR"/>
              </w:rPr>
              <w:t>USV</w:t>
            </w:r>
          </w:p>
        </w:tc>
      </w:tr>
      <w:tr w:rsidR="001806FC" w:rsidRPr="000C1B0E" w:rsidTr="00AE1E54">
        <w:tc>
          <w:tcPr>
            <w:tcW w:w="3382" w:type="dxa"/>
            <w:shd w:val="clear" w:color="auto" w:fill="auto"/>
          </w:tcPr>
          <w:p w:rsidR="009A5790" w:rsidRPr="001806FC" w:rsidRDefault="00A63D88" w:rsidP="00EC08AA">
            <w:pPr>
              <w:keepLines/>
              <w:overflowPunct w:val="0"/>
              <w:autoSpaceDE w:val="0"/>
              <w:autoSpaceDN w:val="0"/>
              <w:adjustRightInd w:val="0"/>
              <w:spacing w:before="60" w:line="300" w:lineRule="atLeast"/>
              <w:textAlignment w:val="baseline"/>
            </w:pPr>
            <w:ins w:id="818" w:author="Buttner, Henrike" w:date="2021-06-17T11:15:00Z">
              <w:r w:rsidRPr="00A63D88">
                <w:t>Annual power demand of the PDU (losses)</w:t>
              </w:r>
            </w:ins>
            <w:del w:id="819" w:author="Buttner, Henrike" w:date="2021-06-17T11:15:00Z">
              <w:r w:rsidR="00D45412" w:rsidRPr="001806FC" w:rsidDel="00A63D88">
                <w:delText>J</w:delText>
              </w:r>
              <w:r w:rsidR="009A5790" w:rsidRPr="001806FC" w:rsidDel="00A63D88">
                <w:delText xml:space="preserve">ährlicher </w:delText>
              </w:r>
              <w:r w:rsidR="00B60A58" w:rsidRPr="001806FC" w:rsidDel="00A63D88">
                <w:delText>Strom</w:delText>
              </w:r>
              <w:r w:rsidR="009A5790" w:rsidRPr="001806FC" w:rsidDel="00A63D88">
                <w:delText>bedarf der PDU</w:delText>
              </w:r>
              <w:r w:rsidR="00B60A58" w:rsidRPr="001806FC" w:rsidDel="00A63D88">
                <w:delText xml:space="preserve"> (Verluste)</w:delText>
              </w:r>
            </w:del>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B60A58">
            <w:pPr>
              <w:keepLines/>
              <w:overflowPunct w:val="0"/>
              <w:autoSpaceDE w:val="0"/>
              <w:autoSpaceDN w:val="0"/>
              <w:adjustRightInd w:val="0"/>
              <w:spacing w:before="60" w:line="300" w:lineRule="atLeast"/>
              <w:textAlignment w:val="baseline"/>
              <w:rPr>
                <w:lang w:val="fr-FR"/>
              </w:rPr>
            </w:pPr>
            <w:proofErr w:type="gramStart"/>
            <w:r w:rsidRPr="001806FC">
              <w:rPr>
                <w:lang w:val="fr-FR"/>
              </w:rPr>
              <w:t>Q</w:t>
            </w:r>
            <w:r w:rsidRPr="001806FC">
              <w:rPr>
                <w:vertAlign w:val="subscript"/>
                <w:lang w:val="fr-FR"/>
              </w:rPr>
              <w:t>el,PDU</w:t>
            </w:r>
            <w:proofErr w:type="gramEnd"/>
            <w:r w:rsidR="00D45412" w:rsidRPr="001806FC">
              <w:rPr>
                <w:vertAlign w:val="subscript"/>
                <w:lang w:val="fr-FR"/>
              </w:rPr>
              <w:t>_</w:t>
            </w:r>
            <w:ins w:id="820" w:author="Buttner, Henrike" w:date="2021-06-17T11:14:00Z">
              <w:r w:rsidR="00A63D88">
                <w:t xml:space="preserve"> </w:t>
              </w:r>
              <w:r w:rsidR="00A63D88" w:rsidRPr="00A63D88">
                <w:rPr>
                  <w:vertAlign w:val="subscript"/>
                  <w:lang w:val="fr-FR"/>
                </w:rPr>
                <w:t>Losses</w:t>
              </w:r>
            </w:ins>
            <w:del w:id="821" w:author="Buttner, Henrike" w:date="2021-06-17T11:14:00Z">
              <w:r w:rsidRPr="001806FC" w:rsidDel="00A63D88">
                <w:rPr>
                  <w:vertAlign w:val="subscript"/>
                  <w:lang w:val="fr-FR"/>
                </w:rPr>
                <w:delText>Verluste</w:delText>
              </w:r>
            </w:del>
            <w:r w:rsidRPr="001806FC">
              <w:rPr>
                <w:vertAlign w:val="subscript"/>
                <w:lang w:val="fr-FR"/>
              </w:rPr>
              <w:t xml:space="preserve">,a = </w:t>
            </w:r>
            <w:r w:rsidRPr="001806FC">
              <w:rPr>
                <w:lang w:val="fr-FR"/>
              </w:rPr>
              <w:t>MP</w:t>
            </w:r>
            <w:r w:rsidRPr="001806FC">
              <w:rPr>
                <w:vertAlign w:val="subscript"/>
                <w:lang w:val="fr-FR"/>
              </w:rPr>
              <w:t>IT</w:t>
            </w:r>
            <w:r w:rsidR="00B60A58" w:rsidRPr="001806FC">
              <w:rPr>
                <w:vertAlign w:val="subscript"/>
                <w:lang w:val="fr-FR"/>
              </w:rPr>
              <w:t>2</w:t>
            </w:r>
            <w:r w:rsidRPr="001806FC">
              <w:rPr>
                <w:vertAlign w:val="subscript"/>
                <w:lang w:val="fr-FR"/>
              </w:rPr>
              <w:t xml:space="preserve"> </w:t>
            </w:r>
            <w:r w:rsidRPr="001806FC">
              <w:rPr>
                <w:lang w:val="fr-FR"/>
              </w:rPr>
              <w:t>- MP</w:t>
            </w:r>
            <w:r w:rsidRPr="001806FC">
              <w:rPr>
                <w:vertAlign w:val="subscript"/>
                <w:lang w:val="fr-FR"/>
              </w:rPr>
              <w:t>IT</w:t>
            </w:r>
            <w:r w:rsidR="00B60A58" w:rsidRPr="001806FC">
              <w:rPr>
                <w:vertAlign w:val="subscript"/>
                <w:lang w:val="fr-FR"/>
              </w:rPr>
              <w:t>1</w:t>
            </w:r>
          </w:p>
        </w:tc>
      </w:tr>
      <w:tr w:rsidR="009A5790" w:rsidRPr="001806FC" w:rsidTr="00AE1E54">
        <w:tc>
          <w:tcPr>
            <w:tcW w:w="3382" w:type="dxa"/>
            <w:shd w:val="clear" w:color="auto" w:fill="auto"/>
          </w:tcPr>
          <w:p w:rsidR="009A5790" w:rsidRPr="001806FC" w:rsidRDefault="00A63D88" w:rsidP="00EC08AA">
            <w:pPr>
              <w:keepLines/>
              <w:overflowPunct w:val="0"/>
              <w:autoSpaceDE w:val="0"/>
              <w:autoSpaceDN w:val="0"/>
              <w:adjustRightInd w:val="0"/>
              <w:spacing w:before="60" w:line="300" w:lineRule="atLeast"/>
              <w:textAlignment w:val="baseline"/>
              <w:rPr>
                <w:lang w:val="en-US"/>
              </w:rPr>
            </w:pPr>
            <w:ins w:id="822" w:author="Buttner, Henrike" w:date="2021-06-17T11:15:00Z">
              <w:r w:rsidRPr="00A63D88">
                <w:t>Annual electricity demand of other consumers</w:t>
              </w:r>
            </w:ins>
            <w:del w:id="823" w:author="Buttner, Henrike" w:date="2021-06-17T11:15:00Z">
              <w:r w:rsidR="00D45412" w:rsidRPr="001806FC" w:rsidDel="00A63D88">
                <w:delText>J</w:delText>
              </w:r>
              <w:r w:rsidR="009A5790" w:rsidRPr="001806FC" w:rsidDel="00A63D88">
                <w:delText>ährlicher Strombedarf sonstiger Verbraucher</w:delText>
              </w:r>
            </w:del>
          </w:p>
        </w:tc>
        <w:tc>
          <w:tcPr>
            <w:tcW w:w="2358"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EC08AA" w:rsidRPr="001806FC">
              <w:t xml:space="preserve"> MWh/a</w:t>
            </w:r>
          </w:p>
        </w:tc>
        <w:tc>
          <w:tcPr>
            <w:tcW w:w="3539" w:type="dxa"/>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roofErr w:type="gramStart"/>
            <w:r w:rsidRPr="001806FC">
              <w:t>Q</w:t>
            </w:r>
            <w:r w:rsidRPr="001806FC">
              <w:rPr>
                <w:vertAlign w:val="subscript"/>
              </w:rPr>
              <w:t>el,So</w:t>
            </w:r>
            <w:proofErr w:type="gramEnd"/>
            <w:r w:rsidRPr="001806FC">
              <w:rPr>
                <w:vertAlign w:val="subscript"/>
              </w:rPr>
              <w:t xml:space="preserve">,a </w:t>
            </w:r>
            <w:r w:rsidRPr="001806FC">
              <w:t>= MP</w:t>
            </w:r>
            <w:r w:rsidRPr="001806FC">
              <w:rPr>
                <w:vertAlign w:val="subscript"/>
              </w:rPr>
              <w:t>So</w:t>
            </w:r>
          </w:p>
        </w:tc>
      </w:tr>
      <w:tr w:rsidR="009A5790" w:rsidRPr="001806FC" w:rsidTr="00AE1E54">
        <w:tc>
          <w:tcPr>
            <w:tcW w:w="3382" w:type="dxa"/>
            <w:tcBorders>
              <w:bottom w:val="single" w:sz="4" w:space="0" w:color="auto"/>
            </w:tcBorders>
            <w:shd w:val="clear" w:color="auto" w:fill="auto"/>
          </w:tcPr>
          <w:p w:rsidR="009A5790" w:rsidRPr="001806FC" w:rsidRDefault="00152D52" w:rsidP="00EC08AA">
            <w:pPr>
              <w:keepLines/>
              <w:overflowPunct w:val="0"/>
              <w:autoSpaceDE w:val="0"/>
              <w:autoSpaceDN w:val="0"/>
              <w:adjustRightInd w:val="0"/>
              <w:spacing w:before="60" w:line="300" w:lineRule="atLeast"/>
              <w:textAlignment w:val="baseline"/>
              <w:rPr>
                <w:lang w:val="en-US"/>
              </w:rPr>
            </w:pPr>
            <w:r>
              <w:rPr>
                <w:lang w:val="en-US"/>
              </w:rPr>
              <w:t>P</w:t>
            </w:r>
            <w:r w:rsidR="009A5790" w:rsidRPr="001806FC">
              <w:rPr>
                <w:lang w:val="en-US"/>
              </w:rPr>
              <w:t>UE</w:t>
            </w:r>
          </w:p>
        </w:tc>
        <w:tc>
          <w:tcPr>
            <w:tcW w:w="2358"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3539" w:type="dxa"/>
            <w:tcBorders>
              <w:bottom w:val="single" w:sz="4" w:space="0" w:color="auto"/>
            </w:tcBorders>
            <w:shd w:val="clear" w:color="auto" w:fill="auto"/>
          </w:tcPr>
          <w:p w:rsidR="009A5790" w:rsidRPr="001806FC" w:rsidRDefault="009A5790" w:rsidP="00EC08AA">
            <w:pPr>
              <w:keepLines/>
              <w:overflowPunct w:val="0"/>
              <w:autoSpaceDE w:val="0"/>
              <w:autoSpaceDN w:val="0"/>
              <w:adjustRightInd w:val="0"/>
              <w:spacing w:before="60" w:line="300" w:lineRule="atLeast"/>
              <w:textAlignment w:val="baseline"/>
              <w:rPr>
                <w:lang w:val="en-US"/>
              </w:rPr>
            </w:pPr>
          </w:p>
        </w:tc>
      </w:tr>
      <w:tr w:rsidR="009A5790" w:rsidRPr="001806FC" w:rsidTr="00AE1E54">
        <w:trPr>
          <w:trHeight w:val="633"/>
        </w:trPr>
        <w:tc>
          <w:tcPr>
            <w:tcW w:w="9279" w:type="dxa"/>
            <w:gridSpan w:val="3"/>
            <w:tcBorders>
              <w:bottom w:val="nil"/>
            </w:tcBorders>
            <w:shd w:val="clear" w:color="auto" w:fill="auto"/>
          </w:tcPr>
          <w:p w:rsidR="009A5790" w:rsidRPr="001806FC" w:rsidRDefault="00A63D88" w:rsidP="00AE1E54">
            <w:pPr>
              <w:keepNext/>
              <w:keepLines/>
              <w:overflowPunct w:val="0"/>
              <w:autoSpaceDE w:val="0"/>
              <w:autoSpaceDN w:val="0"/>
              <w:adjustRightInd w:val="0"/>
              <w:spacing w:before="60" w:line="300" w:lineRule="atLeast"/>
              <w:textAlignment w:val="baseline"/>
              <w:rPr>
                <w:b/>
              </w:rPr>
            </w:pPr>
            <w:ins w:id="824" w:author="Buttner, Henrike" w:date="2021-06-17T11:15:00Z">
              <w:r w:rsidRPr="00A63D88">
                <w:rPr>
                  <w:b/>
                </w:rPr>
                <w:t>Please tick additionally if you make use of the exemption:</w:t>
              </w:r>
            </w:ins>
            <w:del w:id="825" w:author="Buttner, Henrike" w:date="2021-06-17T11:15:00Z">
              <w:r w:rsidR="00900DF9" w:rsidRPr="001806FC" w:rsidDel="00A63D88">
                <w:rPr>
                  <w:b/>
                </w:rPr>
                <w:delText>Bei</w:delText>
              </w:r>
              <w:r w:rsidR="009A5790" w:rsidRPr="001806FC" w:rsidDel="00A63D88">
                <w:rPr>
                  <w:b/>
                </w:rPr>
                <w:delText xml:space="preserve"> </w:delText>
              </w:r>
              <w:r w:rsidR="00AE1E54" w:rsidRPr="001806FC" w:rsidDel="00A63D88">
                <w:rPr>
                  <w:b/>
                </w:rPr>
                <w:delText xml:space="preserve">Inanspruchnahme der </w:delText>
              </w:r>
              <w:r w:rsidR="009A5790" w:rsidRPr="001806FC" w:rsidDel="00A63D88">
                <w:rPr>
                  <w:b/>
                </w:rPr>
                <w:delText>Ausnahme</w:delText>
              </w:r>
              <w:r w:rsidR="00900DF9" w:rsidRPr="001806FC" w:rsidDel="00A63D88">
                <w:rPr>
                  <w:b/>
                </w:rPr>
                <w:delText>regelung</w:delText>
              </w:r>
              <w:r w:rsidR="009A5790" w:rsidRPr="001806FC" w:rsidDel="00A63D88">
                <w:rPr>
                  <w:b/>
                </w:rPr>
                <w:delText xml:space="preserve"> bitte zusätzlich ankreuzen:</w:delText>
              </w:r>
            </w:del>
          </w:p>
        </w:tc>
      </w:tr>
      <w:tr w:rsidR="009A5790" w:rsidRPr="001806FC" w:rsidTr="00AE1E54">
        <w:trPr>
          <w:trHeight w:val="828"/>
        </w:trPr>
        <w:tc>
          <w:tcPr>
            <w:tcW w:w="3382" w:type="dxa"/>
            <w:tcBorders>
              <w:top w:val="nil"/>
              <w:right w:val="nil"/>
            </w:tcBorders>
            <w:shd w:val="clear" w:color="auto" w:fill="auto"/>
          </w:tcPr>
          <w:p w:rsidR="009A5790" w:rsidRPr="001806FC" w:rsidRDefault="00A63D88" w:rsidP="00EC08AA">
            <w:pPr>
              <w:keepLines/>
              <w:overflowPunct w:val="0"/>
              <w:autoSpaceDE w:val="0"/>
              <w:autoSpaceDN w:val="0"/>
              <w:adjustRightInd w:val="0"/>
              <w:spacing w:before="60" w:line="300" w:lineRule="atLeast"/>
              <w:textAlignment w:val="baseline"/>
            </w:pPr>
            <w:ins w:id="826" w:author="Buttner, Henrike" w:date="2021-06-17T11:15:00Z">
              <w:r w:rsidRPr="00A63D88">
                <w:t>PUE value based on:</w:t>
              </w:r>
            </w:ins>
            <w:del w:id="827" w:author="Buttner, Henrike" w:date="2021-06-17T11:15:00Z">
              <w:r w:rsidR="00152D52" w:rsidDel="00A63D88">
                <w:delText>P</w:delText>
              </w:r>
              <w:r w:rsidR="009A5790" w:rsidRPr="001806FC" w:rsidDel="00A63D88">
                <w:delText>UE-Wert auf Grundlage von:</w:delText>
              </w:r>
            </w:del>
          </w:p>
        </w:tc>
        <w:tc>
          <w:tcPr>
            <w:tcW w:w="5897" w:type="dxa"/>
            <w:gridSpan w:val="2"/>
            <w:tcBorders>
              <w:top w:val="nil"/>
              <w:left w:val="nil"/>
            </w:tcBorders>
            <w:shd w:val="clear" w:color="auto" w:fill="auto"/>
          </w:tcPr>
          <w:p w:rsidR="00B1285B"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ins w:id="828" w:author="Buttner, Henrike" w:date="2021-06-17T11:15:00Z">
              <w:r w:rsidR="00A63D88" w:rsidRPr="00A63D88">
                <w:t>Planning data (attached as annex)</w:t>
              </w:r>
            </w:ins>
            <w:del w:id="829" w:author="Buttner, Henrike" w:date="2021-06-17T11:15:00Z">
              <w:r w:rsidRPr="001806FC" w:rsidDel="00A63D88">
                <w:delText xml:space="preserve">Planungsdaten (als Anhang </w:delText>
              </w:r>
              <w:r w:rsidR="00F9798B" w:rsidRPr="001806FC" w:rsidDel="00A63D88">
                <w:delText>bei</w:delText>
              </w:r>
              <w:r w:rsidRPr="001806FC" w:rsidDel="00A63D88">
                <w:delText>gefügt)</w:delText>
              </w:r>
            </w:del>
          </w:p>
          <w:p w:rsidR="009A5790" w:rsidRPr="001806FC" w:rsidRDefault="00B1285B" w:rsidP="00EC08AA">
            <w:pPr>
              <w:keepLines/>
              <w:overflowPunct w:val="0"/>
              <w:autoSpaceDE w:val="0"/>
              <w:autoSpaceDN w:val="0"/>
              <w:adjustRightInd w:val="0"/>
              <w:spacing w:before="60" w:line="300" w:lineRule="atLeas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ins w:id="830" w:author="Buttner, Henrike" w:date="2021-06-17T11:16:00Z">
              <w:r w:rsidR="00A63D88" w:rsidRPr="00A63D88">
                <w:t xml:space="preserve">Load test (attached as </w:t>
              </w:r>
              <w:r w:rsidR="00A63D88">
                <w:t>annex</w:t>
              </w:r>
              <w:r w:rsidR="00A63D88" w:rsidRPr="00A63D88">
                <w:t>)</w:t>
              </w:r>
            </w:ins>
            <w:del w:id="831" w:author="Buttner, Henrike" w:date="2021-06-17T11:16:00Z">
              <w:r w:rsidRPr="001806FC" w:rsidDel="00A63D88">
                <w:delText xml:space="preserve">Lasttest (als Anhang </w:delText>
              </w:r>
              <w:r w:rsidR="00F9798B" w:rsidRPr="001806FC" w:rsidDel="00A63D88">
                <w:delText>bei</w:delText>
              </w:r>
              <w:r w:rsidRPr="001806FC" w:rsidDel="00A63D88">
                <w:delText>gefügt)</w:delText>
              </w:r>
            </w:del>
          </w:p>
        </w:tc>
      </w:tr>
    </w:tbl>
    <w:p w:rsidR="00A52C08" w:rsidRDefault="00A52C08" w:rsidP="00C4618D"/>
    <w:p w:rsidR="00F9798B" w:rsidRPr="001806FC" w:rsidRDefault="00F9798B" w:rsidP="00F9798B">
      <w:pPr>
        <w:keepNext/>
        <w:rPr>
          <w:b/>
        </w:rPr>
      </w:pPr>
      <w:del w:id="832" w:author="Buttner, Henrike" w:date="2021-06-17T11:16:00Z">
        <w:r w:rsidRPr="001806FC" w:rsidDel="00A63D88">
          <w:rPr>
            <w:b/>
          </w:rPr>
          <w:lastRenderedPageBreak/>
          <w:delText xml:space="preserve">Für </w:delText>
        </w:r>
      </w:del>
      <w:ins w:id="833" w:author="Buttner, Henrike" w:date="2021-06-17T11:16:00Z">
        <w:r w:rsidR="00A63D88" w:rsidRPr="00A63D88">
          <w:rPr>
            <w:b/>
          </w:rPr>
          <w:t xml:space="preserve">The following applies to the continuation of this report as the "Energy Efficiency Report for Final Evaluation": </w:t>
        </w:r>
      </w:ins>
      <w:del w:id="834" w:author="Buttner, Henrike" w:date="2021-06-17T11:16:00Z">
        <w:r w:rsidRPr="001806FC" w:rsidDel="00A63D88">
          <w:rPr>
            <w:b/>
          </w:rPr>
          <w:delText>die Fortführung dieses Berichts als „</w:delText>
        </w:r>
        <w:r w:rsidR="00B27352" w:rsidDel="00A63D88">
          <w:rPr>
            <w:b/>
          </w:rPr>
          <w:delText>Engergieeffizienzbericht zur Abschlussevaluation</w:delText>
        </w:r>
        <w:r w:rsidRPr="001806FC" w:rsidDel="00A63D88">
          <w:rPr>
            <w:b/>
          </w:rPr>
          <w:delText xml:space="preserve">“ gilt: </w:delText>
        </w:r>
      </w:del>
    </w:p>
    <w:p w:rsidR="00AE1E54" w:rsidRPr="001806FC" w:rsidRDefault="00F9798B" w:rsidP="00AE1E54">
      <w:pPr>
        <w:spacing w:before="240"/>
        <w:rPr>
          <w:rFonts w:eastAsia="MS Mincho"/>
          <w:lang w:eastAsia="ja-JP"/>
        </w:rPr>
      </w:pPr>
      <w:del w:id="835" w:author="Buttner, Henrike" w:date="2021-06-17T11:16:00Z">
        <w:r w:rsidRPr="001806FC" w:rsidDel="00A63D88">
          <w:delText>D</w:delText>
        </w:r>
        <w:r w:rsidR="00AE1E54" w:rsidRPr="001806FC" w:rsidDel="00A63D88">
          <w:delText xml:space="preserve">ie </w:delText>
        </w:r>
      </w:del>
      <w:ins w:id="836" w:author="Buttner, Henrike" w:date="2021-06-17T11:16:00Z">
        <w:r w:rsidR="00A63D88" w:rsidRPr="00A63D88">
          <w:t>The annual values of PUE and electricity demand are documented in chapter 2.6.1 Monitoring electrical energy (monthly and annually).</w:t>
        </w:r>
      </w:ins>
      <w:del w:id="837" w:author="Buttner, Henrike" w:date="2021-06-17T11:16:00Z">
        <w:r w:rsidR="00AE1E54" w:rsidRPr="001806FC" w:rsidDel="00A63D88">
          <w:rPr>
            <w:rFonts w:eastAsia="MS Mincho"/>
            <w:lang w:eastAsia="ja-JP"/>
          </w:rPr>
          <w:delText xml:space="preserve">jährlichen Werte von </w:delText>
        </w:r>
        <w:r w:rsidR="00152D52" w:rsidDel="00A63D88">
          <w:rPr>
            <w:rFonts w:eastAsia="MS Mincho"/>
            <w:lang w:eastAsia="ja-JP"/>
          </w:rPr>
          <w:delText>P</w:delText>
        </w:r>
        <w:r w:rsidR="00AE1E54" w:rsidRPr="001806FC" w:rsidDel="00A63D88">
          <w:rPr>
            <w:rFonts w:eastAsia="MS Mincho"/>
            <w:lang w:eastAsia="ja-JP"/>
          </w:rPr>
          <w:delText xml:space="preserve">UE und Strombedarfen </w:delText>
        </w:r>
        <w:r w:rsidRPr="001806FC" w:rsidDel="00A63D88">
          <w:rPr>
            <w:rFonts w:eastAsia="MS Mincho"/>
            <w:lang w:eastAsia="ja-JP"/>
          </w:rPr>
          <w:delText xml:space="preserve">werden </w:delText>
        </w:r>
        <w:r w:rsidR="00AE1E54" w:rsidRPr="001806FC" w:rsidDel="00A63D88">
          <w:rPr>
            <w:rFonts w:eastAsia="MS Mincho"/>
            <w:lang w:eastAsia="ja-JP"/>
          </w:rPr>
          <w:delText xml:space="preserve">in </w:delText>
        </w:r>
        <w:r w:rsidR="00373911" w:rsidRPr="001806FC" w:rsidDel="00A63D88">
          <w:rPr>
            <w:rFonts w:eastAsia="MS Mincho"/>
            <w:lang w:eastAsia="ja-JP"/>
          </w:rPr>
          <w:delText xml:space="preserve">Kapitel </w:delText>
        </w:r>
        <w:r w:rsidR="00AE1E54" w:rsidRPr="001806FC" w:rsidDel="00A63D88">
          <w:rPr>
            <w:rFonts w:eastAsia="MS Mincho"/>
            <w:lang w:eastAsia="ja-JP"/>
          </w:rPr>
          <w:fldChar w:fldCharType="begin"/>
        </w:r>
        <w:r w:rsidR="00AE1E54" w:rsidRPr="001806FC" w:rsidDel="00A63D88">
          <w:rPr>
            <w:rFonts w:eastAsia="MS Mincho"/>
            <w:lang w:eastAsia="ja-JP"/>
          </w:rPr>
          <w:delInstrText xml:space="preserve"> REF _Ref398900479 \r \h </w:delInstrText>
        </w:r>
        <w:r w:rsidR="001806FC" w:rsidDel="00A63D88">
          <w:rPr>
            <w:rFonts w:eastAsia="MS Mincho"/>
            <w:lang w:eastAsia="ja-JP"/>
          </w:rPr>
          <w:delInstrText xml:space="preserve"> \* MERGEFORMAT </w:delInstrText>
        </w:r>
        <w:r w:rsidR="00AE1E54" w:rsidRPr="001806FC" w:rsidDel="00A63D88">
          <w:rPr>
            <w:rFonts w:eastAsia="MS Mincho"/>
            <w:lang w:eastAsia="ja-JP"/>
          </w:rPr>
        </w:r>
        <w:r w:rsidR="00AE1E54" w:rsidRPr="001806FC" w:rsidDel="00A63D88">
          <w:rPr>
            <w:rFonts w:eastAsia="MS Mincho"/>
            <w:lang w:eastAsia="ja-JP"/>
          </w:rPr>
          <w:fldChar w:fldCharType="separate"/>
        </w:r>
        <w:r w:rsidR="009A3B0A" w:rsidDel="00A63D88">
          <w:rPr>
            <w:rFonts w:eastAsia="MS Mincho"/>
            <w:lang w:eastAsia="ja-JP"/>
          </w:rPr>
          <w:delText>2.</w:delText>
        </w:r>
        <w:r w:rsidR="007A12AD" w:rsidDel="00A63D88">
          <w:rPr>
            <w:rFonts w:eastAsia="MS Mincho"/>
            <w:lang w:eastAsia="ja-JP"/>
          </w:rPr>
          <w:delText>6</w:delText>
        </w:r>
        <w:r w:rsidR="009A3B0A" w:rsidDel="00A63D88">
          <w:rPr>
            <w:rFonts w:eastAsia="MS Mincho"/>
            <w:lang w:eastAsia="ja-JP"/>
          </w:rPr>
          <w:delText>.1</w:delText>
        </w:r>
        <w:r w:rsidR="00AE1E54" w:rsidRPr="001806FC" w:rsidDel="00A63D88">
          <w:rPr>
            <w:rFonts w:eastAsia="MS Mincho"/>
            <w:lang w:eastAsia="ja-JP"/>
          </w:rPr>
          <w:fldChar w:fldCharType="end"/>
        </w:r>
        <w:r w:rsidR="00AE1E54" w:rsidRPr="001806FC" w:rsidDel="00A63D88">
          <w:rPr>
            <w:rFonts w:eastAsia="MS Mincho"/>
            <w:lang w:eastAsia="ja-JP"/>
          </w:rPr>
          <w:delText xml:space="preserve"> </w:delText>
        </w:r>
        <w:r w:rsidR="00AE1E54" w:rsidRPr="001806FC" w:rsidDel="00A63D88">
          <w:rPr>
            <w:rFonts w:eastAsia="MS Mincho"/>
            <w:lang w:eastAsia="ja-JP"/>
          </w:rPr>
          <w:fldChar w:fldCharType="begin"/>
        </w:r>
        <w:r w:rsidR="00AE1E54" w:rsidRPr="001806FC" w:rsidDel="00A63D88">
          <w:rPr>
            <w:rFonts w:eastAsia="MS Mincho"/>
            <w:lang w:eastAsia="ja-JP"/>
          </w:rPr>
          <w:delInstrText xml:space="preserve"> REF _Ref398900479 \h </w:delInstrText>
        </w:r>
        <w:r w:rsidR="001806FC" w:rsidDel="00A63D88">
          <w:rPr>
            <w:rFonts w:eastAsia="MS Mincho"/>
            <w:lang w:eastAsia="ja-JP"/>
          </w:rPr>
          <w:delInstrText xml:space="preserve"> \* MERGEFORMAT </w:delInstrText>
        </w:r>
        <w:r w:rsidR="00AE1E54" w:rsidRPr="001806FC" w:rsidDel="00A63D88">
          <w:rPr>
            <w:rFonts w:eastAsia="MS Mincho"/>
            <w:lang w:eastAsia="ja-JP"/>
          </w:rPr>
        </w:r>
        <w:r w:rsidR="00AE1E54" w:rsidRPr="001806FC" w:rsidDel="00A63D88">
          <w:rPr>
            <w:rFonts w:eastAsia="MS Mincho"/>
            <w:lang w:eastAsia="ja-JP"/>
          </w:rPr>
          <w:fldChar w:fldCharType="separate"/>
        </w:r>
        <w:r w:rsidR="009A3B0A" w:rsidRPr="001806FC" w:rsidDel="00A63D88">
          <w:delText>Monitoring elektrische Energie (monatlich und jährlich)</w:delText>
        </w:r>
        <w:r w:rsidR="00AE1E54" w:rsidRPr="001806FC" w:rsidDel="00A63D88">
          <w:rPr>
            <w:rFonts w:eastAsia="MS Mincho"/>
            <w:lang w:eastAsia="ja-JP"/>
          </w:rPr>
          <w:fldChar w:fldCharType="end"/>
        </w:r>
        <w:r w:rsidR="00AE1E54" w:rsidRPr="001806FC" w:rsidDel="00A63D88">
          <w:rPr>
            <w:rFonts w:eastAsia="MS Mincho"/>
            <w:lang w:eastAsia="ja-JP"/>
          </w:rPr>
          <w:delText xml:space="preserve"> dokumentiert.</w:delText>
        </w:r>
      </w:del>
    </w:p>
    <w:p w:rsidR="00964903" w:rsidRPr="001806FC" w:rsidRDefault="00964903" w:rsidP="00BF18E3">
      <w:pPr>
        <w:pStyle w:val="berschrift2"/>
        <w:shd w:val="clear" w:color="auto" w:fill="FFFFFF"/>
      </w:pPr>
      <w:bookmarkStart w:id="838" w:name="_Ref390269200"/>
      <w:bookmarkStart w:id="839" w:name="_Toc535326209"/>
      <w:bookmarkStart w:id="840" w:name="_Toc536192713"/>
      <w:bookmarkStart w:id="841" w:name="_Toc535326211"/>
      <w:bookmarkStart w:id="842" w:name="_Toc536192715"/>
      <w:bookmarkStart w:id="843" w:name="_Toc535326212"/>
      <w:bookmarkStart w:id="844" w:name="_Toc536192716"/>
      <w:bookmarkStart w:id="845" w:name="_Toc535326214"/>
      <w:bookmarkStart w:id="846" w:name="_Toc536192718"/>
      <w:bookmarkStart w:id="847" w:name="_Toc535326221"/>
      <w:bookmarkStart w:id="848" w:name="_Toc536192725"/>
      <w:bookmarkStart w:id="849" w:name="_Toc535326224"/>
      <w:bookmarkStart w:id="850" w:name="_Toc536192728"/>
      <w:bookmarkStart w:id="851" w:name="_Toc535326267"/>
      <w:bookmarkStart w:id="852" w:name="_Toc536192771"/>
      <w:bookmarkStart w:id="853" w:name="_Toc535326301"/>
      <w:bookmarkStart w:id="854" w:name="_Toc536192805"/>
      <w:bookmarkStart w:id="855" w:name="_Toc535326304"/>
      <w:bookmarkStart w:id="856" w:name="_Toc536192808"/>
      <w:bookmarkStart w:id="857" w:name="_Toc535326305"/>
      <w:bookmarkStart w:id="858" w:name="_Toc536192809"/>
      <w:bookmarkStart w:id="859" w:name="_Toc535326307"/>
      <w:bookmarkStart w:id="860" w:name="_Toc536192811"/>
      <w:bookmarkStart w:id="861" w:name="_Ref398735110"/>
      <w:bookmarkStart w:id="862" w:name="_Toc399239524"/>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del w:id="863" w:author="Buttner, Henrike" w:date="2021-06-17T11:19:00Z">
        <w:r w:rsidRPr="001806FC" w:rsidDel="00800175">
          <w:delText>Elektrische Energie</w:delText>
        </w:r>
      </w:del>
      <w:bookmarkStart w:id="864" w:name="_Toc74830180"/>
      <w:bookmarkEnd w:id="861"/>
      <w:bookmarkEnd w:id="862"/>
      <w:ins w:id="865" w:author="Buttner, Henrike" w:date="2021-06-17T11:19:00Z">
        <w:r w:rsidR="00800175" w:rsidRPr="00800175">
          <w:t>Electrical energy</w:t>
        </w:r>
      </w:ins>
      <w:bookmarkEnd w:id="864"/>
    </w:p>
    <w:p w:rsidR="00316BB0" w:rsidRDefault="00AC4827" w:rsidP="000F6653">
      <w:pPr>
        <w:numPr>
          <w:ilvl w:val="0"/>
          <w:numId w:val="17"/>
        </w:numPr>
      </w:pPr>
      <w:del w:id="866" w:author="Buttner, Henrike" w:date="2021-06-17T11:19:00Z">
        <w:r w:rsidRPr="001806FC" w:rsidDel="00800175">
          <w:delText xml:space="preserve">Der </w:delText>
        </w:r>
      </w:del>
      <w:ins w:id="867" w:author="Buttner, Henrike" w:date="2021-06-17T11:19:00Z">
        <w:r w:rsidR="00800175" w:rsidRPr="00800175">
          <w:t>100% of the data centre's electricity requirements are covered by renewable energies or decentralised combined heat and power plants:</w:t>
        </w:r>
      </w:ins>
      <w:del w:id="868" w:author="Buttner, Henrike" w:date="2021-06-17T11:19:00Z">
        <w:r w:rsidRPr="001806FC" w:rsidDel="00800175">
          <w:delText xml:space="preserve">Strombedarfs des Rechenzentrums </w:delText>
        </w:r>
        <w:r w:rsidR="00C4618D" w:rsidDel="00800175">
          <w:delText xml:space="preserve">wird </w:delText>
        </w:r>
        <w:r w:rsidR="00791536" w:rsidDel="00800175">
          <w:delText>zu</w:delText>
        </w:r>
        <w:r w:rsidRPr="001806FC" w:rsidDel="00800175">
          <w:delText xml:space="preserve"> </w:delText>
        </w:r>
        <w:r w:rsidR="00454C6F" w:rsidDel="00800175">
          <w:delText xml:space="preserve">100% </w:delText>
        </w:r>
        <w:r w:rsidR="00791536" w:rsidDel="00800175">
          <w:delText xml:space="preserve">aus </w:delText>
        </w:r>
        <w:r w:rsidRPr="001806FC" w:rsidDel="00800175">
          <w:delText xml:space="preserve">erneuerbaren Energien </w:delText>
        </w:r>
        <w:r w:rsidR="00454C6F" w:rsidDel="00800175">
          <w:delText>oder aus dezentralen Kraft-Wärme-Kopplungsanlagen gedeckt:</w:delText>
        </w:r>
      </w:del>
    </w:p>
    <w:p w:rsidR="00454C6F" w:rsidRPr="001806FC" w:rsidRDefault="00454C6F" w:rsidP="00454C6F">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del w:id="869" w:author="Buttner, Henrike" w:date="2021-06-17T11:19:00Z">
        <w:r w:rsidRPr="001806FC" w:rsidDel="00800175">
          <w:delText>ja</w:delText>
        </w:r>
      </w:del>
      <w:ins w:id="870" w:author="Buttner, Henrike" w:date="2021-06-17T11:19:00Z">
        <w:r w:rsidR="00800175">
          <w:t>Yes</w:t>
        </w:r>
      </w:ins>
    </w:p>
    <w:p w:rsidR="00454C6F" w:rsidRPr="001806FC" w:rsidRDefault="00454C6F" w:rsidP="00454C6F">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226445">
        <w:rPr>
          <w:rFonts w:eastAsia="Calibri"/>
        </w:rPr>
      </w:r>
      <w:r w:rsidR="00226445">
        <w:rPr>
          <w:rFonts w:eastAsia="Calibri"/>
        </w:rPr>
        <w:fldChar w:fldCharType="separate"/>
      </w:r>
      <w:r w:rsidRPr="001806FC">
        <w:rPr>
          <w:rFonts w:eastAsia="Calibri"/>
        </w:rPr>
        <w:fldChar w:fldCharType="end"/>
      </w:r>
      <w:r w:rsidRPr="001806FC">
        <w:rPr>
          <w:rFonts w:eastAsia="Calibri"/>
        </w:rPr>
        <w:t xml:space="preserve"> </w:t>
      </w:r>
      <w:del w:id="871" w:author="Buttner, Henrike" w:date="2021-06-17T11:19:00Z">
        <w:r w:rsidRPr="001806FC" w:rsidDel="00800175">
          <w:rPr>
            <w:rFonts w:eastAsia="Calibri"/>
          </w:rPr>
          <w:delText xml:space="preserve">nein </w:delText>
        </w:r>
      </w:del>
      <w:ins w:id="872" w:author="Buttner, Henrike" w:date="2021-06-17T11:19:00Z">
        <w:r w:rsidR="00800175">
          <w:rPr>
            <w:rFonts w:eastAsia="Calibri"/>
          </w:rPr>
          <w:t>No</w:t>
        </w:r>
        <w:r w:rsidR="00800175" w:rsidRPr="001806FC">
          <w:rPr>
            <w:rFonts w:eastAsia="Calibri"/>
          </w:rPr>
          <w:t xml:space="preserve"> </w:t>
        </w:r>
      </w:ins>
    </w:p>
    <w:p w:rsidR="00316BB0" w:rsidRPr="001806FC" w:rsidRDefault="00800175" w:rsidP="000F6653">
      <w:pPr>
        <w:numPr>
          <w:ilvl w:val="0"/>
          <w:numId w:val="17"/>
        </w:numPr>
      </w:pPr>
      <w:ins w:id="873" w:author="Buttner, Henrike" w:date="2021-06-17T11:20:00Z">
        <w:r w:rsidRPr="00800175">
          <w:rPr>
            <w:lang w:eastAsia="x-none"/>
          </w:rPr>
          <w:t>The specific global warming potential of the electricity mix used is as follows in accordance with the electricity labelling pursuant to §42 of the German Energy Industry Act (Energiewirtschaftsgesetz)</w:t>
        </w:r>
        <w:r w:rsidRPr="00800175" w:rsidDel="00800175">
          <w:rPr>
            <w:lang w:eastAsia="x-none"/>
          </w:rPr>
          <w:t xml:space="preserve"> </w:t>
        </w:r>
      </w:ins>
      <w:del w:id="874" w:author="Buttner, Henrike" w:date="2021-06-17T11:20:00Z">
        <w:r w:rsidR="00AC4827" w:rsidRPr="001806FC" w:rsidDel="00800175">
          <w:rPr>
            <w:lang w:eastAsia="x-none"/>
          </w:rPr>
          <w:delText xml:space="preserve">Das spezifische Treibhauspotenzial des genutzten Strommixes beträgt </w:delText>
        </w:r>
        <w:r w:rsidR="00AC4827" w:rsidRPr="001806FC" w:rsidDel="00800175">
          <w:delText>gemäß der Stromkennzeichnung nach §42 Energiewirtschaftsgesetz</w:delText>
        </w:r>
      </w:del>
      <w:r w:rsidR="00AC4827" w:rsidRPr="001806FC">
        <w:t xml:space="preserve"> </w:t>
      </w:r>
      <w:r w:rsidR="00AC4827" w:rsidRPr="001806FC">
        <w:fldChar w:fldCharType="begin">
          <w:ffData>
            <w:name w:val="Text8"/>
            <w:enabled/>
            <w:calcOnExit w:val="0"/>
            <w:textInput/>
          </w:ffData>
        </w:fldChar>
      </w:r>
      <w:r w:rsidR="00AC4827" w:rsidRPr="001806FC">
        <w:instrText xml:space="preserve"> FORMTEXT </w:instrText>
      </w:r>
      <w:r w:rsidR="00AC4827"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AC4827" w:rsidRPr="001806FC">
        <w:fldChar w:fldCharType="end"/>
      </w:r>
      <w:r w:rsidR="00AC4827" w:rsidRPr="001806FC">
        <w:rPr>
          <w:lang w:eastAsia="x-none"/>
        </w:rPr>
        <w:t xml:space="preserve"> g </w:t>
      </w:r>
      <w:ins w:id="875" w:author="Buttner, Henrike" w:date="2021-06-17T11:20:00Z">
        <w:r>
          <w:rPr>
            <w:lang w:eastAsia="x-none"/>
          </w:rPr>
          <w:t>c</w:t>
        </w:r>
        <w:r w:rsidRPr="00800175">
          <w:rPr>
            <w:lang w:eastAsia="x-none"/>
          </w:rPr>
          <w:t>arbon dioxide equivalents per kilowatt hour of electricity</w:t>
        </w:r>
        <w:r w:rsidRPr="00800175" w:rsidDel="00800175">
          <w:rPr>
            <w:lang w:eastAsia="x-none"/>
          </w:rPr>
          <w:t xml:space="preserve"> </w:t>
        </w:r>
      </w:ins>
      <w:del w:id="876" w:author="Buttner, Henrike" w:date="2021-06-17T11:20:00Z">
        <w:r w:rsidR="00AC4827" w:rsidRPr="001806FC" w:rsidDel="00800175">
          <w:rPr>
            <w:lang w:eastAsia="x-none"/>
          </w:rPr>
          <w:delText>Kohlendioxid-Äquivalente pro Kilowattstunde Strom</w:delText>
        </w:r>
      </w:del>
      <w:r w:rsidR="00AC4827" w:rsidRPr="001806FC">
        <w:rPr>
          <w:lang w:eastAsia="x-none"/>
        </w:rPr>
        <w:t>.</w:t>
      </w:r>
    </w:p>
    <w:p w:rsidR="00906AB0" w:rsidRPr="001806FC" w:rsidRDefault="00906AB0" w:rsidP="00906AB0">
      <w:pPr>
        <w:pStyle w:val="berschrift2"/>
        <w:shd w:val="clear" w:color="auto" w:fill="FFFFFF"/>
      </w:pPr>
      <w:bookmarkStart w:id="877" w:name="_Toc24457739"/>
      <w:bookmarkStart w:id="878" w:name="_Toc24457788"/>
      <w:bookmarkStart w:id="879" w:name="_Toc24457740"/>
      <w:bookmarkStart w:id="880" w:name="_Toc24457789"/>
      <w:bookmarkStart w:id="881" w:name="_Ref535241760"/>
      <w:bookmarkEnd w:id="877"/>
      <w:bookmarkEnd w:id="878"/>
      <w:bookmarkEnd w:id="879"/>
      <w:bookmarkEnd w:id="880"/>
      <w:del w:id="882" w:author="Buttner, Henrike" w:date="2021-06-17T11:20:00Z">
        <w:r w:rsidRPr="001806FC" w:rsidDel="00800175">
          <w:delText xml:space="preserve">Elektrische </w:delText>
        </w:r>
        <w:r w:rsidDel="00800175">
          <w:delText>Schaltanlagen</w:delText>
        </w:r>
      </w:del>
      <w:bookmarkStart w:id="883" w:name="_Toc74830181"/>
      <w:bookmarkEnd w:id="881"/>
      <w:ins w:id="884" w:author="Buttner, Henrike" w:date="2021-06-17T11:20:00Z">
        <w:r w:rsidR="00800175" w:rsidRPr="00800175">
          <w:t>Electrical switchgear</w:t>
        </w:r>
      </w:ins>
      <w:bookmarkEnd w:id="883"/>
    </w:p>
    <w:p w:rsidR="00906AB0" w:rsidRDefault="00906AB0" w:rsidP="00C4618D">
      <w:pPr>
        <w:numPr>
          <w:ilvl w:val="0"/>
          <w:numId w:val="40"/>
        </w:numPr>
        <w:tabs>
          <w:tab w:val="left" w:pos="426"/>
          <w:tab w:val="center" w:pos="4678"/>
        </w:tabs>
        <w:spacing w:after="240"/>
      </w:pPr>
      <w:del w:id="885" w:author="Buttner, Henrike" w:date="2021-06-17T11:21:00Z">
        <w:r w:rsidDel="00800175">
          <w:rPr>
            <w:lang w:eastAsia="x-none"/>
          </w:rPr>
          <w:delText xml:space="preserve">In </w:delText>
        </w:r>
      </w:del>
      <w:ins w:id="886" w:author="Buttner, Henrike" w:date="2021-06-17T11:21:00Z">
        <w:r w:rsidR="00800175">
          <w:rPr>
            <w:lang w:eastAsia="x-none"/>
          </w:rPr>
          <w:t>T</w:t>
        </w:r>
        <w:r w:rsidR="00800175" w:rsidRPr="00800175">
          <w:rPr>
            <w:lang w:eastAsia="x-none"/>
          </w:rPr>
          <w:t xml:space="preserve">he following gas or technology is used as an insulating medium in the medium-voltage and low-voltage switchgear to be used: </w:t>
        </w:r>
      </w:ins>
      <w:del w:id="887" w:author="Buttner, Henrike" w:date="2021-06-17T11:21:00Z">
        <w:r w:rsidDel="00800175">
          <w:rPr>
            <w:lang w:eastAsia="x-none"/>
          </w:rPr>
          <w:delText xml:space="preserve">den zum Einsatz kommenden </w:delText>
        </w:r>
        <w:r w:rsidRPr="00906AB0" w:rsidDel="00800175">
          <w:rPr>
            <w:lang w:eastAsia="x-none"/>
          </w:rPr>
          <w:delText xml:space="preserve">Mittelspannungs- und Niederspannungs-Schaltanlagen </w:delText>
        </w:r>
        <w:r w:rsidDel="00800175">
          <w:rPr>
            <w:lang w:eastAsia="x-none"/>
          </w:rPr>
          <w:delText>wird als Isoliermedium folgendes Gas bzw. folgende Technologie eingesetzt:</w:delText>
        </w:r>
        <w:r w:rsidRPr="00906AB0" w:rsidDel="00800175">
          <w:rPr>
            <w:lang w:eastAsia="x-none"/>
          </w:rPr>
          <w:delText xml:space="preserve"> </w:delText>
        </w:r>
        <w:r w:rsidDel="00800175">
          <w:rPr>
            <w:lang w:eastAsia="x-none"/>
          </w:rPr>
          <w:br/>
        </w:r>
      </w:del>
      <w:r>
        <w:tab/>
      </w:r>
      <w:r w:rsidRPr="001806FC">
        <w:fldChar w:fldCharType="begin">
          <w:ffData>
            <w:name w:val=""/>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906AB0" w:rsidRDefault="00800175" w:rsidP="00C4618D">
      <w:pPr>
        <w:numPr>
          <w:ilvl w:val="0"/>
          <w:numId w:val="40"/>
        </w:numPr>
        <w:tabs>
          <w:tab w:val="left" w:pos="426"/>
          <w:tab w:val="center" w:pos="4678"/>
        </w:tabs>
        <w:spacing w:after="240"/>
      </w:pPr>
      <w:ins w:id="888" w:author="Buttner, Henrike" w:date="2021-06-17T11:21:00Z">
        <w:r>
          <w:t>T</w:t>
        </w:r>
      </w:ins>
      <w:del w:id="889" w:author="Buttner, Henrike" w:date="2021-06-17T11:21:00Z">
        <w:r w:rsidR="00906AB0" w:rsidDel="00800175">
          <w:delText xml:space="preserve">Die </w:delText>
        </w:r>
      </w:del>
      <w:ins w:id="890" w:author="Buttner, Henrike" w:date="2021-06-17T11:21:00Z">
        <w:r w:rsidRPr="00800175">
          <w:t>he electrical switchgear is free of sulphur hexafluoride (SF6):</w:t>
        </w:r>
      </w:ins>
      <w:del w:id="891" w:author="Buttner, Henrike" w:date="2021-06-17T11:21:00Z">
        <w:r w:rsidR="00906AB0" w:rsidDel="00800175">
          <w:delText xml:space="preserve">elektrischen Schaltanlagen sind frei von </w:delText>
        </w:r>
        <w:r w:rsidR="00906AB0" w:rsidRPr="00906AB0" w:rsidDel="00800175">
          <w:delText>Schwefelhexafluorid (SF</w:delText>
        </w:r>
        <w:r w:rsidR="00906AB0" w:rsidRPr="00C4618D" w:rsidDel="00800175">
          <w:rPr>
            <w:vertAlign w:val="subscript"/>
          </w:rPr>
          <w:delText>6</w:delText>
        </w:r>
        <w:r w:rsidR="00906AB0" w:rsidRPr="00906AB0" w:rsidDel="00800175">
          <w:delText>)</w:delText>
        </w:r>
        <w:r w:rsidR="00906AB0" w:rsidDel="00800175">
          <w:delText>:</w:delText>
        </w:r>
      </w:del>
    </w:p>
    <w:p w:rsidR="00906AB0" w:rsidRPr="001806FC" w:rsidRDefault="00906AB0" w:rsidP="00906AB0">
      <w:pPr>
        <w:keepNext/>
        <w:keepLines/>
        <w:overflowPunct w:val="0"/>
        <w:autoSpaceDE w:val="0"/>
        <w:autoSpaceDN w:val="0"/>
        <w:adjustRightInd w:val="0"/>
        <w:spacing w:before="240" w:after="240" w:line="360" w:lineRule="auto"/>
        <w:ind w:left="2836"/>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ins w:id="892" w:author="Buttner, Henrike" w:date="2021-06-17T11:22:00Z">
        <w:r w:rsidR="00800175" w:rsidRPr="00800175">
          <w:t>yes (requirement for new acquisition)</w:t>
        </w:r>
      </w:ins>
      <w:del w:id="893" w:author="Buttner, Henrike" w:date="2021-06-17T11:22:00Z">
        <w:r w:rsidRPr="001806FC" w:rsidDel="00800175">
          <w:delText xml:space="preserve">ja </w:delText>
        </w:r>
        <w:r w:rsidDel="00800175">
          <w:delText>(Anforderung bei Neuanschaffung)</w:delText>
        </w:r>
      </w:del>
    </w:p>
    <w:p w:rsidR="00906AB0" w:rsidRPr="001806FC" w:rsidRDefault="00906AB0" w:rsidP="00906AB0">
      <w:pPr>
        <w:ind w:left="2836"/>
        <w:rPr>
          <w:sz w:val="20"/>
        </w:rPr>
      </w:pPr>
      <w:r w:rsidRPr="001806FC">
        <w:rPr>
          <w:rFonts w:eastAsia="Calibri"/>
        </w:rPr>
        <w:fldChar w:fldCharType="begin">
          <w:ffData>
            <w:name w:val="Kontrollkästchen7"/>
            <w:enabled/>
            <w:calcOnExit w:val="0"/>
            <w:checkBox>
              <w:sizeAuto/>
              <w:default w:val="0"/>
              <w:checked w:val="0"/>
            </w:checkBox>
          </w:ffData>
        </w:fldChar>
      </w:r>
      <w:r w:rsidRPr="001806FC">
        <w:rPr>
          <w:rFonts w:eastAsia="Calibri"/>
        </w:rPr>
        <w:instrText xml:space="preserve"> FORMCHECKBOX </w:instrText>
      </w:r>
      <w:r w:rsidR="00226445">
        <w:rPr>
          <w:rFonts w:eastAsia="Calibri"/>
        </w:rPr>
      </w:r>
      <w:r w:rsidR="00226445">
        <w:rPr>
          <w:rFonts w:eastAsia="Calibri"/>
        </w:rPr>
        <w:fldChar w:fldCharType="separate"/>
      </w:r>
      <w:r w:rsidRPr="001806FC">
        <w:rPr>
          <w:rFonts w:eastAsia="Calibri"/>
        </w:rPr>
        <w:fldChar w:fldCharType="end"/>
      </w:r>
      <w:r w:rsidRPr="001806FC">
        <w:rPr>
          <w:rFonts w:eastAsia="Calibri"/>
        </w:rPr>
        <w:t xml:space="preserve"> </w:t>
      </w:r>
      <w:del w:id="894" w:author="Buttner, Henrike" w:date="2021-06-17T11:22:00Z">
        <w:r w:rsidRPr="001806FC" w:rsidDel="00800175">
          <w:rPr>
            <w:rFonts w:eastAsia="Calibri"/>
          </w:rPr>
          <w:delText>nein</w:delText>
        </w:r>
      </w:del>
      <w:ins w:id="895" w:author="Buttner, Henrike" w:date="2021-06-17T11:22:00Z">
        <w:r w:rsidR="00800175" w:rsidRPr="001806FC">
          <w:rPr>
            <w:rFonts w:eastAsia="Calibri"/>
          </w:rPr>
          <w:t>n</w:t>
        </w:r>
        <w:r w:rsidR="00800175">
          <w:rPr>
            <w:rFonts w:eastAsia="Calibri"/>
          </w:rPr>
          <w:t>o</w:t>
        </w:r>
      </w:ins>
    </w:p>
    <w:p w:rsidR="00111829" w:rsidRPr="001806FC" w:rsidRDefault="00111829" w:rsidP="00111829">
      <w:pPr>
        <w:pStyle w:val="berschrift2"/>
      </w:pPr>
      <w:bookmarkStart w:id="896" w:name="_Toc535326310"/>
      <w:bookmarkStart w:id="897" w:name="_Toc536192814"/>
      <w:bookmarkStart w:id="898" w:name="_Ref398798918"/>
      <w:bookmarkStart w:id="899" w:name="_Toc399239525"/>
      <w:bookmarkEnd w:id="896"/>
      <w:bookmarkEnd w:id="897"/>
      <w:del w:id="900" w:author="Buttner, Henrike" w:date="2021-06-17T11:22:00Z">
        <w:r w:rsidRPr="001806FC" w:rsidDel="00800175">
          <w:delText>Inventarlist</w:delText>
        </w:r>
      </w:del>
      <w:bookmarkStart w:id="901" w:name="_Toc74830182"/>
      <w:ins w:id="902" w:author="Buttner, Henrike" w:date="2021-06-17T11:22:00Z">
        <w:r w:rsidR="00800175" w:rsidRPr="00800175">
          <w:t>Inventory list</w:t>
        </w:r>
      </w:ins>
      <w:bookmarkEnd w:id="901"/>
      <w:del w:id="903" w:author="Buttner, Henrike" w:date="2021-06-17T11:22:00Z">
        <w:r w:rsidRPr="001806FC" w:rsidDel="00800175">
          <w:delText>e</w:delText>
        </w:r>
      </w:del>
      <w:bookmarkEnd w:id="838"/>
      <w:bookmarkEnd w:id="898"/>
      <w:bookmarkEnd w:id="899"/>
    </w:p>
    <w:p w:rsidR="008B4CB6" w:rsidRPr="001806FC" w:rsidRDefault="00583718" w:rsidP="008B4CB6">
      <w:pPr>
        <w:keepNext/>
        <w:rPr>
          <w:b/>
        </w:rPr>
      </w:pPr>
      <w:del w:id="904" w:author="Buttner, Henrike" w:date="2021-06-17T11:22:00Z">
        <w:r w:rsidRPr="001806FC" w:rsidDel="00800175">
          <w:rPr>
            <w:b/>
          </w:rPr>
          <w:delText xml:space="preserve">Für </w:delText>
        </w:r>
      </w:del>
      <w:ins w:id="905" w:author="Buttner, Henrike" w:date="2021-06-17T11:22:00Z">
        <w:r w:rsidR="00800175" w:rsidRPr="00800175">
          <w:rPr>
            <w:b/>
          </w:rPr>
          <w:t xml:space="preserve">The following applies to the continuation of this report as the "Energy Efficiency Report for Final Evaluation": </w:t>
        </w:r>
      </w:ins>
      <w:del w:id="906" w:author="Buttner, Henrike" w:date="2021-06-17T11:22:00Z">
        <w:r w:rsidRPr="001806FC" w:rsidDel="00800175">
          <w:rPr>
            <w:b/>
          </w:rPr>
          <w:delText xml:space="preserve">die Fortführung dieses Berichts als </w:delText>
        </w:r>
        <w:r w:rsidR="00724FFF" w:rsidRPr="001806FC" w:rsidDel="00800175">
          <w:rPr>
            <w:b/>
          </w:rPr>
          <w:delText>„</w:delText>
        </w:r>
        <w:r w:rsidR="00B27352" w:rsidDel="00800175">
          <w:rPr>
            <w:b/>
          </w:rPr>
          <w:delText>Engergieeffizienzbericht zur Abschlussevaluation</w:delText>
        </w:r>
        <w:r w:rsidR="00724FFF" w:rsidRPr="001806FC" w:rsidDel="00800175">
          <w:rPr>
            <w:b/>
          </w:rPr>
          <w:delText>“</w:delText>
        </w:r>
        <w:r w:rsidRPr="001806FC" w:rsidDel="00800175">
          <w:rPr>
            <w:b/>
          </w:rPr>
          <w:delText xml:space="preserve"> </w:delText>
        </w:r>
        <w:r w:rsidR="00044B0B" w:rsidDel="00800175">
          <w:rPr>
            <w:b/>
          </w:rPr>
          <w:delText>gilt</w:delText>
        </w:r>
        <w:r w:rsidRPr="001806FC" w:rsidDel="00800175">
          <w:rPr>
            <w:b/>
          </w:rPr>
          <w:delText>:</w:delText>
        </w:r>
        <w:r w:rsidR="008B4CB6" w:rsidRPr="001806FC" w:rsidDel="00800175">
          <w:rPr>
            <w:b/>
          </w:rPr>
          <w:delText xml:space="preserve"> </w:delText>
        </w:r>
      </w:del>
    </w:p>
    <w:p w:rsidR="00B64233" w:rsidRPr="001806FC" w:rsidRDefault="00044B0B" w:rsidP="000F6653">
      <w:pPr>
        <w:pStyle w:val="berschrift3"/>
        <w:numPr>
          <w:ilvl w:val="2"/>
          <w:numId w:val="22"/>
        </w:numPr>
      </w:pPr>
      <w:bookmarkStart w:id="907" w:name="_Ref411249604"/>
      <w:del w:id="908" w:author="Buttner, Henrike" w:date="2021-06-17T11:23:00Z">
        <w:r w:rsidDel="00800175">
          <w:delText>I</w:delText>
        </w:r>
      </w:del>
      <w:ins w:id="909" w:author="Buttner, Henrike" w:date="2021-06-17T11:23:00Z">
        <w:r w:rsidR="00800175" w:rsidRPr="00800175">
          <w:t>Inventarliste neu angeschaffter intelligenter PDUs</w:t>
        </w:r>
      </w:ins>
      <w:del w:id="910" w:author="Buttner, Henrike" w:date="2021-06-17T11:23:00Z">
        <w:r w:rsidDel="00800175">
          <w:delText xml:space="preserve">nventarliste neu angeschaffter </w:delText>
        </w:r>
        <w:r w:rsidRPr="00474C77" w:rsidDel="00800175">
          <w:delText>intelligenter PDUs</w:delText>
        </w:r>
      </w:del>
      <w:bookmarkEnd w:id="907"/>
    </w:p>
    <w:p w:rsidR="00C34F44" w:rsidRPr="001806FC" w:rsidRDefault="00F9798B" w:rsidP="00C34F44">
      <w:del w:id="911" w:author="Buttner, Henrike" w:date="2021-06-17T11:23:00Z">
        <w:r w:rsidRPr="001806FC" w:rsidDel="00800175">
          <w:delText xml:space="preserve">Bei </w:delText>
        </w:r>
      </w:del>
      <w:ins w:id="912" w:author="Buttner, Henrike" w:date="2021-06-17T11:23:00Z">
        <w:r w:rsidR="00800175" w:rsidRPr="00800175">
          <w:t>If new intelligent power distribution units (iPDUs) are purchased, they must be documented with their technical data in Appendix 2d. For this purpose, the spreadsheets of the PDUs (spreadsheet 2d of the present spreadsheet file) must be attached to the report as a printed attachment.</w:t>
        </w:r>
      </w:ins>
      <w:del w:id="913" w:author="Buttner, Henrike" w:date="2021-06-17T11:23:00Z">
        <w:r w:rsidRPr="001806FC" w:rsidDel="00800175">
          <w:delText xml:space="preserve">Neuanschaffung von </w:delText>
        </w:r>
        <w:r w:rsidR="00044B0B" w:rsidDel="00800175">
          <w:delText xml:space="preserve">intelligenten </w:delText>
        </w:r>
        <w:r w:rsidR="00AA211E" w:rsidRPr="001806FC" w:rsidDel="00800175">
          <w:delText>Power Distribution Units (</w:delText>
        </w:r>
        <w:r w:rsidR="00044B0B" w:rsidDel="00800175">
          <w:delText>i</w:delText>
        </w:r>
        <w:r w:rsidRPr="001806FC" w:rsidDel="00800175">
          <w:delText>PDUs</w:delText>
        </w:r>
        <w:r w:rsidR="00AA211E" w:rsidRPr="001806FC" w:rsidDel="00800175">
          <w:delText>)</w:delText>
        </w:r>
        <w:r w:rsidRPr="001806FC" w:rsidDel="00800175">
          <w:delText xml:space="preserve"> müssen diese </w:delText>
        </w:r>
        <w:r w:rsidR="00AA211E" w:rsidRPr="001806FC" w:rsidDel="00800175">
          <w:delText xml:space="preserve">mit ihren technischen Daten in Anlage 2d dokumentiert werden. </w:delText>
        </w:r>
        <w:r w:rsidR="00C34F44" w:rsidRPr="001806FC" w:rsidDel="00800175">
          <w:delText xml:space="preserve">Hierzu müssen die Tabellenblätter </w:delText>
        </w:r>
        <w:r w:rsidR="00AA211E" w:rsidRPr="001806FC" w:rsidDel="00800175">
          <w:rPr>
            <w:i/>
          </w:rPr>
          <w:delText>d.</w:delText>
        </w:r>
        <w:r w:rsidR="00AA211E" w:rsidRPr="001806FC" w:rsidDel="00800175">
          <w:delText xml:space="preserve"> </w:delText>
        </w:r>
        <w:r w:rsidR="00C34F44" w:rsidRPr="001806FC" w:rsidDel="00800175">
          <w:rPr>
            <w:i/>
          </w:rPr>
          <w:delText>PDUs</w:delText>
        </w:r>
        <w:r w:rsidR="00C34F44" w:rsidRPr="001806FC" w:rsidDel="00800175">
          <w:delText xml:space="preserve"> </w:delText>
        </w:r>
        <w:r w:rsidR="00D20545" w:rsidRPr="001806FC" w:rsidDel="00800175">
          <w:delText>(Tabellenbl</w:delText>
        </w:r>
        <w:r w:rsidR="00044B0B" w:rsidDel="00800175">
          <w:delText xml:space="preserve">att </w:delText>
        </w:r>
        <w:r w:rsidR="00D20545" w:rsidRPr="001806FC" w:rsidDel="00800175">
          <w:delText xml:space="preserve">2d </w:delText>
        </w:r>
        <w:r w:rsidR="00C34F44" w:rsidRPr="001806FC" w:rsidDel="00800175">
          <w:delText xml:space="preserve">der </w:delText>
        </w:r>
        <w:r w:rsidR="00AA211E" w:rsidRPr="001806FC" w:rsidDel="00800175">
          <w:delText xml:space="preserve">vorliegenden </w:delText>
        </w:r>
        <w:r w:rsidR="00C34F44" w:rsidRPr="001806FC" w:rsidDel="00800175">
          <w:delText>Tabellenkalkulations-Datei</w:delText>
        </w:r>
        <w:r w:rsidR="00D20545" w:rsidRPr="001806FC" w:rsidDel="00800175">
          <w:delText>)</w:delText>
        </w:r>
        <w:r w:rsidR="00C34F44" w:rsidRPr="001806FC" w:rsidDel="00800175">
          <w:delText xml:space="preserve"> dem Bericht als ausgedruckte Anlage beigefügt werden</w:delText>
        </w:r>
      </w:del>
      <w:r w:rsidR="00C34F44" w:rsidRPr="001806FC">
        <w:t>.</w:t>
      </w:r>
    </w:p>
    <w:p w:rsidR="004A026F" w:rsidRPr="001806FC" w:rsidRDefault="004A026F" w:rsidP="004A026F">
      <w:pPr>
        <w:pStyle w:val="berschrift2"/>
      </w:pPr>
      <w:bookmarkStart w:id="914" w:name="_Toc23848102"/>
      <w:bookmarkStart w:id="915" w:name="_Ref24458064"/>
      <w:bookmarkStart w:id="916" w:name="_Ref24458070"/>
      <w:bookmarkStart w:id="917" w:name="_Ref24458127"/>
      <w:del w:id="918" w:author="Buttner, Henrike" w:date="2021-06-17T11:24:00Z">
        <w:r w:rsidDel="00800175">
          <w:delText>Flächeneffizienz</w:delText>
        </w:r>
      </w:del>
      <w:bookmarkStart w:id="919" w:name="_Toc74830183"/>
      <w:bookmarkEnd w:id="914"/>
      <w:bookmarkEnd w:id="915"/>
      <w:bookmarkEnd w:id="916"/>
      <w:bookmarkEnd w:id="917"/>
      <w:ins w:id="920" w:author="Buttner, Henrike" w:date="2021-06-17T11:24:00Z">
        <w:r w:rsidR="00800175" w:rsidRPr="00800175">
          <w:t>Efficiency of space</w:t>
        </w:r>
      </w:ins>
      <w:bookmarkEnd w:id="919"/>
    </w:p>
    <w:p w:rsidR="004A026F" w:rsidRDefault="004A026F" w:rsidP="004A026F">
      <w:del w:id="921" w:author="Buttner, Henrike" w:date="2021-06-17T11:24:00Z">
        <w:r w:rsidDel="00800175">
          <w:delText xml:space="preserve">Als </w:delText>
        </w:r>
      </w:del>
      <w:ins w:id="922" w:author="Buttner, Henrike" w:date="2021-06-17T11:24:00Z">
        <w:r w:rsidR="00800175" w:rsidRPr="00800175">
          <w:t>As a contribution to reducing land sealing, the data centre should have the highest possible space efficiency. The applicant states the following characteristic values as information on its space efficiency</w:t>
        </w:r>
      </w:ins>
      <w:del w:id="923" w:author="Buttner, Henrike" w:date="2021-06-17T11:24:00Z">
        <w:r w:rsidDel="00800175">
          <w:delText>Beitrag zur Reduzierung der Flächenversiegelung soll das Rechenzentrum eine möglichst hohe Flächeneffizienz aufweisen. Der Antragsteller nennt als Information zu seiner Flächeneffizienz folgende Kennwerte</w:delText>
        </w:r>
      </w:del>
      <w:r>
        <w:t>:</w:t>
      </w:r>
    </w:p>
    <w:p w:rsidR="004A026F" w:rsidRPr="001806FC" w:rsidRDefault="00800175" w:rsidP="004A026F">
      <w:pPr>
        <w:pStyle w:val="Beschriftung"/>
        <w:keepNext/>
      </w:pPr>
      <w:ins w:id="924" w:author="Buttner, Henrike" w:date="2021-06-17T11:24:00Z">
        <w:r w:rsidRPr="00800175">
          <w:lastRenderedPageBreak/>
          <w:t>Table 4</w:t>
        </w:r>
        <w:r>
          <w:t>:</w:t>
        </w:r>
        <w:r w:rsidRPr="00800175">
          <w:t xml:space="preserve"> Documentation of the characteristic values for space efficiency</w:t>
        </w:r>
      </w:ins>
      <w:del w:id="925" w:author="Buttner, Henrike" w:date="2021-06-17T11:24:00Z">
        <w:r w:rsidR="004A026F" w:rsidRPr="001806FC" w:rsidDel="00800175">
          <w:delText xml:space="preserve">Tabelle </w:delText>
        </w:r>
        <w:r w:rsidR="00226445" w:rsidDel="00800175">
          <w:fldChar w:fldCharType="begin"/>
        </w:r>
        <w:r w:rsidR="00226445" w:rsidDel="00800175">
          <w:delInstrText xml:space="preserve"> SEQ Tabelle \* ARABIC </w:delInstrText>
        </w:r>
        <w:r w:rsidR="00226445" w:rsidDel="00800175">
          <w:fldChar w:fldCharType="separate"/>
        </w:r>
        <w:r w:rsidR="009A3B0A" w:rsidDel="00800175">
          <w:rPr>
            <w:noProof/>
          </w:rPr>
          <w:delText>4</w:delText>
        </w:r>
        <w:r w:rsidR="00226445" w:rsidDel="00800175">
          <w:rPr>
            <w:noProof/>
          </w:rPr>
          <w:fldChar w:fldCharType="end"/>
        </w:r>
        <w:r w:rsidR="004A026F" w:rsidRPr="001806FC" w:rsidDel="00800175">
          <w:tab/>
          <w:delText xml:space="preserve">Dokumentation der </w:delText>
        </w:r>
        <w:r w:rsidR="004A026F" w:rsidDel="00800175">
          <w:delText>Kennwerte zur Flächeneffizienz</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8"/>
        <w:gridCol w:w="2945"/>
      </w:tblGrid>
      <w:tr w:rsidR="004A026F" w:rsidRPr="001806FC" w:rsidTr="00803F1B">
        <w:trPr>
          <w:trHeight w:val="482"/>
        </w:trPr>
        <w:tc>
          <w:tcPr>
            <w:tcW w:w="9180" w:type="dxa"/>
            <w:gridSpan w:val="2"/>
            <w:shd w:val="clear" w:color="auto" w:fill="C6D9F1" w:themeFill="text2" w:themeFillTint="33"/>
          </w:tcPr>
          <w:p w:rsidR="004A026F" w:rsidRPr="001806FC" w:rsidRDefault="00800175" w:rsidP="00803F1B">
            <w:pPr>
              <w:keepNext/>
              <w:keepLines/>
              <w:overflowPunct w:val="0"/>
              <w:autoSpaceDE w:val="0"/>
              <w:autoSpaceDN w:val="0"/>
              <w:adjustRightInd w:val="0"/>
              <w:spacing w:before="120" w:after="120" w:line="288" w:lineRule="auto"/>
              <w:textAlignment w:val="baseline"/>
              <w:rPr>
                <w:b/>
                <w:lang w:val="en-US"/>
              </w:rPr>
            </w:pPr>
            <w:ins w:id="926" w:author="Buttner, Henrike" w:date="2021-06-17T11:24:00Z">
              <w:r w:rsidRPr="00800175">
                <w:rPr>
                  <w:b/>
                  <w:lang w:val="en-US"/>
                </w:rPr>
                <w:t>Characteristic values for space efficiency</w:t>
              </w:r>
            </w:ins>
            <w:del w:id="927" w:author="Buttner, Henrike" w:date="2021-06-17T11:24:00Z">
              <w:r w:rsidR="004A026F" w:rsidRPr="004A026F" w:rsidDel="00800175">
                <w:rPr>
                  <w:b/>
                  <w:lang w:val="en-US"/>
                </w:rPr>
                <w:delText>Kennwerte zur Flächeneffizienz</w:delText>
              </w:r>
            </w:del>
          </w:p>
        </w:tc>
      </w:tr>
      <w:tr w:rsidR="004A026F" w:rsidRPr="001806FC" w:rsidTr="00E6663B">
        <w:tc>
          <w:tcPr>
            <w:tcW w:w="6204" w:type="dxa"/>
            <w:shd w:val="clear" w:color="auto" w:fill="auto"/>
          </w:tcPr>
          <w:p w:rsidR="004A026F" w:rsidRPr="001806FC" w:rsidRDefault="004A026F" w:rsidP="00E6663B">
            <w:pPr>
              <w:keepNext/>
              <w:keepLines/>
              <w:overflowPunct w:val="0"/>
              <w:autoSpaceDE w:val="0"/>
              <w:autoSpaceDN w:val="0"/>
              <w:adjustRightInd w:val="0"/>
              <w:spacing w:before="120" w:after="120" w:line="288" w:lineRule="auto"/>
              <w:ind w:left="284"/>
              <w:jc w:val="left"/>
              <w:textAlignment w:val="baseline"/>
            </w:pPr>
            <w:del w:id="928" w:author="Buttner, Henrike" w:date="2021-06-17T11:25:00Z">
              <w:r w:rsidDel="00800175">
                <w:delText>IT-Nennleistung pro Quadratmeter Bruttogrundfläche</w:delText>
              </w:r>
            </w:del>
            <w:ins w:id="929" w:author="Buttner, Henrike" w:date="2021-06-17T11:25:00Z">
              <w:r w:rsidR="00800175">
                <w:t xml:space="preserve"> </w:t>
              </w:r>
              <w:r w:rsidR="00800175" w:rsidRPr="00800175">
                <w:t>Nominal IT power per square metre of gross floor area</w:t>
              </w:r>
            </w:ins>
          </w:p>
        </w:tc>
        <w:tc>
          <w:tcPr>
            <w:tcW w:w="2976" w:type="dxa"/>
            <w:shd w:val="clear" w:color="auto" w:fill="auto"/>
          </w:tcPr>
          <w:p w:rsidR="004A026F" w:rsidRPr="001806FC" w:rsidRDefault="004A026F" w:rsidP="00803F1B">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r>
              <w:t>kW</w:t>
            </w:r>
            <w:r w:rsidRPr="00E6663B">
              <w:rPr>
                <w:vertAlign w:val="subscript"/>
              </w:rPr>
              <w:t>el</w:t>
            </w:r>
            <w:r>
              <w:t>/m²</w:t>
            </w:r>
            <w:r w:rsidRPr="00E6663B">
              <w:rPr>
                <w:vertAlign w:val="subscript"/>
              </w:rPr>
              <w:t>BGF</w:t>
            </w:r>
            <w:r w:rsidRPr="001806FC">
              <w:t>)</w:t>
            </w:r>
          </w:p>
        </w:tc>
      </w:tr>
      <w:tr w:rsidR="004A026F" w:rsidRPr="001806FC" w:rsidTr="00E6663B">
        <w:tc>
          <w:tcPr>
            <w:tcW w:w="6204" w:type="dxa"/>
            <w:shd w:val="clear" w:color="auto" w:fill="auto"/>
          </w:tcPr>
          <w:p w:rsidR="00800175" w:rsidRDefault="00800175" w:rsidP="00800175">
            <w:pPr>
              <w:keepNext/>
              <w:keepLines/>
              <w:overflowPunct w:val="0"/>
              <w:autoSpaceDE w:val="0"/>
              <w:autoSpaceDN w:val="0"/>
              <w:adjustRightInd w:val="0"/>
              <w:spacing w:before="120" w:after="120" w:line="288" w:lineRule="auto"/>
              <w:ind w:left="284"/>
              <w:jc w:val="left"/>
              <w:textAlignment w:val="baseline"/>
              <w:rPr>
                <w:ins w:id="930" w:author="Buttner, Henrike" w:date="2021-06-17T11:25:00Z"/>
              </w:rPr>
            </w:pPr>
            <w:ins w:id="931" w:author="Buttner, Henrike" w:date="2021-06-17T11:25:00Z">
              <w:r>
                <w:t xml:space="preserve">Rated IT power per square metre of floor space </w:t>
              </w:r>
            </w:ins>
          </w:p>
          <w:p w:rsidR="004A026F" w:rsidRPr="001806FC" w:rsidRDefault="00800175" w:rsidP="00800175">
            <w:pPr>
              <w:keepNext/>
              <w:keepLines/>
              <w:overflowPunct w:val="0"/>
              <w:autoSpaceDE w:val="0"/>
              <w:autoSpaceDN w:val="0"/>
              <w:adjustRightInd w:val="0"/>
              <w:spacing w:before="120" w:after="120" w:line="288" w:lineRule="auto"/>
              <w:ind w:left="284"/>
              <w:jc w:val="left"/>
              <w:textAlignment w:val="baseline"/>
            </w:pPr>
            <w:ins w:id="932" w:author="Buttner, Henrike" w:date="2021-06-17T11:25:00Z">
              <w:r>
                <w:t>(built-up area)</w:t>
              </w:r>
            </w:ins>
            <w:del w:id="933" w:author="Buttner, Henrike" w:date="2021-06-17T11:25:00Z">
              <w:r w:rsidR="004A026F" w:rsidDel="00800175">
                <w:delText xml:space="preserve">IT-Nennleistung pro Quadratmeter Grundfläche </w:delText>
              </w:r>
              <w:r w:rsidR="004A026F" w:rsidDel="00800175">
                <w:br/>
                <w:delText>(bebaute Fläche)</w:delText>
              </w:r>
            </w:del>
          </w:p>
        </w:tc>
        <w:tc>
          <w:tcPr>
            <w:tcW w:w="2976" w:type="dxa"/>
            <w:shd w:val="clear" w:color="auto" w:fill="auto"/>
          </w:tcPr>
          <w:p w:rsidR="004A026F" w:rsidRPr="001806FC" w:rsidRDefault="004A026F" w:rsidP="00E6663B">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t xml:space="preserve"> (kW</w:t>
            </w:r>
            <w:r w:rsidRPr="001806FC">
              <w:rPr>
                <w:vertAlign w:val="subscript"/>
              </w:rPr>
              <w:t>el</w:t>
            </w:r>
            <w:r w:rsidRPr="001806FC">
              <w:t>/</w:t>
            </w:r>
            <w:r>
              <w:t>m²</w:t>
            </w:r>
            <w:r w:rsidRPr="00E6663B">
              <w:rPr>
                <w:vertAlign w:val="subscript"/>
              </w:rPr>
              <w:t>GF</w:t>
            </w:r>
            <w:r>
              <w:t>)</w:t>
            </w:r>
          </w:p>
        </w:tc>
      </w:tr>
    </w:tbl>
    <w:p w:rsidR="004A026F" w:rsidRDefault="004A026F" w:rsidP="004A026F"/>
    <w:p w:rsidR="004A026F" w:rsidRPr="00887008" w:rsidRDefault="00800175" w:rsidP="004A026F">
      <w:pPr>
        <w:pStyle w:val="AufzhlungPunkt1"/>
      </w:pPr>
      <w:ins w:id="934" w:author="Buttner, Henrike" w:date="2021-06-17T11:25:00Z">
        <w:r w:rsidRPr="00800175">
          <w:rPr>
            <w:rStyle w:val="StandardfettnurWort"/>
          </w:rPr>
          <w:t>Gross floor area</w:t>
        </w:r>
        <w:r w:rsidRPr="00800175" w:rsidDel="00800175">
          <w:rPr>
            <w:rStyle w:val="StandardfettnurWort"/>
          </w:rPr>
          <w:t xml:space="preserve"> </w:t>
        </w:r>
      </w:ins>
      <w:del w:id="935" w:author="Buttner, Henrike" w:date="2021-06-17T11:25:00Z">
        <w:r w:rsidR="004A026F" w:rsidRPr="00887008" w:rsidDel="00800175">
          <w:rPr>
            <w:rStyle w:val="StandardfettnurWort"/>
          </w:rPr>
          <w:delText>Bruttogrundfläche</w:delText>
        </w:r>
      </w:del>
      <w:r w:rsidR="004A026F" w:rsidRPr="00887008">
        <w:rPr>
          <w:rStyle w:val="StandardfettnurWort"/>
        </w:rPr>
        <w:t xml:space="preserve"> (BGF)</w:t>
      </w:r>
      <w:r w:rsidR="004A026F" w:rsidRPr="00887008">
        <w:t xml:space="preserve"> </w:t>
      </w:r>
      <w:ins w:id="936" w:author="Buttner, Henrike" w:date="2021-06-17T11:26:00Z">
        <w:r w:rsidRPr="00800175">
          <w:t>is defined according to DIN 277-1 Floor Areas and Volume in Building - Part 1: Building Construction as the sum of the floor areas of all plan levels of a building over all usable storeys.</w:t>
        </w:r>
      </w:ins>
      <w:del w:id="937" w:author="Buttner, Henrike" w:date="2021-06-17T11:26:00Z">
        <w:r w:rsidR="004A026F" w:rsidRPr="00887008" w:rsidDel="00800175">
          <w:delText xml:space="preserve">ist nach </w:delText>
        </w:r>
        <w:r w:rsidR="004A026F" w:rsidRPr="00887008" w:rsidDel="00800175">
          <w:rPr>
            <w:rStyle w:val="StandardkursivnurWort"/>
          </w:rPr>
          <w:delText>DIN 277-1 Grundflächen und Rauminhalte im Bauwesen - Teil 1: Hochbau</w:delText>
        </w:r>
        <w:r w:rsidR="004A026F" w:rsidRPr="00887008" w:rsidDel="00800175">
          <w:delText xml:space="preserve"> definiert als die Summe der Grundflächen aller Grundrissebenen eines Bauwerks über alle nutzbaren Stockwerke.</w:delText>
        </w:r>
      </w:del>
    </w:p>
    <w:p w:rsidR="004A026F" w:rsidRPr="00114467" w:rsidRDefault="00800175" w:rsidP="004A026F">
      <w:pPr>
        <w:pStyle w:val="AufzhlungPunkt1"/>
      </w:pPr>
      <w:ins w:id="938" w:author="Buttner, Henrike" w:date="2021-06-17T11:26:00Z">
        <w:r w:rsidRPr="00800175">
          <w:rPr>
            <w:rStyle w:val="StandardfettnurWort"/>
          </w:rPr>
          <w:t>Base area</w:t>
        </w:r>
        <w:r w:rsidRPr="00800175" w:rsidDel="00800175">
          <w:rPr>
            <w:rStyle w:val="StandardfettnurWort"/>
          </w:rPr>
          <w:t xml:space="preserve"> </w:t>
        </w:r>
      </w:ins>
      <w:del w:id="939" w:author="Buttner, Henrike" w:date="2021-06-17T11:26:00Z">
        <w:r w:rsidR="004A026F" w:rsidDel="00800175">
          <w:rPr>
            <w:rStyle w:val="StandardfettnurWort"/>
          </w:rPr>
          <w:delText>Grundfläche</w:delText>
        </w:r>
      </w:del>
      <w:r w:rsidR="004A026F">
        <w:rPr>
          <w:rStyle w:val="StandardfettnurWort"/>
        </w:rPr>
        <w:t xml:space="preserve"> (GF)</w:t>
      </w:r>
      <w:r w:rsidR="004A026F" w:rsidRPr="00CB102E">
        <w:t xml:space="preserve"> </w:t>
      </w:r>
      <w:ins w:id="940" w:author="Buttner, Henrike" w:date="2021-06-17T11:26:00Z">
        <w:r w:rsidRPr="00800175">
          <w:t>is to be equated with the "built-up area". It can be compared with the floor area.</w:t>
        </w:r>
      </w:ins>
      <w:del w:id="941" w:author="Buttner, Henrike" w:date="2021-06-17T11:26:00Z">
        <w:r w:rsidR="004A026F" w:rsidDel="00800175">
          <w:delText>ist</w:delText>
        </w:r>
        <w:r w:rsidR="004A026F" w:rsidRPr="00CB102E" w:rsidDel="00800175">
          <w:delText xml:space="preserve"> gleichzusetzen mit der „bebauten Fläche“.</w:delText>
        </w:r>
        <w:r w:rsidR="004A026F" w:rsidDel="00800175">
          <w:delText xml:space="preserve"> </w:delText>
        </w:r>
        <w:r w:rsidR="004A026F" w:rsidRPr="00CB102E" w:rsidDel="00800175">
          <w:delText>Sie ist mit der Geschossfläche vergleichbar.</w:delText>
        </w:r>
      </w:del>
    </w:p>
    <w:p w:rsidR="004A026F" w:rsidRDefault="004A026F" w:rsidP="004A026F">
      <w:bookmarkStart w:id="942" w:name="_Ref389551404"/>
      <w:bookmarkStart w:id="943" w:name="_Ref390269070"/>
      <w:bookmarkStart w:id="944" w:name="_Ref390269669"/>
      <w:bookmarkStart w:id="945" w:name="_Toc24457744"/>
      <w:bookmarkStart w:id="946" w:name="_Toc24457793"/>
      <w:bookmarkStart w:id="947" w:name="_Toc24457748"/>
      <w:bookmarkStart w:id="948" w:name="_Toc24457797"/>
      <w:bookmarkStart w:id="949" w:name="_Toc536192822"/>
      <w:bookmarkStart w:id="950" w:name="_Toc536192871"/>
      <w:bookmarkStart w:id="951" w:name="_Toc399239526"/>
      <w:bookmarkEnd w:id="945"/>
      <w:bookmarkEnd w:id="946"/>
      <w:bookmarkEnd w:id="947"/>
      <w:bookmarkEnd w:id="948"/>
      <w:bookmarkEnd w:id="949"/>
      <w:bookmarkEnd w:id="950"/>
    </w:p>
    <w:p w:rsidR="004A026F" w:rsidRPr="001806FC" w:rsidRDefault="004A026F" w:rsidP="004A026F">
      <w:pPr>
        <w:keepNext/>
        <w:rPr>
          <w:b/>
        </w:rPr>
      </w:pPr>
      <w:del w:id="952" w:author="Buttner, Henrike" w:date="2021-06-17T11:31:00Z">
        <w:r w:rsidRPr="001806FC" w:rsidDel="00B40E69">
          <w:rPr>
            <w:b/>
          </w:rPr>
          <w:delText xml:space="preserve">Für </w:delText>
        </w:r>
      </w:del>
      <w:ins w:id="953" w:author="Buttner, Henrike" w:date="2021-06-17T11:31:00Z">
        <w:r w:rsidR="00B40E69">
          <w:rPr>
            <w:b/>
          </w:rPr>
          <w:t>T</w:t>
        </w:r>
      </w:ins>
      <w:del w:id="954" w:author="Buttner, Henrike" w:date="2021-06-17T11:31:00Z">
        <w:r w:rsidRPr="001806FC" w:rsidDel="00B40E69">
          <w:rPr>
            <w:b/>
          </w:rPr>
          <w:delText>die Fortführung dieses Berichts als „</w:delText>
        </w:r>
        <w:r w:rsidDel="00B40E69">
          <w:rPr>
            <w:b/>
          </w:rPr>
          <w:delText>Engergieeffizienzbericht zur Abschlussevaluation</w:delText>
        </w:r>
        <w:r w:rsidRPr="001806FC" w:rsidDel="00B40E69">
          <w:rPr>
            <w:b/>
          </w:rPr>
          <w:delText>“ gilt:</w:delText>
        </w:r>
      </w:del>
      <w:ins w:id="955" w:author="Buttner, Henrike" w:date="2021-06-17T11:31:00Z">
        <w:r w:rsidR="00B40E69" w:rsidRPr="00B40E69">
          <w:rPr>
            <w:b/>
          </w:rPr>
          <w:t xml:space="preserve">he following applies to the continuation of this report as the "Energy Efficiency Report for Final Evaluation": </w:t>
        </w:r>
      </w:ins>
      <w:r w:rsidRPr="001806FC">
        <w:rPr>
          <w:b/>
        </w:rPr>
        <w:t xml:space="preserve"> </w:t>
      </w:r>
    </w:p>
    <w:p w:rsidR="008704DD" w:rsidRPr="001806FC" w:rsidRDefault="008704DD" w:rsidP="00650615">
      <w:pPr>
        <w:pStyle w:val="berschrift2"/>
      </w:pPr>
      <w:del w:id="956" w:author="Buttner, Henrike" w:date="2021-06-17T11:32:00Z">
        <w:r w:rsidRPr="001806FC" w:rsidDel="00B40E69">
          <w:delText>Monitoring</w:delText>
        </w:r>
        <w:r w:rsidR="00794E14" w:rsidRPr="001806FC" w:rsidDel="00B40E69">
          <w:delText xml:space="preserve"> </w:delText>
        </w:r>
      </w:del>
      <w:bookmarkStart w:id="957" w:name="_Toc74830184"/>
      <w:ins w:id="958" w:author="Buttner, Henrike" w:date="2021-06-17T11:32:00Z">
        <w:r w:rsidR="00B40E69" w:rsidRPr="00B40E69">
          <w:t>Monitoring electrical energy and water</w:t>
        </w:r>
      </w:ins>
      <w:bookmarkEnd w:id="957"/>
      <w:del w:id="959" w:author="Buttner, Henrike" w:date="2021-06-17T11:32:00Z">
        <w:r w:rsidR="00794E14" w:rsidRPr="001806FC" w:rsidDel="00B40E69">
          <w:delText xml:space="preserve">elektrischer Energie </w:delText>
        </w:r>
        <w:r w:rsidR="003A2D77" w:rsidDel="00B40E69">
          <w:delText>und Wasser</w:delText>
        </w:r>
      </w:del>
      <w:bookmarkEnd w:id="951"/>
    </w:p>
    <w:p w:rsidR="00B64233" w:rsidRPr="001806FC" w:rsidRDefault="00B64233" w:rsidP="00B64233">
      <w:pPr>
        <w:pStyle w:val="berschrift3"/>
      </w:pPr>
      <w:bookmarkStart w:id="960" w:name="_Ref398900479"/>
      <w:r w:rsidRPr="001806FC">
        <w:t xml:space="preserve">Monitoring </w:t>
      </w:r>
      <w:ins w:id="961" w:author="Buttner, Henrike" w:date="2021-06-17T11:32:00Z">
        <w:r w:rsidR="00B40E69" w:rsidRPr="00B40E69">
          <w:t>electrical energy and water (monthly and annually)</w:t>
        </w:r>
      </w:ins>
      <w:del w:id="962" w:author="Buttner, Henrike" w:date="2021-06-17T11:32:00Z">
        <w:r w:rsidRPr="001806FC" w:rsidDel="00B40E69">
          <w:delText>elektrische Energie</w:delText>
        </w:r>
        <w:r w:rsidR="00DA34B3" w:rsidRPr="001806FC" w:rsidDel="00B40E69">
          <w:delText xml:space="preserve"> </w:delText>
        </w:r>
        <w:r w:rsidR="003A2D77" w:rsidDel="00B40E69">
          <w:delText xml:space="preserve">und Wasser </w:delText>
        </w:r>
        <w:r w:rsidR="00DA34B3" w:rsidRPr="001806FC" w:rsidDel="00B40E69">
          <w:delText>(monatlich und jährlich)</w:delText>
        </w:r>
      </w:del>
      <w:bookmarkEnd w:id="960"/>
    </w:p>
    <w:p w:rsidR="006B6D54" w:rsidRPr="001806FC" w:rsidRDefault="006B6D54" w:rsidP="006B6D54">
      <w:pPr>
        <w:pStyle w:val="berschrift4"/>
      </w:pPr>
      <w:del w:id="963" w:author="Buttner, Henrike" w:date="2021-06-17T11:33:00Z">
        <w:r w:rsidRPr="001806FC" w:rsidDel="00B40E69">
          <w:delText xml:space="preserve">Monatliches </w:delText>
        </w:r>
        <w:r w:rsidR="00AA211E" w:rsidRPr="001806FC" w:rsidDel="00B40E69">
          <w:delText>Energie-</w:delText>
        </w:r>
        <w:r w:rsidRPr="001806FC" w:rsidDel="00B40E69">
          <w:delText>Monitoring</w:delText>
        </w:r>
      </w:del>
      <w:ins w:id="964" w:author="Buttner, Henrike" w:date="2021-06-17T11:33:00Z">
        <w:r w:rsidR="00B40E69" w:rsidRPr="00B40E69">
          <w:t>Monthly energy monitoring</w:t>
        </w:r>
      </w:ins>
    </w:p>
    <w:p w:rsidR="00B40E69" w:rsidRDefault="003465F6" w:rsidP="00B40E69">
      <w:pPr>
        <w:rPr>
          <w:ins w:id="965" w:author="Buttner, Henrike" w:date="2021-06-17T11:33:00Z"/>
        </w:rPr>
      </w:pPr>
      <w:r w:rsidRPr="001806FC">
        <w:t>F</w:t>
      </w:r>
      <w:del w:id="966" w:author="Buttner, Henrike" w:date="2021-06-17T11:33:00Z">
        <w:r w:rsidRPr="001806FC" w:rsidDel="00B40E69">
          <w:delText xml:space="preserve">ür </w:delText>
        </w:r>
      </w:del>
      <w:ins w:id="967" w:author="Buttner, Henrike" w:date="2021-06-17T11:33:00Z">
        <w:r w:rsidR="00B40E69">
          <w:t xml:space="preserve">or the energy efficiency report, the following values must be documented monthly for the past 12 months (cf. Appendix B: Measurement concept of the award criteria): </w:t>
        </w:r>
      </w:ins>
    </w:p>
    <w:p w:rsidR="00B40E69" w:rsidRDefault="00B40E69" w:rsidP="00B40E69">
      <w:pPr>
        <w:ind w:firstLine="709"/>
        <w:rPr>
          <w:ins w:id="968" w:author="Buttner, Henrike" w:date="2021-06-17T11:33:00Z"/>
        </w:rPr>
        <w:pPrChange w:id="969" w:author="Buttner, Henrike" w:date="2021-06-17T11:33:00Z">
          <w:pPr/>
        </w:pPrChange>
      </w:pPr>
      <w:ins w:id="970" w:author="Buttner, Henrike" w:date="2021-06-17T11:33:00Z">
        <w:r>
          <w:t>1. total electricity demand for data centres (MPEVU + MPEE) [kWhel].</w:t>
        </w:r>
      </w:ins>
    </w:p>
    <w:p w:rsidR="00B40E69" w:rsidRDefault="00B40E69" w:rsidP="00B40E69">
      <w:pPr>
        <w:ind w:firstLine="709"/>
        <w:rPr>
          <w:ins w:id="971" w:author="Buttner, Henrike" w:date="2021-06-17T11:33:00Z"/>
        </w:rPr>
        <w:pPrChange w:id="972" w:author="Buttner, Henrike" w:date="2021-06-17T11:33:00Z">
          <w:pPr/>
        </w:pPrChange>
      </w:pPr>
      <w:ins w:id="973" w:author="Buttner, Henrike" w:date="2021-06-17T11:33:00Z">
        <w:r>
          <w:t>2. power demand IT (MPIT2) [kWhel] 3.</w:t>
        </w:r>
      </w:ins>
    </w:p>
    <w:p w:rsidR="00B40E69" w:rsidRDefault="00B40E69" w:rsidP="00B40E69">
      <w:pPr>
        <w:ind w:firstLine="709"/>
        <w:rPr>
          <w:ins w:id="974" w:author="Buttner, Henrike" w:date="2021-06-17T11:33:00Z"/>
        </w:rPr>
        <w:pPrChange w:id="975" w:author="Buttner, Henrike" w:date="2021-06-17T11:33:00Z">
          <w:pPr/>
        </w:pPrChange>
      </w:pPr>
      <w:ins w:id="976" w:author="Buttner, Henrike" w:date="2021-06-17T11:33:00Z">
        <w:r>
          <w:t>3. cooling system electricity demand (MPKS) [kWhel].</w:t>
        </w:r>
      </w:ins>
    </w:p>
    <w:p w:rsidR="00B40E69" w:rsidRDefault="00B40E69" w:rsidP="00B40E69">
      <w:pPr>
        <w:ind w:firstLine="709"/>
        <w:rPr>
          <w:ins w:id="977" w:author="Buttner, Henrike" w:date="2021-06-17T11:33:00Z"/>
        </w:rPr>
        <w:pPrChange w:id="978" w:author="Buttner, Henrike" w:date="2021-06-17T11:33:00Z">
          <w:pPr/>
        </w:pPrChange>
      </w:pPr>
      <w:ins w:id="979" w:author="Buttner, Henrike" w:date="2021-06-17T11:33:00Z">
        <w:r>
          <w:t>4. electricity demand, other (MPSo) [kWhel].</w:t>
        </w:r>
      </w:ins>
    </w:p>
    <w:p w:rsidR="00B40E69" w:rsidRDefault="00B40E69" w:rsidP="00B40E69">
      <w:pPr>
        <w:ind w:firstLine="709"/>
        <w:rPr>
          <w:ins w:id="980" w:author="Buttner, Henrike" w:date="2021-06-17T11:33:00Z"/>
        </w:rPr>
        <w:pPrChange w:id="981" w:author="Buttner, Henrike" w:date="2021-06-17T11:33:00Z">
          <w:pPr/>
        </w:pPrChange>
      </w:pPr>
      <w:ins w:id="982" w:author="Buttner, Henrike" w:date="2021-06-17T11:33:00Z">
        <w:r>
          <w:t>5. total cooling load [kWhth].</w:t>
        </w:r>
      </w:ins>
    </w:p>
    <w:p w:rsidR="00B40E69" w:rsidRDefault="00B40E69" w:rsidP="00B40E69">
      <w:pPr>
        <w:ind w:left="709"/>
        <w:rPr>
          <w:ins w:id="983" w:author="Buttner, Henrike" w:date="2021-06-17T11:33:00Z"/>
        </w:rPr>
      </w:pPr>
      <w:ins w:id="984" w:author="Buttner, Henrike" w:date="2021-06-17T11:33:00Z">
        <w:r>
          <w:t xml:space="preserve">6. total water consumption [m³] and water quality [drinking water | grey water | </w:t>
        </w:r>
      </w:ins>
    </w:p>
    <w:p w:rsidR="00B40E69" w:rsidRDefault="00B40E69" w:rsidP="00B40E69">
      <w:pPr>
        <w:ind w:left="709"/>
        <w:rPr>
          <w:ins w:id="985" w:author="Buttner, Henrike" w:date="2021-06-17T11:33:00Z"/>
        </w:rPr>
        <w:pPrChange w:id="986" w:author="Buttner, Henrike" w:date="2021-06-17T11:33:00Z">
          <w:pPr/>
        </w:pPrChange>
      </w:pPr>
      <w:ins w:id="987" w:author="Buttner, Henrike" w:date="2021-06-17T11:33:00Z">
        <w:r>
          <w:t>rainwater].</w:t>
        </w:r>
      </w:ins>
    </w:p>
    <w:p w:rsidR="00B40E69" w:rsidRDefault="00B40E69" w:rsidP="00B40E69">
      <w:pPr>
        <w:rPr>
          <w:ins w:id="988" w:author="Buttner, Henrike" w:date="2021-06-17T11:33:00Z"/>
        </w:rPr>
      </w:pPr>
    </w:p>
    <w:p w:rsidR="00B64233" w:rsidRPr="001806FC" w:rsidDel="00B40E69" w:rsidRDefault="003465F6" w:rsidP="00B40E69">
      <w:pPr>
        <w:rPr>
          <w:del w:id="989" w:author="Buttner, Henrike" w:date="2021-06-17T11:33:00Z"/>
        </w:rPr>
      </w:pPr>
      <w:del w:id="990" w:author="Buttner, Henrike" w:date="2021-06-17T11:33:00Z">
        <w:r w:rsidRPr="001806FC" w:rsidDel="00B40E69">
          <w:delText xml:space="preserve">den Energieeffizienbericht müssen folgende Werte </w:delText>
        </w:r>
        <w:r w:rsidR="006B6D54" w:rsidRPr="001806FC" w:rsidDel="00B40E69">
          <w:delText>monatlich für die zurückliegenden 12</w:delText>
        </w:r>
        <w:r w:rsidR="00044B0B" w:rsidDel="00B40E69">
          <w:delText> </w:delText>
        </w:r>
        <w:r w:rsidR="006B6D54" w:rsidRPr="001806FC" w:rsidDel="00B40E69">
          <w:delText>Monate</w:delText>
        </w:r>
        <w:r w:rsidR="002C1769" w:rsidRPr="001806FC" w:rsidDel="00B40E69">
          <w:delText xml:space="preserve"> </w:delText>
        </w:r>
        <w:r w:rsidR="006B6D54" w:rsidRPr="001806FC" w:rsidDel="00B40E69">
          <w:delText xml:space="preserve">dokumentiert </w:delText>
        </w:r>
        <w:r w:rsidR="002C1769" w:rsidRPr="001806FC" w:rsidDel="00B40E69">
          <w:delText xml:space="preserve">werden (vgl. Anhang </w:delText>
        </w:r>
        <w:r w:rsidR="00A52C08" w:rsidDel="00B40E69">
          <w:delText>B</w:delText>
        </w:r>
        <w:r w:rsidR="002C1769" w:rsidRPr="001806FC" w:rsidDel="00B40E69">
          <w:delText xml:space="preserve">: Messkonzept der </w:delText>
        </w:r>
        <w:r w:rsidR="0037202C" w:rsidDel="00B40E69">
          <w:delText>Vergabekriterien</w:delText>
        </w:r>
        <w:r w:rsidR="002C1769" w:rsidRPr="001806FC" w:rsidDel="00B40E69">
          <w:delText>):</w:delText>
        </w:r>
        <w:r w:rsidR="006B6D54" w:rsidRPr="001806FC" w:rsidDel="00B40E69">
          <w:delText xml:space="preserve"> </w:delText>
        </w:r>
      </w:del>
    </w:p>
    <w:p w:rsidR="002C1769" w:rsidRPr="001806FC" w:rsidDel="00B40E69" w:rsidRDefault="002C1769" w:rsidP="00B40E69">
      <w:pPr>
        <w:rPr>
          <w:del w:id="991" w:author="Buttner, Henrike" w:date="2021-06-17T11:33:00Z"/>
        </w:rPr>
      </w:pPr>
      <w:del w:id="992" w:author="Buttner, Henrike" w:date="2021-06-17T11:33:00Z">
        <w:r w:rsidRPr="001806FC" w:rsidDel="00B40E69">
          <w:delText>Strombedarf RZ gesamt (MP</w:delText>
        </w:r>
        <w:r w:rsidR="00A52C08" w:rsidDel="00B40E69">
          <w:rPr>
            <w:vertAlign w:val="subscript"/>
          </w:rPr>
          <w:delText>EVU</w:delText>
        </w:r>
        <w:r w:rsidRPr="001806FC" w:rsidDel="00B40E69">
          <w:delText xml:space="preserve"> + MP</w:delText>
        </w:r>
        <w:r w:rsidRPr="001806FC" w:rsidDel="00B40E69">
          <w:rPr>
            <w:vertAlign w:val="subscript"/>
          </w:rPr>
          <w:delText>EE</w:delText>
        </w:r>
        <w:r w:rsidRPr="001806FC" w:rsidDel="00B40E69">
          <w:delText>) [kWh</w:delText>
        </w:r>
        <w:r w:rsidRPr="001806FC" w:rsidDel="00B40E69">
          <w:rPr>
            <w:vertAlign w:val="subscript"/>
          </w:rPr>
          <w:delText>el</w:delText>
        </w:r>
        <w:r w:rsidRPr="001806FC" w:rsidDel="00B40E69">
          <w:delText>]</w:delText>
        </w:r>
      </w:del>
    </w:p>
    <w:p w:rsidR="002C1769" w:rsidRPr="001806FC" w:rsidDel="00B40E69" w:rsidRDefault="002C1769" w:rsidP="00B40E69">
      <w:pPr>
        <w:rPr>
          <w:del w:id="993" w:author="Buttner, Henrike" w:date="2021-06-17T11:33:00Z"/>
        </w:rPr>
      </w:pPr>
      <w:del w:id="994" w:author="Buttner, Henrike" w:date="2021-06-17T11:33:00Z">
        <w:r w:rsidRPr="001806FC" w:rsidDel="00B40E69">
          <w:delText>Strombedarf IT (MP</w:delText>
        </w:r>
        <w:r w:rsidRPr="001806FC" w:rsidDel="00B40E69">
          <w:rPr>
            <w:vertAlign w:val="subscript"/>
          </w:rPr>
          <w:delText>IT2</w:delText>
        </w:r>
        <w:r w:rsidRPr="001806FC" w:rsidDel="00B40E69">
          <w:delText>) [kWh</w:delText>
        </w:r>
        <w:r w:rsidRPr="001806FC" w:rsidDel="00B40E69">
          <w:rPr>
            <w:vertAlign w:val="subscript"/>
          </w:rPr>
          <w:delText>el</w:delText>
        </w:r>
        <w:r w:rsidRPr="001806FC" w:rsidDel="00B40E69">
          <w:delText>]</w:delText>
        </w:r>
      </w:del>
    </w:p>
    <w:p w:rsidR="002C1769" w:rsidRPr="001806FC" w:rsidDel="00B40E69" w:rsidRDefault="002C1769" w:rsidP="00B40E69">
      <w:pPr>
        <w:rPr>
          <w:del w:id="995" w:author="Buttner, Henrike" w:date="2021-06-17T11:33:00Z"/>
        </w:rPr>
      </w:pPr>
      <w:del w:id="996" w:author="Buttner, Henrike" w:date="2021-06-17T11:33:00Z">
        <w:r w:rsidRPr="001806FC" w:rsidDel="00B40E69">
          <w:delText>Strombedarf Kühlsystem (MP</w:delText>
        </w:r>
        <w:r w:rsidRPr="001806FC" w:rsidDel="00B40E69">
          <w:rPr>
            <w:vertAlign w:val="subscript"/>
          </w:rPr>
          <w:delText>KS</w:delText>
        </w:r>
        <w:r w:rsidRPr="001806FC" w:rsidDel="00B40E69">
          <w:delText>) [kWh</w:delText>
        </w:r>
        <w:r w:rsidRPr="001806FC" w:rsidDel="00B40E69">
          <w:rPr>
            <w:vertAlign w:val="subscript"/>
          </w:rPr>
          <w:delText>el</w:delText>
        </w:r>
        <w:r w:rsidRPr="001806FC" w:rsidDel="00B40E69">
          <w:delText>]</w:delText>
        </w:r>
      </w:del>
    </w:p>
    <w:p w:rsidR="002C1769" w:rsidRPr="001806FC" w:rsidDel="00B40E69" w:rsidRDefault="002C1769" w:rsidP="00B40E69">
      <w:pPr>
        <w:rPr>
          <w:del w:id="997" w:author="Buttner, Henrike" w:date="2021-06-17T11:33:00Z"/>
        </w:rPr>
      </w:pPr>
      <w:del w:id="998" w:author="Buttner, Henrike" w:date="2021-06-17T11:33:00Z">
        <w:r w:rsidRPr="001806FC" w:rsidDel="00B40E69">
          <w:delText>Strombedarf Sonstiges (MP</w:delText>
        </w:r>
        <w:r w:rsidRPr="001806FC" w:rsidDel="00B40E69">
          <w:rPr>
            <w:vertAlign w:val="subscript"/>
          </w:rPr>
          <w:delText>S</w:delText>
        </w:r>
        <w:r w:rsidR="00576319" w:rsidRPr="001806FC" w:rsidDel="00B40E69">
          <w:rPr>
            <w:vertAlign w:val="subscript"/>
          </w:rPr>
          <w:delText>o</w:delText>
        </w:r>
        <w:r w:rsidRPr="001806FC" w:rsidDel="00B40E69">
          <w:delText>) [kWh</w:delText>
        </w:r>
        <w:r w:rsidRPr="001806FC" w:rsidDel="00B40E69">
          <w:rPr>
            <w:vertAlign w:val="subscript"/>
          </w:rPr>
          <w:delText>el</w:delText>
        </w:r>
        <w:r w:rsidRPr="001806FC" w:rsidDel="00B40E69">
          <w:delText>]</w:delText>
        </w:r>
      </w:del>
    </w:p>
    <w:p w:rsidR="000F51AA" w:rsidDel="00B40E69" w:rsidRDefault="002C1769" w:rsidP="00B40E69">
      <w:pPr>
        <w:rPr>
          <w:del w:id="999" w:author="Buttner, Henrike" w:date="2021-06-17T11:33:00Z"/>
        </w:rPr>
      </w:pPr>
      <w:del w:id="1000" w:author="Buttner, Henrike" w:date="2021-06-17T11:33:00Z">
        <w:r w:rsidRPr="001806FC" w:rsidDel="00B40E69">
          <w:delText>Kühllast RZ gesamt [kWh</w:delText>
        </w:r>
        <w:r w:rsidRPr="001806FC" w:rsidDel="00B40E69">
          <w:rPr>
            <w:vertAlign w:val="subscript"/>
          </w:rPr>
          <w:delText>th</w:delText>
        </w:r>
        <w:r w:rsidRPr="001806FC" w:rsidDel="00B40E69">
          <w:delText>]</w:delText>
        </w:r>
      </w:del>
    </w:p>
    <w:p w:rsidR="00044B0B" w:rsidRPr="00044B0B" w:rsidDel="00B40E69" w:rsidRDefault="00044B0B" w:rsidP="00B40E69">
      <w:pPr>
        <w:rPr>
          <w:del w:id="1001" w:author="Buttner, Henrike" w:date="2021-06-17T11:33:00Z"/>
        </w:rPr>
      </w:pPr>
      <w:del w:id="1002" w:author="Buttner, Henrike" w:date="2021-06-17T11:33:00Z">
        <w:r w:rsidRPr="00044B0B" w:rsidDel="00B40E69">
          <w:delText>Wasserverbrauch RZ gesamt [m³] und Wasserqualität [Trinkwasser | Grauwasser | Regenwasser]</w:delText>
        </w:r>
      </w:del>
    </w:p>
    <w:p w:rsidR="000F51AA" w:rsidRPr="001806FC" w:rsidRDefault="00B40E69" w:rsidP="00B40E69">
      <w:ins w:id="1003" w:author="Buttner, Henrike" w:date="2021-06-17T11:34:00Z">
        <w:r w:rsidRPr="00B40E69">
          <w:t>The documentation is provided in the present spreadsheet file, which must be attached to this report as printed Annex 2e (Monitoring Energy) for indents 1 to 5 (electricity demand and cooling load) and Annex 2g (Refrigeration Systems) for indent 6 (water consumption).</w:t>
        </w:r>
      </w:ins>
      <w:del w:id="1004" w:author="Buttner, Henrike" w:date="2021-06-17T11:34:00Z">
        <w:r w:rsidR="002C1769" w:rsidRPr="001806FC" w:rsidDel="00B40E69">
          <w:delText xml:space="preserve">Die Dokumentation erfolgt in der </w:delText>
        </w:r>
        <w:r w:rsidR="00AA211E" w:rsidRPr="001806FC" w:rsidDel="00B40E69">
          <w:delText xml:space="preserve">vorliegenden </w:delText>
        </w:r>
        <w:r w:rsidR="00416D2D" w:rsidRPr="001806FC" w:rsidDel="00B40E69">
          <w:delText>Tabellenkalkulations</w:delText>
        </w:r>
        <w:r w:rsidR="002C1769" w:rsidRPr="001806FC" w:rsidDel="00B40E69">
          <w:delText>-</w:delText>
        </w:r>
        <w:r w:rsidR="00416D2D" w:rsidRPr="001806FC" w:rsidDel="00B40E69">
          <w:delText>Datei</w:delText>
        </w:r>
        <w:r w:rsidR="00AA211E" w:rsidRPr="001806FC" w:rsidDel="00B40E69">
          <w:delText>,</w:delText>
        </w:r>
        <w:r w:rsidR="002C1769" w:rsidRPr="001806FC" w:rsidDel="00B40E69">
          <w:delText xml:space="preserve"> die diesem Be</w:delText>
        </w:r>
        <w:r w:rsidR="00416D2D" w:rsidRPr="001806FC" w:rsidDel="00B40E69">
          <w:delText>richt als ausgedruckte Anlage 2e</w:delText>
        </w:r>
        <w:r w:rsidR="002C1769" w:rsidRPr="001806FC" w:rsidDel="00B40E69">
          <w:delText xml:space="preserve"> </w:delText>
        </w:r>
        <w:r w:rsidR="0068170D" w:rsidDel="00B40E69">
          <w:delText xml:space="preserve">(Monitoring Energie) </w:delText>
        </w:r>
        <w:r w:rsidR="00D24134" w:rsidDel="00B40E69">
          <w:delText>für die Spiegelstriche 1 bis 5 (Strombedarf und Kühllast) und Anlage 2g (</w:delText>
        </w:r>
        <w:r w:rsidR="00D24134" w:rsidRPr="00D24134" w:rsidDel="00B40E69">
          <w:delText>Kälteanlagen</w:delText>
        </w:r>
        <w:r w:rsidR="00D24134" w:rsidDel="00B40E69">
          <w:delText>)</w:delText>
        </w:r>
        <w:r w:rsidR="00D24134" w:rsidRPr="00D24134" w:rsidDel="00B40E69">
          <w:delText xml:space="preserve"> </w:delText>
        </w:r>
        <w:r w:rsidR="00D24134" w:rsidDel="00B40E69">
          <w:delText xml:space="preserve">für den Spiegelstrich 6 (Wasserverbrauch) </w:delText>
        </w:r>
        <w:r w:rsidR="002C1769" w:rsidRPr="001806FC" w:rsidDel="00B40E69">
          <w:delText xml:space="preserve">beigefügt werden </w:delText>
        </w:r>
        <w:r w:rsidR="00D24134" w:rsidDel="00B40E69">
          <w:delText>müssen</w:delText>
        </w:r>
        <w:r w:rsidR="002C1769" w:rsidRPr="001806FC" w:rsidDel="00B40E69">
          <w:delText>.</w:delText>
        </w:r>
      </w:del>
    </w:p>
    <w:p w:rsidR="006B6D54" w:rsidRPr="001806FC" w:rsidRDefault="006B6D54" w:rsidP="00730F7F"/>
    <w:p w:rsidR="006B6D54" w:rsidDel="00B40E69" w:rsidRDefault="00B40E69" w:rsidP="006B6D54">
      <w:pPr>
        <w:rPr>
          <w:del w:id="1005" w:author="Buttner, Henrike" w:date="2021-06-17T11:34:00Z"/>
        </w:rPr>
      </w:pPr>
      <w:ins w:id="1006" w:author="Buttner, Henrike" w:date="2021-06-17T11:34:00Z">
        <w:r w:rsidRPr="00B40E69">
          <w:lastRenderedPageBreak/>
          <w:t>Yearly monitoring</w:t>
        </w:r>
      </w:ins>
      <w:del w:id="1007" w:author="Buttner, Henrike" w:date="2021-06-17T11:34:00Z">
        <w:r w:rsidR="006B6D54" w:rsidRPr="001806FC" w:rsidDel="00B40E69">
          <w:delText>Jährliches Monitoring</w:delText>
        </w:r>
      </w:del>
    </w:p>
    <w:p w:rsidR="00B40E69" w:rsidRPr="001806FC" w:rsidRDefault="00B40E69" w:rsidP="006B6D54">
      <w:pPr>
        <w:pStyle w:val="berschrift4"/>
        <w:rPr>
          <w:ins w:id="1008" w:author="Buttner, Henrike" w:date="2021-06-17T11:34:00Z"/>
        </w:rPr>
      </w:pPr>
    </w:p>
    <w:p w:rsidR="00B40E69" w:rsidRPr="00B40E69" w:rsidRDefault="00B40E69" w:rsidP="00B40E69">
      <w:pPr>
        <w:pStyle w:val="berschrift4"/>
        <w:rPr>
          <w:ins w:id="1009" w:author="Buttner, Henrike" w:date="2021-06-17T11:34:00Z"/>
          <w:b w:val="0"/>
          <w:bCs w:val="0"/>
        </w:rPr>
      </w:pPr>
      <w:ins w:id="1010" w:author="Buttner, Henrike" w:date="2021-06-17T11:34:00Z">
        <w:r w:rsidRPr="00B40E69">
          <w:rPr>
            <w:b w:val="0"/>
            <w:bCs w:val="0"/>
          </w:rPr>
          <w:t>The following results of the monitoring are documented annually, based on time series, in the following table:</w:t>
        </w:r>
      </w:ins>
    </w:p>
    <w:p w:rsidR="00B40E69" w:rsidRPr="00B40E69" w:rsidRDefault="00B40E69" w:rsidP="00B40E69">
      <w:pPr>
        <w:pStyle w:val="berschrift4"/>
        <w:rPr>
          <w:ins w:id="1011" w:author="Buttner, Henrike" w:date="2021-06-17T11:34:00Z"/>
          <w:b w:val="0"/>
          <w:bCs w:val="0"/>
        </w:rPr>
      </w:pPr>
      <w:ins w:id="1012" w:author="Buttner, Henrike" w:date="2021-06-17T11:34:00Z">
        <w:r w:rsidRPr="00B40E69">
          <w:rPr>
            <w:b w:val="0"/>
            <w:bCs w:val="0"/>
          </w:rPr>
          <w:t xml:space="preserve">- Total electricity demand for data centres, </w:t>
        </w:r>
      </w:ins>
    </w:p>
    <w:p w:rsidR="00B40E69" w:rsidRPr="00B40E69" w:rsidRDefault="00B40E69" w:rsidP="00B40E69">
      <w:pPr>
        <w:pStyle w:val="berschrift4"/>
        <w:rPr>
          <w:ins w:id="1013" w:author="Buttner, Henrike" w:date="2021-06-17T11:34:00Z"/>
          <w:b w:val="0"/>
          <w:bCs w:val="0"/>
        </w:rPr>
      </w:pPr>
      <w:ins w:id="1014" w:author="Buttner, Henrike" w:date="2021-06-17T11:34:00Z">
        <w:r w:rsidRPr="00B40E69">
          <w:rPr>
            <w:b w:val="0"/>
            <w:bCs w:val="0"/>
          </w:rPr>
          <w:t xml:space="preserve">- electricity demand IT, </w:t>
        </w:r>
      </w:ins>
    </w:p>
    <w:p w:rsidR="00B40E69" w:rsidRPr="00B40E69" w:rsidRDefault="00B40E69" w:rsidP="00B40E69">
      <w:pPr>
        <w:pStyle w:val="berschrift4"/>
        <w:rPr>
          <w:ins w:id="1015" w:author="Buttner, Henrike" w:date="2021-06-17T11:34:00Z"/>
          <w:b w:val="0"/>
          <w:bCs w:val="0"/>
        </w:rPr>
      </w:pPr>
      <w:ins w:id="1016" w:author="Buttner, Henrike" w:date="2021-06-17T11:34:00Z">
        <w:r w:rsidRPr="00B40E69">
          <w:rPr>
            <w:b w:val="0"/>
            <w:bCs w:val="0"/>
          </w:rPr>
          <w:t>- PUE,</w:t>
        </w:r>
      </w:ins>
    </w:p>
    <w:p w:rsidR="006B6D54" w:rsidRPr="001806FC" w:rsidDel="00B40E69" w:rsidRDefault="00B40E69" w:rsidP="00B40E69">
      <w:pPr>
        <w:pStyle w:val="berschrift4"/>
        <w:rPr>
          <w:del w:id="1017" w:author="Buttner, Henrike" w:date="2021-06-17T11:34:00Z"/>
        </w:rPr>
      </w:pPr>
      <w:ins w:id="1018" w:author="Buttner, Henrike" w:date="2021-06-17T11:34:00Z">
        <w:r w:rsidRPr="00B40E69">
          <w:rPr>
            <w:b w:val="0"/>
            <w:bCs w:val="0"/>
          </w:rPr>
          <w:t>- JAZ.</w:t>
        </w:r>
      </w:ins>
      <w:del w:id="1019" w:author="Buttner, Henrike" w:date="2021-06-17T11:34:00Z">
        <w:r w:rsidR="006B6D54" w:rsidRPr="001806FC" w:rsidDel="00B40E69">
          <w:delText xml:space="preserve">Folgende Ergebnisse des Monitorings sind jährlich, anhand von Zeitreihen in </w:delText>
        </w:r>
        <w:r w:rsidR="00416D2D" w:rsidRPr="001806FC" w:rsidDel="00B40E69">
          <w:delText>der nachfolgenden Tabelle dokumentiert</w:delText>
        </w:r>
        <w:r w:rsidR="006B6D54" w:rsidRPr="001806FC" w:rsidDel="00B40E69">
          <w:delText>:</w:delText>
        </w:r>
      </w:del>
    </w:p>
    <w:p w:rsidR="006B6D54" w:rsidRPr="001806FC" w:rsidDel="00B40E69" w:rsidRDefault="006B6D54" w:rsidP="00B40E69">
      <w:pPr>
        <w:pStyle w:val="berschrift4"/>
        <w:rPr>
          <w:del w:id="1020" w:author="Buttner, Henrike" w:date="2021-06-17T11:34:00Z"/>
        </w:rPr>
      </w:pPr>
      <w:del w:id="1021" w:author="Buttner, Henrike" w:date="2021-06-17T11:34:00Z">
        <w:r w:rsidRPr="001806FC" w:rsidDel="00B40E69">
          <w:delText xml:space="preserve">Strombedarf RZ gesamt, </w:delText>
        </w:r>
      </w:del>
    </w:p>
    <w:p w:rsidR="006B6D54" w:rsidRPr="001806FC" w:rsidDel="00B40E69" w:rsidRDefault="006B6D54" w:rsidP="00B40E69">
      <w:pPr>
        <w:pStyle w:val="berschrift4"/>
        <w:rPr>
          <w:del w:id="1022" w:author="Buttner, Henrike" w:date="2021-06-17T11:34:00Z"/>
        </w:rPr>
      </w:pPr>
      <w:del w:id="1023" w:author="Buttner, Henrike" w:date="2021-06-17T11:34:00Z">
        <w:r w:rsidRPr="001806FC" w:rsidDel="00B40E69">
          <w:delText xml:space="preserve">Strombedarf IT, </w:delText>
        </w:r>
      </w:del>
    </w:p>
    <w:p w:rsidR="006B6D54" w:rsidRPr="001806FC" w:rsidDel="00B40E69" w:rsidRDefault="00152D52" w:rsidP="00B40E69">
      <w:pPr>
        <w:pStyle w:val="berschrift4"/>
        <w:rPr>
          <w:del w:id="1024" w:author="Buttner, Henrike" w:date="2021-06-17T11:34:00Z"/>
        </w:rPr>
      </w:pPr>
      <w:del w:id="1025" w:author="Buttner, Henrike" w:date="2021-06-17T11:34:00Z">
        <w:r w:rsidDel="00B40E69">
          <w:delText>P</w:delText>
        </w:r>
        <w:r w:rsidR="006B6D54" w:rsidRPr="001806FC" w:rsidDel="00B40E69">
          <w:delText>UE</w:delText>
        </w:r>
        <w:r w:rsidR="003465F6" w:rsidRPr="001806FC" w:rsidDel="00B40E69">
          <w:delText>,</w:delText>
        </w:r>
      </w:del>
    </w:p>
    <w:p w:rsidR="006B6D54" w:rsidRPr="001806FC" w:rsidRDefault="006B6D54" w:rsidP="00B40E69">
      <w:pPr>
        <w:pStyle w:val="berschrift4"/>
      </w:pPr>
      <w:del w:id="1026" w:author="Buttner, Henrike" w:date="2021-06-17T11:34:00Z">
        <w:r w:rsidRPr="001806FC" w:rsidDel="00B40E69">
          <w:delText>JAZ</w:delText>
        </w:r>
        <w:r w:rsidR="003465F6" w:rsidRPr="001806FC" w:rsidDel="00B40E69">
          <w:delText>.</w:delText>
        </w:r>
      </w:del>
    </w:p>
    <w:p w:rsidR="000F51AA" w:rsidRPr="001806FC" w:rsidRDefault="00B40E69" w:rsidP="00B40E69">
      <w:pPr>
        <w:pStyle w:val="berschrift4"/>
      </w:pPr>
      <w:ins w:id="1027" w:author="Buttner, Henrike" w:date="2021-06-17T11:35:00Z">
        <w:r>
          <w:rPr>
            <w:b w:val="0"/>
            <w:bCs w:val="0"/>
            <w:sz w:val="18"/>
            <w:szCs w:val="18"/>
          </w:rPr>
          <w:t xml:space="preserve">Tabel: </w:t>
        </w:r>
        <w:r w:rsidRPr="00B40E69">
          <w:rPr>
            <w:b w:val="0"/>
            <w:bCs w:val="0"/>
            <w:sz w:val="18"/>
            <w:szCs w:val="18"/>
          </w:rPr>
          <w:t>Documentation of the most important results of the annual energy monitoring</w:t>
        </w:r>
      </w:ins>
      <w:del w:id="1028" w:author="Buttner, Henrike" w:date="2021-06-17T11:35:00Z">
        <w:r w:rsidR="006B6D54" w:rsidRPr="001806FC" w:rsidDel="00B40E69">
          <w:delText>Dokumentation der wichtigsten Ergebnisse des jährlichen Energie Monitorings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1220"/>
        <w:gridCol w:w="1845"/>
        <w:gridCol w:w="1822"/>
        <w:gridCol w:w="1238"/>
        <w:gridCol w:w="1170"/>
      </w:tblGrid>
      <w:tr w:rsidR="00442C4B" w:rsidRPr="001806FC" w:rsidTr="00177E9B">
        <w:tc>
          <w:tcPr>
            <w:tcW w:w="1812" w:type="dxa"/>
            <w:shd w:val="clear" w:color="auto" w:fill="C6D9F1" w:themeFill="text2" w:themeFillTint="33"/>
          </w:tcPr>
          <w:p w:rsidR="00442C4B" w:rsidRPr="001806FC" w:rsidRDefault="00B40E69" w:rsidP="00876424">
            <w:pPr>
              <w:keepNext/>
              <w:keepLines/>
              <w:spacing w:before="60"/>
              <w:jc w:val="left"/>
              <w:rPr>
                <w:b/>
                <w:sz w:val="20"/>
              </w:rPr>
            </w:pPr>
            <w:ins w:id="1029" w:author="Buttner, Henrike" w:date="2021-06-17T11:35:00Z">
              <w:r w:rsidRPr="00B40E69">
                <w:rPr>
                  <w:b/>
                  <w:sz w:val="20"/>
                </w:rPr>
                <w:t>Year</w:t>
              </w:r>
            </w:ins>
            <w:del w:id="1030" w:author="Buttner, Henrike" w:date="2021-06-17T11:35:00Z">
              <w:r w:rsidR="00442C4B" w:rsidRPr="001806FC" w:rsidDel="00B40E69">
                <w:rPr>
                  <w:b/>
                  <w:sz w:val="20"/>
                </w:rPr>
                <w:delText xml:space="preserve">Jahr </w:delText>
              </w:r>
            </w:del>
          </w:p>
        </w:tc>
        <w:tc>
          <w:tcPr>
            <w:tcW w:w="1250" w:type="dxa"/>
            <w:shd w:val="clear" w:color="auto" w:fill="C6D9F1" w:themeFill="text2" w:themeFillTint="33"/>
          </w:tcPr>
          <w:p w:rsidR="00442C4B" w:rsidRPr="001806FC" w:rsidRDefault="00442C4B" w:rsidP="00876424">
            <w:pPr>
              <w:keepNext/>
              <w:keepLines/>
              <w:spacing w:before="60"/>
              <w:jc w:val="center"/>
              <w:rPr>
                <w:b/>
                <w:sz w:val="20"/>
              </w:rPr>
            </w:pPr>
            <w:del w:id="1031" w:author="Buttner, Henrike" w:date="2021-06-17T11:36:00Z">
              <w:r w:rsidDel="00B40E69">
                <w:rPr>
                  <w:b/>
                  <w:sz w:val="20"/>
                </w:rPr>
                <w:delText>Jahreszahl</w:delText>
              </w:r>
            </w:del>
            <w:ins w:id="1032" w:author="Buttner, Henrike" w:date="2021-06-17T11:36:00Z">
              <w:r w:rsidR="00B40E69">
                <w:rPr>
                  <w:b/>
                  <w:sz w:val="20"/>
                </w:rPr>
                <w:t>Date</w:t>
              </w:r>
            </w:ins>
          </w:p>
        </w:tc>
        <w:tc>
          <w:tcPr>
            <w:tcW w:w="1866" w:type="dxa"/>
            <w:shd w:val="clear" w:color="auto" w:fill="C6D9F1" w:themeFill="text2" w:themeFillTint="33"/>
          </w:tcPr>
          <w:p w:rsidR="00442C4B" w:rsidRPr="001806FC" w:rsidRDefault="00B40E69" w:rsidP="00876424">
            <w:pPr>
              <w:keepNext/>
              <w:keepLines/>
              <w:spacing w:before="60"/>
              <w:jc w:val="center"/>
              <w:rPr>
                <w:b/>
                <w:sz w:val="20"/>
              </w:rPr>
            </w:pPr>
            <w:ins w:id="1033" w:author="Buttner, Henrike" w:date="2021-06-17T11:36:00Z">
              <w:r w:rsidRPr="00B40E69">
                <w:rPr>
                  <w:b/>
                  <w:sz w:val="20"/>
                </w:rPr>
                <w:t>Total electricity demand for data centres</w:t>
              </w:r>
            </w:ins>
            <w:del w:id="1034" w:author="Buttner, Henrike" w:date="2021-06-17T11:36:00Z">
              <w:r w:rsidR="00442C4B" w:rsidRPr="001806FC" w:rsidDel="00B40E69">
                <w:rPr>
                  <w:b/>
                  <w:sz w:val="20"/>
                </w:rPr>
                <w:delText>Strombedarf RZ gesamt</w:delText>
              </w:r>
            </w:del>
          </w:p>
        </w:tc>
        <w:tc>
          <w:tcPr>
            <w:tcW w:w="1884" w:type="dxa"/>
            <w:shd w:val="clear" w:color="auto" w:fill="C6D9F1" w:themeFill="text2" w:themeFillTint="33"/>
          </w:tcPr>
          <w:p w:rsidR="00442C4B" w:rsidRPr="001806FC" w:rsidRDefault="00B40E69" w:rsidP="00876424">
            <w:pPr>
              <w:keepNext/>
              <w:keepLines/>
              <w:spacing w:before="60"/>
              <w:jc w:val="center"/>
              <w:rPr>
                <w:b/>
                <w:sz w:val="20"/>
              </w:rPr>
            </w:pPr>
            <w:ins w:id="1035" w:author="Buttner, Henrike" w:date="2021-06-17T11:36:00Z">
              <w:r w:rsidRPr="00B40E69">
                <w:rPr>
                  <w:b/>
                  <w:sz w:val="20"/>
                </w:rPr>
                <w:t>Electricity demand IT</w:t>
              </w:r>
            </w:ins>
            <w:del w:id="1036" w:author="Buttner, Henrike" w:date="2021-06-17T11:36:00Z">
              <w:r w:rsidR="00442C4B" w:rsidRPr="001806FC" w:rsidDel="00B40E69">
                <w:rPr>
                  <w:b/>
                  <w:sz w:val="20"/>
                </w:rPr>
                <w:delText>Strombedarf IT</w:delText>
              </w:r>
            </w:del>
          </w:p>
        </w:tc>
        <w:tc>
          <w:tcPr>
            <w:tcW w:w="1270" w:type="dxa"/>
            <w:shd w:val="clear" w:color="auto" w:fill="C6D9F1" w:themeFill="text2" w:themeFillTint="33"/>
          </w:tcPr>
          <w:p w:rsidR="00442C4B" w:rsidRPr="001806FC" w:rsidRDefault="00442C4B" w:rsidP="00876424">
            <w:pPr>
              <w:keepNext/>
              <w:keepLines/>
              <w:spacing w:before="60"/>
              <w:jc w:val="center"/>
              <w:rPr>
                <w:b/>
                <w:sz w:val="20"/>
              </w:rPr>
            </w:pPr>
            <w:r>
              <w:rPr>
                <w:b/>
                <w:sz w:val="20"/>
              </w:rPr>
              <w:t>P</w:t>
            </w:r>
            <w:r w:rsidRPr="001806FC">
              <w:rPr>
                <w:b/>
                <w:sz w:val="20"/>
              </w:rPr>
              <w:t>UE</w:t>
            </w:r>
          </w:p>
        </w:tc>
        <w:tc>
          <w:tcPr>
            <w:tcW w:w="1197" w:type="dxa"/>
            <w:shd w:val="clear" w:color="auto" w:fill="C6D9F1" w:themeFill="text2" w:themeFillTint="33"/>
          </w:tcPr>
          <w:p w:rsidR="00442C4B" w:rsidRPr="001806FC" w:rsidRDefault="00442C4B" w:rsidP="00876424">
            <w:pPr>
              <w:keepNext/>
              <w:keepLines/>
              <w:spacing w:before="60"/>
              <w:jc w:val="center"/>
              <w:rPr>
                <w:b/>
                <w:sz w:val="20"/>
              </w:rPr>
            </w:pPr>
            <w:r w:rsidRPr="001806FC">
              <w:rPr>
                <w:b/>
                <w:sz w:val="20"/>
              </w:rPr>
              <w:t>JAZ</w:t>
            </w:r>
          </w:p>
        </w:tc>
      </w:tr>
      <w:tr w:rsidR="00442C4B" w:rsidRPr="001806FC" w:rsidTr="00177E9B">
        <w:tc>
          <w:tcPr>
            <w:tcW w:w="1812" w:type="dxa"/>
            <w:shd w:val="clear" w:color="auto" w:fill="auto"/>
          </w:tcPr>
          <w:p w:rsidR="00442C4B" w:rsidRPr="001806FC" w:rsidRDefault="00B40E69" w:rsidP="00876424">
            <w:pPr>
              <w:keepNext/>
              <w:keepLines/>
              <w:spacing w:before="60"/>
              <w:jc w:val="left"/>
            </w:pPr>
            <w:ins w:id="1037" w:author="Buttner, Henrike" w:date="2021-06-17T11:35:00Z">
              <w:r w:rsidRPr="00B40E69">
                <w:t>Year</w:t>
              </w:r>
            </w:ins>
            <w:del w:id="1038" w:author="Buttner, Henrike" w:date="2021-06-17T11:35:00Z">
              <w:r w:rsidR="00442C4B" w:rsidRPr="001806FC" w:rsidDel="00B40E69">
                <w:delText>Jahr</w:delText>
              </w:r>
            </w:del>
            <w:r w:rsidR="00442C4B" w:rsidRPr="001806FC">
              <w:t xml:space="preserve"> 0 </w:t>
            </w:r>
            <w:r w:rsidR="00442C4B">
              <w:br/>
            </w:r>
            <w:ins w:id="1039" w:author="Buttner, Henrike" w:date="2021-06-17T11:35:00Z">
              <w:r w:rsidRPr="00B40E69">
                <w:t>(Application)</w:t>
              </w:r>
            </w:ins>
            <w:del w:id="1040" w:author="Buttner, Henrike" w:date="2021-06-17T11:35:00Z">
              <w:r w:rsidR="00442C4B" w:rsidRPr="001806FC" w:rsidDel="00B40E69">
                <w:delText>(Antragstellung)</w:delText>
              </w:r>
            </w:del>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442C4B" w:rsidRPr="001806FC" w:rsidTr="00177E9B">
        <w:tc>
          <w:tcPr>
            <w:tcW w:w="1812" w:type="dxa"/>
            <w:shd w:val="clear" w:color="auto" w:fill="auto"/>
          </w:tcPr>
          <w:p w:rsidR="00442C4B" w:rsidRPr="001806FC" w:rsidRDefault="00B40E69" w:rsidP="00876424">
            <w:pPr>
              <w:keepNext/>
              <w:keepLines/>
              <w:spacing w:before="60"/>
              <w:jc w:val="left"/>
            </w:pPr>
            <w:ins w:id="1041" w:author="Buttner, Henrike" w:date="2021-06-17T11:35:00Z">
              <w:r w:rsidRPr="00B40E69">
                <w:t>Year</w:t>
              </w:r>
            </w:ins>
            <w:del w:id="1042" w:author="Buttner, Henrike" w:date="2021-06-17T11:35:00Z">
              <w:r w:rsidR="00442C4B" w:rsidRPr="001806FC" w:rsidDel="00B40E69">
                <w:delText>Jahr</w:delText>
              </w:r>
            </w:del>
            <w:r w:rsidR="00442C4B" w:rsidRPr="001806FC">
              <w:t xml:space="preserve"> 1</w:t>
            </w:r>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442C4B" w:rsidRPr="001806FC" w:rsidTr="00177E9B">
        <w:tc>
          <w:tcPr>
            <w:tcW w:w="1812" w:type="dxa"/>
            <w:shd w:val="clear" w:color="auto" w:fill="auto"/>
          </w:tcPr>
          <w:p w:rsidR="00442C4B" w:rsidRPr="001806FC" w:rsidRDefault="00B40E69" w:rsidP="00876424">
            <w:pPr>
              <w:keepNext/>
              <w:keepLines/>
              <w:spacing w:before="60"/>
              <w:jc w:val="left"/>
            </w:pPr>
            <w:ins w:id="1043" w:author="Buttner, Henrike" w:date="2021-06-17T11:35:00Z">
              <w:r w:rsidRPr="00B40E69">
                <w:t>Year</w:t>
              </w:r>
            </w:ins>
            <w:del w:id="1044" w:author="Buttner, Henrike" w:date="2021-06-17T11:35:00Z">
              <w:r w:rsidR="00442C4B" w:rsidRPr="001806FC" w:rsidDel="00B40E69">
                <w:delText>Jahr</w:delText>
              </w:r>
            </w:del>
            <w:r w:rsidR="00442C4B" w:rsidRPr="001806FC">
              <w:t xml:space="preserve"> 2</w:t>
            </w:r>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442C4B" w:rsidRPr="001806FC" w:rsidTr="00177E9B">
        <w:tc>
          <w:tcPr>
            <w:tcW w:w="1812" w:type="dxa"/>
            <w:shd w:val="clear" w:color="auto" w:fill="auto"/>
          </w:tcPr>
          <w:p w:rsidR="00442C4B" w:rsidRPr="001806FC" w:rsidRDefault="00442C4B" w:rsidP="00876424">
            <w:pPr>
              <w:keepNext/>
              <w:keepLines/>
              <w:spacing w:before="60"/>
              <w:jc w:val="left"/>
            </w:pPr>
            <w:r w:rsidRPr="001806FC">
              <w:t xml:space="preserve">... </w:t>
            </w:r>
            <w:ins w:id="1045" w:author="Buttner, Henrike" w:date="2021-06-17T11:35:00Z">
              <w:r w:rsidR="00B40E69" w:rsidRPr="00B40E69">
                <w:t>Year</w:t>
              </w:r>
            </w:ins>
            <w:del w:id="1046" w:author="Buttner, Henrike" w:date="2021-06-17T11:35:00Z">
              <w:r w:rsidRPr="001806FC" w:rsidDel="00B40E69">
                <w:delText>Jahr</w:delText>
              </w:r>
            </w:del>
            <w:r w:rsidRPr="001806FC">
              <w:t xml:space="preserve"> n</w:t>
            </w:r>
          </w:p>
        </w:tc>
        <w:tc>
          <w:tcPr>
            <w:tcW w:w="1250" w:type="dxa"/>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866"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884"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MWh</w:t>
            </w:r>
            <w:r w:rsidRPr="001806FC">
              <w:rPr>
                <w:vertAlign w:val="subscript"/>
              </w:rPr>
              <w:t>el</w:t>
            </w:r>
            <w:r w:rsidRPr="001806FC">
              <w:t>/a</w:t>
            </w:r>
          </w:p>
        </w:tc>
        <w:tc>
          <w:tcPr>
            <w:tcW w:w="1270"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197" w:type="dxa"/>
            <w:shd w:val="clear" w:color="auto" w:fill="auto"/>
          </w:tcPr>
          <w:p w:rsidR="00442C4B" w:rsidRPr="001806FC" w:rsidRDefault="00442C4B" w:rsidP="00876424">
            <w:pPr>
              <w:keepNext/>
              <w:keepLines/>
              <w:spacing w:before="60"/>
              <w:jc w:val="center"/>
            </w:pPr>
            <w:r w:rsidRPr="001806FC">
              <w:fldChar w:fldCharType="begin">
                <w:ffData>
                  <w:name w:val="Text5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bl>
    <w:p w:rsidR="00416D2D" w:rsidRPr="001806FC" w:rsidRDefault="00416D2D" w:rsidP="00730F7F"/>
    <w:p w:rsidR="004F359D" w:rsidRPr="001806FC" w:rsidRDefault="004F359D" w:rsidP="00650615">
      <w:pPr>
        <w:pStyle w:val="berschrift2"/>
      </w:pPr>
      <w:bookmarkStart w:id="1047" w:name="_Toc399239527"/>
      <w:bookmarkStart w:id="1048" w:name="_Ref398735166"/>
      <w:bookmarkStart w:id="1049" w:name="_Ref398799610"/>
      <w:del w:id="1050" w:author="Buttner, Henrike" w:date="2021-06-17T11:37:00Z">
        <w:r w:rsidRPr="001806FC" w:rsidDel="00B40E69">
          <w:delText>K</w:delText>
        </w:r>
        <w:r w:rsidR="002B32C4" w:rsidRPr="001806FC" w:rsidDel="00B40E69">
          <w:delText>ühlsystem</w:delText>
        </w:r>
      </w:del>
      <w:bookmarkStart w:id="1051" w:name="_Toc74830185"/>
      <w:bookmarkEnd w:id="1047"/>
      <w:ins w:id="1052" w:author="Buttner, Henrike" w:date="2021-06-17T11:37:00Z">
        <w:r w:rsidR="00B40E69" w:rsidRPr="00B40E69">
          <w:t>Cooling system</w:t>
        </w:r>
      </w:ins>
      <w:bookmarkEnd w:id="1051"/>
    </w:p>
    <w:p w:rsidR="004F359D" w:rsidRPr="001806FC" w:rsidRDefault="004F359D" w:rsidP="004F359D">
      <w:pPr>
        <w:pStyle w:val="berschrift3"/>
      </w:pPr>
      <w:bookmarkStart w:id="1053" w:name="_Ref411249053"/>
      <w:bookmarkEnd w:id="942"/>
      <w:bookmarkEnd w:id="943"/>
      <w:bookmarkEnd w:id="944"/>
      <w:bookmarkEnd w:id="1048"/>
      <w:bookmarkEnd w:id="1049"/>
      <w:del w:id="1054" w:author="Buttner, Henrike" w:date="2021-06-17T11:37:00Z">
        <w:r w:rsidRPr="001806FC" w:rsidDel="00B40E69">
          <w:delText xml:space="preserve">Allgemeine </w:delText>
        </w:r>
      </w:del>
      <w:ins w:id="1055" w:author="Buttner, Henrike" w:date="2021-06-17T11:37:00Z">
        <w:r w:rsidR="00B40E69" w:rsidRPr="00B40E69">
          <w:t>General information on the cooling system</w:t>
        </w:r>
      </w:ins>
      <w:del w:id="1056" w:author="Buttner, Henrike" w:date="2021-06-17T11:37:00Z">
        <w:r w:rsidRPr="001806FC" w:rsidDel="00B40E69">
          <w:delText>Angaben zu</w:delText>
        </w:r>
        <w:r w:rsidR="002B32C4" w:rsidRPr="001806FC" w:rsidDel="00B40E69">
          <w:delText>m</w:delText>
        </w:r>
        <w:r w:rsidRPr="001806FC" w:rsidDel="00B40E69">
          <w:delText xml:space="preserve"> </w:delText>
        </w:r>
        <w:r w:rsidR="002B32C4" w:rsidRPr="001806FC" w:rsidDel="00B40E69">
          <w:delText>Kühlsystem</w:delText>
        </w:r>
      </w:del>
      <w:bookmarkEnd w:id="1053"/>
    </w:p>
    <w:p w:rsidR="004F359D" w:rsidRPr="001806FC" w:rsidRDefault="00B40E69" w:rsidP="000F6653">
      <w:pPr>
        <w:numPr>
          <w:ilvl w:val="0"/>
          <w:numId w:val="19"/>
        </w:numPr>
      </w:pPr>
      <w:ins w:id="1057" w:author="Buttner, Henrike" w:date="2021-06-17T11:37:00Z">
        <w:r>
          <w:t>H</w:t>
        </w:r>
      </w:ins>
      <w:del w:id="1058" w:author="Buttner, Henrike" w:date="2021-06-17T11:37:00Z">
        <w:r w:rsidR="004F359D" w:rsidRPr="001806FC" w:rsidDel="00B40E69">
          <w:delText xml:space="preserve">Wie </w:delText>
        </w:r>
      </w:del>
      <w:ins w:id="1059" w:author="Buttner, Henrike" w:date="2021-06-17T11:37:00Z">
        <w:r w:rsidRPr="00B40E69">
          <w:t>ow is the IT technology in the server room air-conditioned? (Please select from the following options, multiple answers possible)</w:t>
        </w:r>
      </w:ins>
      <w:del w:id="1060" w:author="Buttner, Henrike" w:date="2021-06-17T11:37:00Z">
        <w:r w:rsidR="004F359D" w:rsidRPr="001806FC" w:rsidDel="00B40E69">
          <w:delText>wird die IT-Technik im Serverraum klimatisiert? (Bitte aus den folgenden Optionen auswählen, Mehrfachnennung möglich)</w:delText>
        </w:r>
      </w:del>
      <w:r w:rsidR="004F359D" w:rsidRPr="001806FC">
        <w:t>:</w:t>
      </w:r>
    </w:p>
    <w:p w:rsidR="004F359D" w:rsidRPr="001806FC" w:rsidRDefault="004F359D" w:rsidP="000F6653">
      <w:pPr>
        <w:numPr>
          <w:ilvl w:val="1"/>
          <w:numId w:val="19"/>
        </w:numPr>
        <w:tabs>
          <w:tab w:val="left" w:pos="425"/>
          <w:tab w:val="left" w:pos="709"/>
        </w:tabs>
      </w:pPr>
      <w:del w:id="1061" w:author="Buttner, Henrike" w:date="2021-06-17T11:38:00Z">
        <w:r w:rsidRPr="001806FC" w:rsidDel="00B40E69">
          <w:delText xml:space="preserve">Die </w:delText>
        </w:r>
      </w:del>
      <w:ins w:id="1062" w:author="Buttner, Henrike" w:date="2021-06-17T11:38:00Z">
        <w:r w:rsidR="00B40E69" w:rsidRPr="00B40E69">
          <w:t>The air of the server room is air-conditioned (air conditioning of the server room).</w:t>
        </w:r>
      </w:ins>
      <w:del w:id="1063" w:author="Buttner, Henrike" w:date="2021-06-17T11:38:00Z">
        <w:r w:rsidRPr="001806FC" w:rsidDel="00B40E69">
          <w:delText>Luft des Serverraumes wird klimatisiert (Luftkonditionierung des Serverraumes)</w:delText>
        </w:r>
      </w:del>
      <w:r w:rsidRPr="001806FC">
        <w:t xml:space="preserve">: </w:t>
      </w:r>
      <w:r w:rsidRPr="001806FC">
        <w:fldChar w:fldCharType="begin">
          <w:ffData>
            <w:name w:val=""/>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r w:rsidRPr="001806FC">
        <w:t xml:space="preserve">     (</w:t>
      </w:r>
      <w:del w:id="1064" w:author="Buttner, Henrike" w:date="2021-06-17T11:38:00Z">
        <w:r w:rsidRPr="001806FC" w:rsidDel="00B40E69">
          <w:delText>Ja</w:delText>
        </w:r>
      </w:del>
      <w:ins w:id="1065" w:author="Buttner, Henrike" w:date="2021-06-17T11:38:00Z">
        <w:r w:rsidR="00B40E69">
          <w:t>Yes</w:t>
        </w:r>
      </w:ins>
      <w:r w:rsidRPr="001806FC">
        <w:t>/</w:t>
      </w:r>
      <w:del w:id="1066" w:author="Buttner, Henrike" w:date="2021-06-17T11:38:00Z">
        <w:r w:rsidRPr="001806FC" w:rsidDel="00B40E69">
          <w:delText>Nein</w:delText>
        </w:r>
      </w:del>
      <w:ins w:id="1067" w:author="Buttner, Henrike" w:date="2021-06-17T11:38:00Z">
        <w:r w:rsidR="00B40E69" w:rsidRPr="001806FC">
          <w:t>N</w:t>
        </w:r>
        <w:r w:rsidR="00B40E69">
          <w:t>o</w:t>
        </w:r>
      </w:ins>
      <w:r w:rsidRPr="001806FC">
        <w:t xml:space="preserve">). </w:t>
      </w:r>
    </w:p>
    <w:p w:rsidR="004F359D" w:rsidRPr="001806FC" w:rsidRDefault="004F359D" w:rsidP="004F359D">
      <w:pPr>
        <w:tabs>
          <w:tab w:val="left" w:pos="425"/>
          <w:tab w:val="left" w:pos="709"/>
        </w:tabs>
      </w:pPr>
      <w:r w:rsidRPr="001806FC">
        <w:sym w:font="Wingdings" w:char="F0F0"/>
      </w:r>
      <w:r w:rsidRPr="001806FC">
        <w:t xml:space="preserve"> </w:t>
      </w:r>
      <w:r w:rsidRPr="001806FC">
        <w:tab/>
      </w:r>
      <w:ins w:id="1068" w:author="Buttner, Henrike" w:date="2021-06-17T11:38:00Z">
        <w:r w:rsidR="00B40E69" w:rsidRPr="00B40E69">
          <w:t>If Yes, please specify how the server room is air-conditioned:</w:t>
        </w:r>
      </w:ins>
      <w:del w:id="1069" w:author="Buttner, Henrike" w:date="2021-06-17T11:38:00Z">
        <w:r w:rsidRPr="001806FC" w:rsidDel="00B40E69">
          <w:delText>Falls Ja, bitte geben Sie an, wie der Serverraum klimatisiert wird:</w:delText>
        </w:r>
      </w:del>
    </w:p>
    <w:p w:rsidR="004F359D" w:rsidDel="00B40E69" w:rsidRDefault="004F359D" w:rsidP="004F359D">
      <w:pPr>
        <w:tabs>
          <w:tab w:val="left" w:pos="1701"/>
        </w:tabs>
        <w:ind w:left="1134"/>
        <w:rPr>
          <w:del w:id="1070" w:author="Buttner, Henrike" w:date="2021-06-17T11:38:00Z"/>
        </w:rPr>
      </w:pPr>
      <w:r w:rsidRPr="001806FC">
        <w:fldChar w:fldCharType="begin">
          <w:ffData>
            <w:name w:val="Kontrollkästchen46"/>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071" w:author="Buttner, Henrike" w:date="2021-06-17T11:38:00Z">
        <w:r w:rsidR="00B40E69" w:rsidRPr="00B40E69">
          <w:t>The air in the server room is only air-conditioned by ULK.</w:t>
        </w:r>
      </w:ins>
      <w:del w:id="1072" w:author="Buttner, Henrike" w:date="2021-06-17T11:38:00Z">
        <w:r w:rsidRPr="001806FC" w:rsidDel="00B40E69">
          <w:delText>Die Luft im Serverraum wird nur durch ULK klimatisiert.</w:delText>
        </w:r>
      </w:del>
    </w:p>
    <w:p w:rsidR="00B40E69" w:rsidRPr="001806FC" w:rsidRDefault="00B40E69" w:rsidP="004F359D">
      <w:pPr>
        <w:tabs>
          <w:tab w:val="left" w:pos="1701"/>
        </w:tabs>
        <w:ind w:left="1134"/>
        <w:rPr>
          <w:ins w:id="1073" w:author="Buttner, Henrike" w:date="2021-06-17T11:38:00Z"/>
        </w:rPr>
      </w:pPr>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074" w:author="Buttner, Henrike" w:date="2021-06-17T11:38:00Z">
        <w:r w:rsidR="00B40E69" w:rsidRPr="00B40E69">
          <w:t>The air in the server room is only conditioned by direct evaporators.</w:t>
        </w:r>
      </w:ins>
      <w:del w:id="1075" w:author="Buttner, Henrike" w:date="2021-06-17T11:38:00Z">
        <w:r w:rsidRPr="001806FC" w:rsidDel="00B40E69">
          <w:delText xml:space="preserve">Die Luft im Serverraum wird nur durch </w:delText>
        </w:r>
        <w:r w:rsidR="007718BA" w:rsidDel="00B40E69">
          <w:delText>Direktverdampfer</w:delText>
        </w:r>
        <w:r w:rsidRPr="001806FC" w:rsidDel="00B40E69">
          <w:delText xml:space="preserve"> klimatisiert.</w:delText>
        </w:r>
      </w:del>
    </w:p>
    <w:p w:rsidR="004F359D" w:rsidRPr="001806FC" w:rsidRDefault="004F359D" w:rsidP="004F359D">
      <w:pPr>
        <w:tabs>
          <w:tab w:val="left" w:pos="1701"/>
        </w:tabs>
        <w:ind w:left="1701" w:hanging="567"/>
      </w:pPr>
      <w:r w:rsidRPr="001806FC">
        <w:fldChar w:fldCharType="begin">
          <w:ffData>
            <w:name w:val="Kontrollkästchen46"/>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076" w:author="Buttner, Henrike" w:date="2021-06-17T11:39:00Z">
        <w:r w:rsidR="00B40E69" w:rsidRPr="00B40E69">
          <w:t>Both: The air in the server room is climatised by direct evaporators and ULK.</w:t>
        </w:r>
      </w:ins>
      <w:del w:id="1077" w:author="Buttner, Henrike" w:date="2021-06-17T11:39:00Z">
        <w:r w:rsidRPr="001806FC" w:rsidDel="00B40E69">
          <w:delText xml:space="preserve">Beides: Die Luft im Serverraum wird durch </w:delText>
        </w:r>
        <w:r w:rsidR="00075350" w:rsidDel="00B40E69">
          <w:delText>Direktverdampfer</w:delText>
        </w:r>
        <w:r w:rsidRPr="001806FC" w:rsidDel="00B40E69">
          <w:delText xml:space="preserve"> </w:delText>
        </w:r>
        <w:r w:rsidRPr="001806FC" w:rsidDel="00B40E69">
          <w:rPr>
            <w:u w:val="single"/>
          </w:rPr>
          <w:delText>und</w:delText>
        </w:r>
        <w:r w:rsidRPr="001806FC" w:rsidDel="00B40E69">
          <w:delText xml:space="preserve"> ULK klimatisiert.</w:delText>
        </w:r>
      </w:del>
    </w:p>
    <w:p w:rsidR="004F359D" w:rsidRPr="001806FC" w:rsidRDefault="004F359D" w:rsidP="004F359D">
      <w:pPr>
        <w:tabs>
          <w:tab w:val="left" w:pos="1701"/>
        </w:tabs>
        <w:ind w:left="1134"/>
      </w:pPr>
      <w:r w:rsidRPr="001806FC">
        <w:fldChar w:fldCharType="begin">
          <w:ffData>
            <w:name w:val="Kontrollkästchen46"/>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del w:id="1078" w:author="Buttner, Henrike" w:date="2021-06-17T11:39:00Z">
        <w:r w:rsidRPr="001806FC" w:rsidDel="00B40E69">
          <w:delText>Sonstiges</w:delText>
        </w:r>
      </w:del>
      <w:ins w:id="1079" w:author="Buttner, Henrike" w:date="2021-06-17T11:39:00Z">
        <w:r w:rsidR="00B40E69">
          <w:t>Other</w:t>
        </w:r>
        <w:r w:rsidR="00B40E69" w:rsidRPr="001806FC">
          <w:t>s</w:t>
        </w:r>
      </w:ins>
      <w:r w:rsidRPr="001806FC">
        <w:t xml:space="preserve">: </w:t>
      </w:r>
      <w:r w:rsidRPr="001806FC">
        <w:fldChar w:fldCharType="begin">
          <w:ffData>
            <w:name w:val="Text2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F01EE6" w:rsidP="000F6653">
      <w:pPr>
        <w:numPr>
          <w:ilvl w:val="1"/>
          <w:numId w:val="19"/>
        </w:numPr>
        <w:tabs>
          <w:tab w:val="left" w:pos="425"/>
          <w:tab w:val="left" w:pos="709"/>
        </w:tabs>
      </w:pPr>
      <w:ins w:id="1080" w:author="Buttner, Henrike" w:date="2021-06-17T11:39:00Z">
        <w:r w:rsidRPr="00F01EE6">
          <w:t>Individual racks are directly/extra air-conditioned</w:t>
        </w:r>
        <w:r w:rsidRPr="00F01EE6" w:rsidDel="00F01EE6">
          <w:t xml:space="preserve"> </w:t>
        </w:r>
      </w:ins>
      <w:del w:id="1081" w:author="Buttner, Henrike" w:date="2021-06-17T11:39:00Z">
        <w:r w:rsidR="004F359D" w:rsidRPr="001806FC" w:rsidDel="00F01EE6">
          <w:delText>Einzelne Racks werden direkt/extra klimatisiert</w:delText>
        </w:r>
      </w:del>
      <w:r w:rsidR="004F359D" w:rsidRPr="001806FC">
        <w:t xml:space="preserve">: </w:t>
      </w:r>
      <w:r w:rsidR="004F359D" w:rsidRPr="001806FC">
        <w:fldChar w:fldCharType="begin">
          <w:ffData>
            <w:name w:val="Dropdown1"/>
            <w:enabled/>
            <w:calcOnExit/>
            <w:ddList>
              <w:listEntry w:val="        "/>
              <w:listEntry w:val="Ja"/>
              <w:listEntry w:val="Nein"/>
            </w:ddList>
          </w:ffData>
        </w:fldChar>
      </w:r>
      <w:r w:rsidR="004F359D" w:rsidRPr="001806FC">
        <w:instrText xml:space="preserve"> FORMDROPDOWN </w:instrText>
      </w:r>
      <w:r w:rsidR="00226445">
        <w:fldChar w:fldCharType="separate"/>
      </w:r>
      <w:r w:rsidR="004F359D" w:rsidRPr="001806FC">
        <w:fldChar w:fldCharType="end"/>
      </w:r>
      <w:r w:rsidR="004F359D" w:rsidRPr="001806FC">
        <w:t xml:space="preserve">   </w:t>
      </w:r>
      <w:del w:id="1082" w:author="Buttner, Henrike" w:date="2021-06-17T11:39:00Z">
        <w:r w:rsidR="004F359D" w:rsidRPr="001806FC" w:rsidDel="00F01EE6">
          <w:delText xml:space="preserve">  </w:delText>
        </w:r>
      </w:del>
      <w:ins w:id="1083" w:author="Buttner, Henrike" w:date="2021-06-17T11:39:00Z">
        <w:r w:rsidRPr="001806FC">
          <w:t>(</w:t>
        </w:r>
        <w:r>
          <w:t>Yes</w:t>
        </w:r>
        <w:r w:rsidRPr="001806FC">
          <w:t>/N</w:t>
        </w:r>
        <w:r>
          <w:t>o</w:t>
        </w:r>
        <w:r w:rsidRPr="001806FC">
          <w:t>)</w:t>
        </w:r>
        <w:r w:rsidRPr="001806FC" w:rsidDel="00F01EE6">
          <w:t xml:space="preserve"> </w:t>
        </w:r>
      </w:ins>
      <w:del w:id="1084" w:author="Buttner, Henrike" w:date="2021-06-17T11:39:00Z">
        <w:r w:rsidR="004F359D" w:rsidRPr="001806FC" w:rsidDel="00F01EE6">
          <w:delText>(Ja/Nein)</w:delText>
        </w:r>
      </w:del>
    </w:p>
    <w:p w:rsidR="004F359D" w:rsidRPr="001806FC" w:rsidRDefault="00F01EE6" w:rsidP="000F6653">
      <w:pPr>
        <w:numPr>
          <w:ilvl w:val="1"/>
          <w:numId w:val="19"/>
        </w:numPr>
        <w:tabs>
          <w:tab w:val="left" w:pos="425"/>
          <w:tab w:val="left" w:pos="709"/>
        </w:tabs>
      </w:pPr>
      <w:ins w:id="1085" w:author="Buttner, Henrike" w:date="2021-06-17T11:39:00Z">
        <w:r w:rsidRPr="00F01EE6">
          <w:t>Both: Individual racks and the entire server room are air-conditioned:</w:t>
        </w:r>
      </w:ins>
      <w:del w:id="1086" w:author="Buttner, Henrike" w:date="2021-06-17T11:39:00Z">
        <w:r w:rsidR="004F359D" w:rsidRPr="001806FC" w:rsidDel="00F01EE6">
          <w:delText xml:space="preserve">Beides: Einzelne Racks </w:delText>
        </w:r>
        <w:r w:rsidR="004F359D" w:rsidRPr="001806FC" w:rsidDel="00F01EE6">
          <w:rPr>
            <w:u w:val="single"/>
          </w:rPr>
          <w:delText>und</w:delText>
        </w:r>
        <w:r w:rsidR="004F359D" w:rsidRPr="001806FC" w:rsidDel="00F01EE6">
          <w:delText xml:space="preserve"> der gesamte Serverraum werden klimatisiert:</w:delText>
        </w:r>
      </w:del>
      <w:r w:rsidR="00222FA5" w:rsidRPr="001806FC">
        <w:br/>
      </w:r>
      <w:r w:rsidR="004F359D" w:rsidRPr="001806FC">
        <w:fldChar w:fldCharType="begin">
          <w:ffData>
            <w:name w:val="Dropdown1"/>
            <w:enabled/>
            <w:calcOnExit/>
            <w:ddList>
              <w:listEntry w:val="        "/>
              <w:listEntry w:val="Ja"/>
              <w:listEntry w:val="Nein"/>
            </w:ddList>
          </w:ffData>
        </w:fldChar>
      </w:r>
      <w:r w:rsidR="004F359D" w:rsidRPr="001806FC">
        <w:instrText xml:space="preserve"> FORMDROPDOWN </w:instrText>
      </w:r>
      <w:r w:rsidR="00226445">
        <w:fldChar w:fldCharType="separate"/>
      </w:r>
      <w:r w:rsidR="004F359D" w:rsidRPr="001806FC">
        <w:fldChar w:fldCharType="end"/>
      </w:r>
      <w:r w:rsidR="00222FA5" w:rsidRPr="001806FC">
        <w:t>    </w:t>
      </w:r>
      <w:ins w:id="1087" w:author="Buttner, Henrike" w:date="2021-06-17T11:40:00Z">
        <w:r w:rsidRPr="001806FC">
          <w:t>(</w:t>
        </w:r>
        <w:r>
          <w:t>Yes</w:t>
        </w:r>
        <w:r w:rsidRPr="001806FC">
          <w:t>/N</w:t>
        </w:r>
        <w:r>
          <w:t>o</w:t>
        </w:r>
        <w:r w:rsidRPr="001806FC">
          <w:t>)</w:t>
        </w:r>
        <w:r w:rsidRPr="001806FC" w:rsidDel="00F01EE6">
          <w:t xml:space="preserve"> </w:t>
        </w:r>
      </w:ins>
      <w:del w:id="1088" w:author="Buttner, Henrike" w:date="2021-06-17T11:40:00Z">
        <w:r w:rsidR="004F359D" w:rsidRPr="001806FC" w:rsidDel="00F01EE6">
          <w:delText>(Ja/Nein)</w:delText>
        </w:r>
      </w:del>
    </w:p>
    <w:p w:rsidR="004F359D" w:rsidRPr="001806FC" w:rsidRDefault="00F01EE6" w:rsidP="000F6653">
      <w:pPr>
        <w:numPr>
          <w:ilvl w:val="1"/>
          <w:numId w:val="19"/>
        </w:numPr>
        <w:tabs>
          <w:tab w:val="left" w:pos="425"/>
          <w:tab w:val="left" w:pos="709"/>
        </w:tabs>
      </w:pPr>
      <w:ins w:id="1089" w:author="Buttner, Henrike" w:date="2021-06-17T11:40:00Z">
        <w:r>
          <w:lastRenderedPageBreak/>
          <w:t>O</w:t>
        </w:r>
      </w:ins>
      <w:del w:id="1090" w:author="Buttner, Henrike" w:date="2021-06-17T11:40:00Z">
        <w:r w:rsidR="004F359D" w:rsidRPr="001806FC" w:rsidDel="00F01EE6">
          <w:delText xml:space="preserve">Sonstiges </w:delText>
        </w:r>
      </w:del>
      <w:ins w:id="1091" w:author="Buttner, Henrike" w:date="2021-06-17T11:40:00Z">
        <w:r w:rsidRPr="00F01EE6">
          <w:t>ther (please specify, e.g. "direct free cooling with the outside air" or "direct CPU cooling"):</w:t>
        </w:r>
        <w:r w:rsidRPr="00F01EE6" w:rsidDel="00F01EE6">
          <w:t xml:space="preserve"> </w:t>
        </w:r>
      </w:ins>
      <w:del w:id="1092" w:author="Buttner, Henrike" w:date="2021-06-17T11:40:00Z">
        <w:r w:rsidR="004F359D" w:rsidRPr="001806FC" w:rsidDel="00F01EE6">
          <w:delText xml:space="preserve">(bitte spezifizieren, z.B. „direkte Freie Kühlung mit der Außenluft“ oder „direkte CPU-Kühlung“): </w:delText>
        </w:r>
      </w:del>
      <w:r w:rsidR="004F359D" w:rsidRPr="001806FC">
        <w:fldChar w:fldCharType="begin">
          <w:ffData>
            <w:name w:val="Text27"/>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p>
    <w:p w:rsidR="004F359D" w:rsidRPr="001806FC" w:rsidRDefault="00F01EE6" w:rsidP="000F6653">
      <w:pPr>
        <w:numPr>
          <w:ilvl w:val="1"/>
          <w:numId w:val="19"/>
        </w:numPr>
        <w:tabs>
          <w:tab w:val="left" w:pos="425"/>
          <w:tab w:val="left" w:pos="709"/>
        </w:tabs>
      </w:pPr>
      <w:ins w:id="1093" w:author="Buttner, Henrike" w:date="2021-06-17T11:42:00Z">
        <w:r w:rsidRPr="00F01EE6">
          <w:t>What is the measured temperature of the supply air at the recirculation air conditioning units (°C and/or direct evaporator)?</w:t>
        </w:r>
      </w:ins>
      <w:del w:id="1094" w:author="Buttner, Henrike" w:date="2021-06-17T11:42:00Z">
        <w:r w:rsidR="004F359D" w:rsidRPr="001806FC" w:rsidDel="00F01EE6">
          <w:delText xml:space="preserve">Welche </w:delText>
        </w:r>
        <w:r w:rsidR="0036604F" w:rsidDel="00F01EE6">
          <w:delText xml:space="preserve">gemessene </w:delText>
        </w:r>
        <w:r w:rsidR="004F359D" w:rsidRPr="001806FC" w:rsidDel="00F01EE6">
          <w:delText xml:space="preserve">Temperatur hat die Zuluft an den Umluftklimageräte </w:delText>
        </w:r>
        <w:r w:rsidR="0036604F" w:rsidRPr="001806FC" w:rsidDel="00F01EE6">
          <w:fldChar w:fldCharType="begin">
            <w:ffData>
              <w:name w:val="Text28"/>
              <w:enabled/>
              <w:calcOnExit w:val="0"/>
              <w:textInput/>
            </w:ffData>
          </w:fldChar>
        </w:r>
        <w:r w:rsidR="0036604F" w:rsidRPr="001806FC" w:rsidDel="00F01EE6">
          <w:delInstrText xml:space="preserve"> FORMTEXT </w:delInstrText>
        </w:r>
        <w:r w:rsidR="0036604F" w:rsidRPr="001806FC" w:rsidDel="00F01EE6">
          <w:fldChar w:fldCharType="separate"/>
        </w:r>
        <w:r w:rsidR="00E6663B" w:rsidDel="00F01EE6">
          <w:rPr>
            <w:noProof/>
          </w:rPr>
          <w:delText> </w:delText>
        </w:r>
        <w:r w:rsidR="00E6663B" w:rsidDel="00F01EE6">
          <w:rPr>
            <w:noProof/>
          </w:rPr>
          <w:delText> </w:delText>
        </w:r>
        <w:r w:rsidR="00E6663B" w:rsidDel="00F01EE6">
          <w:rPr>
            <w:noProof/>
          </w:rPr>
          <w:delText> </w:delText>
        </w:r>
        <w:r w:rsidR="00E6663B" w:rsidDel="00F01EE6">
          <w:rPr>
            <w:noProof/>
          </w:rPr>
          <w:delText> </w:delText>
        </w:r>
        <w:r w:rsidR="00E6663B" w:rsidDel="00F01EE6">
          <w:rPr>
            <w:noProof/>
          </w:rPr>
          <w:delText> </w:delText>
        </w:r>
        <w:r w:rsidR="0036604F" w:rsidRPr="001806FC" w:rsidDel="00F01EE6">
          <w:fldChar w:fldCharType="end"/>
        </w:r>
        <w:r w:rsidR="0036604F" w:rsidRPr="001806FC" w:rsidDel="00F01EE6">
          <w:delText xml:space="preserve">°C </w:delText>
        </w:r>
        <w:r w:rsidR="004F359D" w:rsidRPr="001806FC" w:rsidDel="00F01EE6">
          <w:delText xml:space="preserve">und/ oder </w:delText>
        </w:r>
        <w:r w:rsidR="00075350" w:rsidDel="00F01EE6">
          <w:delText>Direktverdampfer</w:delText>
        </w:r>
        <w:r w:rsidR="004F359D" w:rsidRPr="001806FC" w:rsidDel="00F01EE6">
          <w:delText>)?</w:delText>
        </w:r>
      </w:del>
      <w:r w:rsidR="004F359D" w:rsidRPr="001806FC">
        <w:t xml:space="preserve"> </w:t>
      </w:r>
      <w:r w:rsidR="004F359D" w:rsidRPr="001806FC">
        <w:fldChar w:fldCharType="begin">
          <w:ffData>
            <w:name w:val="Text28"/>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r w:rsidR="004F359D" w:rsidRPr="001806FC">
        <w:t>°C</w:t>
      </w:r>
      <w:r w:rsidR="0072270D">
        <w:t xml:space="preserve"> u/o </w:t>
      </w:r>
      <w:r w:rsidR="00FC465A">
        <w:t>Inlet-System</w:t>
      </w:r>
      <w:r w:rsidR="0072270D" w:rsidRPr="001806FC">
        <w:fldChar w:fldCharType="begin">
          <w:ffData>
            <w:name w:val="Text28"/>
            <w:enabled/>
            <w:calcOnExit w:val="0"/>
            <w:textInput/>
          </w:ffData>
        </w:fldChar>
      </w:r>
      <w:r w:rsidR="0072270D" w:rsidRPr="001806FC">
        <w:instrText xml:space="preserve"> FORMTEXT </w:instrText>
      </w:r>
      <w:r w:rsidR="0072270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72270D" w:rsidRPr="001806FC">
        <w:fldChar w:fldCharType="end"/>
      </w:r>
      <w:r w:rsidR="0072270D" w:rsidRPr="001806FC">
        <w:t>°C</w:t>
      </w:r>
      <w:r w:rsidR="0072270D">
        <w:t xml:space="preserve"> </w:t>
      </w:r>
    </w:p>
    <w:p w:rsidR="004F359D" w:rsidRPr="001806FC" w:rsidRDefault="00F01EE6" w:rsidP="000F6653">
      <w:pPr>
        <w:numPr>
          <w:ilvl w:val="1"/>
          <w:numId w:val="19"/>
        </w:numPr>
        <w:tabs>
          <w:tab w:val="left" w:pos="425"/>
          <w:tab w:val="left" w:pos="709"/>
        </w:tabs>
      </w:pPr>
      <w:ins w:id="1095" w:author="Buttner, Henrike" w:date="2021-06-17T11:42:00Z">
        <w:r w:rsidRPr="00F01EE6">
          <w:t>What is the measured temperature of the exhaust air at the recirculation air conditioning units (°C and/or direct evaporator)?</w:t>
        </w:r>
      </w:ins>
      <w:del w:id="1096" w:author="Buttner, Henrike" w:date="2021-06-17T11:42:00Z">
        <w:r w:rsidR="004F359D" w:rsidRPr="001806FC" w:rsidDel="00F01EE6">
          <w:delText xml:space="preserve">Welche </w:delText>
        </w:r>
        <w:r w:rsidR="0036604F" w:rsidDel="00F01EE6">
          <w:delText xml:space="preserve">gemessene </w:delText>
        </w:r>
        <w:r w:rsidR="004F359D" w:rsidRPr="001806FC" w:rsidDel="00F01EE6">
          <w:delText xml:space="preserve">Temperatur hat die Abluft an den Umluftklimageräte </w:delText>
        </w:r>
        <w:r w:rsidR="0036604F" w:rsidRPr="001806FC" w:rsidDel="00F01EE6">
          <w:fldChar w:fldCharType="begin">
            <w:ffData>
              <w:name w:val="Text28"/>
              <w:enabled/>
              <w:calcOnExit w:val="0"/>
              <w:textInput/>
            </w:ffData>
          </w:fldChar>
        </w:r>
        <w:r w:rsidR="0036604F" w:rsidRPr="001806FC" w:rsidDel="00F01EE6">
          <w:delInstrText xml:space="preserve"> FORMTEXT </w:delInstrText>
        </w:r>
        <w:r w:rsidR="0036604F" w:rsidRPr="001806FC" w:rsidDel="00F01EE6">
          <w:fldChar w:fldCharType="separate"/>
        </w:r>
        <w:r w:rsidR="00E6663B" w:rsidDel="00F01EE6">
          <w:rPr>
            <w:noProof/>
          </w:rPr>
          <w:delText> </w:delText>
        </w:r>
        <w:r w:rsidR="00E6663B" w:rsidDel="00F01EE6">
          <w:rPr>
            <w:noProof/>
          </w:rPr>
          <w:delText> </w:delText>
        </w:r>
        <w:r w:rsidR="00E6663B" w:rsidDel="00F01EE6">
          <w:rPr>
            <w:noProof/>
          </w:rPr>
          <w:delText> </w:delText>
        </w:r>
        <w:r w:rsidR="00E6663B" w:rsidDel="00F01EE6">
          <w:rPr>
            <w:noProof/>
          </w:rPr>
          <w:delText> </w:delText>
        </w:r>
        <w:r w:rsidR="00E6663B" w:rsidDel="00F01EE6">
          <w:rPr>
            <w:noProof/>
          </w:rPr>
          <w:delText> </w:delText>
        </w:r>
        <w:r w:rsidR="0036604F" w:rsidRPr="001806FC" w:rsidDel="00F01EE6">
          <w:fldChar w:fldCharType="end"/>
        </w:r>
        <w:r w:rsidR="0036604F" w:rsidRPr="001806FC" w:rsidDel="00F01EE6">
          <w:delText xml:space="preserve">°C </w:delText>
        </w:r>
        <w:r w:rsidR="004F359D" w:rsidRPr="001806FC" w:rsidDel="00F01EE6">
          <w:delText xml:space="preserve">und/ oder </w:delText>
        </w:r>
        <w:r w:rsidR="00075350" w:rsidDel="00F01EE6">
          <w:delText>Direktverdampfer</w:delText>
        </w:r>
        <w:r w:rsidR="004F359D" w:rsidRPr="001806FC" w:rsidDel="00F01EE6">
          <w:delText>)?</w:delText>
        </w:r>
      </w:del>
      <w:r w:rsidR="004F359D" w:rsidRPr="001806FC">
        <w:t xml:space="preserve"> </w:t>
      </w:r>
      <w:r w:rsidR="004F359D" w:rsidRPr="001806FC">
        <w:fldChar w:fldCharType="begin">
          <w:ffData>
            <w:name w:val="Text29"/>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r w:rsidR="004F359D" w:rsidRPr="001806FC">
        <w:t>°C</w:t>
      </w:r>
      <w:r w:rsidR="0072270D" w:rsidRPr="0072270D">
        <w:t xml:space="preserve"> </w:t>
      </w:r>
      <w:r w:rsidR="0072270D">
        <w:t>u/o Inletsystem</w:t>
      </w:r>
      <w:r w:rsidR="0072270D" w:rsidRPr="001806FC">
        <w:fldChar w:fldCharType="begin">
          <w:ffData>
            <w:name w:val="Text28"/>
            <w:enabled/>
            <w:calcOnExit w:val="0"/>
            <w:textInput/>
          </w:ffData>
        </w:fldChar>
      </w:r>
      <w:r w:rsidR="0072270D" w:rsidRPr="001806FC">
        <w:instrText xml:space="preserve"> FORMTEXT </w:instrText>
      </w:r>
      <w:r w:rsidR="0072270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72270D" w:rsidRPr="001806FC">
        <w:fldChar w:fldCharType="end"/>
      </w:r>
      <w:r w:rsidR="0072270D" w:rsidRPr="001806FC">
        <w:t>°C</w:t>
      </w:r>
    </w:p>
    <w:p w:rsidR="004F359D" w:rsidRDefault="00F01EE6" w:rsidP="000F6653">
      <w:pPr>
        <w:numPr>
          <w:ilvl w:val="1"/>
          <w:numId w:val="19"/>
        </w:numPr>
        <w:tabs>
          <w:tab w:val="left" w:pos="425"/>
          <w:tab w:val="left" w:pos="709"/>
        </w:tabs>
      </w:pPr>
      <w:ins w:id="1097" w:author="Buttner, Henrike" w:date="2021-06-17T11:42:00Z">
        <w:r w:rsidRPr="00F01EE6">
          <w:t xml:space="preserve">Please state for each ULK or direct evaporator in the </w:t>
        </w:r>
        <w:r>
          <w:t>DC</w:t>
        </w:r>
        <w:r w:rsidRPr="00F01EE6" w:rsidDel="00F01EE6">
          <w:t xml:space="preserve"> </w:t>
        </w:r>
      </w:ins>
      <w:del w:id="1098" w:author="Buttner, Henrike" w:date="2021-06-17T11:42:00Z">
        <w:r w:rsidR="004F359D" w:rsidRPr="001806FC" w:rsidDel="00F01EE6">
          <w:delText xml:space="preserve">Bitte geben Sie für jede/s ULK bzw. </w:delText>
        </w:r>
        <w:r w:rsidR="00075350" w:rsidDel="00F01EE6">
          <w:delText>Direktverdampfer</w:delText>
        </w:r>
        <w:r w:rsidR="004F359D" w:rsidRPr="001806FC" w:rsidDel="00F01EE6">
          <w:delText xml:space="preserve"> im RZ an</w:delText>
        </w:r>
      </w:del>
      <w:r w:rsidR="004F359D" w:rsidRPr="001806FC">
        <w:t>:</w:t>
      </w:r>
    </w:p>
    <w:p w:rsidR="009A60EB" w:rsidRDefault="009A60EB" w:rsidP="009A60EB">
      <w:pPr>
        <w:tabs>
          <w:tab w:val="left" w:pos="425"/>
          <w:tab w:val="left" w:pos="709"/>
        </w:tabs>
        <w:ind w:left="425"/>
      </w:pPr>
    </w:p>
    <w:p w:rsidR="009A60EB" w:rsidRDefault="009A60EB" w:rsidP="009A60EB">
      <w:pPr>
        <w:tabs>
          <w:tab w:val="left" w:pos="425"/>
          <w:tab w:val="left" w:pos="709"/>
        </w:tabs>
        <w:ind w:left="425"/>
      </w:pPr>
    </w:p>
    <w:p w:rsidR="00017A30" w:rsidRDefault="00F01EE6" w:rsidP="00FC465A">
      <w:pPr>
        <w:keepNext/>
        <w:tabs>
          <w:tab w:val="left" w:pos="425"/>
          <w:tab w:val="left" w:pos="709"/>
        </w:tabs>
        <w:spacing w:before="240" w:after="240"/>
        <w:ind w:left="425"/>
      </w:pPr>
      <w:ins w:id="1099" w:author="Buttner, Henrike" w:date="2021-06-17T11:46:00Z">
        <w:r w:rsidRPr="00F01EE6">
          <w:t>For recirculation air conditioning units (ULK)</w:t>
        </w:r>
      </w:ins>
      <w:del w:id="1100" w:author="Buttner, Henrike" w:date="2021-06-17T11:46:00Z">
        <w:r w:rsidR="009A60EB" w:rsidDel="00F01EE6">
          <w:delText>F</w:delText>
        </w:r>
        <w:r w:rsidR="00982544" w:rsidDel="00F01EE6">
          <w:delText>ür Umluftklimageräte (ULK):</w:delText>
        </w:r>
      </w:del>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C535B9" w:rsidRDefault="00F01EE6" w:rsidP="00C535B9">
            <w:pPr>
              <w:keepNext/>
              <w:keepLines/>
              <w:spacing w:before="40" w:after="40" w:line="240" w:lineRule="auto"/>
              <w:jc w:val="left"/>
              <w:rPr>
                <w:b/>
                <w:sz w:val="20"/>
                <w:szCs w:val="20"/>
              </w:rPr>
            </w:pPr>
            <w:ins w:id="1101" w:author="Buttner, Henrike" w:date="2021-06-17T11:47:00Z">
              <w:r w:rsidRPr="00F01EE6">
                <w:rPr>
                  <w:b/>
                  <w:sz w:val="20"/>
                </w:rPr>
                <w:t>Sequence number</w:t>
              </w:r>
            </w:ins>
            <w:del w:id="1102" w:author="Buttner, Henrike" w:date="2021-06-17T11:47:00Z">
              <w:r w:rsidR="00982544" w:rsidRPr="00FC465A" w:rsidDel="00F01EE6">
                <w:rPr>
                  <w:b/>
                  <w:sz w:val="20"/>
                </w:rPr>
                <w:delText>Laufende Nummer</w:delText>
              </w:r>
            </w:del>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6"/>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03" w:author="Buttner, Henrike" w:date="2021-06-17T11:47:00Z">
              <w:r w:rsidRPr="00F01EE6">
                <w:rPr>
                  <w:sz w:val="20"/>
                </w:rPr>
                <w:t>Number of installations of this type</w:t>
              </w:r>
            </w:ins>
            <w:del w:id="1104" w:author="Buttner, Henrike" w:date="2021-06-17T11:47:00Z">
              <w:r w:rsidR="00982544" w:rsidRPr="00FC465A" w:rsidDel="00F01EE6">
                <w:rPr>
                  <w:sz w:val="20"/>
                </w:rPr>
                <w:delText>Anzahl der Anlagen dieses Typs</w:delText>
              </w:r>
            </w:del>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05" w:author="Buttner, Henrike" w:date="2021-06-17T11:47:00Z">
              <w:r w:rsidRPr="00F01EE6">
                <w:rPr>
                  <w:sz w:val="20"/>
                </w:rPr>
                <w:t>Manufacturer</w:t>
              </w:r>
            </w:ins>
            <w:del w:id="1106" w:author="Buttner, Henrike" w:date="2021-06-17T11:47:00Z">
              <w:r w:rsidR="00982544" w:rsidRPr="00FC465A" w:rsidDel="00F01EE6">
                <w:rPr>
                  <w:sz w:val="20"/>
                </w:rPr>
                <w:delText>Hersteller</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07" w:author="Buttner, Henrike" w:date="2021-06-17T11:47:00Z">
              <w:r w:rsidRPr="00F01EE6">
                <w:rPr>
                  <w:sz w:val="20"/>
                </w:rPr>
                <w:t>Model designation</w:t>
              </w:r>
            </w:ins>
            <w:del w:id="1108" w:author="Buttner, Henrike" w:date="2021-06-17T11:47:00Z">
              <w:r w:rsidR="00982544" w:rsidRPr="00FC465A" w:rsidDel="00F01EE6">
                <w:rPr>
                  <w:sz w:val="20"/>
                </w:rPr>
                <w:delText>Modellbezeichnung</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09" w:author="Buttner, Henrike" w:date="2021-06-17T11:47:00Z">
              <w:r w:rsidRPr="00F01EE6">
                <w:rPr>
                  <w:sz w:val="20"/>
                </w:rPr>
                <w:t>Nominal power (kWel)</w:t>
              </w:r>
            </w:ins>
            <w:del w:id="1110" w:author="Buttner, Henrike" w:date="2021-06-17T11:47:00Z">
              <w:r w:rsidR="00982544" w:rsidRPr="00FC465A" w:rsidDel="00F01EE6">
                <w:rPr>
                  <w:sz w:val="20"/>
                </w:rPr>
                <w:delText>Nennleistung (kW</w:delText>
              </w:r>
              <w:r w:rsidR="00982544" w:rsidRPr="00FC465A" w:rsidDel="00F01EE6">
                <w:rPr>
                  <w:sz w:val="20"/>
                  <w:vertAlign w:val="subscript"/>
                </w:rPr>
                <w:delText>el</w:delText>
              </w:r>
              <w:r w:rsidR="00982544" w:rsidRPr="00FC465A" w:rsidDel="00F01EE6">
                <w:rPr>
                  <w:sz w:val="20"/>
                </w:rPr>
                <w:delText>)</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11" w:author="Buttner, Henrike" w:date="2021-06-17T11:47:00Z">
              <w:r w:rsidRPr="00F01EE6">
                <w:rPr>
                  <w:sz w:val="20"/>
                </w:rPr>
                <w:t>Nominal power (kWth)</w:t>
              </w:r>
            </w:ins>
            <w:del w:id="1112" w:author="Buttner, Henrike" w:date="2021-06-17T11:47:00Z">
              <w:r w:rsidR="00982544" w:rsidRPr="00FC465A" w:rsidDel="00F01EE6">
                <w:rPr>
                  <w:sz w:val="20"/>
                </w:rPr>
                <w:delText>Nennleistung (kW</w:delText>
              </w:r>
              <w:r w:rsidR="00982544" w:rsidRPr="00FC465A" w:rsidDel="00F01EE6">
                <w:rPr>
                  <w:sz w:val="20"/>
                  <w:vertAlign w:val="subscript"/>
                </w:rPr>
                <w:delText>th</w:delText>
              </w:r>
              <w:r w:rsidR="00982544" w:rsidRPr="00FC465A" w:rsidDel="00F01EE6">
                <w:rPr>
                  <w:sz w:val="20"/>
                </w:rPr>
                <w:delText>)</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13" w:author="Buttner, Henrike" w:date="2021-06-17T11:48:00Z">
              <w:r w:rsidRPr="00F01EE6">
                <w:rPr>
                  <w:sz w:val="20"/>
                </w:rPr>
                <w:t>Design temperature exhaust air (°C)</w:t>
              </w:r>
            </w:ins>
            <w:del w:id="1114" w:author="Buttner, Henrike" w:date="2021-06-17T11:48:00Z">
              <w:r w:rsidR="00982544" w:rsidRPr="00C535B9" w:rsidDel="00F01EE6">
                <w:rPr>
                  <w:sz w:val="20"/>
                </w:rPr>
                <w:delText>Auslegungstemperatur</w:delText>
              </w:r>
              <w:r w:rsidR="00982544" w:rsidDel="00F01EE6">
                <w:rPr>
                  <w:rStyle w:val="Funotenzeichen"/>
                </w:rPr>
                <w:footnoteReference w:id="2"/>
              </w:r>
              <w:r w:rsidR="00982544" w:rsidRPr="00C535B9" w:rsidDel="00F01EE6">
                <w:rPr>
                  <w:sz w:val="20"/>
                </w:rPr>
                <w:delText xml:space="preserve"> </w:delText>
              </w:r>
              <w:r w:rsidR="00982544" w:rsidRPr="00FC465A" w:rsidDel="00F01EE6">
                <w:rPr>
                  <w:sz w:val="20"/>
                </w:rPr>
                <w:delText xml:space="preserve">Abluft </w:delText>
              </w:r>
              <w:r w:rsidR="00982544" w:rsidDel="00F01EE6">
                <w:rPr>
                  <w:sz w:val="20"/>
                </w:rPr>
                <w:delText>(</w:delText>
              </w:r>
              <w:r w:rsidR="00982544" w:rsidRPr="00FC465A" w:rsidDel="00F01EE6">
                <w:rPr>
                  <w:sz w:val="20"/>
                </w:rPr>
                <w:delText>°C)</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17" w:author="Buttner, Henrike" w:date="2021-06-17T11:48:00Z">
              <w:r w:rsidRPr="00F01EE6">
                <w:rPr>
                  <w:sz w:val="20"/>
                </w:rPr>
                <w:t>Design temperature supply air (°C)</w:t>
              </w:r>
            </w:ins>
            <w:del w:id="1118" w:author="Buttner, Henrike" w:date="2021-06-17T11:48:00Z">
              <w:r w:rsidR="00982544" w:rsidRPr="00C535B9" w:rsidDel="00F01EE6">
                <w:rPr>
                  <w:sz w:val="20"/>
                </w:rPr>
                <w:delText xml:space="preserve">Auslegungstemperatur </w:delText>
              </w:r>
              <w:r w:rsidR="00982544" w:rsidRPr="00FC465A" w:rsidDel="00F01EE6">
                <w:rPr>
                  <w:sz w:val="20"/>
                </w:rPr>
                <w:delText xml:space="preserve">Zuluft </w:delText>
              </w:r>
              <w:r w:rsidR="00982544" w:rsidDel="00F01EE6">
                <w:rPr>
                  <w:sz w:val="20"/>
                </w:rPr>
                <w:delText>(</w:delText>
              </w:r>
              <w:r w:rsidR="00982544" w:rsidRPr="00FC465A" w:rsidDel="00F01EE6">
                <w:rPr>
                  <w:sz w:val="20"/>
                </w:rPr>
                <w:delText>°C)</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FC465A">
            <w:pPr>
              <w:keepNext/>
              <w:keepLines/>
              <w:spacing w:before="40" w:after="40" w:line="240" w:lineRule="auto"/>
              <w:jc w:val="left"/>
              <w:rPr>
                <w:sz w:val="20"/>
                <w:szCs w:val="20"/>
              </w:rPr>
            </w:pPr>
            <w:ins w:id="1119" w:author="Buttner, Henrike" w:date="2021-06-17T11:48:00Z">
              <w:r w:rsidRPr="00F01EE6">
                <w:rPr>
                  <w:sz w:val="20"/>
                </w:rPr>
                <w:t>Max. Volume flow under design condition (m³/h)</w:t>
              </w:r>
            </w:ins>
            <w:del w:id="1120" w:author="Buttner, Henrike" w:date="2021-06-17T11:48:00Z">
              <w:r w:rsidR="00982544" w:rsidRPr="00FC465A" w:rsidDel="00F01EE6">
                <w:rPr>
                  <w:sz w:val="20"/>
                </w:rPr>
                <w:delText>Max. Volumenstrom unter Auslegungsbedingung (m</w:delText>
              </w:r>
              <w:r w:rsidR="00982544" w:rsidDel="00F01EE6">
                <w:rPr>
                  <w:sz w:val="20"/>
                </w:rPr>
                <w:delText>³</w:delText>
              </w:r>
              <w:r w:rsidR="00982544" w:rsidRPr="00FC465A" w:rsidDel="00F01EE6">
                <w:rPr>
                  <w:sz w:val="20"/>
                </w:rPr>
                <w:delText>/h)</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C535B9" w:rsidRDefault="00F01EE6" w:rsidP="00C535B9">
            <w:pPr>
              <w:keepNext/>
              <w:keepLines/>
              <w:spacing w:before="40" w:after="40" w:line="240" w:lineRule="auto"/>
              <w:jc w:val="left"/>
              <w:rPr>
                <w:sz w:val="20"/>
                <w:szCs w:val="20"/>
              </w:rPr>
            </w:pPr>
            <w:ins w:id="1121" w:author="Buttner, Henrike" w:date="2021-06-17T11:48:00Z">
              <w:r w:rsidRPr="00F01EE6">
                <w:rPr>
                  <w:sz w:val="20"/>
                </w:rPr>
                <w:t>Fan speed adjustable? (Yes/No)</w:t>
              </w:r>
            </w:ins>
            <w:del w:id="1122" w:author="Buttner, Henrike" w:date="2021-06-17T11:48:00Z">
              <w:r w:rsidR="00982544" w:rsidRPr="00FC465A" w:rsidDel="00F01EE6">
                <w:rPr>
                  <w:sz w:val="20"/>
                </w:rPr>
                <w:delText>Drehzahl der Lüfter regelbar? (Ja/Nein)</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C535B9" w:rsidRDefault="00F01EE6" w:rsidP="00C535B9">
      <w:pPr>
        <w:keepNext/>
        <w:tabs>
          <w:tab w:val="left" w:pos="425"/>
          <w:tab w:val="left" w:pos="709"/>
        </w:tabs>
        <w:spacing w:before="240" w:after="240"/>
        <w:ind w:left="425"/>
      </w:pPr>
      <w:ins w:id="1123" w:author="Buttner, Henrike" w:date="2021-06-17T11:46:00Z">
        <w:r w:rsidRPr="00F01EE6">
          <w:t xml:space="preserve">For direct evaporators (split units): </w:t>
        </w:r>
      </w:ins>
      <w:del w:id="1124" w:author="Buttner, Henrike" w:date="2021-06-17T11:46:00Z">
        <w:r w:rsidR="00982544" w:rsidDel="00F01EE6">
          <w:delText>Für Direktverdampfer (Splitgeräte):</w:delText>
        </w:r>
        <w:r w:rsidR="00C535B9" w:rsidRPr="00C535B9" w:rsidDel="00F01EE6">
          <w:delText xml:space="preserve"> </w:delText>
        </w:r>
      </w:del>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82544" w:rsidRPr="00A54E91" w:rsidTr="00982544">
        <w:trPr>
          <w:cantSplit/>
        </w:trPr>
        <w:tc>
          <w:tcPr>
            <w:tcW w:w="3794" w:type="dxa"/>
            <w:shd w:val="clear" w:color="auto" w:fill="C6D9F1" w:themeFill="text2" w:themeFillTint="33"/>
          </w:tcPr>
          <w:p w:rsidR="00982544" w:rsidRPr="00A54E91" w:rsidRDefault="00F01EE6" w:rsidP="00982544">
            <w:pPr>
              <w:keepNext/>
              <w:keepLines/>
              <w:spacing w:before="40" w:after="40" w:line="240" w:lineRule="auto"/>
              <w:jc w:val="left"/>
              <w:rPr>
                <w:b/>
                <w:sz w:val="20"/>
                <w:szCs w:val="20"/>
              </w:rPr>
            </w:pPr>
            <w:ins w:id="1125" w:author="Buttner, Henrike" w:date="2021-06-17T11:49:00Z">
              <w:r w:rsidRPr="00F01EE6">
                <w:rPr>
                  <w:b/>
                  <w:sz w:val="20"/>
                </w:rPr>
                <w:t>Sequence number</w:t>
              </w:r>
            </w:ins>
            <w:del w:id="1126" w:author="Buttner, Henrike" w:date="2021-06-17T11:49:00Z">
              <w:r w:rsidR="00982544" w:rsidDel="00F01EE6">
                <w:rPr>
                  <w:b/>
                  <w:sz w:val="20"/>
                  <w:szCs w:val="20"/>
                </w:rPr>
                <w:delText>Laufende Nummer</w:delText>
              </w:r>
            </w:del>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1"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c>
          <w:tcPr>
            <w:tcW w:w="1372" w:type="dxa"/>
            <w:shd w:val="clear" w:color="auto" w:fill="C6D9F1" w:themeFill="text2" w:themeFillTint="33"/>
          </w:tcPr>
          <w:p w:rsidR="00982544" w:rsidRPr="00A54E91" w:rsidRDefault="00982544" w:rsidP="00982544">
            <w:pPr>
              <w:keepNext/>
              <w:keepLines/>
              <w:numPr>
                <w:ilvl w:val="0"/>
                <w:numId w:val="37"/>
              </w:numPr>
              <w:spacing w:before="40" w:after="40" w:line="240" w:lineRule="auto"/>
              <w:jc w:val="center"/>
              <w:rPr>
                <w:b/>
                <w:sz w:val="20"/>
                <w:szCs w:val="20"/>
              </w:rPr>
            </w:pP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27" w:author="Buttner, Henrike" w:date="2021-06-17T11:49:00Z">
              <w:r w:rsidRPr="00F01EE6">
                <w:rPr>
                  <w:sz w:val="20"/>
                  <w:szCs w:val="20"/>
                </w:rPr>
                <w:t>Date of commissioning</w:t>
              </w:r>
            </w:ins>
            <w:del w:id="1128" w:author="Buttner, Henrike" w:date="2021-06-17T11:49:00Z">
              <w:r w:rsidR="00982544" w:rsidDel="00F01EE6">
                <w:rPr>
                  <w:sz w:val="20"/>
                  <w:szCs w:val="20"/>
                </w:rPr>
                <w:delText>Datum der Inbetriebnahme</w:delText>
              </w:r>
            </w:del>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29" w:author="Buttner, Henrike" w:date="2021-06-17T11:47:00Z">
              <w:r w:rsidRPr="00F01EE6">
                <w:rPr>
                  <w:sz w:val="20"/>
                  <w:szCs w:val="20"/>
                </w:rPr>
                <w:t>Number of installations of this type</w:t>
              </w:r>
            </w:ins>
            <w:del w:id="1130" w:author="Buttner, Henrike" w:date="2021-06-17T11:47:00Z">
              <w:r w:rsidR="00982544" w:rsidDel="00F01EE6">
                <w:rPr>
                  <w:sz w:val="20"/>
                  <w:szCs w:val="20"/>
                </w:rPr>
                <w:delText>Anzahl der Anlagen dieses Typs</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31" w:author="Buttner, Henrike" w:date="2021-06-17T11:47:00Z">
              <w:r w:rsidRPr="00F01EE6">
                <w:rPr>
                  <w:sz w:val="20"/>
                  <w:szCs w:val="20"/>
                </w:rPr>
                <w:t>Manufacturer</w:t>
              </w:r>
            </w:ins>
            <w:del w:id="1132" w:author="Buttner, Henrike" w:date="2021-06-17T11:47:00Z">
              <w:r w:rsidR="00982544" w:rsidDel="00F01EE6">
                <w:rPr>
                  <w:sz w:val="20"/>
                  <w:szCs w:val="20"/>
                </w:rPr>
                <w:delText>Hersteller</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33" w:author="Buttner, Henrike" w:date="2021-06-17T11:47:00Z">
              <w:r w:rsidRPr="00F01EE6">
                <w:rPr>
                  <w:sz w:val="20"/>
                  <w:szCs w:val="20"/>
                </w:rPr>
                <w:t>Model designation</w:t>
              </w:r>
            </w:ins>
            <w:del w:id="1134" w:author="Buttner, Henrike" w:date="2021-06-17T11:47:00Z">
              <w:r w:rsidR="00982544" w:rsidDel="00F01EE6">
                <w:rPr>
                  <w:sz w:val="20"/>
                  <w:szCs w:val="20"/>
                </w:rPr>
                <w:delText>Modellbezeichnung</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35" w:author="Buttner, Henrike" w:date="2021-06-17T11:47:00Z">
              <w:r w:rsidRPr="00F01EE6">
                <w:rPr>
                  <w:sz w:val="20"/>
                  <w:szCs w:val="20"/>
                </w:rPr>
                <w:t>Nominal power (kWel)</w:t>
              </w:r>
            </w:ins>
            <w:del w:id="1136" w:author="Buttner, Henrike" w:date="2021-06-17T11:47:00Z">
              <w:r w:rsidR="00982544" w:rsidDel="00F01EE6">
                <w:rPr>
                  <w:sz w:val="20"/>
                  <w:szCs w:val="20"/>
                </w:rPr>
                <w:delText>Nennleistung (kW</w:delText>
              </w:r>
              <w:r w:rsidR="00982544" w:rsidDel="00F01EE6">
                <w:rPr>
                  <w:sz w:val="20"/>
                  <w:szCs w:val="20"/>
                  <w:vertAlign w:val="subscript"/>
                </w:rPr>
                <w:delText>el</w:delText>
              </w:r>
              <w:r w:rsidR="00982544" w:rsidDel="00F01EE6">
                <w:rPr>
                  <w:sz w:val="20"/>
                  <w:szCs w:val="20"/>
                </w:rPr>
                <w:delText>)</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37" w:author="Buttner, Henrike" w:date="2021-06-17T11:47:00Z">
              <w:r w:rsidRPr="00F01EE6">
                <w:rPr>
                  <w:sz w:val="20"/>
                  <w:szCs w:val="20"/>
                </w:rPr>
                <w:t>Nominal power (kWth)</w:t>
              </w:r>
            </w:ins>
            <w:del w:id="1138" w:author="Buttner, Henrike" w:date="2021-06-17T11:47:00Z">
              <w:r w:rsidR="00982544" w:rsidDel="00F01EE6">
                <w:rPr>
                  <w:sz w:val="20"/>
                  <w:szCs w:val="20"/>
                </w:rPr>
                <w:delText>Nennleistung (kW</w:delText>
              </w:r>
              <w:r w:rsidR="00982544" w:rsidDel="00F01EE6">
                <w:rPr>
                  <w:sz w:val="20"/>
                  <w:szCs w:val="20"/>
                  <w:vertAlign w:val="subscript"/>
                </w:rPr>
                <w:delText>th</w:delText>
              </w:r>
              <w:r w:rsidR="00982544" w:rsidDel="00F01EE6">
                <w:rPr>
                  <w:sz w:val="20"/>
                  <w:szCs w:val="20"/>
                </w:rPr>
                <w:delText>)</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C535B9">
            <w:pPr>
              <w:keepNext/>
              <w:keepLines/>
              <w:spacing w:before="40" w:after="40" w:line="240" w:lineRule="auto"/>
              <w:rPr>
                <w:sz w:val="20"/>
                <w:szCs w:val="20"/>
              </w:rPr>
            </w:pPr>
            <w:ins w:id="1139" w:author="Buttner, Henrike" w:date="2021-06-17T11:48:00Z">
              <w:r w:rsidRPr="00F01EE6">
                <w:rPr>
                  <w:sz w:val="20"/>
                  <w:szCs w:val="20"/>
                </w:rPr>
                <w:t>Design temperature exhaust air (°C)</w:t>
              </w:r>
            </w:ins>
            <w:del w:id="1140" w:author="Buttner, Henrike" w:date="2021-06-17T11:48:00Z">
              <w:r w:rsidR="00982544" w:rsidDel="00F01EE6">
                <w:rPr>
                  <w:sz w:val="20"/>
                  <w:szCs w:val="20"/>
                </w:rPr>
                <w:delText>Auslegungstemperatur (Abluft in °C)</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41" w:author="Buttner, Henrike" w:date="2021-06-17T11:48:00Z">
              <w:r w:rsidRPr="00F01EE6">
                <w:rPr>
                  <w:sz w:val="20"/>
                  <w:szCs w:val="20"/>
                </w:rPr>
                <w:t>Design temperature supply air (°C)</w:t>
              </w:r>
            </w:ins>
            <w:del w:id="1142" w:author="Buttner, Henrike" w:date="2021-06-17T11:48:00Z">
              <w:r w:rsidR="00982544" w:rsidDel="00F01EE6">
                <w:rPr>
                  <w:sz w:val="20"/>
                  <w:szCs w:val="20"/>
                </w:rPr>
                <w:delText>Auslegungstemperatur (Zuluft in °C)</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jc w:val="left"/>
              <w:rPr>
                <w:sz w:val="20"/>
                <w:szCs w:val="20"/>
              </w:rPr>
            </w:pPr>
            <w:ins w:id="1143" w:author="Buttner, Henrike" w:date="2021-06-17T11:48:00Z">
              <w:r w:rsidRPr="00F01EE6">
                <w:rPr>
                  <w:sz w:val="20"/>
                  <w:szCs w:val="20"/>
                </w:rPr>
                <w:t>Max. Volume flow under design condition (m³/h)</w:t>
              </w:r>
            </w:ins>
            <w:del w:id="1144" w:author="Buttner, Henrike" w:date="2021-06-17T11:48:00Z">
              <w:r w:rsidR="00982544" w:rsidDel="00F01EE6">
                <w:rPr>
                  <w:sz w:val="20"/>
                  <w:szCs w:val="20"/>
                </w:rPr>
                <w:delText>Max. Volumenstrom unter Auslegungsbedingung (m</w:delText>
              </w:r>
              <w:r w:rsidR="00982544" w:rsidDel="00F01EE6">
                <w:rPr>
                  <w:sz w:val="20"/>
                  <w:szCs w:val="20"/>
                  <w:vertAlign w:val="superscript"/>
                </w:rPr>
                <w:delText>3</w:delText>
              </w:r>
              <w:r w:rsidR="00982544" w:rsidDel="00F01EE6">
                <w:rPr>
                  <w:sz w:val="20"/>
                  <w:szCs w:val="20"/>
                </w:rPr>
                <w:delText>/h)</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rPr>
                <w:sz w:val="20"/>
                <w:szCs w:val="20"/>
              </w:rPr>
            </w:pPr>
            <w:ins w:id="1145" w:author="Buttner, Henrike" w:date="2021-06-17T11:48:00Z">
              <w:r w:rsidRPr="00F01EE6">
                <w:rPr>
                  <w:sz w:val="20"/>
                  <w:szCs w:val="20"/>
                </w:rPr>
                <w:t>Fan speed adjustable? (Yes/No)</w:t>
              </w:r>
            </w:ins>
            <w:del w:id="1146" w:author="Buttner, Henrike" w:date="2021-06-17T11:48:00Z">
              <w:r w:rsidR="00982544" w:rsidDel="00F01EE6">
                <w:rPr>
                  <w:sz w:val="20"/>
                  <w:szCs w:val="20"/>
                </w:rPr>
                <w:delText>Drehzahl der Lüfter regelbar? (Ja/Nein)</w:delText>
              </w:r>
            </w:del>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Del="00607F85"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jc w:val="left"/>
              <w:rPr>
                <w:sz w:val="20"/>
                <w:szCs w:val="20"/>
              </w:rPr>
            </w:pPr>
            <w:ins w:id="1147" w:author="Buttner, Henrike" w:date="2021-06-17T11:49:00Z">
              <w:r w:rsidRPr="00F01EE6">
                <w:rPr>
                  <w:sz w:val="20"/>
                  <w:szCs w:val="20"/>
                </w:rPr>
                <w:t>Refrigerant used</w:t>
              </w:r>
            </w:ins>
            <w:del w:id="1148" w:author="Buttner, Henrike" w:date="2021-06-17T11:49:00Z">
              <w:r w:rsidR="00982544" w:rsidDel="00F01EE6">
                <w:rPr>
                  <w:sz w:val="20"/>
                  <w:szCs w:val="20"/>
                </w:rPr>
                <w:delText>Eingesetztes Kältemittel</w:delText>
              </w:r>
            </w:del>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982544"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F01EE6" w:rsidP="00982544">
            <w:pPr>
              <w:keepNext/>
              <w:keepLines/>
              <w:spacing w:before="40" w:after="40" w:line="240" w:lineRule="auto"/>
              <w:jc w:val="left"/>
              <w:rPr>
                <w:sz w:val="20"/>
                <w:szCs w:val="20"/>
              </w:rPr>
            </w:pPr>
            <w:ins w:id="1149" w:author="Buttner, Henrike" w:date="2021-06-17T11:49:00Z">
              <w:r w:rsidRPr="00F01EE6">
                <w:rPr>
                  <w:sz w:val="20"/>
                  <w:szCs w:val="20"/>
                </w:rPr>
                <w:t>Refrigerant charge</w:t>
              </w:r>
            </w:ins>
            <w:del w:id="1150" w:author="Buttner, Henrike" w:date="2021-06-17T11:49:00Z">
              <w:r w:rsidR="00982544" w:rsidDel="00F01EE6">
                <w:rPr>
                  <w:sz w:val="20"/>
                  <w:szCs w:val="20"/>
                </w:rPr>
                <w:delText>Kältemittelfüllmenge</w:delText>
              </w:r>
            </w:del>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82544" w:rsidRPr="001806FC" w:rsidTr="00982544">
        <w:trPr>
          <w:cantSplit/>
        </w:trPr>
        <w:tc>
          <w:tcPr>
            <w:tcW w:w="3794" w:type="dxa"/>
            <w:shd w:val="clear" w:color="auto" w:fill="auto"/>
          </w:tcPr>
          <w:p w:rsidR="00982544" w:rsidRPr="001806FC" w:rsidRDefault="00C535B9" w:rsidP="00C535B9">
            <w:pPr>
              <w:keepNext/>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226445">
              <w:fldChar w:fldCharType="separate"/>
            </w:r>
            <w:r w:rsidRPr="001806FC">
              <w:fldChar w:fldCharType="end"/>
            </w:r>
            <w:r>
              <w:t xml:space="preserve"> </w:t>
            </w:r>
            <w:r>
              <w:rPr>
                <w:sz w:val="20"/>
                <w:szCs w:val="20"/>
              </w:rPr>
              <w:t xml:space="preserve">EER/ </w:t>
            </w:r>
            <w:r w:rsidRPr="001806FC">
              <w:fldChar w:fldCharType="begin">
                <w:ffData>
                  <w:name w:val="Kontrollkästchen47"/>
                  <w:enabled/>
                  <w:calcOnExit w:val="0"/>
                  <w:checkBox>
                    <w:sizeAuto/>
                    <w:default w:val="0"/>
                  </w:checkBox>
                </w:ffData>
              </w:fldChar>
            </w:r>
            <w:r w:rsidRPr="001806FC">
              <w:instrText xml:space="preserve"> FORMCHECKBOX </w:instrText>
            </w:r>
            <w:r w:rsidR="00226445">
              <w:fldChar w:fldCharType="separate"/>
            </w:r>
            <w:r w:rsidRPr="001806FC">
              <w:fldChar w:fldCharType="end"/>
            </w:r>
            <w:r>
              <w:t xml:space="preserve"> </w:t>
            </w:r>
            <w:r>
              <w:rPr>
                <w:sz w:val="20"/>
                <w:szCs w:val="20"/>
              </w:rPr>
              <w:t xml:space="preserve">COP </w:t>
            </w:r>
            <w:ins w:id="1151" w:author="Buttner, Henrike" w:date="2021-06-17T11:49:00Z">
              <w:r w:rsidR="00F01EE6" w:rsidRPr="00F01EE6">
                <w:rPr>
                  <w:sz w:val="20"/>
                  <w:szCs w:val="20"/>
                </w:rPr>
                <w:t>of the plant</w:t>
              </w:r>
            </w:ins>
            <w:del w:id="1152" w:author="Buttner, Henrike" w:date="2021-06-17T11:49:00Z">
              <w:r w:rsidDel="00F01EE6">
                <w:rPr>
                  <w:sz w:val="20"/>
                  <w:szCs w:val="20"/>
                </w:rPr>
                <w:delText>der Anlage</w:delText>
              </w:r>
            </w:del>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82544" w:rsidRPr="001806FC" w:rsidRDefault="005221AA" w:rsidP="00982544">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017A30" w:rsidRPr="001806FC" w:rsidRDefault="00017A30" w:rsidP="004F359D">
      <w:pPr>
        <w:tabs>
          <w:tab w:val="left" w:pos="425"/>
          <w:tab w:val="left" w:pos="709"/>
        </w:tabs>
        <w:ind w:left="425"/>
      </w:pPr>
    </w:p>
    <w:p w:rsidR="004F359D" w:rsidDel="00995C64" w:rsidRDefault="004F359D" w:rsidP="00705174">
      <w:pPr>
        <w:keepNext/>
        <w:numPr>
          <w:ilvl w:val="1"/>
          <w:numId w:val="19"/>
        </w:numPr>
        <w:tabs>
          <w:tab w:val="left" w:pos="425"/>
          <w:tab w:val="left" w:pos="709"/>
        </w:tabs>
        <w:rPr>
          <w:del w:id="1153" w:author="Buttner, Henrike" w:date="2021-06-17T12:00:00Z"/>
        </w:rPr>
      </w:pPr>
      <w:del w:id="1154" w:author="Buttner, Henrike" w:date="2021-06-17T12:00:00Z">
        <w:r w:rsidRPr="001806FC" w:rsidDel="00705174">
          <w:lastRenderedPageBreak/>
          <w:delText>W</w:delText>
        </w:r>
      </w:del>
      <w:ins w:id="1155" w:author="Buttner, Henrike" w:date="2021-06-17T12:00:00Z">
        <w:r w:rsidR="00705174" w:rsidRPr="00705174">
          <w:t>What is the air supply in the server room/ICT room?</w:t>
        </w:r>
      </w:ins>
      <w:del w:id="1156" w:author="Buttner, Henrike" w:date="2021-06-17T12:00:00Z">
        <w:r w:rsidRPr="001806FC" w:rsidDel="00705174">
          <w:delText>orüber erfolgt die Luftzufuhr im Serverraum/IKT-Raum?</w:delText>
        </w:r>
      </w:del>
    </w:p>
    <w:p w:rsidR="00995C64" w:rsidRPr="001806FC" w:rsidRDefault="00995C64" w:rsidP="00705174">
      <w:pPr>
        <w:keepNext/>
        <w:numPr>
          <w:ilvl w:val="1"/>
          <w:numId w:val="19"/>
        </w:numPr>
        <w:tabs>
          <w:tab w:val="left" w:pos="425"/>
          <w:tab w:val="left" w:pos="709"/>
          <w:tab w:val="left" w:pos="1701"/>
        </w:tabs>
        <w:rPr>
          <w:ins w:id="1157" w:author="Buttner, Henrike" w:date="2021-06-17T12:00:00Z"/>
        </w:rPr>
      </w:pPr>
    </w:p>
    <w:p w:rsidR="004F359D" w:rsidRPr="001806FC" w:rsidRDefault="004F359D" w:rsidP="00995C64">
      <w:pPr>
        <w:keepNext/>
        <w:tabs>
          <w:tab w:val="left" w:pos="425"/>
          <w:tab w:val="left" w:pos="709"/>
        </w:tabs>
        <w:ind w:left="1134"/>
        <w:pPrChange w:id="1158" w:author="Buttner, Henrike" w:date="2021-06-17T12:00:00Z">
          <w:pPr>
            <w:keepNext/>
            <w:numPr>
              <w:ilvl w:val="1"/>
              <w:numId w:val="19"/>
            </w:numPr>
            <w:tabs>
              <w:tab w:val="num" w:pos="0"/>
              <w:tab w:val="left" w:pos="425"/>
              <w:tab w:val="left" w:pos="709"/>
            </w:tabs>
            <w:ind w:left="1134" w:hanging="709"/>
          </w:pPr>
        </w:pPrChange>
      </w:pPr>
      <w:r w:rsidRPr="001806FC">
        <w:fldChar w:fldCharType="begin">
          <w:ffData>
            <w:name w:val="Kontrollkästchen47"/>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159" w:author="Buttner, Henrike" w:date="2021-06-17T12:00:00Z">
        <w:r w:rsidR="00995C64">
          <w:t xml:space="preserve">     </w:t>
        </w:r>
        <w:r w:rsidR="00995C64" w:rsidRPr="00995C64">
          <w:t>Via a raised floor</w:t>
        </w:r>
        <w:r w:rsidR="00995C64" w:rsidRPr="00995C64" w:rsidDel="00995C64">
          <w:t xml:space="preserve"> </w:t>
        </w:r>
      </w:ins>
      <w:del w:id="1160" w:author="Buttner, Henrike" w:date="2021-06-17T12:00:00Z">
        <w:r w:rsidRPr="001806FC" w:rsidDel="00995C64">
          <w:delText>Über einen Doppelboden</w:delText>
        </w:r>
      </w:del>
    </w:p>
    <w:p w:rsidR="004F359D" w:rsidRPr="001806FC" w:rsidRDefault="004F359D" w:rsidP="004F359D">
      <w:pPr>
        <w:tabs>
          <w:tab w:val="left" w:pos="1701"/>
        </w:tabs>
        <w:ind w:left="1134"/>
      </w:pPr>
      <w:r w:rsidRPr="001806FC">
        <w:fldChar w:fldCharType="begin">
          <w:ffData>
            <w:name w:val="Kontrollkästchen48"/>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161" w:author="Buttner, Henrike" w:date="2021-06-17T12:01:00Z">
        <w:r w:rsidR="00995C64" w:rsidRPr="00995C64">
          <w:t>Via a ceiling outlet</w:t>
        </w:r>
        <w:r w:rsidR="00995C64" w:rsidRPr="00995C64" w:rsidDel="00995C64">
          <w:t xml:space="preserve"> </w:t>
        </w:r>
      </w:ins>
      <w:del w:id="1162" w:author="Buttner, Henrike" w:date="2021-06-17T12:01:00Z">
        <w:r w:rsidRPr="001806FC" w:rsidDel="00995C64">
          <w:delText>Über einen Deckenauslass</w:delText>
        </w:r>
      </w:del>
    </w:p>
    <w:p w:rsidR="004F359D" w:rsidRPr="001806FC" w:rsidRDefault="004F359D" w:rsidP="004F359D">
      <w:pPr>
        <w:tabs>
          <w:tab w:val="left" w:pos="1701"/>
        </w:tabs>
        <w:ind w:left="1134"/>
      </w:pPr>
      <w:r w:rsidRPr="001806FC">
        <w:fldChar w:fldCharType="begin">
          <w:ffData>
            <w:name w:val="Kontrollkästchen49"/>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163" w:author="Buttner, Henrike" w:date="2021-06-17T12:01:00Z">
        <w:r w:rsidR="00995C64" w:rsidRPr="00995C64">
          <w:t>Via inlet systems between the racks</w:t>
        </w:r>
        <w:r w:rsidR="00995C64" w:rsidRPr="00995C64" w:rsidDel="00995C64">
          <w:t xml:space="preserve"> </w:t>
        </w:r>
      </w:ins>
      <w:del w:id="1164" w:author="Buttner, Henrike" w:date="2021-06-17T12:01:00Z">
        <w:r w:rsidRPr="001806FC" w:rsidDel="00995C64">
          <w:delText>Über Inlet-Systeme zwischen den Racks</w:delText>
        </w:r>
      </w:del>
    </w:p>
    <w:p w:rsidR="004F359D" w:rsidRPr="001806FC" w:rsidRDefault="004F359D" w:rsidP="004F359D">
      <w:pPr>
        <w:tabs>
          <w:tab w:val="left" w:pos="1701"/>
        </w:tabs>
        <w:ind w:left="1134"/>
      </w:pPr>
      <w:r w:rsidRPr="001806FC">
        <w:fldChar w:fldCharType="begin">
          <w:ffData>
            <w:name w:val="Kontrollkästchen50"/>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del w:id="1165" w:author="Buttner, Henrike" w:date="2021-06-17T12:01:00Z">
        <w:r w:rsidRPr="001806FC" w:rsidDel="00995C64">
          <w:delText>Sonstiges</w:delText>
        </w:r>
      </w:del>
      <w:ins w:id="1166" w:author="Buttner, Henrike" w:date="2021-06-17T12:01:00Z">
        <w:r w:rsidR="00995C64">
          <w:t>Others</w:t>
        </w:r>
      </w:ins>
      <w:r w:rsidRPr="001806FC">
        <w:t xml:space="preserve">: </w:t>
      </w:r>
      <w:r w:rsidRPr="001806FC">
        <w:fldChar w:fldCharType="begin">
          <w:ffData>
            <w:name w:val="Text3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995C64" w:rsidP="000F6653">
      <w:pPr>
        <w:numPr>
          <w:ilvl w:val="1"/>
          <w:numId w:val="19"/>
        </w:numPr>
      </w:pPr>
      <w:ins w:id="1167" w:author="Buttner, Henrike" w:date="2021-06-17T12:01:00Z">
        <w:r w:rsidRPr="00995C64">
          <w:t>Separate cold and warm air consistently</w:t>
        </w:r>
        <w:r w:rsidRPr="00995C64" w:rsidDel="00995C64">
          <w:t xml:space="preserve"> </w:t>
        </w:r>
      </w:ins>
      <w:del w:id="1168" w:author="Buttner, Henrike" w:date="2021-06-17T12:01:00Z">
        <w:r w:rsidR="004F359D" w:rsidRPr="001806FC" w:rsidDel="00995C64">
          <w:delText>Trennen Sie konsequent kalte und warme Luft</w:delText>
        </w:r>
      </w:del>
      <w:r w:rsidR="004F359D" w:rsidRPr="001806FC">
        <w:t xml:space="preserve">? </w:t>
      </w:r>
      <w:r w:rsidR="004F359D" w:rsidRPr="001806FC">
        <w:fldChar w:fldCharType="begin">
          <w:ffData>
            <w:name w:val="Dropdown1"/>
            <w:enabled/>
            <w:calcOnExit/>
            <w:ddList>
              <w:listEntry w:val="        "/>
              <w:listEntry w:val="Ja"/>
              <w:listEntry w:val="Nein"/>
            </w:ddList>
          </w:ffData>
        </w:fldChar>
      </w:r>
      <w:r w:rsidR="004F359D" w:rsidRPr="001806FC">
        <w:instrText xml:space="preserve"> FORMDROPDOWN </w:instrText>
      </w:r>
      <w:r w:rsidR="00226445">
        <w:fldChar w:fldCharType="separate"/>
      </w:r>
      <w:r w:rsidR="004F359D" w:rsidRPr="001806FC">
        <w:fldChar w:fldCharType="end"/>
      </w:r>
      <w:r w:rsidR="004F359D" w:rsidRPr="001806FC">
        <w:t xml:space="preserve">     (</w:t>
      </w:r>
      <w:del w:id="1169" w:author="Buttner, Henrike" w:date="2021-06-17T12:01:00Z">
        <w:r w:rsidR="004F359D" w:rsidRPr="001806FC" w:rsidDel="00995C64">
          <w:delText>Ja/Nein</w:delText>
        </w:r>
      </w:del>
      <w:ins w:id="1170" w:author="Buttner, Henrike" w:date="2021-06-17T12:01:00Z">
        <w:r>
          <w:t>Yes/No</w:t>
        </w:r>
      </w:ins>
      <w:r w:rsidR="004F359D" w:rsidRPr="001806FC">
        <w:t>)</w:t>
      </w:r>
    </w:p>
    <w:p w:rsidR="004F359D" w:rsidRPr="001806FC" w:rsidRDefault="004F359D" w:rsidP="004F359D">
      <w:pPr>
        <w:ind w:left="1134" w:hanging="567"/>
      </w:pPr>
      <w:r w:rsidRPr="001806FC">
        <w:sym w:font="Wingdings" w:char="F0F0"/>
      </w:r>
      <w:r w:rsidRPr="001806FC">
        <w:t xml:space="preserve"> </w:t>
      </w:r>
      <w:r w:rsidRPr="001806FC">
        <w:tab/>
      </w:r>
      <w:ins w:id="1171" w:author="Buttner, Henrike" w:date="2021-06-17T12:01:00Z">
        <w:r w:rsidR="00995C64" w:rsidRPr="00995C64">
          <w:t>If yes, please select:</w:t>
        </w:r>
      </w:ins>
      <w:del w:id="1172" w:author="Buttner, Henrike" w:date="2021-06-17T12:01:00Z">
        <w:r w:rsidRPr="001806FC" w:rsidDel="00995C64">
          <w:delText>Falls Ja, bitte auswählen:</w:delText>
        </w:r>
      </w:del>
    </w:p>
    <w:p w:rsidR="004F359D" w:rsidRPr="001806FC" w:rsidRDefault="004F359D" w:rsidP="004F359D">
      <w:pPr>
        <w:tabs>
          <w:tab w:val="left" w:pos="1701"/>
        </w:tabs>
        <w:ind w:left="1701" w:hanging="567"/>
      </w:pPr>
      <w:r w:rsidRPr="001806FC">
        <w:fldChar w:fldCharType="begin">
          <w:ffData>
            <w:name w:val="Kontrollkästchen51"/>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173" w:author="Buttner, Henrike" w:date="2021-06-17T12:02:00Z">
        <w:r w:rsidR="00995C64" w:rsidRPr="00995C64">
          <w:t>The racks are set up according to the cold-warm aisle principle but are not enclosed.</w:t>
        </w:r>
        <w:r w:rsidR="00995C64" w:rsidRPr="00995C64" w:rsidDel="00995C64">
          <w:t xml:space="preserve"> </w:t>
        </w:r>
      </w:ins>
      <w:del w:id="1174" w:author="Buttner, Henrike" w:date="2021-06-17T12:02:00Z">
        <w:r w:rsidRPr="001806FC" w:rsidDel="00995C64">
          <w:delText>Die Racks sind nach dem Kalt-Warmgang-Prinzip aufgestellt aber nicht eingehaust</w:delText>
        </w:r>
      </w:del>
      <w:r w:rsidRPr="001806FC">
        <w:t>.</w:t>
      </w:r>
    </w:p>
    <w:p w:rsidR="004F359D" w:rsidRPr="001806FC" w:rsidRDefault="004F359D" w:rsidP="004F359D">
      <w:pPr>
        <w:tabs>
          <w:tab w:val="left" w:pos="1701"/>
        </w:tabs>
        <w:ind w:left="1701" w:hanging="567"/>
      </w:pPr>
      <w:r w:rsidRPr="001806FC">
        <w:fldChar w:fldCharType="begin">
          <w:ffData>
            <w:name w:val="Kontrollkästchen52"/>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175" w:author="Buttner, Henrike" w:date="2021-06-17T12:02:00Z">
        <w:r w:rsidR="00995C64" w:rsidRPr="00995C64">
          <w:t>The racks are set up according to the cold-aisle principle and the cold or hot aisle is completely enclosed.</w:t>
        </w:r>
      </w:ins>
      <w:del w:id="1176" w:author="Buttner, Henrike" w:date="2021-06-17T12:02:00Z">
        <w:r w:rsidRPr="001806FC" w:rsidDel="00995C64">
          <w:delText>Die Racks sind nach dem Kalt-Warmgang-Prinzip aufgestellt und der Kaltgang oder Warmgang ist vollständig eingehaust.</w:delText>
        </w:r>
      </w:del>
    </w:p>
    <w:p w:rsidR="004F359D" w:rsidRPr="001806FC" w:rsidRDefault="004F359D" w:rsidP="004F359D">
      <w:pPr>
        <w:tabs>
          <w:tab w:val="left" w:pos="1701"/>
        </w:tabs>
        <w:ind w:left="1701" w:hanging="567"/>
      </w:pPr>
      <w:r w:rsidRPr="001806FC">
        <w:fldChar w:fldCharType="begin">
          <w:ffData>
            <w:name w:val="Kontrollkästchen53"/>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del w:id="1177" w:author="Buttner, Henrike" w:date="2021-06-17T12:02:00Z">
        <w:r w:rsidRPr="001806FC" w:rsidDel="00995C64">
          <w:delText>Sonstiges</w:delText>
        </w:r>
      </w:del>
      <w:ins w:id="1178" w:author="Buttner, Henrike" w:date="2021-06-17T12:02:00Z">
        <w:r w:rsidR="00995C64">
          <w:t>Others</w:t>
        </w:r>
      </w:ins>
      <w:r w:rsidRPr="001806FC">
        <w:t xml:space="preserve">: </w:t>
      </w:r>
      <w:r w:rsidRPr="001806FC">
        <w:fldChar w:fldCharType="begin">
          <w:ffData>
            <w:name w:val="Text5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Default="004F359D" w:rsidP="00FC465A">
      <w:pPr>
        <w:numPr>
          <w:ilvl w:val="1"/>
          <w:numId w:val="19"/>
        </w:numPr>
        <w:spacing w:after="240"/>
      </w:pPr>
      <w:r w:rsidRPr="001806FC">
        <w:t>W</w:t>
      </w:r>
      <w:del w:id="1179" w:author="Buttner, Henrike" w:date="2021-06-17T12:02:00Z">
        <w:r w:rsidRPr="001806FC" w:rsidDel="00995C64">
          <w:delText xml:space="preserve">elche </w:delText>
        </w:r>
      </w:del>
      <w:ins w:id="1180" w:author="Buttner, Henrike" w:date="2021-06-17T12:02:00Z">
        <w:r w:rsidR="00995C64" w:rsidRPr="00995C64">
          <w:t>hat redundancies are provided for the ULK and/or direct evaporator u/o inlet systems?</w:t>
        </w:r>
      </w:ins>
      <w:del w:id="1181" w:author="Buttner, Henrike" w:date="2021-06-17T12:02:00Z">
        <w:r w:rsidRPr="001806FC" w:rsidDel="00995C64">
          <w:delText>Redundanz</w:delText>
        </w:r>
        <w:r w:rsidR="00017A30" w:rsidDel="00995C64">
          <w:delText>en</w:delText>
        </w:r>
        <w:r w:rsidRPr="001806FC" w:rsidDel="00995C64">
          <w:delText xml:space="preserve"> </w:delText>
        </w:r>
        <w:r w:rsidR="00017A30" w:rsidDel="00995C64">
          <w:delText>sind</w:delText>
        </w:r>
        <w:r w:rsidR="00017A30" w:rsidRPr="001806FC" w:rsidDel="00995C64">
          <w:delText xml:space="preserve"> </w:delText>
        </w:r>
        <w:r w:rsidRPr="001806FC" w:rsidDel="00995C64">
          <w:delText xml:space="preserve">für die ULK und/oder </w:delText>
        </w:r>
        <w:r w:rsidR="00075350" w:rsidDel="00995C64">
          <w:delText>Direktverdampfer</w:delText>
        </w:r>
        <w:r w:rsidRPr="001806FC" w:rsidDel="00995C64">
          <w:delText xml:space="preserve"> </w:delText>
        </w:r>
        <w:r w:rsidR="00B57483" w:rsidDel="00995C64">
          <w:delText>u/o Inlet</w:delText>
        </w:r>
        <w:r w:rsidR="00601532" w:rsidDel="00995C64">
          <w:delText>-S</w:delText>
        </w:r>
        <w:r w:rsidR="00B57483" w:rsidDel="00995C64">
          <w:delText>ystem</w:delText>
        </w:r>
        <w:r w:rsidR="00601532" w:rsidDel="00995C64">
          <w:delText>e</w:delText>
        </w:r>
        <w:r w:rsidR="00B57483" w:rsidDel="00995C64">
          <w:delText xml:space="preserve"> </w:delText>
        </w:r>
        <w:r w:rsidRPr="001806FC" w:rsidDel="00995C64">
          <w:delText>vorgesehen?</w:delText>
        </w:r>
      </w:del>
    </w:p>
    <w:tbl>
      <w:tblPr>
        <w:tblW w:w="7941" w:type="dxa"/>
        <w:tblInd w:w="12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50"/>
        <w:gridCol w:w="1963"/>
        <w:gridCol w:w="1964"/>
        <w:gridCol w:w="1964"/>
      </w:tblGrid>
      <w:tr w:rsidR="00017A30" w:rsidRPr="001806FC" w:rsidTr="00FC465A">
        <w:trPr>
          <w:cantSplit/>
          <w:trHeight w:val="369"/>
        </w:trPr>
        <w:tc>
          <w:tcPr>
            <w:tcW w:w="2050" w:type="dxa"/>
            <w:shd w:val="clear" w:color="auto" w:fill="C6D9F1" w:themeFill="text2" w:themeFillTint="33"/>
          </w:tcPr>
          <w:p w:rsidR="00B831E9" w:rsidRDefault="00995C64" w:rsidP="00982544">
            <w:pPr>
              <w:keepNext/>
              <w:keepLines/>
              <w:spacing w:before="40" w:after="40" w:line="240" w:lineRule="auto"/>
              <w:rPr>
                <w:ins w:id="1182" w:author="Buttner, Henrike" w:date="2021-06-17T12:48:00Z"/>
                <w:b/>
                <w:sz w:val="20"/>
                <w:szCs w:val="20"/>
              </w:rPr>
            </w:pPr>
            <w:ins w:id="1183" w:author="Buttner, Henrike" w:date="2021-06-17T12:02:00Z">
              <w:r w:rsidRPr="00995C64">
                <w:rPr>
                  <w:b/>
                  <w:sz w:val="20"/>
                  <w:szCs w:val="20"/>
                </w:rPr>
                <w:t xml:space="preserve">Redundancy </w:t>
              </w:r>
            </w:ins>
          </w:p>
          <w:p w:rsidR="00017A30" w:rsidRPr="001806FC" w:rsidRDefault="00995C64" w:rsidP="00982544">
            <w:pPr>
              <w:keepNext/>
              <w:keepLines/>
              <w:spacing w:before="40" w:after="40" w:line="240" w:lineRule="auto"/>
              <w:rPr>
                <w:b/>
                <w:sz w:val="20"/>
                <w:szCs w:val="20"/>
              </w:rPr>
            </w:pPr>
            <w:ins w:id="1184" w:author="Buttner, Henrike" w:date="2021-06-17T12:02:00Z">
              <w:r w:rsidRPr="00995C64">
                <w:rPr>
                  <w:b/>
                  <w:sz w:val="20"/>
                  <w:szCs w:val="20"/>
                </w:rPr>
                <w:t>concept</w:t>
              </w:r>
            </w:ins>
            <w:del w:id="1185" w:author="Buttner, Henrike" w:date="2021-06-17T12:02:00Z">
              <w:r w:rsidR="00C535B9" w:rsidDel="00995C64">
                <w:rPr>
                  <w:b/>
                  <w:sz w:val="20"/>
                  <w:szCs w:val="20"/>
                </w:rPr>
                <w:delText>Redundanzkonzept</w:delText>
              </w:r>
            </w:del>
          </w:p>
        </w:tc>
        <w:tc>
          <w:tcPr>
            <w:tcW w:w="1963" w:type="dxa"/>
            <w:shd w:val="clear" w:color="auto" w:fill="C6D9F1" w:themeFill="text2" w:themeFillTint="33"/>
            <w:vAlign w:val="bottom"/>
          </w:tcPr>
          <w:p w:rsidR="00017A30" w:rsidRPr="001806FC" w:rsidRDefault="00017A30" w:rsidP="00982544">
            <w:pPr>
              <w:keepNext/>
              <w:keepLines/>
              <w:spacing w:before="40" w:after="40" w:line="240" w:lineRule="auto"/>
              <w:jc w:val="center"/>
              <w:rPr>
                <w:b/>
                <w:sz w:val="20"/>
                <w:szCs w:val="20"/>
              </w:rPr>
            </w:pPr>
            <w:r>
              <w:rPr>
                <w:b/>
                <w:sz w:val="20"/>
                <w:szCs w:val="20"/>
              </w:rPr>
              <w:t>ULK</w:t>
            </w:r>
          </w:p>
        </w:tc>
        <w:tc>
          <w:tcPr>
            <w:tcW w:w="1964" w:type="dxa"/>
            <w:shd w:val="clear" w:color="auto" w:fill="C6D9F1" w:themeFill="text2" w:themeFillTint="33"/>
            <w:vAlign w:val="bottom"/>
          </w:tcPr>
          <w:p w:rsidR="00017A30" w:rsidRPr="001806FC" w:rsidRDefault="00995C64" w:rsidP="00982544">
            <w:pPr>
              <w:keepNext/>
              <w:keepLines/>
              <w:spacing w:before="40" w:after="40" w:line="240" w:lineRule="auto"/>
              <w:jc w:val="center"/>
              <w:rPr>
                <w:b/>
                <w:sz w:val="20"/>
                <w:szCs w:val="20"/>
              </w:rPr>
            </w:pPr>
            <w:ins w:id="1186" w:author="Buttner, Henrike" w:date="2021-06-17T12:03:00Z">
              <w:r w:rsidRPr="00995C64">
                <w:rPr>
                  <w:b/>
                  <w:sz w:val="20"/>
                  <w:szCs w:val="20"/>
                </w:rPr>
                <w:t>Direct evaporator</w:t>
              </w:r>
            </w:ins>
            <w:del w:id="1187" w:author="Buttner, Henrike" w:date="2021-06-17T12:03:00Z">
              <w:r w:rsidR="00017A30" w:rsidDel="00995C64">
                <w:rPr>
                  <w:b/>
                  <w:sz w:val="20"/>
                  <w:szCs w:val="20"/>
                </w:rPr>
                <w:delText>Direktverdampfer</w:delText>
              </w:r>
            </w:del>
          </w:p>
        </w:tc>
        <w:tc>
          <w:tcPr>
            <w:tcW w:w="1964" w:type="dxa"/>
            <w:shd w:val="clear" w:color="auto" w:fill="C6D9F1" w:themeFill="text2" w:themeFillTint="33"/>
            <w:vAlign w:val="bottom"/>
          </w:tcPr>
          <w:p w:rsidR="00017A30" w:rsidRPr="001806FC" w:rsidRDefault="00FC465A" w:rsidP="00982544">
            <w:pPr>
              <w:keepNext/>
              <w:keepLines/>
              <w:spacing w:before="40" w:after="40" w:line="240" w:lineRule="auto"/>
              <w:jc w:val="center"/>
              <w:rPr>
                <w:b/>
                <w:sz w:val="20"/>
                <w:szCs w:val="20"/>
              </w:rPr>
            </w:pPr>
            <w:r>
              <w:rPr>
                <w:b/>
                <w:sz w:val="20"/>
                <w:szCs w:val="20"/>
              </w:rPr>
              <w:t>Inlet-System</w:t>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N</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19"/>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3"/>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7"/>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N+1</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0"/>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4"/>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8"/>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2N</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1"/>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5"/>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9"/>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r w:rsidRPr="001806FC">
              <w:rPr>
                <w:b/>
                <w:sz w:val="20"/>
                <w:szCs w:val="20"/>
              </w:rPr>
              <w:t>2(N+1)</w:t>
            </w:r>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6"/>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30"/>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r>
      <w:tr w:rsidR="00017A30" w:rsidRPr="001806FC" w:rsidTr="00FC465A">
        <w:trPr>
          <w:cantSplit/>
        </w:trPr>
        <w:tc>
          <w:tcPr>
            <w:tcW w:w="2050" w:type="dxa"/>
            <w:shd w:val="clear" w:color="auto" w:fill="auto"/>
          </w:tcPr>
          <w:p w:rsidR="00017A30" w:rsidRPr="001806FC" w:rsidRDefault="00017A30" w:rsidP="00982544">
            <w:pPr>
              <w:keepNext/>
              <w:keepLines/>
              <w:spacing w:before="40" w:after="40" w:line="240" w:lineRule="auto"/>
              <w:ind w:right="317"/>
              <w:jc w:val="right"/>
              <w:rPr>
                <w:b/>
                <w:sz w:val="20"/>
                <w:szCs w:val="20"/>
              </w:rPr>
            </w:pPr>
            <w:del w:id="1188" w:author="Buttner, Henrike" w:date="2021-06-17T12:03:00Z">
              <w:r w:rsidRPr="001806FC" w:rsidDel="00995C64">
                <w:rPr>
                  <w:b/>
                  <w:sz w:val="20"/>
                  <w:szCs w:val="20"/>
                </w:rPr>
                <w:delText>Sonstiges</w:delText>
              </w:r>
            </w:del>
            <w:ins w:id="1189" w:author="Buttner, Henrike" w:date="2021-06-17T12:03:00Z">
              <w:r w:rsidR="00995C64">
                <w:rPr>
                  <w:b/>
                  <w:sz w:val="20"/>
                  <w:szCs w:val="20"/>
                </w:rPr>
                <w:t>Others</w:t>
              </w:r>
            </w:ins>
          </w:p>
        </w:tc>
        <w:tc>
          <w:tcPr>
            <w:tcW w:w="1963"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c>
          <w:tcPr>
            <w:tcW w:w="1964" w:type="dxa"/>
            <w:shd w:val="clear" w:color="auto" w:fill="auto"/>
          </w:tcPr>
          <w:p w:rsidR="00017A30" w:rsidRPr="001806FC" w:rsidRDefault="00017A30" w:rsidP="00982544">
            <w:pPr>
              <w:keepNext/>
              <w:keepLines/>
              <w:spacing w:before="40" w:after="40" w:line="240" w:lineRule="auto"/>
              <w:jc w:val="center"/>
              <w:rPr>
                <w:sz w:val="20"/>
                <w:szCs w:val="20"/>
              </w:rPr>
            </w:pPr>
            <w:r w:rsidRPr="001806FC">
              <w:rPr>
                <w:sz w:val="20"/>
                <w:szCs w:val="20"/>
              </w:rPr>
              <w:fldChar w:fldCharType="begin">
                <w:ffData>
                  <w:name w:val="Kontrollkästchen22"/>
                  <w:enabled/>
                  <w:calcOnExit w:val="0"/>
                  <w:checkBox>
                    <w:sizeAuto/>
                    <w:default w:val="0"/>
                  </w:checkBox>
                </w:ffData>
              </w:fldChar>
            </w:r>
            <w:r w:rsidRPr="001806FC">
              <w:rPr>
                <w:sz w:val="20"/>
                <w:szCs w:val="20"/>
              </w:rPr>
              <w:instrText xml:space="preserve"> FORMCHECKBOX </w:instrText>
            </w:r>
            <w:r w:rsidR="00226445">
              <w:rPr>
                <w:sz w:val="20"/>
                <w:szCs w:val="20"/>
              </w:rPr>
            </w:r>
            <w:r w:rsidR="00226445">
              <w:rPr>
                <w:sz w:val="20"/>
                <w:szCs w:val="20"/>
              </w:rPr>
              <w:fldChar w:fldCharType="separate"/>
            </w:r>
            <w:r w:rsidRPr="001806FC">
              <w:rPr>
                <w:sz w:val="20"/>
                <w:szCs w:val="20"/>
              </w:rPr>
              <w:fldChar w:fldCharType="end"/>
            </w:r>
          </w:p>
        </w:tc>
      </w:tr>
    </w:tbl>
    <w:p w:rsidR="00017A30" w:rsidRPr="00C535B9" w:rsidRDefault="00017A30" w:rsidP="00FC465A"/>
    <w:p w:rsidR="004F359D" w:rsidRPr="001806FC" w:rsidRDefault="00995C64" w:rsidP="000F6653">
      <w:pPr>
        <w:numPr>
          <w:ilvl w:val="1"/>
          <w:numId w:val="19"/>
        </w:numPr>
      </w:pPr>
      <w:ins w:id="1190" w:author="Buttner, Henrike" w:date="2021-06-17T12:03:00Z">
        <w:r w:rsidRPr="00995C64">
          <w:t xml:space="preserve">Do you use air cooling to cool the racks? </w:t>
        </w:r>
      </w:ins>
      <w:del w:id="1191" w:author="Buttner, Henrike" w:date="2021-06-17T12:03:00Z">
        <w:r w:rsidR="004F359D" w:rsidRPr="001806FC" w:rsidDel="00995C64">
          <w:delText xml:space="preserve">Setzen Sie Luftkühlung zur Kühlung der Racks ein? </w:delText>
        </w:r>
      </w:del>
      <w:r w:rsidR="004F359D" w:rsidRPr="001806FC">
        <w:fldChar w:fldCharType="begin">
          <w:ffData>
            <w:name w:val="Dropdown1"/>
            <w:enabled/>
            <w:calcOnExit/>
            <w:ddList>
              <w:listEntry w:val="        "/>
              <w:listEntry w:val="Ja"/>
              <w:listEntry w:val="Nein"/>
            </w:ddList>
          </w:ffData>
        </w:fldChar>
      </w:r>
      <w:r w:rsidR="004F359D" w:rsidRPr="001806FC">
        <w:instrText xml:space="preserve"> FORMDROPDOWN </w:instrText>
      </w:r>
      <w:r w:rsidR="00226445">
        <w:fldChar w:fldCharType="separate"/>
      </w:r>
      <w:r w:rsidR="004F359D" w:rsidRPr="001806FC">
        <w:fldChar w:fldCharType="end"/>
      </w:r>
      <w:r w:rsidR="004F359D" w:rsidRPr="001806FC">
        <w:t xml:space="preserve">     </w:t>
      </w:r>
      <w:ins w:id="1192" w:author="Buttner, Henrike" w:date="2021-06-17T12:03:00Z">
        <w:r w:rsidRPr="001806FC">
          <w:t>(</w:t>
        </w:r>
        <w:r>
          <w:t>Yes/No</w:t>
        </w:r>
        <w:r w:rsidRPr="001806FC">
          <w:t>)</w:t>
        </w:r>
        <w:r w:rsidRPr="001806FC" w:rsidDel="00995C64">
          <w:t xml:space="preserve"> </w:t>
        </w:r>
      </w:ins>
      <w:del w:id="1193" w:author="Buttner, Henrike" w:date="2021-06-17T12:03:00Z">
        <w:r w:rsidR="004F359D" w:rsidRPr="001806FC" w:rsidDel="00995C64">
          <w:delText>(Ja/Nein)</w:delText>
        </w:r>
      </w:del>
    </w:p>
    <w:p w:rsidR="004F359D" w:rsidRPr="001806FC" w:rsidRDefault="004F359D" w:rsidP="004F359D">
      <w:pPr>
        <w:tabs>
          <w:tab w:val="left" w:pos="1134"/>
        </w:tabs>
        <w:ind w:left="426"/>
      </w:pPr>
      <w:r w:rsidRPr="001806FC">
        <w:sym w:font="Wingdings" w:char="F0F0"/>
      </w:r>
      <w:r w:rsidRPr="001806FC">
        <w:tab/>
      </w:r>
      <w:ins w:id="1194" w:author="Buttner, Henrike" w:date="2021-06-17T12:03:00Z">
        <w:r w:rsidR="00995C64" w:rsidRPr="00995C64">
          <w:t>If Yes: Please enter the design temperature of the</w:t>
        </w:r>
        <w:r w:rsidR="00995C64" w:rsidRPr="00995C64" w:rsidDel="00995C64">
          <w:t xml:space="preserve"> </w:t>
        </w:r>
      </w:ins>
      <w:del w:id="1195" w:author="Buttner, Henrike" w:date="2021-06-17T12:03:00Z">
        <w:r w:rsidRPr="001806FC" w:rsidDel="00995C64">
          <w:delText xml:space="preserve">Falls Ja: Bitte geben Sie die </w:delText>
        </w:r>
        <w:r w:rsidR="00513725" w:rsidRPr="00513725" w:rsidDel="00995C64">
          <w:delText>Auslegungst</w:delText>
        </w:r>
        <w:r w:rsidRPr="001806FC" w:rsidDel="00995C64">
          <w:delText>emperatur der</w:delText>
        </w:r>
      </w:del>
    </w:p>
    <w:p w:rsidR="004F359D" w:rsidRPr="001806FC" w:rsidRDefault="00995C64" w:rsidP="004F359D">
      <w:pPr>
        <w:ind w:left="1134"/>
      </w:pPr>
      <w:ins w:id="1196" w:author="Buttner, Henrike" w:date="2021-06-17T12:03:00Z">
        <w:r w:rsidRPr="00995C64">
          <w:t>Supply air at the recirculation air handling unit/direct evaporator on</w:t>
        </w:r>
        <w:r w:rsidRPr="00995C64" w:rsidDel="00995C64">
          <w:t xml:space="preserve"> </w:t>
        </w:r>
      </w:ins>
      <w:del w:id="1197" w:author="Buttner, Henrike" w:date="2021-06-17T12:03:00Z">
        <w:r w:rsidR="004F359D" w:rsidRPr="001806FC" w:rsidDel="00995C64">
          <w:delText>Zuluft am Umluftklimaschrank/</w:delText>
        </w:r>
        <w:r w:rsidR="00075350" w:rsidDel="00995C64">
          <w:delText>Direktverdampfer</w:delText>
        </w:r>
        <w:r w:rsidR="004F359D" w:rsidRPr="001806FC" w:rsidDel="00995C64">
          <w:delText xml:space="preserve"> an</w:delText>
        </w:r>
      </w:del>
      <w:r w:rsidR="004F359D" w:rsidRPr="001806FC">
        <w:t xml:space="preserve">: </w:t>
      </w:r>
      <w:r w:rsidR="004F359D" w:rsidRPr="001806FC">
        <w:fldChar w:fldCharType="begin">
          <w:ffData>
            <w:name w:val="Text33"/>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p>
    <w:p w:rsidR="004F359D" w:rsidRPr="001806FC" w:rsidRDefault="00995C64" w:rsidP="004F359D">
      <w:pPr>
        <w:ind w:left="1134"/>
      </w:pPr>
      <w:ins w:id="1198" w:author="Buttner, Henrike" w:date="2021-06-17T12:04:00Z">
        <w:r w:rsidRPr="00995C64">
          <w:t>Exhaust air on recirculation air handling unit/direct evaporator on</w:t>
        </w:r>
        <w:r w:rsidRPr="00995C64" w:rsidDel="00995C64">
          <w:t xml:space="preserve"> </w:t>
        </w:r>
      </w:ins>
      <w:del w:id="1199" w:author="Buttner, Henrike" w:date="2021-06-17T12:04:00Z">
        <w:r w:rsidR="004F359D" w:rsidRPr="001806FC" w:rsidDel="00995C64">
          <w:delText>Abluft am Umluftklimaschrank/</w:delText>
        </w:r>
        <w:r w:rsidR="00075350" w:rsidDel="00995C64">
          <w:delText>Direktverdampfer</w:delText>
        </w:r>
        <w:r w:rsidR="004F359D" w:rsidRPr="001806FC" w:rsidDel="00995C64">
          <w:delText xml:space="preserve"> an</w:delText>
        </w:r>
      </w:del>
      <w:r w:rsidR="004F359D" w:rsidRPr="001806FC">
        <w:t xml:space="preserve">: </w:t>
      </w:r>
      <w:r w:rsidR="004F359D" w:rsidRPr="001806FC">
        <w:fldChar w:fldCharType="begin">
          <w:ffData>
            <w:name w:val="Text34"/>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p>
    <w:p w:rsidR="004F359D" w:rsidRPr="001806FC" w:rsidRDefault="004F359D" w:rsidP="000F6653">
      <w:pPr>
        <w:numPr>
          <w:ilvl w:val="1"/>
          <w:numId w:val="19"/>
        </w:numPr>
      </w:pPr>
      <w:r w:rsidRPr="001806FC">
        <w:t>W</w:t>
      </w:r>
      <w:del w:id="1200" w:author="Buttner, Henrike" w:date="2021-06-17T12:04:00Z">
        <w:r w:rsidRPr="001806FC" w:rsidDel="00995C64">
          <w:delText xml:space="preserve">elches </w:delText>
        </w:r>
      </w:del>
      <w:ins w:id="1201" w:author="Buttner, Henrike" w:date="2021-06-17T12:04:00Z">
        <w:r w:rsidR="00995C64" w:rsidRPr="00995C64">
          <w:t>hich coolant (liquid heat transfer medium, not air) do you use for server cooling?</w:t>
        </w:r>
      </w:ins>
      <w:del w:id="1202" w:author="Buttner, Henrike" w:date="2021-06-17T12:04:00Z">
        <w:r w:rsidRPr="001806FC" w:rsidDel="00995C64">
          <w:delText>Kühlmittel (</w:delText>
        </w:r>
        <w:r w:rsidR="006552A9" w:rsidDel="00995C64">
          <w:delText xml:space="preserve">flüssiges </w:delText>
        </w:r>
        <w:r w:rsidR="00CE1F14" w:rsidDel="00995C64">
          <w:delText>Wärmeträgermedium</w:delText>
        </w:r>
        <w:r w:rsidR="006552A9" w:rsidDel="00995C64">
          <w:delText xml:space="preserve">, </w:delText>
        </w:r>
        <w:r w:rsidRPr="001806FC" w:rsidDel="00995C64">
          <w:delText xml:space="preserve">nicht Luft) setzen Sie zur </w:delText>
        </w:r>
        <w:r w:rsidR="000D5448" w:rsidRPr="001806FC" w:rsidDel="00995C64">
          <w:delText>Server</w:delText>
        </w:r>
        <w:r w:rsidRPr="001806FC" w:rsidDel="00995C64">
          <w:delText>kühlung ein?</w:delText>
        </w:r>
      </w:del>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del w:id="1203" w:author="Buttner, Henrike" w:date="2021-06-17T12:04:00Z">
        <w:r w:rsidRPr="001806FC" w:rsidDel="00995C64">
          <w:delText>Wasser</w:delText>
        </w:r>
      </w:del>
      <w:ins w:id="1204" w:author="Buttner, Henrike" w:date="2021-06-17T12:04:00Z">
        <w:r w:rsidR="00995C64" w:rsidRPr="001806FC">
          <w:t>Wa</w:t>
        </w:r>
        <w:r w:rsidR="00995C64">
          <w:t>ter</w:t>
        </w:r>
      </w:ins>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205" w:author="Buttner, Henrike" w:date="2021-06-17T12:04:00Z">
        <w:r w:rsidR="00995C64" w:rsidRPr="00995C64">
          <w:t>Other coolant</w:t>
        </w:r>
        <w:r w:rsidR="00995C64" w:rsidRPr="00995C64" w:rsidDel="00995C64">
          <w:t xml:space="preserve"> </w:t>
        </w:r>
      </w:ins>
      <w:del w:id="1206" w:author="Buttner, Henrike" w:date="2021-06-17T12:04:00Z">
        <w:r w:rsidRPr="001806FC" w:rsidDel="00995C64">
          <w:delText>Anderes Kühlmittel</w:delText>
        </w:r>
      </w:del>
      <w:r w:rsidRPr="001806FC">
        <w:t xml:space="preserve">: </w:t>
      </w:r>
      <w:r w:rsidRPr="001806FC">
        <w:fldChar w:fldCharType="begin">
          <w:ffData>
            <w:name w:val="Text35"/>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0F6653">
      <w:pPr>
        <w:numPr>
          <w:ilvl w:val="1"/>
          <w:numId w:val="19"/>
        </w:numPr>
      </w:pPr>
      <w:bookmarkStart w:id="1207" w:name="_Ref411249147"/>
      <w:del w:id="1208" w:author="Buttner, Henrike" w:date="2021-06-17T12:04:00Z">
        <w:r w:rsidRPr="001806FC" w:rsidDel="00995C64">
          <w:delText xml:space="preserve">Mithilfe </w:delText>
        </w:r>
      </w:del>
      <w:ins w:id="1209" w:author="Buttner, Henrike" w:date="2021-06-17T12:04:00Z">
        <w:r w:rsidR="00995C64" w:rsidRPr="00995C64">
          <w:t>What type of system is used to cool the racks?</w:t>
        </w:r>
      </w:ins>
      <w:del w:id="1210" w:author="Buttner, Henrike" w:date="2021-06-17T12:04:00Z">
        <w:r w:rsidRPr="001806FC" w:rsidDel="00995C64">
          <w:delText>welcher Art von System werden die Racks gekühlt?</w:delText>
        </w:r>
      </w:del>
      <w:bookmarkEnd w:id="1207"/>
    </w:p>
    <w:p w:rsidR="004F359D" w:rsidRPr="001806FC" w:rsidRDefault="004F359D" w:rsidP="004F359D">
      <w:pPr>
        <w:tabs>
          <w:tab w:val="left" w:pos="1701"/>
        </w:tabs>
        <w:ind w:left="1701" w:hanging="567"/>
      </w:pPr>
      <w:r w:rsidRPr="001806FC">
        <w:fldChar w:fldCharType="begin">
          <w:ffData>
            <w:name w:val="Kontrollkästchen55"/>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211" w:author="Buttner, Henrike" w:date="2021-06-17T12:47:00Z">
        <w:r w:rsidR="004003F1" w:rsidRPr="004003F1">
          <w:t>Central coolant system</w:t>
        </w:r>
        <w:r w:rsidR="004003F1" w:rsidRPr="004003F1" w:rsidDel="004003F1">
          <w:t xml:space="preserve"> </w:t>
        </w:r>
      </w:ins>
      <w:del w:id="1212" w:author="Buttner, Henrike" w:date="2021-06-17T12:47:00Z">
        <w:r w:rsidRPr="001806FC" w:rsidDel="004003F1">
          <w:delText>Zentrales Kühlmittelsystem</w:delText>
        </w:r>
      </w:del>
    </w:p>
    <w:p w:rsidR="004F359D" w:rsidRPr="001806FC" w:rsidRDefault="004F359D" w:rsidP="004F359D">
      <w:pPr>
        <w:tabs>
          <w:tab w:val="left" w:pos="1701"/>
        </w:tabs>
        <w:ind w:left="1701" w:hanging="567"/>
      </w:pPr>
      <w:r w:rsidRPr="001806FC">
        <w:tab/>
      </w:r>
      <w:ins w:id="1213" w:author="Buttner, Henrike" w:date="2021-06-17T12:47:00Z">
        <w:r w:rsidR="00B831E9" w:rsidRPr="001806FC">
          <w:sym w:font="Wingdings" w:char="F0F0"/>
        </w:r>
        <w:r w:rsidR="00B831E9" w:rsidRPr="001806FC">
          <w:t xml:space="preserve"> </w:t>
        </w:r>
        <w:r w:rsidR="00B831E9" w:rsidRPr="00B831E9">
          <w:t xml:space="preserve">Please state the inlet temperature of the coolant (inlet temperature of the coolant into the ULK/direct evaporator/inlet system): </w:t>
        </w:r>
      </w:ins>
      <w:del w:id="1214" w:author="Buttner, Henrike" w:date="2021-06-17T12:47:00Z">
        <w:r w:rsidRPr="001806FC" w:rsidDel="00B831E9">
          <w:sym w:font="Wingdings" w:char="F0F0"/>
        </w:r>
        <w:r w:rsidRPr="001806FC" w:rsidDel="00B831E9">
          <w:delText xml:space="preserve"> Bitte geben Sie die Vorlauftemperatur des Kühlmittels an (Eintrittstemperatur des Kühlmittels in das ULK/</w:delText>
        </w:r>
        <w:r w:rsidR="00075350" w:rsidDel="00B831E9">
          <w:delText>Direktverdampfer</w:delText>
        </w:r>
        <w:r w:rsidR="00E10F7B" w:rsidDel="00B831E9">
          <w:delText>/Inlet</w:delText>
        </w:r>
        <w:r w:rsidR="00601532" w:rsidDel="00B831E9">
          <w:delText>-S</w:delText>
        </w:r>
        <w:r w:rsidR="00E10F7B" w:rsidDel="00B831E9">
          <w:delText>ystem</w:delText>
        </w:r>
        <w:r w:rsidRPr="001806FC" w:rsidDel="00B831E9">
          <w:delText xml:space="preserve">): </w:delText>
        </w:r>
      </w:del>
      <w:r w:rsidRPr="001806FC">
        <w:fldChar w:fldCharType="begin">
          <w:ffData>
            <w:name w:val="Text3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tabs>
          <w:tab w:val="left" w:pos="1701"/>
        </w:tabs>
        <w:ind w:left="1701" w:hanging="567"/>
      </w:pPr>
      <w:r w:rsidRPr="001806FC">
        <w:tab/>
      </w:r>
      <w:ins w:id="1215" w:author="Buttner, Henrike" w:date="2021-06-17T12:48:00Z">
        <w:r w:rsidR="00B831E9" w:rsidRPr="001806FC">
          <w:sym w:font="Wingdings" w:char="F0F0"/>
        </w:r>
      </w:ins>
      <w:ins w:id="1216" w:author="Buttner, Henrike" w:date="2021-06-17T12:47:00Z">
        <w:r w:rsidR="00B831E9" w:rsidRPr="001806FC">
          <w:t xml:space="preserve"> </w:t>
        </w:r>
      </w:ins>
      <w:del w:id="1217" w:author="Buttner, Henrike" w:date="2021-06-17T12:47:00Z">
        <w:r w:rsidRPr="001806FC" w:rsidDel="00B831E9">
          <w:sym w:font="Wingdings" w:char="F0F0"/>
        </w:r>
        <w:r w:rsidRPr="001806FC" w:rsidDel="00B831E9">
          <w:delText xml:space="preserve"> </w:delText>
        </w:r>
      </w:del>
      <w:ins w:id="1218" w:author="Buttner, Henrike" w:date="2021-06-17T12:47:00Z">
        <w:r w:rsidR="00B831E9" w:rsidRPr="00B831E9">
          <w:t>Please state the return temperature of the coolant (outlet temperature of the coolant from the ULK/direct evaporator/inlet system):</w:t>
        </w:r>
      </w:ins>
      <w:del w:id="1219" w:author="Buttner, Henrike" w:date="2021-06-17T12:47:00Z">
        <w:r w:rsidRPr="001806FC" w:rsidDel="00B831E9">
          <w:delText>Bitte geben Sie die Rücklauftemperatur des Kühlmittels an (Austrittstemperatur des Kühlmittels aus dem ULK/</w:delText>
        </w:r>
        <w:r w:rsidR="00075350" w:rsidDel="00B831E9">
          <w:delText>Direktverdampfer</w:delText>
        </w:r>
        <w:r w:rsidR="00E10F7B" w:rsidDel="00B831E9">
          <w:delText>/Inlet</w:delText>
        </w:r>
        <w:r w:rsidR="00601532" w:rsidDel="00B831E9">
          <w:delText>-S</w:delText>
        </w:r>
        <w:r w:rsidR="00E10F7B" w:rsidDel="00B831E9">
          <w:delText>ystem</w:delText>
        </w:r>
        <w:r w:rsidRPr="001806FC" w:rsidDel="00B831E9">
          <w:delText>):</w:delText>
        </w:r>
      </w:del>
      <w:r w:rsidRPr="001806FC">
        <w:t xml:space="preserve"> </w:t>
      </w:r>
      <w:r w:rsidRPr="001806FC">
        <w:fldChar w:fldCharType="begin">
          <w:ffData>
            <w:name w:val="Text36"/>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tabs>
          <w:tab w:val="left" w:pos="1701"/>
        </w:tabs>
        <w:ind w:left="1701" w:hanging="567"/>
      </w:pPr>
      <w:r w:rsidRPr="001806FC">
        <w:fldChar w:fldCharType="begin">
          <w:ffData>
            <w:name w:val="Kontrollkästchen56"/>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ins w:id="1220" w:author="Buttner, Henrike" w:date="2021-06-17T12:47:00Z">
        <w:r w:rsidR="00B831E9" w:rsidRPr="00B831E9">
          <w:t>Decentralised system</w:t>
        </w:r>
        <w:r w:rsidR="00B831E9" w:rsidRPr="00B831E9" w:rsidDel="00B831E9">
          <w:t xml:space="preserve"> </w:t>
        </w:r>
      </w:ins>
      <w:del w:id="1221" w:author="Buttner, Henrike" w:date="2021-06-17T12:47:00Z">
        <w:r w:rsidRPr="001806FC" w:rsidDel="00B831E9">
          <w:delText>Dezentrales System</w:delText>
        </w:r>
      </w:del>
    </w:p>
    <w:p w:rsidR="005221AA" w:rsidRDefault="004F359D" w:rsidP="004F359D">
      <w:pPr>
        <w:tabs>
          <w:tab w:val="left" w:pos="1701"/>
        </w:tabs>
        <w:ind w:left="1701" w:hanging="567"/>
      </w:pPr>
      <w:r w:rsidRPr="001806FC">
        <w:t xml:space="preserve"> </w:t>
      </w:r>
      <w:r w:rsidRPr="001806FC">
        <w:tab/>
      </w:r>
      <w:ins w:id="1222" w:author="Buttner, Henrike" w:date="2021-06-17T12:48:00Z">
        <w:r w:rsidR="00B831E9" w:rsidRPr="001806FC">
          <w:sym w:font="Wingdings" w:char="F0F0"/>
        </w:r>
        <w:r w:rsidR="00B831E9">
          <w:t xml:space="preserve"> </w:t>
        </w:r>
        <w:r w:rsidR="00B831E9" w:rsidRPr="00B831E9">
          <w:t xml:space="preserve">Please briefly describe your decentralised cooling system: </w:t>
        </w:r>
      </w:ins>
      <w:del w:id="1223" w:author="Buttner, Henrike" w:date="2021-06-17T12:48:00Z">
        <w:r w:rsidRPr="001806FC" w:rsidDel="00B831E9">
          <w:sym w:font="Wingdings" w:char="F0F0"/>
        </w:r>
        <w:r w:rsidRPr="001806FC" w:rsidDel="00B831E9">
          <w:delText xml:space="preserve"> Bitte beschreiben Sie Ihr dezentrales Kühlungssystem kurz: </w:delText>
        </w:r>
      </w:del>
    </w:p>
    <w:p w:rsidR="004F359D" w:rsidRPr="001806FC" w:rsidRDefault="004F359D" w:rsidP="004F359D">
      <w:pPr>
        <w:tabs>
          <w:tab w:val="left" w:pos="1701"/>
        </w:tabs>
        <w:ind w:left="1701" w:hanging="567"/>
      </w:pPr>
      <w:r w:rsidRPr="001806FC">
        <w:lastRenderedPageBreak/>
        <w:fldChar w:fldCharType="begin">
          <w:ffData>
            <w:name w:val="Text38"/>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4F359D"/>
    <w:p w:rsidR="004F359D" w:rsidRPr="001806FC" w:rsidRDefault="00B831E9" w:rsidP="00FC465A">
      <w:pPr>
        <w:keepNext/>
        <w:numPr>
          <w:ilvl w:val="0"/>
          <w:numId w:val="19"/>
        </w:numPr>
      </w:pPr>
      <w:ins w:id="1224" w:author="Buttner, Henrike" w:date="2021-06-17T12:48:00Z">
        <w:r>
          <w:t>P</w:t>
        </w:r>
      </w:ins>
      <w:del w:id="1225" w:author="Buttner, Henrike" w:date="2021-06-17T12:48:00Z">
        <w:r w:rsidR="005221AA" w:rsidRPr="001806FC" w:rsidDel="00B831E9">
          <w:delText xml:space="preserve">Bitte </w:delText>
        </w:r>
      </w:del>
      <w:ins w:id="1226" w:author="Buttner, Henrike" w:date="2021-06-17T12:48:00Z">
        <w:r w:rsidRPr="00B831E9">
          <w:t xml:space="preserve">lease specify for each pump type in your </w:t>
        </w:r>
        <w:r>
          <w:t>DC</w:t>
        </w:r>
        <w:r w:rsidRPr="00B831E9">
          <w:t>:</w:t>
        </w:r>
      </w:ins>
      <w:del w:id="1227" w:author="Buttner, Henrike" w:date="2021-06-17T12:48:00Z">
        <w:r w:rsidR="005221AA" w:rsidRPr="001806FC" w:rsidDel="00B831E9">
          <w:delText>geben Sie für jeden Pumpentyp in Ihrem RZ an:</w:delText>
        </w:r>
      </w:del>
    </w:p>
    <w:p w:rsidR="004F359D" w:rsidRDefault="004F359D" w:rsidP="00FC465A">
      <w:pPr>
        <w:keepNext/>
        <w:ind w:left="1134"/>
      </w:pP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CE1F14" w:rsidRPr="00A54E91" w:rsidTr="00AB6967">
        <w:trPr>
          <w:cantSplit/>
        </w:trPr>
        <w:tc>
          <w:tcPr>
            <w:tcW w:w="3794" w:type="dxa"/>
            <w:shd w:val="clear" w:color="auto" w:fill="C6D9F1" w:themeFill="text2" w:themeFillTint="33"/>
          </w:tcPr>
          <w:p w:rsidR="00CE1F14" w:rsidRPr="00A54E91" w:rsidRDefault="00B831E9" w:rsidP="005221AA">
            <w:pPr>
              <w:keepNext/>
              <w:keepLines/>
              <w:spacing w:before="40" w:after="40" w:line="240" w:lineRule="auto"/>
              <w:jc w:val="left"/>
              <w:rPr>
                <w:b/>
                <w:sz w:val="20"/>
                <w:szCs w:val="20"/>
              </w:rPr>
            </w:pPr>
            <w:ins w:id="1228" w:author="Buttner, Henrike" w:date="2021-06-17T12:48:00Z">
              <w:r w:rsidRPr="00F01EE6">
                <w:rPr>
                  <w:b/>
                  <w:sz w:val="20"/>
                </w:rPr>
                <w:t>Sequence number</w:t>
              </w:r>
            </w:ins>
            <w:del w:id="1229" w:author="Buttner, Henrike" w:date="2021-06-17T12:48:00Z">
              <w:r w:rsidR="002044D7" w:rsidDel="00B831E9">
                <w:rPr>
                  <w:b/>
                  <w:sz w:val="20"/>
                  <w:szCs w:val="20"/>
                </w:rPr>
                <w:delText>Laufende Nummer</w:delText>
              </w:r>
            </w:del>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1"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c>
          <w:tcPr>
            <w:tcW w:w="1372" w:type="dxa"/>
            <w:shd w:val="clear" w:color="auto" w:fill="C6D9F1" w:themeFill="text2" w:themeFillTint="33"/>
          </w:tcPr>
          <w:p w:rsidR="00CE1F14" w:rsidRPr="00A54E91" w:rsidRDefault="00CE1F14" w:rsidP="006552A9">
            <w:pPr>
              <w:keepNext/>
              <w:keepLines/>
              <w:numPr>
                <w:ilvl w:val="0"/>
                <w:numId w:val="28"/>
              </w:numPr>
              <w:spacing w:before="40" w:after="40" w:line="240" w:lineRule="auto"/>
              <w:jc w:val="center"/>
              <w:rPr>
                <w:b/>
                <w:sz w:val="20"/>
                <w:szCs w:val="20"/>
              </w:rPr>
            </w:pPr>
          </w:p>
        </w:tc>
      </w:tr>
      <w:tr w:rsidR="00CE1F14" w:rsidRPr="001806FC" w:rsidTr="00AB6967">
        <w:trPr>
          <w:cantSplit/>
        </w:trPr>
        <w:tc>
          <w:tcPr>
            <w:tcW w:w="3794" w:type="dxa"/>
            <w:shd w:val="clear" w:color="auto" w:fill="auto"/>
          </w:tcPr>
          <w:p w:rsidR="00CE1F14" w:rsidRPr="001806FC" w:rsidRDefault="00B831E9" w:rsidP="00FC465A">
            <w:pPr>
              <w:keepNext/>
              <w:keepLines/>
              <w:spacing w:before="40" w:after="40" w:line="240" w:lineRule="auto"/>
              <w:jc w:val="left"/>
              <w:rPr>
                <w:sz w:val="20"/>
                <w:szCs w:val="20"/>
              </w:rPr>
            </w:pPr>
            <w:ins w:id="1230" w:author="Buttner, Henrike" w:date="2021-06-17T12:49:00Z">
              <w:r w:rsidRPr="00B831E9">
                <w:rPr>
                  <w:sz w:val="20"/>
                  <w:szCs w:val="20"/>
                </w:rPr>
                <w:t>Number of pumps of this type</w:t>
              </w:r>
            </w:ins>
            <w:del w:id="1231" w:author="Buttner, Henrike" w:date="2021-06-17T12:49:00Z">
              <w:r w:rsidR="00CE1F14" w:rsidRPr="001806FC" w:rsidDel="00B831E9">
                <w:rPr>
                  <w:sz w:val="20"/>
                  <w:szCs w:val="20"/>
                </w:rPr>
                <w:delText xml:space="preserve">Anzahl der </w:delText>
              </w:r>
              <w:r w:rsidR="005221AA" w:rsidDel="00B831E9">
                <w:rPr>
                  <w:sz w:val="20"/>
                  <w:szCs w:val="20"/>
                </w:rPr>
                <w:delText>Pumpen</w:delText>
              </w:r>
              <w:r w:rsidR="005221AA" w:rsidRPr="001806FC" w:rsidDel="00B831E9">
                <w:rPr>
                  <w:sz w:val="20"/>
                  <w:szCs w:val="20"/>
                </w:rPr>
                <w:delText xml:space="preserve"> </w:delText>
              </w:r>
              <w:r w:rsidR="00CE1F14" w:rsidRPr="001806FC" w:rsidDel="00B831E9">
                <w:rPr>
                  <w:sz w:val="20"/>
                  <w:szCs w:val="20"/>
                </w:rPr>
                <w:delText>dieses Typs</w:delText>
              </w:r>
            </w:del>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B831E9" w:rsidP="00FC465A">
            <w:pPr>
              <w:keepNext/>
              <w:keepLines/>
              <w:spacing w:before="40" w:after="40" w:line="240" w:lineRule="auto"/>
              <w:jc w:val="left"/>
              <w:rPr>
                <w:sz w:val="20"/>
                <w:szCs w:val="20"/>
              </w:rPr>
            </w:pPr>
            <w:ins w:id="1232" w:author="Buttner, Henrike" w:date="2021-06-17T12:49:00Z">
              <w:r w:rsidRPr="00B831E9">
                <w:rPr>
                  <w:sz w:val="20"/>
                  <w:szCs w:val="20"/>
                </w:rPr>
                <w:t>Manufacturer</w:t>
              </w:r>
            </w:ins>
            <w:del w:id="1233" w:author="Buttner, Henrike" w:date="2021-06-17T12:49:00Z">
              <w:r w:rsidR="00CE1F14" w:rsidRPr="001806FC" w:rsidDel="00B831E9">
                <w:rPr>
                  <w:sz w:val="20"/>
                  <w:szCs w:val="20"/>
                </w:rPr>
                <w:delText>Hersteller</w:delText>
              </w:r>
            </w:del>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B831E9" w:rsidP="00FC465A">
            <w:pPr>
              <w:keepNext/>
              <w:keepLines/>
              <w:spacing w:before="40" w:after="40" w:line="240" w:lineRule="auto"/>
              <w:jc w:val="left"/>
              <w:rPr>
                <w:sz w:val="20"/>
                <w:szCs w:val="20"/>
              </w:rPr>
            </w:pPr>
            <w:ins w:id="1234" w:author="Buttner, Henrike" w:date="2021-06-17T12:49:00Z">
              <w:r w:rsidRPr="00B831E9">
                <w:rPr>
                  <w:sz w:val="20"/>
                  <w:szCs w:val="20"/>
                </w:rPr>
                <w:t>Model designation</w:t>
              </w:r>
            </w:ins>
            <w:del w:id="1235" w:author="Buttner, Henrike" w:date="2021-06-17T12:49:00Z">
              <w:r w:rsidR="00CE1F14" w:rsidRPr="001806FC" w:rsidDel="00B831E9">
                <w:rPr>
                  <w:sz w:val="20"/>
                  <w:szCs w:val="20"/>
                </w:rPr>
                <w:delText>Modellbezeichnung</w:delText>
              </w:r>
            </w:del>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CE1F14" w:rsidRPr="001806FC" w:rsidTr="00AB6967">
        <w:trPr>
          <w:cantSplit/>
        </w:trPr>
        <w:tc>
          <w:tcPr>
            <w:tcW w:w="3794" w:type="dxa"/>
            <w:shd w:val="clear" w:color="auto" w:fill="auto"/>
          </w:tcPr>
          <w:p w:rsidR="00CE1F14" w:rsidRPr="001806FC" w:rsidRDefault="00B831E9" w:rsidP="00FC465A">
            <w:pPr>
              <w:keepNext/>
              <w:keepLines/>
              <w:spacing w:before="40" w:after="40" w:line="240" w:lineRule="auto"/>
              <w:jc w:val="left"/>
              <w:rPr>
                <w:sz w:val="20"/>
                <w:szCs w:val="20"/>
              </w:rPr>
            </w:pPr>
            <w:ins w:id="1236" w:author="Buttner, Henrike" w:date="2021-06-17T12:49:00Z">
              <w:r w:rsidRPr="00B831E9">
                <w:rPr>
                  <w:sz w:val="20"/>
                  <w:szCs w:val="20"/>
                </w:rPr>
                <w:t>Nominal power (kWel)</w:t>
              </w:r>
            </w:ins>
            <w:del w:id="1237" w:author="Buttner, Henrike" w:date="2021-06-17T12:49:00Z">
              <w:r w:rsidR="00CE1F14" w:rsidRPr="001806FC" w:rsidDel="00B831E9">
                <w:rPr>
                  <w:sz w:val="20"/>
                  <w:szCs w:val="20"/>
                </w:rPr>
                <w:delText>Nennleistung (kW</w:delText>
              </w:r>
              <w:r w:rsidR="00CE1F14" w:rsidRPr="001806FC" w:rsidDel="00B831E9">
                <w:rPr>
                  <w:sz w:val="20"/>
                  <w:szCs w:val="20"/>
                  <w:vertAlign w:val="subscript"/>
                </w:rPr>
                <w:delText>el</w:delText>
              </w:r>
              <w:r w:rsidR="00CE1F14" w:rsidRPr="001806FC" w:rsidDel="00B831E9">
                <w:rPr>
                  <w:sz w:val="20"/>
                  <w:szCs w:val="20"/>
                </w:rPr>
                <w:delText>)</w:delText>
              </w:r>
            </w:del>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CE1F14" w:rsidRPr="001806FC" w:rsidDel="00607F85" w:rsidRDefault="00CE1F14"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601532" w:rsidRPr="001806FC" w:rsidTr="00AB6967">
        <w:trPr>
          <w:cantSplit/>
        </w:trPr>
        <w:tc>
          <w:tcPr>
            <w:tcW w:w="3794" w:type="dxa"/>
            <w:shd w:val="clear" w:color="auto" w:fill="auto"/>
          </w:tcPr>
          <w:p w:rsidR="00601532" w:rsidRPr="001806FC" w:rsidRDefault="00B831E9" w:rsidP="00FC465A">
            <w:pPr>
              <w:keepNext/>
              <w:keepLines/>
              <w:spacing w:before="40" w:after="40" w:line="240" w:lineRule="auto"/>
              <w:jc w:val="left"/>
              <w:rPr>
                <w:sz w:val="20"/>
                <w:szCs w:val="20"/>
              </w:rPr>
            </w:pPr>
            <w:ins w:id="1238" w:author="Buttner, Henrike" w:date="2021-06-17T12:49:00Z">
              <w:r w:rsidRPr="00B831E9">
                <w:rPr>
                  <w:sz w:val="20"/>
                  <w:szCs w:val="20"/>
                </w:rPr>
                <w:t>Speed controlled? (Yes/No)</w:t>
              </w:r>
            </w:ins>
            <w:del w:id="1239" w:author="Buttner, Henrike" w:date="2021-06-17T12:49:00Z">
              <w:r w:rsidR="00601532" w:rsidDel="00B831E9">
                <w:rPr>
                  <w:sz w:val="20"/>
                  <w:szCs w:val="20"/>
                </w:rPr>
                <w:delText>Drehzahlgeregelt? (Ja/Nein)</w:delText>
              </w:r>
            </w:del>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p>
        </w:tc>
        <w:tc>
          <w:tcPr>
            <w:tcW w:w="1371" w:type="dxa"/>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p>
        </w:tc>
        <w:tc>
          <w:tcPr>
            <w:tcW w:w="1372" w:type="dxa"/>
            <w:shd w:val="clear" w:color="auto" w:fill="auto"/>
          </w:tcPr>
          <w:p w:rsidR="00601532" w:rsidRPr="001806FC" w:rsidRDefault="005221AA" w:rsidP="00AB6967">
            <w:pPr>
              <w:keepNext/>
              <w:keepLines/>
              <w:spacing w:before="40" w:after="40" w:line="240" w:lineRule="auto"/>
              <w:jc w:val="center"/>
              <w:rPr>
                <w:sz w:val="20"/>
                <w:szCs w:val="20"/>
              </w:rPr>
            </w:pPr>
            <w:r w:rsidRPr="001806FC">
              <w:fldChar w:fldCharType="begin">
                <w:ffData>
                  <w:name w:val="Dropdown1"/>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p>
        </w:tc>
      </w:tr>
      <w:tr w:rsidR="00075350" w:rsidRPr="001806FC" w:rsidTr="00AB6967">
        <w:trPr>
          <w:cantSplit/>
        </w:trPr>
        <w:tc>
          <w:tcPr>
            <w:tcW w:w="3794" w:type="dxa"/>
            <w:shd w:val="clear" w:color="auto" w:fill="auto"/>
          </w:tcPr>
          <w:p w:rsidR="00075350" w:rsidRDefault="00B831E9" w:rsidP="00FC465A">
            <w:pPr>
              <w:keepNext/>
              <w:keepLines/>
              <w:spacing w:before="40" w:after="40" w:line="240" w:lineRule="auto"/>
              <w:jc w:val="left"/>
              <w:rPr>
                <w:sz w:val="20"/>
                <w:szCs w:val="20"/>
              </w:rPr>
            </w:pPr>
            <w:ins w:id="1240" w:author="Buttner, Henrike" w:date="2021-06-17T12:49:00Z">
              <w:r w:rsidRPr="00B831E9">
                <w:rPr>
                  <w:sz w:val="20"/>
                  <w:szCs w:val="20"/>
                </w:rPr>
                <w:t>Redundancy concept (N, N+1, 2N, 2(N+1), other)</w:t>
              </w:r>
            </w:ins>
            <w:del w:id="1241" w:author="Buttner, Henrike" w:date="2021-06-17T12:49:00Z">
              <w:r w:rsidR="00075350" w:rsidDel="00B831E9">
                <w:rPr>
                  <w:sz w:val="20"/>
                  <w:szCs w:val="20"/>
                </w:rPr>
                <w:delText>Redundanzkonzept</w:delText>
              </w:r>
              <w:r w:rsidR="005221AA" w:rsidDel="00B831E9">
                <w:rPr>
                  <w:sz w:val="20"/>
                  <w:szCs w:val="20"/>
                </w:rPr>
                <w:delText xml:space="preserve"> (N, N+1, 2N, 2(N+1), sonstiges)</w:delText>
              </w:r>
            </w:del>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075350" w:rsidRPr="001806FC" w:rsidRDefault="005221AA"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CE1F14" w:rsidRPr="001806FC" w:rsidRDefault="00CE1F14" w:rsidP="004F359D">
      <w:pPr>
        <w:ind w:left="425"/>
      </w:pPr>
    </w:p>
    <w:p w:rsidR="004F359D" w:rsidRPr="001806FC" w:rsidRDefault="004F359D" w:rsidP="000F6653">
      <w:pPr>
        <w:numPr>
          <w:ilvl w:val="0"/>
          <w:numId w:val="19"/>
        </w:numPr>
      </w:pPr>
      <w:del w:id="1242" w:author="Buttner, Henrike" w:date="2021-06-17T12:49:00Z">
        <w:r w:rsidRPr="001806FC" w:rsidDel="00B831E9">
          <w:delText>Bitte</w:delText>
        </w:r>
      </w:del>
      <w:ins w:id="1243" w:author="Buttner, Henrike" w:date="2021-06-17T12:49:00Z">
        <w:r w:rsidR="00B831E9" w:rsidRPr="00B831E9">
          <w:t>Please provide the following information about the humidity in your data centre:</w:t>
        </w:r>
      </w:ins>
      <w:del w:id="1244" w:author="Buttner, Henrike" w:date="2021-06-17T12:49:00Z">
        <w:r w:rsidRPr="001806FC" w:rsidDel="00B831E9">
          <w:delText xml:space="preserve"> geben Sie folgende Informationen zur Luftfeuchte in Ihrem RZ an:</w:delText>
        </w:r>
      </w:del>
    </w:p>
    <w:p w:rsidR="004F359D" w:rsidRPr="001806FC" w:rsidRDefault="004F359D" w:rsidP="000F6653">
      <w:pPr>
        <w:numPr>
          <w:ilvl w:val="1"/>
          <w:numId w:val="19"/>
        </w:numPr>
      </w:pPr>
      <w:del w:id="1245" w:author="Buttner, Henrike" w:date="2021-06-17T12:50:00Z">
        <w:r w:rsidRPr="001806FC" w:rsidDel="00B831E9">
          <w:delText xml:space="preserve">Wie </w:delText>
        </w:r>
      </w:del>
      <w:ins w:id="1246" w:author="Buttner, Henrike" w:date="2021-06-17T12:50:00Z">
        <w:r w:rsidR="00B831E9" w:rsidRPr="00B831E9">
          <w:t xml:space="preserve">What is the minimum permitted humidity (in %)? </w:t>
        </w:r>
      </w:ins>
      <w:del w:id="1247" w:author="Buttner, Henrike" w:date="2021-06-17T12:50:00Z">
        <w:r w:rsidRPr="001806FC" w:rsidDel="00B831E9">
          <w:delText>ist die minimal</w:delText>
        </w:r>
        <w:r w:rsidR="005221AA" w:rsidDel="00B831E9">
          <w:delText xml:space="preserve"> zugelassen</w:delText>
        </w:r>
        <w:r w:rsidRPr="001806FC" w:rsidDel="00B831E9">
          <w:delText xml:space="preserve">e Luftfeuchte (in %)? </w:delText>
        </w:r>
      </w:del>
      <w:r w:rsidRPr="001806FC">
        <w:fldChar w:fldCharType="begin">
          <w:ffData>
            <w:name w:val="Text39"/>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4F359D" w:rsidRPr="001806FC" w:rsidRDefault="00B831E9" w:rsidP="000F6653">
      <w:pPr>
        <w:numPr>
          <w:ilvl w:val="1"/>
          <w:numId w:val="19"/>
        </w:numPr>
      </w:pPr>
      <w:ins w:id="1248" w:author="Buttner, Henrike" w:date="2021-06-17T12:50:00Z">
        <w:r w:rsidRPr="00B831E9">
          <w:t xml:space="preserve">What is the maximum permitted humidity (in %)? </w:t>
        </w:r>
      </w:ins>
      <w:del w:id="1249" w:author="Buttner, Henrike" w:date="2021-06-17T12:50:00Z">
        <w:r w:rsidR="004F359D" w:rsidRPr="001806FC" w:rsidDel="00B831E9">
          <w:delText>Wie ist die maximal</w:delText>
        </w:r>
        <w:r w:rsidR="005221AA" w:rsidDel="00B831E9">
          <w:delText xml:space="preserve"> zugelassen</w:delText>
        </w:r>
        <w:r w:rsidR="004F359D" w:rsidRPr="001806FC" w:rsidDel="00B831E9">
          <w:delText xml:space="preserve">e Luftfeuchte (in%)? </w:delText>
        </w:r>
      </w:del>
      <w:r w:rsidR="004F359D" w:rsidRPr="001806FC">
        <w:fldChar w:fldCharType="begin">
          <w:ffData>
            <w:name w:val="Text40"/>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r w:rsidR="004F359D" w:rsidRPr="001806FC">
        <w:t xml:space="preserve"> %</w:t>
      </w:r>
    </w:p>
    <w:p w:rsidR="00B831E9" w:rsidRDefault="00B831E9" w:rsidP="000F6653">
      <w:pPr>
        <w:numPr>
          <w:ilvl w:val="1"/>
          <w:numId w:val="19"/>
        </w:numPr>
        <w:rPr>
          <w:ins w:id="1250" w:author="Buttner, Henrike" w:date="2021-06-17T12:50:00Z"/>
        </w:rPr>
      </w:pPr>
      <w:ins w:id="1251" w:author="Buttner, Henrike" w:date="2021-06-17T12:50:00Z">
        <w:r w:rsidRPr="00B831E9">
          <w:t>Is moisture-sensitive equipment (e.g. storage) kept in another room?</w:t>
        </w:r>
      </w:ins>
      <w:del w:id="1252" w:author="Buttner, Henrike" w:date="2021-06-17T12:50:00Z">
        <w:r w:rsidR="004F359D" w:rsidRPr="001806FC" w:rsidDel="00B831E9">
          <w:delText>Wird feuchtesensibles Equipment (z.B. Storage) in einem anderen Raum aufbwahrt?</w:delText>
        </w:r>
      </w:del>
      <w:r w:rsidR="004F359D" w:rsidRPr="001806FC">
        <w:t xml:space="preserve"> </w:t>
      </w:r>
    </w:p>
    <w:p w:rsidR="004F359D" w:rsidRPr="001806FC" w:rsidRDefault="004F359D" w:rsidP="00B831E9">
      <w:pPr>
        <w:ind w:left="1134"/>
        <w:pPrChange w:id="1253" w:author="Buttner, Henrike" w:date="2021-06-17T12:50:00Z">
          <w:pPr>
            <w:numPr>
              <w:ilvl w:val="1"/>
              <w:numId w:val="19"/>
            </w:numPr>
            <w:tabs>
              <w:tab w:val="num" w:pos="0"/>
            </w:tabs>
            <w:ind w:left="1134" w:hanging="709"/>
          </w:pPr>
        </w:pPrChange>
      </w:pPr>
      <w:r w:rsidRPr="001806FC">
        <w:fldChar w:fldCharType="begin">
          <w:ffData>
            <w:name w:val="Dropdown1"/>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r w:rsidRPr="001806FC">
        <w:t xml:space="preserve">     </w:t>
      </w:r>
      <w:ins w:id="1254" w:author="Buttner, Henrike" w:date="2021-06-17T12:50:00Z">
        <w:r w:rsidR="00B831E9" w:rsidRPr="001806FC">
          <w:t>(</w:t>
        </w:r>
        <w:r w:rsidR="00B831E9">
          <w:t>Yes/No</w:t>
        </w:r>
        <w:r w:rsidR="00B831E9" w:rsidRPr="001806FC">
          <w:t>)</w:t>
        </w:r>
        <w:r w:rsidR="00B831E9" w:rsidRPr="001806FC" w:rsidDel="00995C64">
          <w:t xml:space="preserve"> </w:t>
        </w:r>
      </w:ins>
      <w:del w:id="1255" w:author="Buttner, Henrike" w:date="2021-06-17T12:50:00Z">
        <w:r w:rsidRPr="001806FC" w:rsidDel="00B831E9">
          <w:delText>(Ja/Nein)</w:delText>
        </w:r>
      </w:del>
    </w:p>
    <w:p w:rsidR="004F359D" w:rsidRPr="001806FC" w:rsidRDefault="004F359D" w:rsidP="004F359D">
      <w:pPr>
        <w:ind w:left="1134"/>
      </w:pPr>
    </w:p>
    <w:p w:rsidR="004F359D" w:rsidRPr="001806FC" w:rsidRDefault="004F359D" w:rsidP="000F6653">
      <w:pPr>
        <w:numPr>
          <w:ilvl w:val="0"/>
          <w:numId w:val="19"/>
        </w:numPr>
      </w:pPr>
      <w:del w:id="1256" w:author="Buttner, Henrike" w:date="2021-06-17T12:51:00Z">
        <w:r w:rsidRPr="001806FC" w:rsidDel="00B831E9">
          <w:delText xml:space="preserve">Wenden </w:delText>
        </w:r>
      </w:del>
      <w:ins w:id="1257" w:author="Buttner, Henrike" w:date="2021-06-17T12:51:00Z">
        <w:r w:rsidR="00B831E9" w:rsidRPr="00B831E9">
          <w:t xml:space="preserve">Do you apply the principle of free cooling in your data centre? </w:t>
        </w:r>
      </w:ins>
      <w:del w:id="1258" w:author="Buttner, Henrike" w:date="2021-06-17T12:51:00Z">
        <w:r w:rsidRPr="001806FC" w:rsidDel="00B831E9">
          <w:delText xml:space="preserve">Sie in Ihrem RZ das Prinzip der </w:delText>
        </w:r>
        <w:r w:rsidR="006552A9" w:rsidDel="00B831E9">
          <w:delText>f</w:delText>
        </w:r>
        <w:r w:rsidRPr="001806FC" w:rsidDel="00B831E9">
          <w:delText xml:space="preserve">reien Kühlung an? </w:delText>
        </w:r>
      </w:del>
      <w:r w:rsidRPr="001806FC">
        <w:fldChar w:fldCharType="begin">
          <w:ffData>
            <w:name w:val="Dropdown1"/>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r w:rsidRPr="001806FC">
        <w:t>     </w:t>
      </w:r>
      <w:ins w:id="1259" w:author="Buttner, Henrike" w:date="2021-06-17T12:52:00Z">
        <w:r w:rsidR="00B831E9" w:rsidRPr="001806FC">
          <w:t>(</w:t>
        </w:r>
        <w:r w:rsidR="00B831E9">
          <w:t>Yes/No</w:t>
        </w:r>
        <w:r w:rsidR="00B831E9" w:rsidRPr="001806FC">
          <w:t>)</w:t>
        </w:r>
        <w:r w:rsidR="00B831E9" w:rsidRPr="001806FC" w:rsidDel="00995C64">
          <w:t xml:space="preserve"> </w:t>
        </w:r>
      </w:ins>
      <w:del w:id="1260" w:author="Buttner, Henrike" w:date="2021-06-17T12:52:00Z">
        <w:r w:rsidRPr="001806FC" w:rsidDel="00B831E9">
          <w:delText xml:space="preserve">(Ja/Nein). </w:delText>
        </w:r>
      </w:del>
    </w:p>
    <w:p w:rsidR="004F359D" w:rsidRPr="001806FC" w:rsidRDefault="004F359D" w:rsidP="004F359D">
      <w:r w:rsidRPr="001806FC">
        <w:sym w:font="Wingdings" w:char="F0F0"/>
      </w:r>
      <w:r w:rsidRPr="001806FC">
        <w:tab/>
      </w:r>
      <w:del w:id="1261" w:author="Buttner, Henrike" w:date="2021-06-17T12:52:00Z">
        <w:r w:rsidRPr="001806FC" w:rsidDel="00B831E9">
          <w:delText>Falls Ja</w:delText>
        </w:r>
      </w:del>
      <w:ins w:id="1262" w:author="Buttner, Henrike" w:date="2021-06-17T12:52:00Z">
        <w:r w:rsidR="00B831E9">
          <w:t>If yes</w:t>
        </w:r>
      </w:ins>
      <w:r w:rsidRPr="001806FC">
        <w:t>:</w:t>
      </w:r>
    </w:p>
    <w:p w:rsidR="004F359D" w:rsidRPr="001806FC" w:rsidRDefault="004F359D" w:rsidP="004F359D">
      <w:r w:rsidRPr="001806FC">
        <w:fldChar w:fldCharType="begin">
          <w:ffData>
            <w:name w:val="Kontrollkästchen57"/>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ins w:id="1263" w:author="Buttner, Henrike" w:date="2021-06-17T12:52:00Z">
        <w:r w:rsidR="00B831E9" w:rsidRPr="00B831E9">
          <w:t>Indirect free cooling:</w:t>
        </w:r>
      </w:ins>
      <w:del w:id="1264" w:author="Buttner, Henrike" w:date="2021-06-17T12:52:00Z">
        <w:r w:rsidRPr="001806FC" w:rsidDel="00B831E9">
          <w:delText>Indirekte freie Kühlung:</w:delText>
        </w:r>
      </w:del>
    </w:p>
    <w:p w:rsidR="004F359D" w:rsidRPr="001806FC" w:rsidRDefault="004F359D" w:rsidP="004F359D">
      <w:pPr>
        <w:ind w:left="284"/>
      </w:pPr>
      <w:r w:rsidRPr="001806FC">
        <w:sym w:font="Wingdings" w:char="F0F0"/>
      </w:r>
      <w:r w:rsidRPr="001806FC">
        <w:t xml:space="preserve"> </w:t>
      </w:r>
      <w:ins w:id="1265" w:author="Buttner, Henrike" w:date="2021-06-17T12:52:00Z">
        <w:r w:rsidR="00B831E9" w:rsidRPr="00B831E9">
          <w:t xml:space="preserve">Simple indirect free cooling at outdoor temperatures less than or equal to </w:t>
        </w:r>
      </w:ins>
      <w:del w:id="1266" w:author="Buttner, Henrike" w:date="2021-06-17T12:52:00Z">
        <w:r w:rsidRPr="001806FC" w:rsidDel="00B831E9">
          <w:delText xml:space="preserve">Einfache indirekte freie Kühlung bei Außentemperaturen kleiner gleich </w:delText>
        </w:r>
      </w:del>
      <w:r w:rsidRPr="001806FC">
        <w:fldChar w:fldCharType="begin">
          <w:ffData>
            <w:name w:val="Text4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ind w:left="284"/>
      </w:pPr>
      <w:r w:rsidRPr="001806FC">
        <w:sym w:font="Wingdings" w:char="F0F0"/>
      </w:r>
      <w:r w:rsidRPr="001806FC">
        <w:t xml:space="preserve"> Hybrid</w:t>
      </w:r>
      <w:del w:id="1267" w:author="Buttner, Henrike" w:date="2021-06-17T12:52:00Z">
        <w:r w:rsidRPr="001806FC" w:rsidDel="00B831E9">
          <w:delText>e</w:delText>
        </w:r>
      </w:del>
      <w:r w:rsidR="00AA7261" w:rsidRPr="001806FC">
        <w:rPr>
          <w:rStyle w:val="Funotenzeichen"/>
        </w:rPr>
        <w:footnoteReference w:id="3"/>
      </w:r>
      <w:r w:rsidRPr="001806FC">
        <w:t xml:space="preserve"> </w:t>
      </w:r>
      <w:ins w:id="1270" w:author="Buttner, Henrike" w:date="2021-06-17T12:52:00Z">
        <w:r w:rsidR="00B831E9" w:rsidRPr="00B831E9">
          <w:t>indirect free cooling at outdoor temperatures less than or equal to</w:t>
        </w:r>
        <w:r w:rsidR="00B831E9" w:rsidRPr="00B831E9" w:rsidDel="00B831E9">
          <w:t xml:space="preserve"> </w:t>
        </w:r>
      </w:ins>
      <w:del w:id="1271" w:author="Buttner, Henrike" w:date="2021-06-17T12:52:00Z">
        <w:r w:rsidRPr="001806FC" w:rsidDel="00B831E9">
          <w:delText xml:space="preserve">indirekte freie Kühlung bei Außentemperaturen kleiner gleich </w:delText>
        </w:r>
      </w:del>
      <w:r w:rsidRPr="001806FC">
        <w:fldChar w:fldCharType="begin">
          <w:ffData>
            <w:name w:val="Text4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r w:rsidRPr="001806FC">
        <w:fldChar w:fldCharType="begin">
          <w:ffData>
            <w:name w:val="Kontrollkästchen58"/>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ins w:id="1272" w:author="Buttner, Henrike" w:date="2021-06-17T12:52:00Z">
        <w:r w:rsidR="00B831E9" w:rsidRPr="00B831E9">
          <w:t>Direct free cooling</w:t>
        </w:r>
        <w:r w:rsidR="00B831E9" w:rsidRPr="00B831E9" w:rsidDel="00B831E9">
          <w:t xml:space="preserve"> </w:t>
        </w:r>
      </w:ins>
      <w:del w:id="1273" w:author="Buttner, Henrike" w:date="2021-06-17T12:52:00Z">
        <w:r w:rsidRPr="001806FC" w:rsidDel="00B831E9">
          <w:delText>Direkte freie Kühlung</w:delText>
        </w:r>
      </w:del>
      <w:r w:rsidRPr="001806FC">
        <w:t>:</w:t>
      </w:r>
    </w:p>
    <w:p w:rsidR="004F359D" w:rsidRPr="001806FC" w:rsidRDefault="004F359D" w:rsidP="004F359D">
      <w:pPr>
        <w:ind w:left="284"/>
      </w:pPr>
      <w:r w:rsidRPr="001806FC">
        <w:sym w:font="Wingdings" w:char="F0F0"/>
      </w:r>
      <w:r w:rsidRPr="001806FC">
        <w:t xml:space="preserve"> </w:t>
      </w:r>
      <w:ins w:id="1274" w:author="Buttner, Henrike" w:date="2021-06-17T12:53:00Z">
        <w:r w:rsidR="00B831E9" w:rsidRPr="00B831E9">
          <w:t xml:space="preserve">Simple direct free cooling at outdoor temperatures less than or equal to </w:t>
        </w:r>
      </w:ins>
      <w:del w:id="1275" w:author="Buttner, Henrike" w:date="2021-06-17T12:53:00Z">
        <w:r w:rsidRPr="001806FC" w:rsidDel="00B831E9">
          <w:delText xml:space="preserve">Einfache direkte freie Kühlung bei Außentemperaturen kleiner gleich </w:delText>
        </w:r>
      </w:del>
      <w:r w:rsidRPr="001806FC">
        <w:fldChar w:fldCharType="begin">
          <w:ffData>
            <w:name w:val="Text43"/>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ind w:left="284"/>
      </w:pPr>
      <w:r w:rsidRPr="001806FC">
        <w:sym w:font="Wingdings" w:char="F0F0"/>
      </w:r>
      <w:r w:rsidRPr="001806FC">
        <w:t xml:space="preserve"> </w:t>
      </w:r>
      <w:ins w:id="1276" w:author="Buttner, Henrike" w:date="2021-06-17T12:53:00Z">
        <w:r w:rsidR="00B831E9" w:rsidRPr="00B831E9">
          <w:t xml:space="preserve">Hybrid direct free cooling at outdoor temperatures less than or equal to </w:t>
        </w:r>
      </w:ins>
      <w:del w:id="1277" w:author="Buttner, Henrike" w:date="2021-06-17T12:53:00Z">
        <w:r w:rsidRPr="001806FC" w:rsidDel="00B831E9">
          <w:delText xml:space="preserve">Hybride direkte freie Kühlung bei Außentemperaturen kleiner gleich </w:delText>
        </w:r>
      </w:del>
      <w:r w:rsidRPr="001806FC">
        <w:fldChar w:fldCharType="begin">
          <w:ffData>
            <w:name w:val="Text44"/>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 w:rsidR="004F359D" w:rsidRPr="001806FC" w:rsidRDefault="00B831E9" w:rsidP="000F6653">
      <w:pPr>
        <w:numPr>
          <w:ilvl w:val="1"/>
          <w:numId w:val="19"/>
        </w:numPr>
      </w:pPr>
      <w:ins w:id="1278" w:author="Buttner, Henrike" w:date="2021-06-17T12:53:00Z">
        <w:r w:rsidRPr="00B831E9">
          <w:t>Please specify for each free cooler type in your</w:t>
        </w:r>
        <w:r>
          <w:t xml:space="preserve"> DC</w:t>
        </w:r>
      </w:ins>
      <w:del w:id="1279" w:author="Buttner, Henrike" w:date="2021-06-17T12:53:00Z">
        <w:r w:rsidR="004F359D" w:rsidRPr="001806FC" w:rsidDel="00B831E9">
          <w:delText>Bitte geben Sie für jede Freikühlertyp in Ihrem RZ an</w:delText>
        </w:r>
      </w:del>
      <w:r w:rsidR="004F359D" w:rsidRPr="001806FC">
        <w:t>:</w:t>
      </w:r>
    </w:p>
    <w:p w:rsidR="00CE1F14" w:rsidRDefault="00CE1F14" w:rsidP="004F359D"/>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A54E91" w:rsidRPr="00A54E91" w:rsidTr="00AB6967">
        <w:trPr>
          <w:cantSplit/>
        </w:trPr>
        <w:tc>
          <w:tcPr>
            <w:tcW w:w="3794" w:type="dxa"/>
            <w:shd w:val="clear" w:color="auto" w:fill="C6D9F1" w:themeFill="text2" w:themeFillTint="33"/>
          </w:tcPr>
          <w:p w:rsidR="00A54E91" w:rsidRPr="00A54E91" w:rsidRDefault="00B831E9" w:rsidP="002044D7">
            <w:pPr>
              <w:keepNext/>
              <w:keepLines/>
              <w:spacing w:before="40" w:after="40" w:line="240" w:lineRule="auto"/>
              <w:jc w:val="left"/>
              <w:rPr>
                <w:b/>
                <w:sz w:val="20"/>
                <w:szCs w:val="20"/>
              </w:rPr>
            </w:pPr>
            <w:ins w:id="1280" w:author="Buttner, Henrike" w:date="2021-06-17T12:55:00Z">
              <w:r w:rsidRPr="00B831E9">
                <w:rPr>
                  <w:b/>
                  <w:sz w:val="20"/>
                  <w:szCs w:val="20"/>
                </w:rPr>
                <w:lastRenderedPageBreak/>
                <w:t>Sequence number</w:t>
              </w:r>
            </w:ins>
            <w:del w:id="1281" w:author="Buttner, Henrike" w:date="2021-06-17T12:55:00Z">
              <w:r w:rsidR="002044D7" w:rsidDel="00B831E9">
                <w:rPr>
                  <w:b/>
                  <w:sz w:val="20"/>
                  <w:szCs w:val="20"/>
                </w:rPr>
                <w:delText>Laufende Nummer</w:delText>
              </w:r>
            </w:del>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1"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c>
          <w:tcPr>
            <w:tcW w:w="1372" w:type="dxa"/>
            <w:shd w:val="clear" w:color="auto" w:fill="C6D9F1" w:themeFill="text2" w:themeFillTint="33"/>
          </w:tcPr>
          <w:p w:rsidR="00A54E91" w:rsidRPr="00A54E91" w:rsidRDefault="00A54E91" w:rsidP="006552A9">
            <w:pPr>
              <w:keepNext/>
              <w:keepLines/>
              <w:numPr>
                <w:ilvl w:val="0"/>
                <w:numId w:val="29"/>
              </w:numPr>
              <w:spacing w:before="40" w:after="40" w:line="240" w:lineRule="auto"/>
              <w:jc w:val="center"/>
              <w:rPr>
                <w:b/>
                <w:sz w:val="20"/>
                <w:szCs w:val="20"/>
              </w:rPr>
            </w:pPr>
          </w:p>
        </w:tc>
      </w:tr>
      <w:tr w:rsidR="00A54E91" w:rsidRPr="001806FC" w:rsidTr="00AB6967">
        <w:trPr>
          <w:cantSplit/>
        </w:trPr>
        <w:tc>
          <w:tcPr>
            <w:tcW w:w="3794" w:type="dxa"/>
            <w:shd w:val="clear" w:color="auto" w:fill="auto"/>
          </w:tcPr>
          <w:p w:rsidR="00A54E91" w:rsidRPr="001806FC" w:rsidRDefault="00B831E9" w:rsidP="00AB6967">
            <w:pPr>
              <w:keepNext/>
              <w:keepLines/>
              <w:spacing w:before="40" w:after="40" w:line="240" w:lineRule="auto"/>
              <w:jc w:val="left"/>
              <w:rPr>
                <w:sz w:val="20"/>
                <w:szCs w:val="20"/>
              </w:rPr>
            </w:pPr>
            <w:ins w:id="1282" w:author="Buttner, Henrike" w:date="2021-06-17T12:55:00Z">
              <w:r w:rsidRPr="00B831E9">
                <w:rPr>
                  <w:sz w:val="20"/>
                  <w:szCs w:val="20"/>
                </w:rPr>
                <w:t>Type (direct/ indirect free cooling)</w:t>
              </w:r>
            </w:ins>
            <w:del w:id="1283" w:author="Buttner, Henrike" w:date="2021-06-17T12:55:00Z">
              <w:r w:rsidR="00A54E91" w:rsidRPr="001806FC" w:rsidDel="00B831E9">
                <w:rPr>
                  <w:sz w:val="20"/>
                  <w:szCs w:val="20"/>
                </w:rPr>
                <w:delText>Art (direkt/ indirekte Freikühlung)</w:delText>
              </w:r>
            </w:del>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B831E9" w:rsidP="00AB6967">
            <w:pPr>
              <w:keepNext/>
              <w:keepLines/>
              <w:spacing w:before="40" w:after="40" w:line="240" w:lineRule="auto"/>
              <w:jc w:val="left"/>
              <w:rPr>
                <w:sz w:val="20"/>
                <w:szCs w:val="20"/>
              </w:rPr>
            </w:pPr>
            <w:ins w:id="1284" w:author="Buttner, Henrike" w:date="2021-06-17T12:55:00Z">
              <w:r w:rsidRPr="00B831E9">
                <w:rPr>
                  <w:sz w:val="20"/>
                  <w:szCs w:val="20"/>
                </w:rPr>
                <w:t xml:space="preserve">Type (only for indirect free cooling) </w:t>
              </w:r>
            </w:ins>
            <w:del w:id="1285" w:author="Buttner, Henrike" w:date="2021-06-17T12:55:00Z">
              <w:r w:rsidR="00A54E91" w:rsidRPr="001806FC" w:rsidDel="00B831E9">
                <w:rPr>
                  <w:sz w:val="20"/>
                  <w:szCs w:val="20"/>
                </w:rPr>
                <w:delText>Typ (nur bei indirekter Freikühlung)</w:delText>
              </w:r>
            </w:del>
            <w:r w:rsidR="00A54E91" w:rsidRPr="001806FC">
              <w:rPr>
                <w:rStyle w:val="Funotenzeichen"/>
              </w:rPr>
              <w:footnoteReference w:id="4"/>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B831E9" w:rsidP="00AB6967">
            <w:pPr>
              <w:keepNext/>
              <w:keepLines/>
              <w:spacing w:before="40" w:after="40" w:line="240" w:lineRule="auto"/>
              <w:rPr>
                <w:sz w:val="20"/>
                <w:szCs w:val="20"/>
              </w:rPr>
            </w:pPr>
            <w:ins w:id="1288" w:author="Buttner, Henrike" w:date="2021-06-17T12:55:00Z">
              <w:r w:rsidRPr="00B831E9">
                <w:rPr>
                  <w:sz w:val="20"/>
                  <w:szCs w:val="20"/>
                </w:rPr>
                <w:t>Number of installations of this type</w:t>
              </w:r>
            </w:ins>
            <w:del w:id="1289" w:author="Buttner, Henrike" w:date="2021-06-17T12:55:00Z">
              <w:r w:rsidR="00A54E91" w:rsidRPr="001806FC" w:rsidDel="00B831E9">
                <w:rPr>
                  <w:sz w:val="20"/>
                  <w:szCs w:val="20"/>
                </w:rPr>
                <w:delText>Anzahl der Anlagen dieses Typs</w:delText>
              </w:r>
            </w:del>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B831E9" w:rsidP="00AB6967">
            <w:pPr>
              <w:keepNext/>
              <w:keepLines/>
              <w:spacing w:before="40" w:after="40" w:line="240" w:lineRule="auto"/>
              <w:rPr>
                <w:sz w:val="20"/>
                <w:szCs w:val="20"/>
              </w:rPr>
            </w:pPr>
            <w:ins w:id="1290" w:author="Buttner, Henrike" w:date="2021-06-17T12:55:00Z">
              <w:r w:rsidRPr="00B831E9">
                <w:rPr>
                  <w:sz w:val="20"/>
                  <w:szCs w:val="20"/>
                </w:rPr>
                <w:t>Manufacturer</w:t>
              </w:r>
            </w:ins>
            <w:del w:id="1291" w:author="Buttner, Henrike" w:date="2021-06-17T12:55:00Z">
              <w:r w:rsidR="00A54E91" w:rsidRPr="001806FC" w:rsidDel="00B831E9">
                <w:rPr>
                  <w:sz w:val="20"/>
                  <w:szCs w:val="20"/>
                </w:rPr>
                <w:delText>Hersteller</w:delText>
              </w:r>
            </w:del>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B831E9" w:rsidP="00AB6967">
            <w:pPr>
              <w:keepNext/>
              <w:keepLines/>
              <w:spacing w:before="40" w:after="40" w:line="240" w:lineRule="auto"/>
              <w:rPr>
                <w:sz w:val="20"/>
                <w:szCs w:val="20"/>
              </w:rPr>
            </w:pPr>
            <w:ins w:id="1292" w:author="Buttner, Henrike" w:date="2021-06-17T12:55:00Z">
              <w:r w:rsidRPr="00B831E9">
                <w:rPr>
                  <w:sz w:val="20"/>
                  <w:szCs w:val="20"/>
                </w:rPr>
                <w:t>Model designation</w:t>
              </w:r>
            </w:ins>
            <w:del w:id="1293" w:author="Buttner, Henrike" w:date="2021-06-17T12:55:00Z">
              <w:r w:rsidR="00A54E91" w:rsidRPr="001806FC" w:rsidDel="00B831E9">
                <w:rPr>
                  <w:sz w:val="20"/>
                  <w:szCs w:val="20"/>
                </w:rPr>
                <w:delText>Modellbezeichnung</w:delText>
              </w:r>
            </w:del>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B831E9" w:rsidP="00AB6967">
            <w:pPr>
              <w:keepNext/>
              <w:keepLines/>
              <w:spacing w:before="40" w:after="40" w:line="240" w:lineRule="auto"/>
              <w:rPr>
                <w:sz w:val="20"/>
                <w:szCs w:val="20"/>
              </w:rPr>
            </w:pPr>
            <w:ins w:id="1294" w:author="Buttner, Henrike" w:date="2021-06-17T12:56:00Z">
              <w:r w:rsidRPr="00B831E9">
                <w:rPr>
                  <w:sz w:val="20"/>
                  <w:szCs w:val="20"/>
                </w:rPr>
                <w:t>Nominal electric power (kWel)</w:t>
              </w:r>
            </w:ins>
            <w:del w:id="1295" w:author="Buttner, Henrike" w:date="2021-06-17T12:56:00Z">
              <w:r w:rsidR="00A54E91" w:rsidRPr="001806FC" w:rsidDel="00B831E9">
                <w:rPr>
                  <w:sz w:val="20"/>
                  <w:szCs w:val="20"/>
                </w:rPr>
                <w:delText>Elektrische Nennleistung (kW</w:delText>
              </w:r>
              <w:r w:rsidR="00A54E91" w:rsidRPr="001806FC" w:rsidDel="00B831E9">
                <w:rPr>
                  <w:sz w:val="20"/>
                  <w:szCs w:val="20"/>
                  <w:vertAlign w:val="subscript"/>
                </w:rPr>
                <w:delText>el</w:delText>
              </w:r>
              <w:r w:rsidR="00A54E91" w:rsidRPr="001806FC" w:rsidDel="00B831E9">
                <w:rPr>
                  <w:sz w:val="20"/>
                  <w:szCs w:val="20"/>
                </w:rPr>
                <w:delText>)</w:delText>
              </w:r>
            </w:del>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AB6967">
        <w:trPr>
          <w:cantSplit/>
        </w:trPr>
        <w:tc>
          <w:tcPr>
            <w:tcW w:w="3794" w:type="dxa"/>
            <w:shd w:val="clear" w:color="auto" w:fill="auto"/>
          </w:tcPr>
          <w:p w:rsidR="00A54E91" w:rsidRPr="001806FC" w:rsidRDefault="00B831E9" w:rsidP="00AB6967">
            <w:pPr>
              <w:keepNext/>
              <w:keepLines/>
              <w:spacing w:before="40" w:after="40" w:line="240" w:lineRule="auto"/>
              <w:rPr>
                <w:sz w:val="20"/>
                <w:szCs w:val="20"/>
              </w:rPr>
            </w:pPr>
            <w:ins w:id="1296" w:author="Buttner, Henrike" w:date="2021-06-17T12:56:00Z">
              <w:r w:rsidRPr="00B831E9">
                <w:rPr>
                  <w:sz w:val="20"/>
                  <w:szCs w:val="20"/>
                </w:rPr>
                <w:t>Cooling capacity (nominal value) (kWth)</w:t>
              </w:r>
            </w:ins>
            <w:del w:id="1297" w:author="Buttner, Henrike" w:date="2021-06-17T12:56:00Z">
              <w:r w:rsidR="00A54E91" w:rsidRPr="001806FC" w:rsidDel="00B831E9">
                <w:rPr>
                  <w:sz w:val="20"/>
                  <w:szCs w:val="20"/>
                </w:rPr>
                <w:delText>Kälteleistung (Nennwert) (kW</w:delText>
              </w:r>
              <w:r w:rsidR="00A54E91" w:rsidRPr="001806FC" w:rsidDel="00B831E9">
                <w:rPr>
                  <w:sz w:val="20"/>
                  <w:szCs w:val="20"/>
                  <w:vertAlign w:val="subscript"/>
                </w:rPr>
                <w:delText>th</w:delText>
              </w:r>
              <w:r w:rsidR="00A54E91" w:rsidRPr="001806FC" w:rsidDel="00B831E9">
                <w:rPr>
                  <w:sz w:val="20"/>
                  <w:szCs w:val="20"/>
                </w:rPr>
                <w:delText>)</w:delText>
              </w:r>
            </w:del>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A54E91" w:rsidRPr="001806FC" w:rsidRDefault="00A54E91" w:rsidP="004F359D"/>
    <w:p w:rsidR="004F359D" w:rsidRPr="001806FC" w:rsidRDefault="004F359D" w:rsidP="000F6653">
      <w:pPr>
        <w:numPr>
          <w:ilvl w:val="0"/>
          <w:numId w:val="19"/>
        </w:numPr>
      </w:pPr>
      <w:del w:id="1298" w:author="Buttner, Henrike" w:date="2021-06-17T12:56:00Z">
        <w:r w:rsidRPr="001806FC" w:rsidDel="00B831E9">
          <w:delText xml:space="preserve">Nutzen </w:delText>
        </w:r>
      </w:del>
      <w:ins w:id="1299" w:author="Buttner, Henrike" w:date="2021-06-17T12:56:00Z">
        <w:r w:rsidR="00B831E9" w:rsidRPr="00B831E9">
          <w:t>Do you use the waste heat of the data centre (e.g. for heating offices)?</w:t>
        </w:r>
      </w:ins>
      <w:del w:id="1300" w:author="Buttner, Henrike" w:date="2021-06-17T12:56:00Z">
        <w:r w:rsidRPr="001806FC" w:rsidDel="00B831E9">
          <w:delText>sie die</w:delText>
        </w:r>
        <w:r w:rsidRPr="001806FC" w:rsidDel="00B831E9">
          <w:rPr>
            <w:b/>
          </w:rPr>
          <w:delText xml:space="preserve"> </w:delText>
        </w:r>
        <w:r w:rsidRPr="001806FC" w:rsidDel="00B831E9">
          <w:delText xml:space="preserve">Abwärme des RZ (z.B. für die Beheizung von Büros)?  </w:delText>
        </w:r>
      </w:del>
      <w:r w:rsidRPr="001806FC">
        <w:fldChar w:fldCharType="begin">
          <w:ffData>
            <w:name w:val="Dropdown1"/>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r w:rsidRPr="001806FC">
        <w:t>  </w:t>
      </w:r>
      <w:proofErr w:type="gramStart"/>
      <w:r w:rsidRPr="001806FC">
        <w:t>   (</w:t>
      </w:r>
      <w:proofErr w:type="gramEnd"/>
      <w:del w:id="1301" w:author="Buttner, Henrike" w:date="2021-06-17T12:56:00Z">
        <w:r w:rsidRPr="001806FC" w:rsidDel="00B831E9">
          <w:delText>Ja/Nein</w:delText>
        </w:r>
      </w:del>
      <w:ins w:id="1302" w:author="Buttner, Henrike" w:date="2021-06-17T12:56:00Z">
        <w:r w:rsidR="00B831E9">
          <w:t>Yes/No</w:t>
        </w:r>
      </w:ins>
      <w:r w:rsidRPr="001806FC">
        <w:t>)</w:t>
      </w:r>
    </w:p>
    <w:p w:rsidR="004F359D" w:rsidRPr="001806FC" w:rsidRDefault="004F359D" w:rsidP="004F359D"/>
    <w:p w:rsidR="00FE60EC" w:rsidRPr="001806FC" w:rsidRDefault="00B831E9" w:rsidP="000F6653">
      <w:pPr>
        <w:numPr>
          <w:ilvl w:val="0"/>
          <w:numId w:val="19"/>
        </w:numPr>
      </w:pPr>
      <w:ins w:id="1303" w:author="Buttner, Henrike" w:date="2021-06-17T12:57:00Z">
        <w:r>
          <w:t>W</w:t>
        </w:r>
        <w:r w:rsidRPr="00B831E9">
          <w:t>hat redundancy concept is envisaged for the refrigeration systems?</w:t>
        </w:r>
      </w:ins>
      <w:del w:id="1304" w:author="Buttner, Henrike" w:date="2021-06-17T12:57:00Z">
        <w:r w:rsidR="004F359D" w:rsidRPr="001806FC" w:rsidDel="00B831E9">
          <w:delText>Welches Redundanzkonzept ist für die Kälteanlagen vorgesehen?</w:delText>
        </w:r>
      </w:del>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t>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t>N+1</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t>2N</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t>2(N+1)</w:t>
      </w:r>
    </w:p>
    <w:p w:rsidR="004F359D" w:rsidRPr="001806FC" w:rsidRDefault="004F359D" w:rsidP="004F359D">
      <w:pPr>
        <w:tabs>
          <w:tab w:val="left" w:pos="1701"/>
        </w:tabs>
        <w:ind w:left="1701" w:hanging="567"/>
      </w:pPr>
      <w:r w:rsidRPr="001806FC">
        <w:fldChar w:fldCharType="begin">
          <w:ffData>
            <w:name w:val="Kontrollkästchen54"/>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ab/>
      </w:r>
      <w:del w:id="1305" w:author="Buttner, Henrike" w:date="2021-06-17T12:57:00Z">
        <w:r w:rsidRPr="001806FC" w:rsidDel="00B831E9">
          <w:delText>Sonstiges Redundanzkonzept</w:delText>
        </w:r>
      </w:del>
      <w:ins w:id="1306" w:author="Buttner, Henrike" w:date="2021-06-17T12:57:00Z">
        <w:r w:rsidR="00B831E9" w:rsidRPr="00B831E9">
          <w:t xml:space="preserve"> Other redundancy concept</w:t>
        </w:r>
      </w:ins>
      <w:r w:rsidRPr="001806FC">
        <w:t xml:space="preserve">: </w:t>
      </w:r>
      <w:r w:rsidRPr="001806FC">
        <w:fldChar w:fldCharType="begin">
          <w:ffData>
            <w:name w:val="Text3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4F359D">
      <w:pPr>
        <w:tabs>
          <w:tab w:val="left" w:pos="1701"/>
        </w:tabs>
      </w:pPr>
    </w:p>
    <w:p w:rsidR="004F359D" w:rsidRPr="001806FC" w:rsidRDefault="00A10451" w:rsidP="001806FC">
      <w:pPr>
        <w:keepNext/>
        <w:numPr>
          <w:ilvl w:val="0"/>
          <w:numId w:val="19"/>
        </w:numPr>
      </w:pPr>
      <w:bookmarkStart w:id="1307" w:name="_Ref411249214"/>
      <w:ins w:id="1308" w:author="Buttner, Henrike" w:date="2021-06-17T12:57:00Z">
        <w:r>
          <w:t>P</w:t>
        </w:r>
        <w:r w:rsidRPr="00A10451">
          <w:t xml:space="preserve">lease specify for each type of refrigeration system in your </w:t>
        </w:r>
        <w:r>
          <w:t>DC</w:t>
        </w:r>
      </w:ins>
      <w:del w:id="1309" w:author="Buttner, Henrike" w:date="2021-06-17T12:57:00Z">
        <w:r w:rsidR="004F359D" w:rsidRPr="001806FC" w:rsidDel="00A10451">
          <w:delText>Bitte geben Sie für jede</w:delText>
        </w:r>
        <w:r w:rsidR="001806FC" w:rsidRPr="001806FC" w:rsidDel="00A10451">
          <w:delText>n</w:delText>
        </w:r>
        <w:r w:rsidR="004F359D" w:rsidRPr="001806FC" w:rsidDel="00A10451">
          <w:delText xml:space="preserve"> Kälteanlagentyp in Ihrem RZ an</w:delText>
        </w:r>
      </w:del>
      <w:r w:rsidR="004F359D" w:rsidRPr="001806FC">
        <w:t>:</w:t>
      </w:r>
      <w:bookmarkEnd w:id="1307"/>
    </w:p>
    <w:p w:rsidR="00065D79" w:rsidRPr="001806FC" w:rsidRDefault="00A10451" w:rsidP="00A10451">
      <w:pPr>
        <w:pStyle w:val="Listenabsatz"/>
        <w:keepNext/>
        <w:tabs>
          <w:tab w:val="left" w:pos="425"/>
          <w:tab w:val="left" w:pos="709"/>
        </w:tabs>
        <w:spacing w:before="240" w:after="240"/>
        <w:ind w:left="425"/>
        <w:pPrChange w:id="1310" w:author="Buttner, Henrike" w:date="2021-06-17T12:57:00Z">
          <w:pPr>
            <w:pStyle w:val="Listenabsatz"/>
            <w:keepNext/>
            <w:numPr>
              <w:numId w:val="19"/>
            </w:numPr>
            <w:tabs>
              <w:tab w:val="num" w:pos="0"/>
              <w:tab w:val="left" w:pos="425"/>
              <w:tab w:val="left" w:pos="709"/>
            </w:tabs>
            <w:spacing w:before="240" w:after="240"/>
            <w:ind w:left="425" w:hanging="425"/>
          </w:pPr>
        </w:pPrChange>
      </w:pPr>
      <w:ins w:id="1311" w:author="Buttner, Henrike" w:date="2021-06-17T12:57:00Z">
        <w:r w:rsidRPr="00A10451">
          <w:rPr>
            <w:rFonts w:ascii="Arial" w:eastAsia="Times New Roman" w:hAnsi="Arial" w:cs="Arial"/>
            <w:lang w:eastAsia="de-DE"/>
          </w:rPr>
          <w:t xml:space="preserve">For compression refrigeration systems: </w:t>
        </w:r>
      </w:ins>
      <w:del w:id="1312" w:author="Buttner, Henrike" w:date="2021-06-17T12:57:00Z">
        <w:r w:rsidR="00065D79" w:rsidDel="00A10451">
          <w:delText>Für Kompressionskälteanlagen:</w:delText>
        </w:r>
        <w:r w:rsidR="00065D79" w:rsidRPr="00C535B9" w:rsidDel="00A10451">
          <w:delText xml:space="preserve"> </w:delText>
        </w:r>
      </w:del>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1806FC" w:rsidRPr="00A54E91" w:rsidTr="00A54E91">
        <w:trPr>
          <w:cantSplit/>
        </w:trPr>
        <w:tc>
          <w:tcPr>
            <w:tcW w:w="3794" w:type="dxa"/>
            <w:shd w:val="clear" w:color="auto" w:fill="C6D9F1" w:themeFill="text2" w:themeFillTint="33"/>
          </w:tcPr>
          <w:p w:rsidR="00607F85" w:rsidRPr="00A54E91" w:rsidRDefault="00A10451" w:rsidP="002044D7">
            <w:pPr>
              <w:keepNext/>
              <w:keepLines/>
              <w:spacing w:before="40" w:after="40" w:line="240" w:lineRule="auto"/>
              <w:jc w:val="left"/>
              <w:rPr>
                <w:b/>
                <w:sz w:val="20"/>
                <w:szCs w:val="20"/>
              </w:rPr>
            </w:pPr>
            <w:ins w:id="1313" w:author="Buttner, Henrike" w:date="2021-06-17T13:02:00Z">
              <w:r w:rsidRPr="00A10451">
                <w:rPr>
                  <w:b/>
                  <w:sz w:val="20"/>
                  <w:szCs w:val="20"/>
                </w:rPr>
                <w:t xml:space="preserve">For sorption refrigeration systems: </w:t>
              </w:r>
            </w:ins>
            <w:del w:id="1314" w:author="Buttner, Henrike" w:date="2021-06-17T12:59:00Z">
              <w:r w:rsidR="002044D7" w:rsidDel="00A10451">
                <w:rPr>
                  <w:b/>
                  <w:sz w:val="20"/>
                  <w:szCs w:val="20"/>
                </w:rPr>
                <w:delText>Laufende Nummer</w:delText>
              </w:r>
            </w:del>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1"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c>
          <w:tcPr>
            <w:tcW w:w="1372" w:type="dxa"/>
            <w:shd w:val="clear" w:color="auto" w:fill="C6D9F1" w:themeFill="text2" w:themeFillTint="33"/>
          </w:tcPr>
          <w:p w:rsidR="00607F85" w:rsidRPr="00A54E91" w:rsidRDefault="00607F85" w:rsidP="006552A9">
            <w:pPr>
              <w:keepNext/>
              <w:keepLines/>
              <w:numPr>
                <w:ilvl w:val="0"/>
                <w:numId w:val="30"/>
              </w:numPr>
              <w:spacing w:before="40" w:after="40" w:line="240" w:lineRule="auto"/>
              <w:jc w:val="center"/>
              <w:rPr>
                <w:b/>
                <w:sz w:val="20"/>
                <w:szCs w:val="20"/>
              </w:rPr>
            </w:pPr>
          </w:p>
        </w:tc>
      </w:tr>
      <w:tr w:rsidR="00A54E91" w:rsidRPr="001806FC" w:rsidTr="001806FC">
        <w:trPr>
          <w:cantSplit/>
        </w:trPr>
        <w:tc>
          <w:tcPr>
            <w:tcW w:w="3794" w:type="dxa"/>
            <w:shd w:val="clear" w:color="auto" w:fill="auto"/>
          </w:tcPr>
          <w:p w:rsidR="00A54E91" w:rsidRPr="001806FC" w:rsidRDefault="00A10451" w:rsidP="00197DB5">
            <w:pPr>
              <w:keepNext/>
              <w:keepLines/>
              <w:spacing w:before="40" w:after="40" w:line="240" w:lineRule="auto"/>
              <w:jc w:val="left"/>
              <w:rPr>
                <w:sz w:val="20"/>
                <w:szCs w:val="20"/>
              </w:rPr>
            </w:pPr>
            <w:ins w:id="1315" w:author="Buttner, Henrike" w:date="2021-06-17T12:59:00Z">
              <w:r w:rsidRPr="00A10451">
                <w:rPr>
                  <w:sz w:val="20"/>
                  <w:szCs w:val="20"/>
                </w:rPr>
                <w:t>Date of commissioning</w:t>
              </w:r>
            </w:ins>
            <w:del w:id="1316" w:author="Buttner, Henrike" w:date="2021-06-17T12:59:00Z">
              <w:r w:rsidR="00A54E91" w:rsidRPr="001806FC" w:rsidDel="00A10451">
                <w:rPr>
                  <w:sz w:val="20"/>
                  <w:szCs w:val="20"/>
                </w:rPr>
                <w:delText>Datum der Inbetriebnahme</w:delText>
              </w:r>
            </w:del>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pPr>
              <w:keepNext/>
              <w:keepLines/>
              <w:spacing w:before="40" w:after="40" w:line="240" w:lineRule="auto"/>
              <w:jc w:val="left"/>
              <w:rPr>
                <w:sz w:val="20"/>
                <w:szCs w:val="20"/>
              </w:rPr>
            </w:pPr>
            <w:ins w:id="1317" w:author="Buttner, Henrike" w:date="2021-06-17T12:59:00Z">
              <w:r w:rsidRPr="00A10451">
                <w:rPr>
                  <w:sz w:val="20"/>
                  <w:szCs w:val="20"/>
                </w:rPr>
                <w:t>Type (e.g. compression unit)</w:t>
              </w:r>
            </w:ins>
            <w:del w:id="1318" w:author="Buttner, Henrike" w:date="2021-06-17T12:59:00Z">
              <w:r w:rsidR="00A54E91" w:rsidRPr="001806FC" w:rsidDel="00A10451">
                <w:rPr>
                  <w:sz w:val="20"/>
                  <w:szCs w:val="20"/>
                </w:rPr>
                <w:delText>Typ (</w:delText>
              </w:r>
              <w:r w:rsidR="00912A43" w:rsidDel="00A10451">
                <w:rPr>
                  <w:sz w:val="20"/>
                  <w:szCs w:val="20"/>
                </w:rPr>
                <w:delText>z.B.</w:delText>
              </w:r>
              <w:r w:rsidR="00A54E91" w:rsidRPr="001806FC" w:rsidDel="00A10451">
                <w:rPr>
                  <w:sz w:val="20"/>
                  <w:szCs w:val="20"/>
                </w:rPr>
                <w:delText xml:space="preserve"> Kompressionsanlage)</w:delText>
              </w:r>
            </w:del>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rsidP="000D57B1">
            <w:pPr>
              <w:keepNext/>
              <w:keepLines/>
              <w:spacing w:before="40" w:after="40" w:line="240" w:lineRule="auto"/>
              <w:rPr>
                <w:sz w:val="20"/>
                <w:szCs w:val="20"/>
              </w:rPr>
            </w:pPr>
            <w:ins w:id="1319" w:author="Buttner, Henrike" w:date="2021-06-17T12:59:00Z">
              <w:r w:rsidRPr="00A10451">
                <w:rPr>
                  <w:sz w:val="20"/>
                  <w:szCs w:val="20"/>
                </w:rPr>
                <w:t>Number of installations of this type</w:t>
              </w:r>
            </w:ins>
            <w:del w:id="1320" w:author="Buttner, Henrike" w:date="2021-06-17T12:59:00Z">
              <w:r w:rsidR="00A54E91" w:rsidRPr="001806FC" w:rsidDel="00A10451">
                <w:rPr>
                  <w:sz w:val="20"/>
                  <w:szCs w:val="20"/>
                </w:rPr>
                <w:delText>Anzahl der Anlagen dieses Typs</w:delText>
              </w:r>
            </w:del>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rsidP="000D57B1">
            <w:pPr>
              <w:keepNext/>
              <w:keepLines/>
              <w:spacing w:before="40" w:after="40" w:line="240" w:lineRule="auto"/>
              <w:rPr>
                <w:sz w:val="20"/>
                <w:szCs w:val="20"/>
              </w:rPr>
            </w:pPr>
            <w:ins w:id="1321" w:author="Buttner, Henrike" w:date="2021-06-17T12:59:00Z">
              <w:r w:rsidRPr="00A10451">
                <w:rPr>
                  <w:sz w:val="20"/>
                  <w:szCs w:val="20"/>
                </w:rPr>
                <w:t>Manufacturer</w:t>
              </w:r>
            </w:ins>
            <w:del w:id="1322" w:author="Buttner, Henrike" w:date="2021-06-17T12:59:00Z">
              <w:r w:rsidR="00A54E91" w:rsidRPr="001806FC" w:rsidDel="00A10451">
                <w:rPr>
                  <w:sz w:val="20"/>
                  <w:szCs w:val="20"/>
                </w:rPr>
                <w:delText>Hersteller</w:delText>
              </w:r>
            </w:del>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rsidP="000D57B1">
            <w:pPr>
              <w:keepNext/>
              <w:keepLines/>
              <w:spacing w:before="40" w:after="40" w:line="240" w:lineRule="auto"/>
              <w:rPr>
                <w:sz w:val="20"/>
                <w:szCs w:val="20"/>
              </w:rPr>
            </w:pPr>
            <w:ins w:id="1323" w:author="Buttner, Henrike" w:date="2021-06-17T12:59:00Z">
              <w:r w:rsidRPr="00A10451">
                <w:rPr>
                  <w:sz w:val="20"/>
                  <w:szCs w:val="20"/>
                </w:rPr>
                <w:t>Model designation</w:t>
              </w:r>
            </w:ins>
            <w:del w:id="1324" w:author="Buttner, Henrike" w:date="2021-06-17T12:59:00Z">
              <w:r w:rsidR="00A54E91" w:rsidRPr="001806FC" w:rsidDel="00A10451">
                <w:rPr>
                  <w:sz w:val="20"/>
                  <w:szCs w:val="20"/>
                </w:rPr>
                <w:delText>Modellbezeichnung</w:delText>
              </w:r>
            </w:del>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10451" w:rsidRPr="001806FC" w:rsidTr="001806FC">
        <w:trPr>
          <w:cantSplit/>
        </w:trPr>
        <w:tc>
          <w:tcPr>
            <w:tcW w:w="3794" w:type="dxa"/>
            <w:shd w:val="clear" w:color="auto" w:fill="auto"/>
          </w:tcPr>
          <w:p w:rsidR="00A10451" w:rsidRPr="001806FC" w:rsidRDefault="00A10451" w:rsidP="00A10451">
            <w:pPr>
              <w:keepNext/>
              <w:keepLines/>
              <w:spacing w:before="40" w:after="40" w:line="240" w:lineRule="auto"/>
              <w:rPr>
                <w:sz w:val="20"/>
                <w:szCs w:val="20"/>
              </w:rPr>
            </w:pPr>
            <w:ins w:id="1325" w:author="Buttner, Henrike" w:date="2021-06-17T13:00:00Z">
              <w:r w:rsidRPr="00B831E9">
                <w:rPr>
                  <w:sz w:val="20"/>
                  <w:szCs w:val="20"/>
                </w:rPr>
                <w:t>Nominal electric power (kWel)</w:t>
              </w:r>
            </w:ins>
            <w:del w:id="1326" w:author="Buttner, Henrike" w:date="2021-06-17T13:00:00Z">
              <w:r w:rsidRPr="001806FC" w:rsidDel="00B330E7">
                <w:rPr>
                  <w:sz w:val="20"/>
                  <w:szCs w:val="20"/>
                </w:rPr>
                <w:delText>Elektrische Nennleistung (kW</w:delText>
              </w:r>
              <w:r w:rsidRPr="001806FC" w:rsidDel="00B330E7">
                <w:rPr>
                  <w:sz w:val="20"/>
                  <w:szCs w:val="20"/>
                  <w:vertAlign w:val="subscript"/>
                </w:rPr>
                <w:delText>el</w:delText>
              </w:r>
              <w:r w:rsidRPr="001806FC" w:rsidDel="00B330E7">
                <w:rPr>
                  <w:sz w:val="20"/>
                  <w:szCs w:val="20"/>
                </w:rPr>
                <w:delText>)</w:delText>
              </w:r>
            </w:del>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A10451" w:rsidRPr="001806FC" w:rsidTr="001806FC">
        <w:trPr>
          <w:cantSplit/>
        </w:trPr>
        <w:tc>
          <w:tcPr>
            <w:tcW w:w="3794" w:type="dxa"/>
            <w:shd w:val="clear" w:color="auto" w:fill="auto"/>
          </w:tcPr>
          <w:p w:rsidR="00A10451" w:rsidRPr="001806FC" w:rsidRDefault="00A10451" w:rsidP="00A10451">
            <w:pPr>
              <w:keepNext/>
              <w:keepLines/>
              <w:spacing w:before="40" w:after="40" w:line="240" w:lineRule="auto"/>
              <w:rPr>
                <w:sz w:val="20"/>
                <w:szCs w:val="20"/>
              </w:rPr>
            </w:pPr>
            <w:ins w:id="1327" w:author="Buttner, Henrike" w:date="2021-06-17T13:00:00Z">
              <w:r w:rsidRPr="00B831E9">
                <w:rPr>
                  <w:sz w:val="20"/>
                  <w:szCs w:val="20"/>
                </w:rPr>
                <w:t>Cooling capacity (nominal value) (kWth)</w:t>
              </w:r>
            </w:ins>
            <w:del w:id="1328" w:author="Buttner, Henrike" w:date="2021-06-17T13:00:00Z">
              <w:r w:rsidRPr="001806FC" w:rsidDel="00B330E7">
                <w:rPr>
                  <w:sz w:val="20"/>
                  <w:szCs w:val="20"/>
                </w:rPr>
                <w:delText>Kälteleistung (Nennwert)  (kW</w:delText>
              </w:r>
              <w:r w:rsidRPr="001806FC" w:rsidDel="00B330E7">
                <w:rPr>
                  <w:sz w:val="20"/>
                  <w:szCs w:val="20"/>
                  <w:vertAlign w:val="subscript"/>
                </w:rPr>
                <w:delText>th</w:delText>
              </w:r>
              <w:r w:rsidRPr="001806FC" w:rsidDel="00B330E7">
                <w:rPr>
                  <w:sz w:val="20"/>
                  <w:szCs w:val="20"/>
                </w:rPr>
                <w:delText>)</w:delText>
              </w:r>
            </w:del>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rsidP="000D57B1">
            <w:pPr>
              <w:keepNext/>
              <w:keepLines/>
              <w:spacing w:before="40" w:after="40" w:line="240" w:lineRule="auto"/>
              <w:rPr>
                <w:sz w:val="20"/>
                <w:szCs w:val="20"/>
              </w:rPr>
            </w:pPr>
            <w:ins w:id="1329" w:author="Buttner, Henrike" w:date="2021-06-17T13:00:00Z">
              <w:r w:rsidRPr="00A10451">
                <w:rPr>
                  <w:sz w:val="20"/>
                  <w:szCs w:val="20"/>
                </w:rPr>
                <w:t>Design temperature</w:t>
              </w:r>
            </w:ins>
            <w:del w:id="1330" w:author="Buttner, Henrike" w:date="2021-06-17T13:00:00Z">
              <w:r w:rsidR="00A54E91" w:rsidRPr="001806FC" w:rsidDel="00A10451">
                <w:rPr>
                  <w:sz w:val="20"/>
                  <w:szCs w:val="20"/>
                </w:rPr>
                <w:delText>Auslegungstemperatur</w:delText>
              </w:r>
            </w:del>
            <w:r w:rsidR="00A54E91" w:rsidRPr="001806FC">
              <w:rPr>
                <w:rStyle w:val="Funotenzeichen"/>
              </w:rPr>
              <w:footnoteReference w:id="5"/>
            </w:r>
            <w:r w:rsidR="00A54E91" w:rsidRPr="001806FC">
              <w:rPr>
                <w:sz w:val="20"/>
                <w:szCs w:val="20"/>
              </w:rPr>
              <w:t xml:space="preserve"> </w:t>
            </w:r>
            <w:del w:id="1333" w:author="Buttner, Henrike" w:date="2021-06-17T13:00:00Z">
              <w:r w:rsidR="00A54E91" w:rsidRPr="001806FC" w:rsidDel="00A10451">
                <w:rPr>
                  <w:sz w:val="20"/>
                  <w:szCs w:val="20"/>
                </w:rPr>
                <w:delText>V</w:delText>
              </w:r>
            </w:del>
            <w:ins w:id="1334" w:author="Buttner, Henrike" w:date="2021-06-17T13:00:00Z">
              <w:r>
                <w:t xml:space="preserve"> </w:t>
              </w:r>
              <w:r w:rsidRPr="00A10451">
                <w:rPr>
                  <w:sz w:val="20"/>
                  <w:szCs w:val="20"/>
                </w:rPr>
                <w:t>flow</w:t>
              </w:r>
            </w:ins>
            <w:del w:id="1335" w:author="Buttner, Henrike" w:date="2021-06-17T13:00:00Z">
              <w:r w:rsidR="00A54E91" w:rsidRPr="001806FC" w:rsidDel="00A10451">
                <w:rPr>
                  <w:sz w:val="20"/>
                  <w:szCs w:val="20"/>
                </w:rPr>
                <w:delText>orlauf</w:delText>
              </w:r>
            </w:del>
            <w:r w:rsidR="00A54E91" w:rsidRPr="001806FC">
              <w:rPr>
                <w:sz w:val="20"/>
                <w:szCs w:val="20"/>
              </w:rPr>
              <w:t xml:space="preserve"> </w:t>
            </w:r>
            <w:r w:rsidR="00912A43">
              <w:rPr>
                <w:sz w:val="20"/>
                <w:szCs w:val="20"/>
              </w:rPr>
              <w:t>(</w:t>
            </w:r>
            <w:r w:rsidR="00A54E91" w:rsidRPr="001806FC">
              <w:rPr>
                <w:sz w:val="20"/>
                <w:szCs w:val="20"/>
              </w:rPr>
              <w:t>°C)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rsidP="000D57B1">
            <w:pPr>
              <w:keepNext/>
              <w:keepLines/>
              <w:spacing w:before="40" w:after="40" w:line="240" w:lineRule="auto"/>
              <w:rPr>
                <w:sz w:val="20"/>
                <w:szCs w:val="20"/>
              </w:rPr>
            </w:pPr>
            <w:ins w:id="1336" w:author="Buttner, Henrike" w:date="2021-06-17T13:01:00Z">
              <w:r w:rsidRPr="00A10451">
                <w:rPr>
                  <w:sz w:val="20"/>
                  <w:szCs w:val="20"/>
                </w:rPr>
                <w:t xml:space="preserve">Design temperature return </w:t>
              </w:r>
            </w:ins>
            <w:del w:id="1337" w:author="Buttner, Henrike" w:date="2021-06-17T13:01:00Z">
              <w:r w:rsidR="00A54E91" w:rsidRPr="001806FC" w:rsidDel="00A10451">
                <w:rPr>
                  <w:sz w:val="20"/>
                  <w:szCs w:val="20"/>
                </w:rPr>
                <w:delText xml:space="preserve">Auslegungstemperatur Rücklauf </w:delText>
              </w:r>
            </w:del>
            <w:r w:rsidR="00912A43">
              <w:rPr>
                <w:sz w:val="20"/>
                <w:szCs w:val="20"/>
              </w:rPr>
              <w:t>(</w:t>
            </w:r>
            <w:r w:rsidR="00A54E91" w:rsidRPr="001806FC">
              <w:rPr>
                <w:sz w:val="20"/>
                <w:szCs w:val="20"/>
              </w:rPr>
              <w:t>°C)</w:t>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rsidP="000D57B1">
            <w:pPr>
              <w:keepNext/>
              <w:keepLines/>
              <w:spacing w:before="40" w:after="40" w:line="240" w:lineRule="auto"/>
              <w:rPr>
                <w:sz w:val="20"/>
                <w:szCs w:val="20"/>
              </w:rPr>
            </w:pPr>
            <w:ins w:id="1338" w:author="Buttner, Henrike" w:date="2021-06-17T13:01:00Z">
              <w:r w:rsidRPr="00A10451">
                <w:rPr>
                  <w:sz w:val="20"/>
                  <w:szCs w:val="20"/>
                </w:rPr>
                <w:t>Refrigerant used</w:t>
              </w:r>
            </w:ins>
            <w:del w:id="1339" w:author="Buttner, Henrike" w:date="2021-06-17T13:01:00Z">
              <w:r w:rsidR="00A54E91" w:rsidRPr="001806FC" w:rsidDel="00A10451">
                <w:rPr>
                  <w:sz w:val="20"/>
                  <w:szCs w:val="20"/>
                </w:rPr>
                <w:delText>Eingesetztes Kältemittel</w:delText>
              </w:r>
            </w:del>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Del="00607F85"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A10451" w:rsidP="00197DB5">
            <w:pPr>
              <w:keepNext/>
              <w:keepLines/>
              <w:spacing w:before="40" w:after="40" w:line="240" w:lineRule="auto"/>
              <w:rPr>
                <w:sz w:val="20"/>
                <w:szCs w:val="20"/>
              </w:rPr>
            </w:pPr>
            <w:ins w:id="1340" w:author="Buttner, Henrike" w:date="2021-06-17T13:01:00Z">
              <w:r w:rsidRPr="00A10451">
                <w:rPr>
                  <w:sz w:val="20"/>
                  <w:szCs w:val="20"/>
                </w:rPr>
                <w:t>Refrigerant charge</w:t>
              </w:r>
            </w:ins>
            <w:del w:id="1341" w:author="Buttner, Henrike" w:date="2021-06-17T13:01:00Z">
              <w:r w:rsidR="00A54E91" w:rsidRPr="001806FC" w:rsidDel="00A10451">
                <w:rPr>
                  <w:sz w:val="20"/>
                  <w:szCs w:val="20"/>
                </w:rPr>
                <w:delText>Kältemittelfüllmenge</w:delText>
              </w:r>
            </w:del>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1806FC">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AB6967">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54E91" w:rsidRPr="001806FC" w:rsidTr="001806FC">
        <w:trPr>
          <w:cantSplit/>
        </w:trPr>
        <w:tc>
          <w:tcPr>
            <w:tcW w:w="3794" w:type="dxa"/>
            <w:shd w:val="clear" w:color="auto" w:fill="auto"/>
          </w:tcPr>
          <w:p w:rsidR="00A54E91" w:rsidRPr="001806FC" w:rsidRDefault="00C535B9" w:rsidP="00C4618D">
            <w:pPr>
              <w:keepLines/>
              <w:spacing w:before="40" w:after="40" w:line="240" w:lineRule="auto"/>
              <w:jc w:val="left"/>
              <w:rPr>
                <w:sz w:val="20"/>
                <w:szCs w:val="20"/>
              </w:rPr>
            </w:pPr>
            <w:r w:rsidRPr="001806FC">
              <w:fldChar w:fldCharType="begin">
                <w:ffData>
                  <w:name w:val="Kontrollkästchen47"/>
                  <w:enabled/>
                  <w:calcOnExit w:val="0"/>
                  <w:checkBox>
                    <w:sizeAuto/>
                    <w:default w:val="0"/>
                  </w:checkBox>
                </w:ffData>
              </w:fldChar>
            </w:r>
            <w:r w:rsidRPr="001806FC">
              <w:instrText xml:space="preserve"> FORMCHECKBOX </w:instrText>
            </w:r>
            <w:r w:rsidR="00226445">
              <w:fldChar w:fldCharType="separate"/>
            </w:r>
            <w:r w:rsidRPr="001806FC">
              <w:fldChar w:fldCharType="end"/>
            </w:r>
            <w:r>
              <w:t xml:space="preserve"> </w:t>
            </w:r>
            <w:r>
              <w:rPr>
                <w:sz w:val="20"/>
                <w:szCs w:val="20"/>
              </w:rPr>
              <w:t xml:space="preserve">EER/ </w:t>
            </w:r>
            <w:r w:rsidRPr="001806FC">
              <w:fldChar w:fldCharType="begin">
                <w:ffData>
                  <w:name w:val="Kontrollkästchen47"/>
                  <w:enabled/>
                  <w:calcOnExit w:val="0"/>
                  <w:checkBox>
                    <w:sizeAuto/>
                    <w:default w:val="0"/>
                  </w:checkBox>
                </w:ffData>
              </w:fldChar>
            </w:r>
            <w:r w:rsidRPr="001806FC">
              <w:instrText xml:space="preserve"> FORMCHECKBOX </w:instrText>
            </w:r>
            <w:r w:rsidR="00226445">
              <w:fldChar w:fldCharType="separate"/>
            </w:r>
            <w:r w:rsidRPr="001806FC">
              <w:fldChar w:fldCharType="end"/>
            </w:r>
            <w:r>
              <w:t xml:space="preserve"> </w:t>
            </w:r>
            <w:r>
              <w:rPr>
                <w:sz w:val="20"/>
                <w:szCs w:val="20"/>
              </w:rPr>
              <w:t xml:space="preserve">COP </w:t>
            </w:r>
            <w:del w:id="1342" w:author="Buttner, Henrike" w:date="2021-06-17T13:01:00Z">
              <w:r w:rsidDel="00A10451">
                <w:rPr>
                  <w:sz w:val="20"/>
                  <w:szCs w:val="20"/>
                </w:rPr>
                <w:delText>der Anlage</w:delText>
              </w:r>
            </w:del>
            <w:ins w:id="1343" w:author="Buttner, Henrike" w:date="2021-06-17T13:01:00Z">
              <w:r w:rsidR="00A10451">
                <w:t xml:space="preserve"> </w:t>
              </w:r>
              <w:r w:rsidR="00A10451" w:rsidRPr="00A10451">
                <w:rPr>
                  <w:sz w:val="20"/>
                  <w:szCs w:val="20"/>
                </w:rPr>
                <w:t>of the plant</w:t>
              </w:r>
            </w:ins>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A54E91" w:rsidRPr="001806FC" w:rsidRDefault="00A54E91" w:rsidP="00C4618D">
            <w:pPr>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5E0A73" w:rsidRDefault="005E0A73" w:rsidP="00C4618D">
      <w:pPr>
        <w:spacing w:after="0" w:line="240" w:lineRule="auto"/>
      </w:pPr>
    </w:p>
    <w:p w:rsidR="00065D79" w:rsidRPr="001806FC" w:rsidRDefault="00A10451" w:rsidP="00065D79">
      <w:pPr>
        <w:keepNext/>
        <w:tabs>
          <w:tab w:val="left" w:pos="425"/>
          <w:tab w:val="left" w:pos="709"/>
        </w:tabs>
        <w:spacing w:before="240" w:after="240"/>
        <w:ind w:left="425"/>
      </w:pPr>
      <w:ins w:id="1344" w:author="Buttner, Henrike" w:date="2021-06-17T13:02:00Z">
        <w:r w:rsidRPr="00A10451">
          <w:lastRenderedPageBreak/>
          <w:t xml:space="preserve">For sorption refrigeration systems: </w:t>
        </w:r>
      </w:ins>
      <w:del w:id="1345" w:author="Buttner, Henrike" w:date="2021-06-17T13:02:00Z">
        <w:r w:rsidR="00065D79" w:rsidDel="00A10451">
          <w:delText>Für Sorptionskälteanlagen:</w:delText>
        </w:r>
        <w:r w:rsidR="00065D79" w:rsidRPr="00C535B9" w:rsidDel="00A10451">
          <w:delText xml:space="preserve"> </w:delText>
        </w:r>
      </w:del>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1371"/>
        <w:gridCol w:w="1371"/>
        <w:gridCol w:w="1371"/>
        <w:gridCol w:w="1372"/>
      </w:tblGrid>
      <w:tr w:rsidR="00912A43" w:rsidRPr="00A54E91" w:rsidTr="00FC465A">
        <w:trPr>
          <w:cantSplit/>
        </w:trPr>
        <w:tc>
          <w:tcPr>
            <w:tcW w:w="3794" w:type="dxa"/>
            <w:shd w:val="clear" w:color="auto" w:fill="C6D9F1" w:themeFill="text2" w:themeFillTint="33"/>
          </w:tcPr>
          <w:p w:rsidR="00912A43" w:rsidRPr="00A54E91" w:rsidRDefault="00912A43">
            <w:pPr>
              <w:keepNext/>
              <w:keepLines/>
              <w:spacing w:before="40" w:after="40" w:line="240" w:lineRule="auto"/>
              <w:jc w:val="left"/>
              <w:rPr>
                <w:b/>
                <w:sz w:val="20"/>
                <w:szCs w:val="20"/>
              </w:rPr>
            </w:pPr>
            <w:r>
              <w:rPr>
                <w:b/>
                <w:sz w:val="20"/>
                <w:szCs w:val="20"/>
              </w:rPr>
              <w:t>Laufende Nummer</w:t>
            </w:r>
            <w:ins w:id="1346" w:author="Buttner, Henrike" w:date="2021-06-17T13:02:00Z">
              <w:r w:rsidR="00A10451">
                <w:t xml:space="preserve"> </w:t>
              </w:r>
              <w:r w:rsidR="00A10451" w:rsidRPr="00A10451">
                <w:rPr>
                  <w:b/>
                  <w:sz w:val="20"/>
                  <w:szCs w:val="20"/>
                </w:rPr>
                <w:t>For sorption refrigeration systems:</w:t>
              </w:r>
            </w:ins>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1"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c>
          <w:tcPr>
            <w:tcW w:w="1372" w:type="dxa"/>
            <w:shd w:val="clear" w:color="auto" w:fill="C6D9F1" w:themeFill="text2" w:themeFillTint="33"/>
          </w:tcPr>
          <w:p w:rsidR="00912A43" w:rsidRPr="00A54E91" w:rsidRDefault="00912A43" w:rsidP="00912A43">
            <w:pPr>
              <w:keepNext/>
              <w:keepLines/>
              <w:numPr>
                <w:ilvl w:val="0"/>
                <w:numId w:val="38"/>
              </w:numPr>
              <w:spacing w:before="40" w:after="40" w:line="240" w:lineRule="auto"/>
              <w:jc w:val="center"/>
              <w:rPr>
                <w:b/>
                <w:sz w:val="20"/>
                <w:szCs w:val="20"/>
              </w:rPr>
            </w:pPr>
          </w:p>
        </w:tc>
      </w:tr>
      <w:tr w:rsidR="00912A43" w:rsidRPr="001806FC" w:rsidTr="00FC465A">
        <w:trPr>
          <w:cantSplit/>
        </w:trPr>
        <w:tc>
          <w:tcPr>
            <w:tcW w:w="3794" w:type="dxa"/>
            <w:shd w:val="clear" w:color="auto" w:fill="auto"/>
          </w:tcPr>
          <w:p w:rsidR="00912A43" w:rsidRPr="00912A43" w:rsidRDefault="00A10451">
            <w:pPr>
              <w:keepNext/>
              <w:keepLines/>
              <w:spacing w:before="40" w:after="40" w:line="240" w:lineRule="auto"/>
              <w:jc w:val="left"/>
              <w:rPr>
                <w:sz w:val="20"/>
                <w:szCs w:val="20"/>
              </w:rPr>
            </w:pPr>
            <w:ins w:id="1347" w:author="Buttner, Henrike" w:date="2021-06-17T13:02:00Z">
              <w:r w:rsidRPr="00A10451">
                <w:rPr>
                  <w:sz w:val="20"/>
                  <w:szCs w:val="20"/>
                </w:rPr>
                <w:t>Date of commissioning</w:t>
              </w:r>
            </w:ins>
            <w:del w:id="1348" w:author="Buttner, Henrike" w:date="2021-06-17T13:02:00Z">
              <w:r w:rsidR="00912A43" w:rsidRPr="00FC465A" w:rsidDel="00A10451">
                <w:rPr>
                  <w:sz w:val="20"/>
                  <w:szCs w:val="20"/>
                </w:rPr>
                <w:delText>Datum der Inbetriebnahme</w:delText>
              </w:r>
            </w:del>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A10451">
            <w:pPr>
              <w:keepNext/>
              <w:keepLines/>
              <w:spacing w:before="40" w:after="40" w:line="240" w:lineRule="auto"/>
              <w:jc w:val="left"/>
              <w:rPr>
                <w:sz w:val="20"/>
                <w:szCs w:val="20"/>
              </w:rPr>
            </w:pPr>
            <w:ins w:id="1349" w:author="Buttner, Henrike" w:date="2021-06-17T13:03:00Z">
              <w:r w:rsidRPr="00A10451">
                <w:rPr>
                  <w:sz w:val="20"/>
                  <w:szCs w:val="20"/>
                </w:rPr>
                <w:t>Type (e.g. waste or adsorption system)</w:t>
              </w:r>
            </w:ins>
            <w:del w:id="1350" w:author="Buttner, Henrike" w:date="2021-06-17T13:03:00Z">
              <w:r w:rsidR="00912A43" w:rsidRPr="00FC465A" w:rsidDel="00A10451">
                <w:rPr>
                  <w:sz w:val="20"/>
                  <w:szCs w:val="20"/>
                </w:rPr>
                <w:delText>Typ (</w:delText>
              </w:r>
              <w:r w:rsidR="00912A43" w:rsidDel="00A10451">
                <w:rPr>
                  <w:sz w:val="20"/>
                  <w:szCs w:val="20"/>
                </w:rPr>
                <w:delText xml:space="preserve">z.B. </w:delText>
              </w:r>
              <w:r w:rsidR="00912A43" w:rsidRPr="00FC465A" w:rsidDel="00A10451">
                <w:rPr>
                  <w:sz w:val="20"/>
                  <w:szCs w:val="20"/>
                </w:rPr>
                <w:delText>Ab- oder Adsorptionsanlage)</w:delText>
              </w:r>
            </w:del>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10451" w:rsidRPr="001806FC" w:rsidTr="00FC465A">
        <w:trPr>
          <w:cantSplit/>
        </w:trPr>
        <w:tc>
          <w:tcPr>
            <w:tcW w:w="3794" w:type="dxa"/>
            <w:shd w:val="clear" w:color="auto" w:fill="auto"/>
          </w:tcPr>
          <w:p w:rsidR="00A10451" w:rsidRPr="00912A43" w:rsidRDefault="00A10451" w:rsidP="00A10451">
            <w:pPr>
              <w:keepNext/>
              <w:keepLines/>
              <w:spacing w:before="40" w:after="40" w:line="240" w:lineRule="auto"/>
              <w:jc w:val="left"/>
              <w:rPr>
                <w:sz w:val="20"/>
                <w:szCs w:val="20"/>
              </w:rPr>
            </w:pPr>
            <w:ins w:id="1351" w:author="Buttner, Henrike" w:date="2021-06-17T13:02:00Z">
              <w:r w:rsidRPr="00A10451">
                <w:rPr>
                  <w:sz w:val="20"/>
                  <w:szCs w:val="20"/>
                </w:rPr>
                <w:t>Number of installations of this type</w:t>
              </w:r>
            </w:ins>
            <w:del w:id="1352" w:author="Buttner, Henrike" w:date="2021-06-17T13:02:00Z">
              <w:r w:rsidRPr="00FC465A" w:rsidDel="00F2341A">
                <w:rPr>
                  <w:sz w:val="20"/>
                  <w:szCs w:val="20"/>
                </w:rPr>
                <w:delText>Anzahl der Anlagen dieses Typs</w:delText>
              </w:r>
            </w:del>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A10451" w:rsidRPr="001806FC" w:rsidTr="00FC465A">
        <w:trPr>
          <w:cantSplit/>
        </w:trPr>
        <w:tc>
          <w:tcPr>
            <w:tcW w:w="3794" w:type="dxa"/>
            <w:shd w:val="clear" w:color="auto" w:fill="auto"/>
          </w:tcPr>
          <w:p w:rsidR="00A10451" w:rsidRPr="00912A43" w:rsidRDefault="00A10451" w:rsidP="00A10451">
            <w:pPr>
              <w:keepNext/>
              <w:keepLines/>
              <w:spacing w:before="40" w:after="40" w:line="240" w:lineRule="auto"/>
              <w:jc w:val="left"/>
              <w:rPr>
                <w:sz w:val="20"/>
                <w:szCs w:val="20"/>
              </w:rPr>
            </w:pPr>
            <w:ins w:id="1353" w:author="Buttner, Henrike" w:date="2021-06-17T13:02:00Z">
              <w:r w:rsidRPr="00A10451">
                <w:rPr>
                  <w:sz w:val="20"/>
                  <w:szCs w:val="20"/>
                </w:rPr>
                <w:t>Manufacturer</w:t>
              </w:r>
            </w:ins>
            <w:del w:id="1354" w:author="Buttner, Henrike" w:date="2021-06-17T13:02:00Z">
              <w:r w:rsidRPr="00FC465A" w:rsidDel="00F2341A">
                <w:rPr>
                  <w:sz w:val="20"/>
                  <w:szCs w:val="20"/>
                </w:rPr>
                <w:delText>Hersteller</w:delText>
              </w:r>
            </w:del>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A10451" w:rsidRPr="001806FC" w:rsidTr="00FC465A">
        <w:trPr>
          <w:cantSplit/>
        </w:trPr>
        <w:tc>
          <w:tcPr>
            <w:tcW w:w="3794" w:type="dxa"/>
            <w:shd w:val="clear" w:color="auto" w:fill="auto"/>
          </w:tcPr>
          <w:p w:rsidR="00A10451" w:rsidRPr="00912A43" w:rsidRDefault="00A10451" w:rsidP="00A10451">
            <w:pPr>
              <w:keepNext/>
              <w:keepLines/>
              <w:spacing w:before="40" w:after="40" w:line="240" w:lineRule="auto"/>
              <w:jc w:val="left"/>
              <w:rPr>
                <w:sz w:val="20"/>
                <w:szCs w:val="20"/>
              </w:rPr>
            </w:pPr>
            <w:ins w:id="1355" w:author="Buttner, Henrike" w:date="2021-06-17T13:02:00Z">
              <w:r w:rsidRPr="00A10451">
                <w:rPr>
                  <w:sz w:val="20"/>
                  <w:szCs w:val="20"/>
                </w:rPr>
                <w:t>Model designation</w:t>
              </w:r>
            </w:ins>
            <w:del w:id="1356" w:author="Buttner, Henrike" w:date="2021-06-17T13:02:00Z">
              <w:r w:rsidRPr="00FC465A" w:rsidDel="00F2341A">
                <w:rPr>
                  <w:sz w:val="20"/>
                  <w:szCs w:val="20"/>
                </w:rPr>
                <w:delText>Modellbezeichnung</w:delText>
              </w:r>
            </w:del>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A10451" w:rsidP="00FC465A">
            <w:pPr>
              <w:keepNext/>
              <w:keepLines/>
              <w:spacing w:before="40" w:after="40" w:line="240" w:lineRule="auto"/>
              <w:jc w:val="left"/>
              <w:rPr>
                <w:sz w:val="20"/>
                <w:szCs w:val="20"/>
              </w:rPr>
            </w:pPr>
            <w:ins w:id="1357" w:author="Buttner, Henrike" w:date="2021-06-17T13:04:00Z">
              <w:r w:rsidRPr="00A10451">
                <w:rPr>
                  <w:sz w:val="20"/>
                  <w:szCs w:val="20"/>
                </w:rPr>
                <w:t>Cooling capacity (nominal value) (kWth)</w:t>
              </w:r>
            </w:ins>
            <w:del w:id="1358" w:author="Buttner, Henrike" w:date="2021-06-17T13:04:00Z">
              <w:r w:rsidR="00912A43" w:rsidRPr="00FC465A" w:rsidDel="00A10451">
                <w:rPr>
                  <w:sz w:val="20"/>
                  <w:szCs w:val="20"/>
                </w:rPr>
                <w:delText>Kälteleistung (Nennwert)  (kWth)</w:delText>
              </w:r>
            </w:del>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A10451" w:rsidP="00FC465A">
            <w:pPr>
              <w:keepNext/>
              <w:keepLines/>
              <w:spacing w:before="40" w:after="40" w:line="240" w:lineRule="auto"/>
              <w:jc w:val="left"/>
              <w:rPr>
                <w:sz w:val="20"/>
                <w:szCs w:val="20"/>
              </w:rPr>
            </w:pPr>
            <w:ins w:id="1359" w:author="Buttner, Henrike" w:date="2021-06-17T13:04:00Z">
              <w:r w:rsidRPr="00A10451">
                <w:rPr>
                  <w:sz w:val="20"/>
                  <w:szCs w:val="20"/>
                </w:rPr>
                <w:t>therm. Drive power (nominal value) (kWth)</w:t>
              </w:r>
            </w:ins>
            <w:del w:id="1360" w:author="Buttner, Henrike" w:date="2021-06-17T13:04:00Z">
              <w:r w:rsidR="00912A43" w:rsidRPr="00FC465A" w:rsidDel="00A10451">
                <w:rPr>
                  <w:sz w:val="20"/>
                  <w:szCs w:val="20"/>
                </w:rPr>
                <w:delText>therm. Antriebsleistung (Nennwert) (kWth)</w:delText>
              </w:r>
            </w:del>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912A43" w:rsidRDefault="00A10451" w:rsidP="00FC465A">
            <w:pPr>
              <w:keepNext/>
              <w:keepLines/>
              <w:spacing w:before="40" w:after="40" w:line="240" w:lineRule="auto"/>
              <w:jc w:val="left"/>
              <w:rPr>
                <w:sz w:val="20"/>
                <w:szCs w:val="20"/>
              </w:rPr>
            </w:pPr>
            <w:ins w:id="1361" w:author="Buttner, Henrike" w:date="2021-06-17T13:04:00Z">
              <w:r w:rsidRPr="00A10451">
                <w:rPr>
                  <w:sz w:val="20"/>
                  <w:szCs w:val="20"/>
                </w:rPr>
                <w:t>Nominal electric power (kWel)</w:t>
              </w:r>
            </w:ins>
            <w:del w:id="1362" w:author="Buttner, Henrike" w:date="2021-06-17T13:04:00Z">
              <w:r w:rsidR="00912A43" w:rsidRPr="00FC465A" w:rsidDel="00A10451">
                <w:rPr>
                  <w:sz w:val="20"/>
                  <w:szCs w:val="20"/>
                </w:rPr>
                <w:delText>Elektrische Nennleistung (kWel)</w:delText>
              </w:r>
            </w:del>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Del="00607F85"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A10451" w:rsidRPr="001806FC" w:rsidTr="00FC465A">
        <w:trPr>
          <w:cantSplit/>
        </w:trPr>
        <w:tc>
          <w:tcPr>
            <w:tcW w:w="3794" w:type="dxa"/>
            <w:shd w:val="clear" w:color="auto" w:fill="auto"/>
          </w:tcPr>
          <w:p w:rsidR="00A10451" w:rsidRPr="00912A43" w:rsidRDefault="00A10451" w:rsidP="00A10451">
            <w:pPr>
              <w:keepNext/>
              <w:keepLines/>
              <w:spacing w:before="40" w:after="40" w:line="240" w:lineRule="auto"/>
              <w:jc w:val="left"/>
              <w:rPr>
                <w:sz w:val="20"/>
                <w:szCs w:val="20"/>
              </w:rPr>
            </w:pPr>
            <w:ins w:id="1363" w:author="Buttner, Henrike" w:date="2021-06-17T13:04:00Z">
              <w:r w:rsidRPr="00A10451">
                <w:rPr>
                  <w:sz w:val="20"/>
                  <w:szCs w:val="20"/>
                </w:rPr>
                <w:t>Design temperature</w:t>
              </w:r>
              <w:r w:rsidRPr="001806FC">
                <w:rPr>
                  <w:rStyle w:val="Funotenzeichen"/>
                </w:rPr>
                <w:footnoteReference w:id="6"/>
              </w:r>
              <w:r w:rsidRPr="001806FC">
                <w:rPr>
                  <w:sz w:val="20"/>
                  <w:szCs w:val="20"/>
                </w:rPr>
                <w:t xml:space="preserve"> </w:t>
              </w:r>
              <w:r>
                <w:t xml:space="preserve"> </w:t>
              </w:r>
              <w:r w:rsidRPr="00A10451">
                <w:rPr>
                  <w:sz w:val="20"/>
                  <w:szCs w:val="20"/>
                </w:rPr>
                <w:t>flow</w:t>
              </w:r>
              <w:r w:rsidRPr="001806FC">
                <w:rPr>
                  <w:sz w:val="20"/>
                  <w:szCs w:val="20"/>
                </w:rPr>
                <w:t xml:space="preserve"> </w:t>
              </w:r>
              <w:r>
                <w:rPr>
                  <w:sz w:val="20"/>
                  <w:szCs w:val="20"/>
                </w:rPr>
                <w:t>(</w:t>
              </w:r>
              <w:r w:rsidRPr="001806FC">
                <w:rPr>
                  <w:sz w:val="20"/>
                  <w:szCs w:val="20"/>
                </w:rPr>
                <w:t>°C)</w:t>
              </w:r>
            </w:ins>
            <w:del w:id="1366" w:author="Buttner, Henrike" w:date="2021-06-17T13:04:00Z">
              <w:r w:rsidDel="00AC6516">
                <w:rPr>
                  <w:sz w:val="20"/>
                  <w:szCs w:val="20"/>
                </w:rPr>
                <w:delText>Auslegungstemperatur Vorlauf</w:delText>
              </w:r>
              <w:r w:rsidRPr="00FC465A" w:rsidDel="00AC6516">
                <w:rPr>
                  <w:sz w:val="20"/>
                  <w:szCs w:val="20"/>
                </w:rPr>
                <w:delText xml:space="preserve"> </w:delText>
              </w:r>
              <w:r w:rsidDel="00AC6516">
                <w:rPr>
                  <w:sz w:val="20"/>
                  <w:szCs w:val="20"/>
                </w:rPr>
                <w:delText>(</w:delText>
              </w:r>
              <w:r w:rsidRPr="00FC465A" w:rsidDel="00AC6516">
                <w:rPr>
                  <w:sz w:val="20"/>
                  <w:szCs w:val="20"/>
                </w:rPr>
                <w:delText>°C)</w:delText>
              </w:r>
            </w:del>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A10451" w:rsidRPr="001806FC" w:rsidTr="00FC465A">
        <w:trPr>
          <w:cantSplit/>
        </w:trPr>
        <w:tc>
          <w:tcPr>
            <w:tcW w:w="3794" w:type="dxa"/>
            <w:shd w:val="clear" w:color="auto" w:fill="auto"/>
          </w:tcPr>
          <w:p w:rsidR="00A10451" w:rsidRPr="00912A43" w:rsidRDefault="00A10451" w:rsidP="00A10451">
            <w:pPr>
              <w:keepNext/>
              <w:keepLines/>
              <w:spacing w:before="40" w:after="40" w:line="240" w:lineRule="auto"/>
              <w:jc w:val="left"/>
              <w:rPr>
                <w:sz w:val="20"/>
                <w:szCs w:val="20"/>
              </w:rPr>
            </w:pPr>
            <w:ins w:id="1367" w:author="Buttner, Henrike" w:date="2021-06-17T13:04:00Z">
              <w:r w:rsidRPr="00A10451">
                <w:rPr>
                  <w:sz w:val="20"/>
                  <w:szCs w:val="20"/>
                </w:rPr>
                <w:t xml:space="preserve">Design temperature return </w:t>
              </w:r>
              <w:r>
                <w:rPr>
                  <w:sz w:val="20"/>
                  <w:szCs w:val="20"/>
                </w:rPr>
                <w:t>(</w:t>
              </w:r>
              <w:r w:rsidRPr="001806FC">
                <w:rPr>
                  <w:sz w:val="20"/>
                  <w:szCs w:val="20"/>
                </w:rPr>
                <w:t>°C)</w:t>
              </w:r>
            </w:ins>
            <w:del w:id="1368" w:author="Buttner, Henrike" w:date="2021-06-17T13:04:00Z">
              <w:r w:rsidDel="00AC6516">
                <w:rPr>
                  <w:sz w:val="20"/>
                  <w:szCs w:val="20"/>
                </w:rPr>
                <w:delText>Auslegungstemperatur Rücklauf (</w:delText>
              </w:r>
              <w:r w:rsidRPr="00FC465A" w:rsidDel="00AC6516">
                <w:rPr>
                  <w:sz w:val="20"/>
                  <w:szCs w:val="20"/>
                </w:rPr>
                <w:delText>°C)</w:delText>
              </w:r>
            </w:del>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Del="00607F85"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A10451" w:rsidRPr="001806FC" w:rsidTr="00FC465A">
        <w:trPr>
          <w:cantSplit/>
        </w:trPr>
        <w:tc>
          <w:tcPr>
            <w:tcW w:w="3794" w:type="dxa"/>
            <w:shd w:val="clear" w:color="auto" w:fill="auto"/>
          </w:tcPr>
          <w:p w:rsidR="00A10451" w:rsidRPr="00912A43" w:rsidRDefault="00A10451" w:rsidP="00A10451">
            <w:pPr>
              <w:keepNext/>
              <w:keepLines/>
              <w:spacing w:before="40" w:after="40" w:line="240" w:lineRule="auto"/>
              <w:jc w:val="left"/>
              <w:rPr>
                <w:sz w:val="20"/>
                <w:szCs w:val="20"/>
              </w:rPr>
            </w:pPr>
            <w:ins w:id="1369" w:author="Buttner, Henrike" w:date="2021-06-17T13:04:00Z">
              <w:r w:rsidRPr="00A10451">
                <w:rPr>
                  <w:sz w:val="20"/>
                  <w:szCs w:val="20"/>
                </w:rPr>
                <w:t>Refrigerant used</w:t>
              </w:r>
            </w:ins>
            <w:del w:id="1370" w:author="Buttner, Henrike" w:date="2021-06-17T13:04:00Z">
              <w:r w:rsidRPr="00FC465A" w:rsidDel="00AC6516">
                <w:rPr>
                  <w:sz w:val="20"/>
                  <w:szCs w:val="20"/>
                </w:rPr>
                <w:delText>Eingesetztes Kältemittel</w:delText>
              </w:r>
            </w:del>
          </w:p>
        </w:tc>
        <w:tc>
          <w:tcPr>
            <w:tcW w:w="1371" w:type="dxa"/>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A10451" w:rsidRPr="001806FC" w:rsidTr="00FC465A">
        <w:trPr>
          <w:cantSplit/>
        </w:trPr>
        <w:tc>
          <w:tcPr>
            <w:tcW w:w="3794" w:type="dxa"/>
            <w:shd w:val="clear" w:color="auto" w:fill="auto"/>
          </w:tcPr>
          <w:p w:rsidR="00A10451" w:rsidRPr="00912A43" w:rsidRDefault="00A10451" w:rsidP="00A10451">
            <w:pPr>
              <w:keepNext/>
              <w:keepLines/>
              <w:spacing w:before="40" w:after="40" w:line="240" w:lineRule="auto"/>
              <w:jc w:val="left"/>
              <w:rPr>
                <w:sz w:val="20"/>
                <w:szCs w:val="20"/>
              </w:rPr>
            </w:pPr>
            <w:ins w:id="1371" w:author="Buttner, Henrike" w:date="2021-06-17T13:04:00Z">
              <w:r w:rsidRPr="00A10451">
                <w:rPr>
                  <w:sz w:val="20"/>
                  <w:szCs w:val="20"/>
                </w:rPr>
                <w:t>Refrigerant charge</w:t>
              </w:r>
            </w:ins>
            <w:del w:id="1372" w:author="Buttner, Henrike" w:date="2021-06-17T13:04:00Z">
              <w:r w:rsidRPr="00FC465A" w:rsidDel="00AC6516">
                <w:rPr>
                  <w:sz w:val="20"/>
                  <w:szCs w:val="20"/>
                </w:rPr>
                <w:delText>Kältemittelfüllmenge</w:delText>
              </w:r>
            </w:del>
          </w:p>
        </w:tc>
        <w:tc>
          <w:tcPr>
            <w:tcW w:w="1371" w:type="dxa"/>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1" w:type="dxa"/>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c>
          <w:tcPr>
            <w:tcW w:w="1372" w:type="dxa"/>
            <w:shd w:val="clear" w:color="auto" w:fill="auto"/>
          </w:tcPr>
          <w:p w:rsidR="00A10451" w:rsidRPr="001806FC" w:rsidRDefault="00A10451" w:rsidP="00A10451">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sidRPr="001806FC">
              <w:rPr>
                <w:sz w:val="20"/>
                <w:szCs w:val="20"/>
              </w:rPr>
              <w:fldChar w:fldCharType="end"/>
            </w:r>
          </w:p>
        </w:tc>
      </w:tr>
      <w:tr w:rsidR="00912A43" w:rsidRPr="00912A43" w:rsidTr="00FC465A">
        <w:trPr>
          <w:cantSplit/>
        </w:trPr>
        <w:tc>
          <w:tcPr>
            <w:tcW w:w="3794" w:type="dxa"/>
            <w:shd w:val="clear" w:color="auto" w:fill="auto"/>
          </w:tcPr>
          <w:p w:rsidR="00A10451" w:rsidRDefault="00A10451">
            <w:pPr>
              <w:keepNext/>
              <w:keepLines/>
              <w:spacing w:before="40" w:after="40" w:line="240" w:lineRule="auto"/>
              <w:jc w:val="left"/>
              <w:rPr>
                <w:ins w:id="1373" w:author="Buttner, Henrike" w:date="2021-06-17T13:04:00Z"/>
                <w:sz w:val="20"/>
                <w:szCs w:val="20"/>
                <w:lang w:val="en-US"/>
              </w:rPr>
            </w:pPr>
            <w:ins w:id="1374" w:author="Buttner, Henrike" w:date="2021-06-17T13:04:00Z">
              <w:r w:rsidRPr="00A10451">
                <w:rPr>
                  <w:sz w:val="20"/>
                  <w:szCs w:val="20"/>
                  <w:lang w:val="en-US"/>
                </w:rPr>
                <w:t>Steppiness (Effect: Single/Double/</w:t>
              </w:r>
              <w:r>
                <w:rPr>
                  <w:sz w:val="20"/>
                  <w:szCs w:val="20"/>
                  <w:lang w:val="en-US"/>
                </w:rPr>
                <w:t xml:space="preserve"> </w:t>
              </w:r>
            </w:ins>
          </w:p>
          <w:p w:rsidR="00912A43" w:rsidRPr="00FC465A" w:rsidRDefault="00A10451">
            <w:pPr>
              <w:keepNext/>
              <w:keepLines/>
              <w:spacing w:before="40" w:after="40" w:line="240" w:lineRule="auto"/>
              <w:jc w:val="left"/>
              <w:rPr>
                <w:sz w:val="20"/>
                <w:szCs w:val="20"/>
                <w:lang w:val="en-US"/>
              </w:rPr>
            </w:pPr>
            <w:ins w:id="1375" w:author="Buttner, Henrike" w:date="2021-06-17T13:04:00Z">
              <w:r w:rsidRPr="00A10451">
                <w:rPr>
                  <w:sz w:val="20"/>
                  <w:szCs w:val="20"/>
                  <w:lang w:val="en-US"/>
                </w:rPr>
                <w:t>Triple)</w:t>
              </w:r>
            </w:ins>
            <w:del w:id="1376" w:author="Buttner, Henrike" w:date="2021-06-17T13:04:00Z">
              <w:r w:rsidR="00912A43" w:rsidRPr="00FC465A" w:rsidDel="00A10451">
                <w:rPr>
                  <w:sz w:val="20"/>
                  <w:szCs w:val="20"/>
                  <w:lang w:val="en-US"/>
                </w:rPr>
                <w:delText>Stufigkeit (Effect: Single/Double/Triple)</w:delText>
              </w:r>
            </w:del>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FC465A" w:rsidRDefault="00912A43" w:rsidP="00FC465A">
            <w:pPr>
              <w:keepNext/>
              <w:keepLines/>
              <w:spacing w:before="40" w:after="40" w:line="240" w:lineRule="auto"/>
              <w:jc w:val="center"/>
              <w:rPr>
                <w:sz w:val="20"/>
                <w:szCs w:val="20"/>
                <w:lang w:val="en-US"/>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A10451">
            <w:pPr>
              <w:keepNext/>
              <w:keepLines/>
              <w:spacing w:before="40" w:after="40" w:line="240" w:lineRule="auto"/>
              <w:jc w:val="left"/>
              <w:rPr>
                <w:sz w:val="20"/>
                <w:szCs w:val="20"/>
              </w:rPr>
            </w:pPr>
            <w:ins w:id="1377" w:author="Buttner, Henrike" w:date="2021-06-17T13:04:00Z">
              <w:r w:rsidRPr="00A10451">
                <w:rPr>
                  <w:sz w:val="20"/>
                  <w:szCs w:val="20"/>
                </w:rPr>
                <w:t>Thermal ratio of the plant</w:t>
              </w:r>
            </w:ins>
            <w:del w:id="1378" w:author="Buttner, Henrike" w:date="2021-06-17T13:04:00Z">
              <w:r w:rsidR="00912A43" w:rsidRPr="00FC465A" w:rsidDel="00A10451">
                <w:rPr>
                  <w:sz w:val="20"/>
                  <w:szCs w:val="20"/>
                </w:rPr>
                <w:delText>Wärmeverhältnis der Anlage</w:delText>
              </w:r>
            </w:del>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r w:rsidR="00912A43" w:rsidRPr="001806FC" w:rsidTr="00FC465A">
        <w:trPr>
          <w:cantSplit/>
        </w:trPr>
        <w:tc>
          <w:tcPr>
            <w:tcW w:w="3794" w:type="dxa"/>
            <w:shd w:val="clear" w:color="auto" w:fill="auto"/>
          </w:tcPr>
          <w:p w:rsidR="00912A43" w:rsidRPr="00FC465A" w:rsidRDefault="00912A43">
            <w:pPr>
              <w:keepNext/>
              <w:keepLines/>
              <w:spacing w:before="40" w:after="40" w:line="240" w:lineRule="auto"/>
              <w:jc w:val="left"/>
              <w:rPr>
                <w:sz w:val="20"/>
                <w:szCs w:val="20"/>
              </w:rPr>
            </w:pPr>
            <w:r w:rsidRPr="00FC465A">
              <w:rPr>
                <w:sz w:val="20"/>
                <w:szCs w:val="20"/>
              </w:rPr>
              <w:t xml:space="preserve">therm.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226445">
              <w:fldChar w:fldCharType="separate"/>
            </w:r>
            <w:r w:rsidR="00541684" w:rsidRPr="001806FC">
              <w:fldChar w:fldCharType="end"/>
            </w:r>
            <w:r w:rsidR="00541684">
              <w:t xml:space="preserve"> </w:t>
            </w:r>
            <w:r w:rsidRPr="00FC465A">
              <w:rPr>
                <w:sz w:val="20"/>
                <w:szCs w:val="20"/>
              </w:rPr>
              <w:t xml:space="preserve">SEER </w:t>
            </w:r>
            <w:ins w:id="1379" w:author="Buttner, Henrike" w:date="2021-06-17T13:05:00Z">
              <w:r w:rsidR="00A10451" w:rsidRPr="00A10451">
                <w:rPr>
                  <w:sz w:val="20"/>
                  <w:szCs w:val="20"/>
                </w:rPr>
                <w:t>resp.</w:t>
              </w:r>
            </w:ins>
            <w:del w:id="1380" w:author="Buttner, Henrike" w:date="2021-06-17T13:05:00Z">
              <w:r w:rsidRPr="00FC465A" w:rsidDel="00A10451">
                <w:rPr>
                  <w:sz w:val="20"/>
                  <w:szCs w:val="20"/>
                </w:rPr>
                <w:delText>bzw.</w:delText>
              </w:r>
            </w:del>
            <w:r w:rsidRPr="00FC465A">
              <w:rPr>
                <w:sz w:val="20"/>
                <w:szCs w:val="20"/>
              </w:rPr>
              <w:t xml:space="preserve"> </w:t>
            </w:r>
            <w:r w:rsidR="00541684" w:rsidRPr="001806FC">
              <w:fldChar w:fldCharType="begin">
                <w:ffData>
                  <w:name w:val="Kontrollkästchen47"/>
                  <w:enabled/>
                  <w:calcOnExit w:val="0"/>
                  <w:checkBox>
                    <w:sizeAuto/>
                    <w:default w:val="0"/>
                  </w:checkBox>
                </w:ffData>
              </w:fldChar>
            </w:r>
            <w:r w:rsidR="00541684" w:rsidRPr="001806FC">
              <w:instrText xml:space="preserve"> FORMCHECKBOX </w:instrText>
            </w:r>
            <w:r w:rsidR="00226445">
              <w:fldChar w:fldCharType="separate"/>
            </w:r>
            <w:r w:rsidR="00541684" w:rsidRPr="001806FC">
              <w:fldChar w:fldCharType="end"/>
            </w:r>
            <w:r w:rsidR="00541684">
              <w:t xml:space="preserve"> </w:t>
            </w:r>
            <w:r w:rsidRPr="00FC465A">
              <w:rPr>
                <w:sz w:val="20"/>
                <w:szCs w:val="20"/>
              </w:rPr>
              <w:t xml:space="preserve">JAZ </w:t>
            </w:r>
            <w:del w:id="1381" w:author="Buttner, Henrike" w:date="2021-06-17T13:05:00Z">
              <w:r w:rsidRPr="00FC465A" w:rsidDel="00A10451">
                <w:rPr>
                  <w:sz w:val="20"/>
                  <w:szCs w:val="20"/>
                </w:rPr>
                <w:delText>der Anlage</w:delText>
              </w:r>
            </w:del>
            <w:ins w:id="1382" w:author="Buttner, Henrike" w:date="2021-06-17T13:05:00Z">
              <w:r w:rsidR="00A10451">
                <w:t xml:space="preserve"> </w:t>
              </w:r>
              <w:r w:rsidR="00A10451" w:rsidRPr="00A10451">
                <w:rPr>
                  <w:sz w:val="20"/>
                  <w:szCs w:val="20"/>
                </w:rPr>
                <w:t>of the plant</w:t>
              </w:r>
            </w:ins>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1" w:type="dxa"/>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c>
          <w:tcPr>
            <w:tcW w:w="1372" w:type="dxa"/>
            <w:shd w:val="clear" w:color="auto" w:fill="auto"/>
          </w:tcPr>
          <w:p w:rsidR="00912A43" w:rsidRPr="001806FC" w:rsidRDefault="00912A43" w:rsidP="00FC465A">
            <w:pPr>
              <w:keepNext/>
              <w:keepLines/>
              <w:spacing w:before="40" w:after="40" w:line="240" w:lineRule="auto"/>
              <w:jc w:val="center"/>
              <w:rPr>
                <w:sz w:val="20"/>
                <w:szCs w:val="20"/>
              </w:rPr>
            </w:pPr>
            <w:r w:rsidRPr="001806FC">
              <w:rPr>
                <w:sz w:val="20"/>
                <w:szCs w:val="20"/>
              </w:rPr>
              <w:fldChar w:fldCharType="begin">
                <w:ffData>
                  <w:name w:val="Text22"/>
                  <w:enabled/>
                  <w:calcOnExit w:val="0"/>
                  <w:textInput/>
                </w:ffData>
              </w:fldChar>
            </w:r>
            <w:r w:rsidRPr="001806FC">
              <w:rPr>
                <w:sz w:val="20"/>
                <w:szCs w:val="20"/>
              </w:rPr>
              <w:instrText xml:space="preserve"> FORMTEXT </w:instrText>
            </w:r>
            <w:r w:rsidRPr="001806FC">
              <w:rPr>
                <w:sz w:val="20"/>
                <w:szCs w:val="20"/>
              </w:rPr>
            </w:r>
            <w:r w:rsidRPr="001806FC">
              <w:rPr>
                <w:sz w:val="20"/>
                <w:szCs w:val="20"/>
              </w:rPr>
              <w:fldChar w:fldCharType="separate"/>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00E6663B">
              <w:rPr>
                <w:noProof/>
                <w:sz w:val="20"/>
                <w:szCs w:val="20"/>
              </w:rPr>
              <w:t> </w:t>
            </w:r>
            <w:r w:rsidRPr="001806FC">
              <w:rPr>
                <w:sz w:val="20"/>
                <w:szCs w:val="20"/>
              </w:rPr>
              <w:fldChar w:fldCharType="end"/>
            </w:r>
          </w:p>
        </w:tc>
      </w:tr>
    </w:tbl>
    <w:p w:rsidR="00065D79" w:rsidRPr="001806FC" w:rsidRDefault="00065D79" w:rsidP="004F359D">
      <w:pPr>
        <w:ind w:left="425"/>
      </w:pPr>
    </w:p>
    <w:p w:rsidR="00607F85" w:rsidRPr="001806FC" w:rsidRDefault="00A10451" w:rsidP="00FC465A">
      <w:pPr>
        <w:keepNext/>
        <w:ind w:left="425"/>
      </w:pPr>
      <w:ins w:id="1383" w:author="Buttner, Henrike" w:date="2021-06-17T13:05:00Z">
        <w:r w:rsidRPr="00A10451">
          <w:rPr>
            <w:b/>
          </w:rPr>
          <w:t>For the continuation of this report as the "Energy Efficiency Report for Final Evaluation", the following applies:</w:t>
        </w:r>
      </w:ins>
      <w:del w:id="1384" w:author="Buttner, Henrike" w:date="2021-06-17T13:05:00Z">
        <w:r w:rsidR="006668DF" w:rsidRPr="001806FC" w:rsidDel="00A10451">
          <w:rPr>
            <w:b/>
          </w:rPr>
          <w:delText>Für die Fortführung dieses Berichts als „</w:delText>
        </w:r>
        <w:r w:rsidR="00B27352" w:rsidDel="00A10451">
          <w:rPr>
            <w:b/>
          </w:rPr>
          <w:delText>Engergieeffizienzbericht zur Abschlussevaluation</w:delText>
        </w:r>
        <w:r w:rsidR="006668DF" w:rsidRPr="001806FC" w:rsidDel="00A10451">
          <w:rPr>
            <w:b/>
          </w:rPr>
          <w:delText>“ gilt:</w:delText>
        </w:r>
      </w:del>
      <w:r w:rsidR="006668DF" w:rsidRPr="001806FC">
        <w:rPr>
          <w:b/>
        </w:rPr>
        <w:t xml:space="preserve"> </w:t>
      </w:r>
    </w:p>
    <w:p w:rsidR="00A10451" w:rsidRDefault="006668DF" w:rsidP="00A10451">
      <w:pPr>
        <w:ind w:left="425"/>
        <w:rPr>
          <w:ins w:id="1385" w:author="Buttner, Henrike" w:date="2021-06-17T13:05:00Z"/>
        </w:rPr>
      </w:pPr>
      <w:del w:id="1386" w:author="Buttner, Henrike" w:date="2021-06-17T13:05:00Z">
        <w:r w:rsidRPr="001806FC" w:rsidDel="00A10451">
          <w:delText xml:space="preserve">Neu </w:delText>
        </w:r>
      </w:del>
      <w:ins w:id="1387" w:author="Buttner, Henrike" w:date="2021-06-17T13:05:00Z">
        <w:r w:rsidR="00A10451">
          <w:t>Newly installed refrigeration systems must be added to the preceding table.</w:t>
        </w:r>
      </w:ins>
    </w:p>
    <w:p w:rsidR="00607F85" w:rsidDel="00A10451" w:rsidRDefault="00A10451" w:rsidP="00A10451">
      <w:pPr>
        <w:ind w:left="425"/>
        <w:rPr>
          <w:del w:id="1388" w:author="Buttner, Henrike" w:date="2021-06-17T13:05:00Z"/>
        </w:rPr>
      </w:pPr>
      <w:ins w:id="1389" w:author="Buttner, Henrike" w:date="2021-06-17T13:05:00Z">
        <w:r>
          <w:t xml:space="preserve">If the exemption for the use of halogenated refrigerants is claimed for a maximum cooling capacity of 10 kWth per refrigeration system, the reasons are as follows: </w:t>
        </w:r>
      </w:ins>
      <w:del w:id="1390" w:author="Buttner, Henrike" w:date="2021-06-17T13:05:00Z">
        <w:r w:rsidR="006668DF" w:rsidRPr="001806FC" w:rsidDel="00A10451">
          <w:delText xml:space="preserve">installierte Kälteanlagen müssen in </w:delText>
        </w:r>
        <w:r w:rsidR="00607F85" w:rsidRPr="001806FC" w:rsidDel="00A10451">
          <w:delText xml:space="preserve">der vorangehenden </w:delText>
        </w:r>
        <w:r w:rsidR="006668DF" w:rsidRPr="001806FC" w:rsidDel="00A10451">
          <w:delText xml:space="preserve">Tabelle </w:delText>
        </w:r>
        <w:r w:rsidR="00607F85" w:rsidRPr="001806FC" w:rsidDel="00A10451">
          <w:delText xml:space="preserve">ergänzt </w:delText>
        </w:r>
        <w:r w:rsidR="006668DF" w:rsidRPr="001806FC" w:rsidDel="00A10451">
          <w:delText>werden</w:delText>
        </w:r>
        <w:r w:rsidR="00607F85" w:rsidRPr="001806FC" w:rsidDel="00A10451">
          <w:delText>.</w:delText>
        </w:r>
      </w:del>
    </w:p>
    <w:p w:rsidR="00A10451" w:rsidRPr="001806FC" w:rsidRDefault="00A10451" w:rsidP="00A10451">
      <w:pPr>
        <w:ind w:left="425"/>
        <w:rPr>
          <w:ins w:id="1391" w:author="Buttner, Henrike" w:date="2021-06-17T13:05:00Z"/>
        </w:rPr>
      </w:pPr>
    </w:p>
    <w:p w:rsidR="00607F85" w:rsidRPr="001806FC" w:rsidDel="00A10451" w:rsidRDefault="006668DF" w:rsidP="00A10451">
      <w:pPr>
        <w:ind w:left="425"/>
        <w:rPr>
          <w:del w:id="1392" w:author="Buttner, Henrike" w:date="2021-06-17T13:05:00Z"/>
        </w:rPr>
      </w:pPr>
      <w:del w:id="1393" w:author="Buttner, Henrike" w:date="2021-06-17T13:05:00Z">
        <w:r w:rsidRPr="001806FC" w:rsidDel="00A10451">
          <w:delText>Bei Inanspruchnahme der Ausnahme zum Einsatz halogenhaltiger Kältemittel bei eine</w:delText>
        </w:r>
        <w:r w:rsidR="00442C4B" w:rsidDel="00A10451">
          <w:delText>r maximale Kälteleistung</w:delText>
        </w:r>
        <w:r w:rsidR="00442C4B" w:rsidRPr="001806FC" w:rsidDel="00A10451">
          <w:delText xml:space="preserve"> </w:delText>
        </w:r>
        <w:r w:rsidRPr="001806FC" w:rsidDel="00A10451">
          <w:delText xml:space="preserve">von maximal </w:delText>
        </w:r>
        <w:r w:rsidR="00442C4B" w:rsidDel="00A10451">
          <w:delText>1</w:delText>
        </w:r>
        <w:r w:rsidRPr="001806FC" w:rsidDel="00A10451">
          <w:delText>0 kW</w:delText>
        </w:r>
        <w:r w:rsidRPr="001806FC" w:rsidDel="00A10451">
          <w:rPr>
            <w:vertAlign w:val="subscript"/>
          </w:rPr>
          <w:delText>th</w:delText>
        </w:r>
        <w:r w:rsidRPr="001806FC" w:rsidDel="00A10451">
          <w:delText xml:space="preserve"> </w:delText>
        </w:r>
        <w:r w:rsidR="00442C4B" w:rsidDel="00A10451">
          <w:delText xml:space="preserve">pro Kälteanlage </w:delText>
        </w:r>
        <w:r w:rsidRPr="001806FC" w:rsidDel="00A10451">
          <w:delText>wird wie folgt begründet:</w:delText>
        </w:r>
        <w:r w:rsidR="00607F85" w:rsidRPr="001806FC" w:rsidDel="00A10451">
          <w:delText xml:space="preserve"> </w:delText>
        </w:r>
      </w:del>
    </w:p>
    <w:p w:rsidR="00607F85" w:rsidRPr="001806FC" w:rsidRDefault="006668DF" w:rsidP="00A10451">
      <w:pPr>
        <w:ind w:left="425"/>
      </w:pPr>
      <w:r w:rsidRPr="001806FC">
        <w:fldChar w:fldCharType="begin">
          <w:ffData>
            <w:name w:val="Text2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6668DF" w:rsidRPr="001806FC" w:rsidRDefault="006668DF" w:rsidP="004F359D">
      <w:pPr>
        <w:ind w:left="425"/>
      </w:pPr>
    </w:p>
    <w:p w:rsidR="004F359D" w:rsidRPr="001806FC" w:rsidRDefault="004F359D" w:rsidP="000F6653">
      <w:pPr>
        <w:numPr>
          <w:ilvl w:val="0"/>
          <w:numId w:val="19"/>
        </w:numPr>
      </w:pPr>
      <w:del w:id="1394" w:author="Buttner, Henrike" w:date="2021-06-17T13:06:00Z">
        <w:r w:rsidRPr="001806FC" w:rsidDel="00A10451">
          <w:delText xml:space="preserve">Bitte </w:delText>
        </w:r>
      </w:del>
      <w:ins w:id="1395" w:author="Buttner, Henrike" w:date="2021-06-17T13:06:00Z">
        <w:r w:rsidR="00A10451" w:rsidRPr="00A10451">
          <w:t xml:space="preserve">Please enter the supply and return temperature for the cold water circuit (or coolant circuit for another coolant that is not air): </w:t>
        </w:r>
      </w:ins>
      <w:del w:id="1396" w:author="Buttner, Henrike" w:date="2021-06-17T13:06:00Z">
        <w:r w:rsidRPr="001806FC" w:rsidDel="00A10451">
          <w:delText xml:space="preserve">geben sie die Vorlauf- und Rücklauftemperatur für den Kaltwasserkreislauf (bzw. Kühlmittelkreislauf für ein anderes Kühlmittel, das nicht Luft ist) an: </w:delText>
        </w:r>
      </w:del>
    </w:p>
    <w:p w:rsidR="004F359D" w:rsidRPr="001806FC" w:rsidRDefault="004F359D" w:rsidP="004F359D">
      <w:pPr>
        <w:tabs>
          <w:tab w:val="left" w:pos="426"/>
        </w:tabs>
      </w:pPr>
      <w:r w:rsidRPr="001806FC">
        <w:t xml:space="preserve"> </w:t>
      </w:r>
      <w:r w:rsidRPr="001806FC">
        <w:tab/>
      </w:r>
      <w:ins w:id="1397" w:author="Buttner, Henrike" w:date="2021-06-17T13:06:00Z">
        <w:r w:rsidR="00A10451" w:rsidRPr="00A10451">
          <w:t>Flow temperature:</w:t>
        </w:r>
      </w:ins>
      <w:del w:id="1398" w:author="Buttner, Henrike" w:date="2021-06-17T13:06:00Z">
        <w:r w:rsidRPr="001806FC" w:rsidDel="00A10451">
          <w:delText>Vorlauftemperatur:</w:delText>
        </w:r>
      </w:del>
      <w:r w:rsidRPr="001806FC">
        <w:t xml:space="preserve"> </w:t>
      </w:r>
      <w:r w:rsidRPr="001806FC">
        <w:fldChar w:fldCharType="begin">
          <w:ffData>
            <w:name w:val="Text47"/>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Pr>
        <w:tabs>
          <w:tab w:val="left" w:pos="426"/>
        </w:tabs>
      </w:pPr>
      <w:r w:rsidRPr="001806FC">
        <w:t xml:space="preserve"> </w:t>
      </w:r>
      <w:r w:rsidRPr="001806FC">
        <w:tab/>
      </w:r>
      <w:ins w:id="1399" w:author="Buttner, Henrike" w:date="2021-06-17T13:06:00Z">
        <w:r w:rsidR="00A10451" w:rsidRPr="00A10451">
          <w:t>Return temperature:</w:t>
        </w:r>
      </w:ins>
      <w:del w:id="1400" w:author="Buttner, Henrike" w:date="2021-06-17T13:06:00Z">
        <w:r w:rsidRPr="001806FC" w:rsidDel="00A10451">
          <w:delText>Rücklauftemepratur:</w:delText>
        </w:r>
      </w:del>
      <w:r w:rsidRPr="001806FC">
        <w:t xml:space="preserve"> </w:t>
      </w:r>
      <w:r w:rsidRPr="001806FC">
        <w:fldChar w:fldCharType="begin">
          <w:ffData>
            <w:name w:val="Text48"/>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°C</w:t>
      </w:r>
    </w:p>
    <w:p w:rsidR="004F359D" w:rsidRPr="001806FC" w:rsidRDefault="004F359D" w:rsidP="004F359D"/>
    <w:p w:rsidR="004F359D" w:rsidRPr="001806FC" w:rsidRDefault="00A10451" w:rsidP="000F6653">
      <w:pPr>
        <w:numPr>
          <w:ilvl w:val="0"/>
          <w:numId w:val="19"/>
        </w:numPr>
      </w:pPr>
      <w:ins w:id="1401" w:author="Buttner, Henrike" w:date="2021-06-17T13:06:00Z">
        <w:r>
          <w:t>P</w:t>
        </w:r>
      </w:ins>
      <w:del w:id="1402" w:author="Buttner, Henrike" w:date="2021-06-17T13:06:00Z">
        <w:r w:rsidR="004F359D" w:rsidRPr="001806FC" w:rsidDel="00A10451">
          <w:delText xml:space="preserve">Bitte </w:delText>
        </w:r>
      </w:del>
      <w:ins w:id="1403" w:author="Buttner, Henrike" w:date="2021-06-17T13:06:00Z">
        <w:r w:rsidRPr="00A10451">
          <w:t>lease provide the annual average temperature for the data centre location or tell us the postcode for the data centre location:</w:t>
        </w:r>
      </w:ins>
      <w:del w:id="1404" w:author="Buttner, Henrike" w:date="2021-06-17T13:06:00Z">
        <w:r w:rsidR="004F359D" w:rsidRPr="001806FC" w:rsidDel="00A10451">
          <w:delText xml:space="preserve">geben Sie die Jahresmitteltemperatur für </w:delText>
        </w:r>
        <w:r w:rsidR="0076096C" w:rsidRPr="001806FC" w:rsidDel="00A10451">
          <w:delText xml:space="preserve">den RZ-Standort </w:delText>
        </w:r>
        <w:r w:rsidR="004F359D" w:rsidRPr="001806FC" w:rsidDel="00A10451">
          <w:delText xml:space="preserve">an oder teilen Sie uns </w:delText>
        </w:r>
        <w:r w:rsidR="0076096C" w:rsidRPr="001806FC" w:rsidDel="00A10451">
          <w:delText xml:space="preserve">die </w:delText>
        </w:r>
        <w:r w:rsidR="004F359D" w:rsidRPr="001806FC" w:rsidDel="00A10451">
          <w:delText>Postleitzahl</w:delText>
        </w:r>
        <w:r w:rsidR="0076096C" w:rsidRPr="001806FC" w:rsidDel="00A10451">
          <w:delText xml:space="preserve"> für den RZ-Standort</w:delText>
        </w:r>
        <w:r w:rsidR="004F359D" w:rsidRPr="001806FC" w:rsidDel="00A10451">
          <w:delText xml:space="preserve"> mit: </w:delText>
        </w:r>
      </w:del>
      <w:r w:rsidR="004F359D" w:rsidRPr="001806FC">
        <w:fldChar w:fldCharType="begin">
          <w:ffData>
            <w:name w:val="Text49"/>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r w:rsidR="004F359D" w:rsidRPr="001806FC">
        <w:t xml:space="preserve">°C </w:t>
      </w:r>
      <w:r w:rsidR="004F359D" w:rsidRPr="001806FC">
        <w:tab/>
      </w:r>
      <w:ins w:id="1405" w:author="Buttner, Henrike" w:date="2021-06-17T13:06:00Z">
        <w:r w:rsidRPr="00A10451">
          <w:t>POSTCODE</w:t>
        </w:r>
        <w:r w:rsidRPr="00A10451" w:rsidDel="00A10451">
          <w:t xml:space="preserve"> </w:t>
        </w:r>
      </w:ins>
      <w:del w:id="1406" w:author="Buttner, Henrike" w:date="2021-06-17T13:06:00Z">
        <w:r w:rsidR="004F359D" w:rsidRPr="001806FC" w:rsidDel="00A10451">
          <w:delText>PLZ</w:delText>
        </w:r>
      </w:del>
      <w:r w:rsidR="004F359D" w:rsidRPr="001806FC">
        <w:t xml:space="preserve">: </w:t>
      </w:r>
      <w:r w:rsidR="004F359D" w:rsidRPr="001806FC">
        <w:fldChar w:fldCharType="begin">
          <w:ffData>
            <w:name w:val="Text50"/>
            <w:enabled/>
            <w:calcOnExit w:val="0"/>
            <w:textInput/>
          </w:ffData>
        </w:fldChar>
      </w:r>
      <w:r w:rsidR="004F359D" w:rsidRPr="001806FC">
        <w:instrText xml:space="preserve"> FORMTEXT </w:instrText>
      </w:r>
      <w:r w:rsidR="004F359D"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004F359D" w:rsidRPr="001806FC">
        <w:fldChar w:fldCharType="end"/>
      </w:r>
      <w:r w:rsidR="004F359D" w:rsidRPr="001806FC">
        <w:t xml:space="preserve"> </w:t>
      </w:r>
    </w:p>
    <w:p w:rsidR="004F359D" w:rsidRDefault="004F359D" w:rsidP="003D7D13">
      <w:pPr>
        <w:pStyle w:val="berschrift3"/>
        <w:rPr>
          <w:ins w:id="1407" w:author="Buttner, Henrike" w:date="2021-06-17T13:13:00Z"/>
        </w:rPr>
        <w:pPrChange w:id="1408" w:author="Buttner, Henrike" w:date="2021-06-17T13:13:00Z">
          <w:pPr>
            <w:pStyle w:val="berschrift3"/>
          </w:pPr>
        </w:pPrChange>
      </w:pPr>
      <w:bookmarkStart w:id="1409" w:name="_Ref410901093"/>
      <w:del w:id="1410" w:author="Buttner, Henrike" w:date="2021-06-17T13:13:00Z">
        <w:r w:rsidRPr="001806FC" w:rsidDel="003D7D13">
          <w:lastRenderedPageBreak/>
          <w:delText xml:space="preserve">Energieeffizienz des </w:delText>
        </w:r>
      </w:del>
      <w:ins w:id="1411" w:author="Buttner, Henrike" w:date="2021-06-17T13:13:00Z">
        <w:r w:rsidR="003D7D13" w:rsidRPr="003D7D13">
          <w:t>Energy efficiency of the cooling system (calculation of the annual performance factor)</w:t>
        </w:r>
      </w:ins>
      <w:del w:id="1412" w:author="Buttner, Henrike" w:date="2021-06-17T13:13:00Z">
        <w:r w:rsidRPr="001806FC" w:rsidDel="003D7D13">
          <w:delText>Kühlsystems (Berechnung der Jahresarbeitszahl)</w:delText>
        </w:r>
      </w:del>
      <w:bookmarkEnd w:id="1409"/>
    </w:p>
    <w:p w:rsidR="003D7D13" w:rsidRPr="003D7D13" w:rsidRDefault="003D7D13" w:rsidP="003D7D13">
      <w:pPr>
        <w:rPr>
          <w:rPrChange w:id="1413" w:author="Buttner, Henrike" w:date="2021-06-17T13:13:00Z">
            <w:rPr/>
          </w:rPrChange>
        </w:rPr>
        <w:pPrChange w:id="1414" w:author="Buttner, Henrike" w:date="2021-06-17T13:13:00Z">
          <w:pPr>
            <w:pStyle w:val="berschrift3"/>
          </w:pPr>
        </w:pPrChange>
      </w:pPr>
    </w:p>
    <w:p w:rsidR="00900845" w:rsidRPr="001806FC" w:rsidDel="003D7D13" w:rsidRDefault="00B94D6F" w:rsidP="00B94D6F">
      <w:pPr>
        <w:overflowPunct w:val="0"/>
        <w:autoSpaceDE w:val="0"/>
        <w:autoSpaceDN w:val="0"/>
        <w:adjustRightInd w:val="0"/>
        <w:spacing w:after="0" w:line="360" w:lineRule="auto"/>
        <w:textAlignment w:val="baseline"/>
        <w:rPr>
          <w:del w:id="1415" w:author="Buttner, Henrike" w:date="2021-06-17T13:14:00Z"/>
        </w:rPr>
      </w:pPr>
      <w:del w:id="1416" w:author="Buttner, Henrike" w:date="2021-06-17T13:14:00Z">
        <w:r w:rsidRPr="001806FC" w:rsidDel="003D7D13">
          <w:delText xml:space="preserve">Bei Kühlsystemen, die mit elektrisch betriebenen Kompressionskälteanlagen betrieben werden, muss die Jahresarbeitszahl durch Messungen an den erforderlichen Stellen gemäß „Anhang </w:delText>
        </w:r>
        <w:r w:rsidR="00A52C08" w:rsidDel="003D7D13">
          <w:delText>B</w:delText>
        </w:r>
        <w:r w:rsidRPr="001806FC" w:rsidDel="003D7D13">
          <w:delText xml:space="preserve">: Messkonzept“ der </w:delText>
        </w:r>
        <w:r w:rsidR="0037202C" w:rsidDel="003D7D13">
          <w:delText>Vergabekriterien</w:delText>
        </w:r>
        <w:r w:rsidRPr="001806FC" w:rsidDel="003D7D13">
          <w:delText xml:space="preserve"> bestimmt werden.</w:delText>
        </w:r>
      </w:del>
    </w:p>
    <w:p w:rsidR="003D7D13" w:rsidRDefault="00A67C2A" w:rsidP="003D7D13">
      <w:pPr>
        <w:overflowPunct w:val="0"/>
        <w:autoSpaceDE w:val="0"/>
        <w:autoSpaceDN w:val="0"/>
        <w:adjustRightInd w:val="0"/>
        <w:spacing w:after="0" w:line="360" w:lineRule="auto"/>
        <w:textAlignment w:val="baseline"/>
        <w:rPr>
          <w:ins w:id="1417" w:author="Buttner, Henrike" w:date="2021-06-17T13:14:00Z"/>
        </w:rPr>
      </w:pPr>
      <w:del w:id="1418" w:author="Buttner, Henrike" w:date="2021-06-17T13:14:00Z">
        <w:r w:rsidRPr="001806FC" w:rsidDel="003D7D13">
          <w:delText xml:space="preserve">Bei Inanspruchnahme </w:delText>
        </w:r>
        <w:r w:rsidR="00B1285B" w:rsidRPr="001806FC" w:rsidDel="003D7D13">
          <w:delText>einer</w:delText>
        </w:r>
        <w:r w:rsidRPr="001806FC" w:rsidDel="003D7D13">
          <w:delText xml:space="preserve"> Ausnahme bitte die JAZ </w:delText>
        </w:r>
        <w:r w:rsidR="00B1285B" w:rsidRPr="001806FC" w:rsidDel="003D7D13">
          <w:delText xml:space="preserve">sowie ggf. ihre </w:delText>
        </w:r>
        <w:r w:rsidRPr="001806FC" w:rsidDel="003D7D13">
          <w:delText xml:space="preserve">Grundlage entsprechend der Ausnahmeregelung in </w:delText>
        </w:r>
        <w:r w:rsidRPr="001806FC" w:rsidDel="003D7D13">
          <w:fldChar w:fldCharType="begin"/>
        </w:r>
        <w:r w:rsidRPr="001806FC" w:rsidDel="003D7D13">
          <w:delInstrText xml:space="preserve"> REF _Ref398728383 \h </w:delInstrText>
        </w:r>
        <w:r w:rsidR="001806FC" w:rsidDel="003D7D13">
          <w:delInstrText xml:space="preserve"> \* MERGEFORMAT </w:delInstrText>
        </w:r>
        <w:r w:rsidRPr="001806FC" w:rsidDel="003D7D13">
          <w:fldChar w:fldCharType="separate"/>
        </w:r>
        <w:r w:rsidR="009A3B0A" w:rsidRPr="001806FC" w:rsidDel="003D7D13">
          <w:delText xml:space="preserve">Tabelle </w:delText>
        </w:r>
        <w:r w:rsidR="009A3B0A" w:rsidDel="003D7D13">
          <w:rPr>
            <w:noProof/>
          </w:rPr>
          <w:delText>5</w:delText>
        </w:r>
        <w:r w:rsidRPr="001806FC" w:rsidDel="003D7D13">
          <w:fldChar w:fldCharType="end"/>
        </w:r>
        <w:r w:rsidRPr="001806FC" w:rsidDel="003D7D13">
          <w:delText xml:space="preserve"> dokumentieren. </w:delText>
        </w:r>
        <w:r w:rsidR="00B1285B" w:rsidRPr="001806FC" w:rsidDel="003D7D13">
          <w:delText xml:space="preserve">Die Planungsdaten, </w:delText>
        </w:r>
        <w:r w:rsidRPr="001806FC" w:rsidDel="003D7D13">
          <w:delText xml:space="preserve">das Messprotokoll </w:delText>
        </w:r>
        <w:r w:rsidR="00852010" w:rsidRPr="001806FC" w:rsidDel="003D7D13">
          <w:delText xml:space="preserve">zum </w:delText>
        </w:r>
        <w:r w:rsidRPr="001806FC" w:rsidDel="003D7D13">
          <w:delText xml:space="preserve">Lasttest </w:delText>
        </w:r>
        <w:r w:rsidR="004E0DA5" w:rsidRPr="001806FC" w:rsidDel="003D7D13">
          <w:delText xml:space="preserve">(Ausnahme 1) </w:delText>
        </w:r>
        <w:r w:rsidR="00B1285B" w:rsidRPr="001806FC" w:rsidDel="003D7D13">
          <w:delText xml:space="preserve">und ggf. die Berechnung der </w:delText>
        </w:r>
        <w:r w:rsidR="00222FA5" w:rsidRPr="001806FC" w:rsidDel="003D7D13">
          <w:delText xml:space="preserve">entsprechenden </w:delText>
        </w:r>
        <w:r w:rsidR="00B1285B" w:rsidRPr="001806FC" w:rsidDel="003D7D13">
          <w:delText>Arbeitszahl</w:delText>
        </w:r>
        <w:r w:rsidR="00222FA5" w:rsidRPr="001806FC" w:rsidDel="003D7D13">
          <w:delText>en</w:delText>
        </w:r>
        <w:r w:rsidR="001404DC" w:rsidRPr="001806FC" w:rsidDel="003D7D13">
          <w:delText xml:space="preserve"> bzw. der spezifischen Treibhausemissionen (</w:delText>
        </w:r>
        <w:r w:rsidR="0037202C" w:rsidDel="003D7D13">
          <w:delText>Vergabekriterien</w:delText>
        </w:r>
        <w:r w:rsidR="001404DC" w:rsidRPr="001806FC" w:rsidDel="003D7D13">
          <w:delText xml:space="preserve">, </w:delText>
        </w:r>
        <w:r w:rsidR="004E0DA5" w:rsidRPr="001806FC" w:rsidDel="003D7D13">
          <w:delText>Anforderung</w:delText>
        </w:r>
        <w:r w:rsidR="001404DC" w:rsidRPr="001806FC" w:rsidDel="003D7D13">
          <w:delText xml:space="preserve"> 3.1.</w:delText>
        </w:r>
        <w:r w:rsidR="00A52C08" w:rsidDel="003D7D13">
          <w:delText>1.2</w:delText>
        </w:r>
        <w:r w:rsidR="001404DC" w:rsidRPr="001806FC" w:rsidDel="003D7D13">
          <w:delText>, Ausnahme 2</w:delText>
        </w:r>
        <w:r w:rsidR="00852010" w:rsidRPr="001806FC" w:rsidDel="003D7D13">
          <w:delText>)</w:delText>
        </w:r>
        <w:r w:rsidR="00B1285B" w:rsidRPr="001806FC" w:rsidDel="003D7D13">
          <w:delText xml:space="preserve"> </w:delText>
        </w:r>
        <w:r w:rsidRPr="001806FC" w:rsidDel="003D7D13">
          <w:delText>sind diesem Bericht als Anhang</w:delText>
        </w:r>
        <w:r w:rsidR="007D15C3" w:rsidRPr="001806FC" w:rsidDel="003D7D13">
          <w:delText xml:space="preserve"> bei</w:delText>
        </w:r>
        <w:r w:rsidRPr="001806FC" w:rsidDel="003D7D13">
          <w:delText>zufügen</w:delText>
        </w:r>
        <w:r w:rsidR="00852010" w:rsidRPr="001806FC" w:rsidDel="003D7D13">
          <w:delText>. D</w:delText>
        </w:r>
        <w:r w:rsidRPr="001806FC" w:rsidDel="003D7D13">
          <w:delText xml:space="preserve">ie Plausibilität dieser Unterlagen </w:delText>
        </w:r>
        <w:r w:rsidR="00852010" w:rsidRPr="001806FC" w:rsidDel="003D7D13">
          <w:delText xml:space="preserve">ist </w:delText>
        </w:r>
        <w:r w:rsidRPr="001806FC" w:rsidDel="003D7D13">
          <w:delText>v</w:delText>
        </w:r>
        <w:r w:rsidR="00852010" w:rsidRPr="001806FC" w:rsidDel="003D7D13">
          <w:delText>o</w:delText>
        </w:r>
        <w:r w:rsidR="001404DC" w:rsidRPr="001806FC" w:rsidDel="003D7D13">
          <w:delText>n der</w:delText>
        </w:r>
        <w:r w:rsidRPr="001806FC" w:rsidDel="003D7D13">
          <w:delText xml:space="preserve"> </w:delText>
        </w:r>
        <w:r w:rsidR="002B6035" w:rsidRPr="001806FC" w:rsidDel="003D7D13">
          <w:delText>Prüfstelle</w:delText>
        </w:r>
        <w:r w:rsidRPr="001806FC" w:rsidDel="003D7D13">
          <w:delText xml:space="preserve"> zu </w:delText>
        </w:r>
        <w:r w:rsidR="00222FA5" w:rsidRPr="001806FC" w:rsidDel="003D7D13">
          <w:delText xml:space="preserve">prüfen und zu </w:delText>
        </w:r>
        <w:r w:rsidRPr="001806FC" w:rsidDel="003D7D13">
          <w:delText>bestätigen.</w:delText>
        </w:r>
      </w:del>
      <w:ins w:id="1419" w:author="Buttner, Henrike" w:date="2021-06-17T13:14:00Z">
        <w:r w:rsidR="003D7D13">
          <w:t>For cooling systems operated with electrically driven compression chillers, the seasonal performance factor must be determined by measurements at the required points according to "Annex B: Measurement concept" of the award criteria.</w:t>
        </w:r>
      </w:ins>
    </w:p>
    <w:p w:rsidR="00A67C2A" w:rsidRPr="001806FC" w:rsidRDefault="003D7D13" w:rsidP="003D7D13">
      <w:pPr>
        <w:overflowPunct w:val="0"/>
        <w:autoSpaceDE w:val="0"/>
        <w:autoSpaceDN w:val="0"/>
        <w:adjustRightInd w:val="0"/>
        <w:spacing w:after="0" w:line="360" w:lineRule="auto"/>
        <w:textAlignment w:val="baseline"/>
        <w:pPrChange w:id="1420" w:author="Buttner, Henrike" w:date="2021-06-17T13:14:00Z">
          <w:pPr>
            <w:overflowPunct w:val="0"/>
            <w:autoSpaceDE w:val="0"/>
            <w:autoSpaceDN w:val="0"/>
            <w:adjustRightInd w:val="0"/>
            <w:spacing w:after="120" w:line="360" w:lineRule="auto"/>
            <w:textAlignment w:val="baseline"/>
          </w:pPr>
        </w:pPrChange>
      </w:pPr>
      <w:ins w:id="1421" w:author="Buttner, Henrike" w:date="2021-06-17T13:14:00Z">
        <w:r>
          <w:t>If an exception is claimed, please document the seasonal performance factor and, if applicable, its basis in accordance with the exception in Table 5. The planning data, the measurement protocol for the load test (Exception 1) and, if applicable, the calculation of the corresponding coefficients of performance or the specific greenhouse emissions (award criteria, requirement 3.1.1.2, Exception 2) are to be attached to this report as an appendix. The plausibility of these documents shall be checked and confirmed by the verifier.</w:t>
        </w:r>
      </w:ins>
    </w:p>
    <w:p w:rsidR="00775DF8" w:rsidRPr="001806FC" w:rsidRDefault="003D7D13" w:rsidP="00607F85">
      <w:pPr>
        <w:pStyle w:val="Beschriftung"/>
        <w:keepNext/>
      </w:pPr>
      <w:bookmarkStart w:id="1422" w:name="_Ref398728383"/>
      <w:ins w:id="1423" w:author="Buttner, Henrike" w:date="2021-06-17T13:14:00Z">
        <w:r w:rsidRPr="003D7D13">
          <w:t>Table 5</w:t>
        </w:r>
      </w:ins>
      <w:ins w:id="1424" w:author="Buttner, Henrike" w:date="2021-06-17T13:20:00Z">
        <w:r w:rsidR="00486C17">
          <w:t>:</w:t>
        </w:r>
      </w:ins>
      <w:ins w:id="1425" w:author="Buttner, Henrike" w:date="2021-06-17T13:14:00Z">
        <w:r w:rsidRPr="003D7D13">
          <w:t xml:space="preserve"> Documentation of the calculation of the annual performance factor (APF)</w:t>
        </w:r>
      </w:ins>
      <w:del w:id="1426" w:author="Buttner, Henrike" w:date="2021-06-17T13:14:00Z">
        <w:r w:rsidR="00775DF8" w:rsidRPr="001806FC" w:rsidDel="003D7D13">
          <w:delText xml:space="preserve">Tabelle </w:delText>
        </w:r>
        <w:r w:rsidR="00226445" w:rsidDel="003D7D13">
          <w:fldChar w:fldCharType="begin"/>
        </w:r>
        <w:r w:rsidR="00226445" w:rsidDel="003D7D13">
          <w:delInstrText xml:space="preserve"> SEQ Tabelle \* ARABIC </w:delInstrText>
        </w:r>
        <w:r w:rsidR="00226445" w:rsidDel="003D7D13">
          <w:fldChar w:fldCharType="separate"/>
        </w:r>
        <w:r w:rsidR="009A3B0A" w:rsidDel="003D7D13">
          <w:rPr>
            <w:noProof/>
          </w:rPr>
          <w:delText>5</w:delText>
        </w:r>
        <w:r w:rsidR="00226445" w:rsidDel="003D7D13">
          <w:rPr>
            <w:noProof/>
          </w:rPr>
          <w:fldChar w:fldCharType="end"/>
        </w:r>
        <w:bookmarkEnd w:id="1422"/>
        <w:r w:rsidR="00775DF8" w:rsidRPr="001806FC" w:rsidDel="003D7D13">
          <w:tab/>
          <w:delText>Dokumentation der Berechnung der Jahresarbeitszahl (JAZ)</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5704"/>
      </w:tblGrid>
      <w:tr w:rsidR="00900845" w:rsidRPr="001806FC" w:rsidTr="006552A9">
        <w:trPr>
          <w:trHeight w:val="482"/>
        </w:trPr>
        <w:tc>
          <w:tcPr>
            <w:tcW w:w="9180" w:type="dxa"/>
            <w:gridSpan w:val="2"/>
            <w:shd w:val="clear" w:color="auto" w:fill="C6D9F1" w:themeFill="text2" w:themeFillTint="33"/>
          </w:tcPr>
          <w:p w:rsidR="00900845" w:rsidRPr="001806FC" w:rsidRDefault="003D7D13" w:rsidP="002516A7">
            <w:pPr>
              <w:keepNext/>
              <w:keepLines/>
              <w:overflowPunct w:val="0"/>
              <w:autoSpaceDE w:val="0"/>
              <w:autoSpaceDN w:val="0"/>
              <w:adjustRightInd w:val="0"/>
              <w:spacing w:before="120" w:after="120" w:line="288" w:lineRule="auto"/>
              <w:textAlignment w:val="baseline"/>
              <w:rPr>
                <w:b/>
                <w:lang w:val="en-US"/>
              </w:rPr>
            </w:pPr>
            <w:ins w:id="1427" w:author="Buttner, Henrike" w:date="2021-06-17T13:17:00Z">
              <w:r w:rsidRPr="003D7D13">
                <w:rPr>
                  <w:b/>
                  <w:lang w:val="en-US"/>
                </w:rPr>
                <w:t>Energy demand of the previous 12 months</w:t>
              </w:r>
            </w:ins>
            <w:del w:id="1428" w:author="Buttner, Henrike" w:date="2021-06-17T13:17:00Z">
              <w:r w:rsidR="00900845" w:rsidRPr="001806FC" w:rsidDel="003D7D13">
                <w:rPr>
                  <w:b/>
                  <w:lang w:val="en-US"/>
                </w:rPr>
                <w:delText>Energiebedarf</w:delText>
              </w:r>
              <w:r w:rsidR="00BF317D" w:rsidRPr="001806FC" w:rsidDel="003D7D13">
                <w:rPr>
                  <w:b/>
                  <w:lang w:val="en-US"/>
                </w:rPr>
                <w:delText xml:space="preserve"> der vorangehenden 12 Monate</w:delText>
              </w:r>
            </w:del>
          </w:p>
        </w:tc>
      </w:tr>
      <w:tr w:rsidR="00900845" w:rsidRPr="001806FC" w:rsidTr="002516A7">
        <w:tc>
          <w:tcPr>
            <w:tcW w:w="3382" w:type="dxa"/>
            <w:shd w:val="clear" w:color="auto" w:fill="auto"/>
          </w:tcPr>
          <w:p w:rsidR="00900845" w:rsidRPr="001806FC" w:rsidDel="003D7D13" w:rsidRDefault="003D7D13" w:rsidP="000C4E42">
            <w:pPr>
              <w:keepNext/>
              <w:keepLines/>
              <w:overflowPunct w:val="0"/>
              <w:autoSpaceDE w:val="0"/>
              <w:autoSpaceDN w:val="0"/>
              <w:adjustRightInd w:val="0"/>
              <w:spacing w:before="120" w:after="120" w:line="288" w:lineRule="auto"/>
              <w:textAlignment w:val="baseline"/>
              <w:rPr>
                <w:del w:id="1429" w:author="Buttner, Henrike" w:date="2021-06-17T13:17:00Z"/>
              </w:rPr>
            </w:pPr>
            <w:ins w:id="1430" w:author="Buttner, Henrike" w:date="2021-06-17T13:17:00Z">
              <w:r w:rsidRPr="003D7D13">
                <w:t>Heat to be dissipated:</w:t>
              </w:r>
            </w:ins>
            <w:del w:id="1431" w:author="Buttner, Henrike" w:date="2021-06-17T13:17:00Z">
              <w:r w:rsidR="00900845" w:rsidRPr="001806FC" w:rsidDel="003D7D13">
                <w:delText xml:space="preserve">Abzuführende Wärmemenge: </w:delText>
              </w:r>
            </w:del>
          </w:p>
          <w:p w:rsidR="003D7D13" w:rsidRDefault="003D7D13" w:rsidP="000C4E42">
            <w:pPr>
              <w:keepNext/>
              <w:keepLines/>
              <w:overflowPunct w:val="0"/>
              <w:autoSpaceDE w:val="0"/>
              <w:autoSpaceDN w:val="0"/>
              <w:adjustRightInd w:val="0"/>
              <w:spacing w:before="120" w:after="120" w:line="288" w:lineRule="auto"/>
              <w:textAlignment w:val="baseline"/>
              <w:rPr>
                <w:ins w:id="1432" w:author="Buttner, Henrike" w:date="2021-06-17T13:17:00Z"/>
              </w:rPr>
            </w:pPr>
          </w:p>
          <w:p w:rsidR="00521FAC" w:rsidRPr="001806FC" w:rsidRDefault="00521FAC" w:rsidP="000C4E42">
            <w:pPr>
              <w:keepNext/>
              <w:keepLines/>
              <w:overflowPunct w:val="0"/>
              <w:autoSpaceDE w:val="0"/>
              <w:autoSpaceDN w:val="0"/>
              <w:adjustRightInd w:val="0"/>
              <w:spacing w:before="120" w:after="120" w:line="288" w:lineRule="auto"/>
              <w:textAlignment w:val="baseline"/>
              <w:rPr>
                <w:vertAlign w:val="subscript"/>
              </w:rPr>
            </w:pPr>
            <w:proofErr w:type="gramStart"/>
            <w:r w:rsidRPr="001806FC">
              <w:t>Q</w:t>
            </w:r>
            <w:r w:rsidRPr="001806FC">
              <w:rPr>
                <w:vertAlign w:val="subscript"/>
              </w:rPr>
              <w:t>th,RZ</w:t>
            </w:r>
            <w:proofErr w:type="gramEnd"/>
            <w:r w:rsidRPr="001806FC">
              <w:rPr>
                <w:vertAlign w:val="subscript"/>
              </w:rPr>
              <w:t>,a</w:t>
            </w:r>
          </w:p>
        </w:tc>
        <w:tc>
          <w:tcPr>
            <w:tcW w:w="5798" w:type="dxa"/>
            <w:shd w:val="clear" w:color="auto" w:fill="auto"/>
          </w:tcPr>
          <w:p w:rsidR="00900845" w:rsidRPr="001806FC" w:rsidRDefault="00900845" w:rsidP="000C4E42">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th</w:t>
            </w:r>
            <w:r w:rsidRPr="001806FC">
              <w:t>/a)</w:t>
            </w:r>
          </w:p>
          <w:p w:rsidR="00900845" w:rsidRPr="001806FC" w:rsidRDefault="003D7D13" w:rsidP="00571BFB">
            <w:pPr>
              <w:keepNext/>
              <w:keepLines/>
              <w:overflowPunct w:val="0"/>
              <w:autoSpaceDE w:val="0"/>
              <w:autoSpaceDN w:val="0"/>
              <w:adjustRightInd w:val="0"/>
              <w:spacing w:before="120" w:after="120" w:line="288" w:lineRule="auto"/>
              <w:textAlignment w:val="baseline"/>
            </w:pPr>
            <w:ins w:id="1433" w:author="Buttner, Henrike" w:date="2021-06-17T13:17:00Z">
              <w:r w:rsidRPr="003D7D13">
                <w:t>(Calculated according to VDI guideline 2078)</w:t>
              </w:r>
            </w:ins>
            <w:del w:id="1434" w:author="Buttner, Henrike" w:date="2021-06-17T13:17:00Z">
              <w:r w:rsidR="00900845" w:rsidRPr="001806FC" w:rsidDel="003D7D13">
                <w:delText>(Berechnet in Anlehnung an VDI-Richtlinie 2078)</w:delText>
              </w:r>
            </w:del>
          </w:p>
        </w:tc>
      </w:tr>
      <w:tr w:rsidR="00900845" w:rsidRPr="001806FC" w:rsidTr="002516A7">
        <w:tc>
          <w:tcPr>
            <w:tcW w:w="9180" w:type="dxa"/>
            <w:gridSpan w:val="2"/>
            <w:shd w:val="clear" w:color="auto" w:fill="auto"/>
          </w:tcPr>
          <w:p w:rsidR="00900845" w:rsidRPr="001806FC" w:rsidRDefault="003D7D13" w:rsidP="002516A7">
            <w:pPr>
              <w:keepNext/>
              <w:keepLines/>
              <w:overflowPunct w:val="0"/>
              <w:autoSpaceDE w:val="0"/>
              <w:autoSpaceDN w:val="0"/>
              <w:adjustRightInd w:val="0"/>
              <w:spacing w:before="120" w:after="120" w:line="288" w:lineRule="auto"/>
              <w:jc w:val="left"/>
              <w:textAlignment w:val="baseline"/>
            </w:pPr>
            <w:ins w:id="1435" w:author="Buttner, Henrike" w:date="2021-06-17T13:17:00Z">
              <w:r w:rsidRPr="003D7D13">
                <w:t>Energy demand of the cooling system (please tick and indicate corresponding value, cf. exemption regulation):</w:t>
              </w:r>
            </w:ins>
            <w:del w:id="1436" w:author="Buttner, Henrike" w:date="2021-06-17T13:17:00Z">
              <w:r w:rsidR="00900845" w:rsidRPr="001806FC" w:rsidDel="003D7D13">
                <w:delText>Energiebedarf des Kühlsystems (bitte ankreuzen und entsprechenden Wert angeben</w:delText>
              </w:r>
              <w:r w:rsidR="00A162E6" w:rsidDel="003D7D13">
                <w:delText>,</w:delText>
              </w:r>
              <w:r w:rsidR="00900845" w:rsidRPr="001806FC" w:rsidDel="003D7D13">
                <w:delText>vgl. Ausnahmeregelung):</w:delText>
              </w:r>
            </w:del>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ins w:id="1437" w:author="Buttner, Henrike" w:date="2021-06-17T13:18:00Z">
              <w:r w:rsidR="003D7D13" w:rsidRPr="003D7D13">
                <w:t xml:space="preserve">Cooling system electric </w:t>
              </w:r>
            </w:ins>
            <w:del w:id="1438" w:author="Buttner, Henrike" w:date="2021-06-17T13:18:00Z">
              <w:r w:rsidRPr="001806FC" w:rsidDel="003D7D13">
                <w:delText>Kühlsystem elektrisch</w:delText>
              </w:r>
              <w:r w:rsidR="00521FAC" w:rsidRPr="001806FC" w:rsidDel="003D7D13">
                <w:delText xml:space="preserve"> </w:delText>
              </w:r>
            </w:del>
            <w:r w:rsidR="00521FAC" w:rsidRPr="001806FC">
              <w:t>(</w:t>
            </w:r>
            <w:proofErr w:type="gramStart"/>
            <w:r w:rsidR="00521FAC" w:rsidRPr="001806FC">
              <w:t>Q</w:t>
            </w:r>
            <w:r w:rsidR="00521FAC" w:rsidRPr="001806FC">
              <w:rPr>
                <w:vertAlign w:val="subscript"/>
              </w:rPr>
              <w:t>el,RZ</w:t>
            </w:r>
            <w:proofErr w:type="gramEnd"/>
            <w:r w:rsidR="00521FAC" w:rsidRPr="001806FC">
              <w:rPr>
                <w:vertAlign w:val="subscript"/>
              </w:rPr>
              <w:t>,a</w:t>
            </w:r>
            <w:r w:rsidR="00521FAC" w:rsidRPr="001806FC">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el</w:t>
            </w:r>
            <w:r w:rsidRPr="001806FC">
              <w:t>/a)</w:t>
            </w:r>
          </w:p>
        </w:tc>
      </w:tr>
      <w:tr w:rsidR="00900845" w:rsidRPr="001806FC" w:rsidTr="002516A7">
        <w:tc>
          <w:tcPr>
            <w:tcW w:w="3382"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ins w:id="1439" w:author="Buttner, Henrike" w:date="2021-06-17T13:18:00Z">
              <w:r w:rsidR="003D7D13" w:rsidRPr="003D7D13">
                <w:rPr>
                  <w:rFonts w:eastAsia="Calibri"/>
                </w:rPr>
                <w:t xml:space="preserve">Cooling system not electric </w:t>
              </w:r>
            </w:ins>
            <w:del w:id="1440" w:author="Buttner, Henrike" w:date="2021-06-17T13:18:00Z">
              <w:r w:rsidRPr="001806FC" w:rsidDel="003D7D13">
                <w:rPr>
                  <w:rFonts w:eastAsia="Calibri"/>
                </w:rPr>
                <w:delText>Kühlsystem nicht elektrisch</w:delText>
              </w:r>
              <w:r w:rsidR="00521FAC" w:rsidRPr="001806FC" w:rsidDel="003D7D13">
                <w:rPr>
                  <w:rFonts w:eastAsia="Calibri"/>
                </w:rPr>
                <w:delText xml:space="preserve"> </w:delText>
              </w:r>
            </w:del>
            <w:r w:rsidR="00521FAC" w:rsidRPr="001806FC">
              <w:rPr>
                <w:rFonts w:eastAsia="Calibri"/>
              </w:rPr>
              <w:t>(</w:t>
            </w:r>
            <w:proofErr w:type="gramStart"/>
            <w:r w:rsidR="00521FAC" w:rsidRPr="001806FC">
              <w:rPr>
                <w:rFonts w:eastAsia="Calibri"/>
              </w:rPr>
              <w:t>Q</w:t>
            </w:r>
            <w:r w:rsidR="00521FAC" w:rsidRPr="001806FC">
              <w:rPr>
                <w:rFonts w:eastAsia="Calibri"/>
                <w:vertAlign w:val="subscript"/>
              </w:rPr>
              <w:t>el,RZ</w:t>
            </w:r>
            <w:proofErr w:type="gramEnd"/>
            <w:r w:rsidR="00521FAC" w:rsidRPr="001806FC">
              <w:rPr>
                <w:rFonts w:eastAsia="Calibri"/>
                <w:vertAlign w:val="subscript"/>
              </w:rPr>
              <w:t>,a</w:t>
            </w:r>
            <w:r w:rsidR="00521FAC" w:rsidRPr="001806FC">
              <w:rPr>
                <w:rFonts w:eastAsia="Calibri"/>
              </w:rPr>
              <w:t>)</w:t>
            </w:r>
          </w:p>
        </w:tc>
        <w:tc>
          <w:tcPr>
            <w:tcW w:w="5798" w:type="dxa"/>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el</w:t>
            </w:r>
            <w:r w:rsidRPr="001806FC">
              <w:t>/a)</w:t>
            </w:r>
          </w:p>
          <w:p w:rsidR="00900845" w:rsidRPr="001806FC" w:rsidRDefault="00900845" w:rsidP="002516A7">
            <w:pPr>
              <w:keepNext/>
              <w:keepLines/>
              <w:overflowPunct w:val="0"/>
              <w:autoSpaceDE w:val="0"/>
              <w:autoSpaceDN w:val="0"/>
              <w:adjustRightInd w:val="0"/>
              <w:spacing w:before="120" w:after="120" w:line="288" w:lineRule="auto"/>
              <w:jc w:val="left"/>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ins w:id="1441" w:author="Buttner, Henrike" w:date="2021-06-17T13:18:00Z">
              <w:r w:rsidR="003D7D13" w:rsidRPr="003D7D13">
                <w:t xml:space="preserve">Alternative calculation of </w:t>
              </w:r>
            </w:ins>
            <w:del w:id="1442" w:author="Buttner, Henrike" w:date="2021-06-17T13:18:00Z">
              <w:r w:rsidRPr="001806FC" w:rsidDel="003D7D13">
                <w:delText xml:space="preserve">Alternative Berechnung von </w:delText>
              </w:r>
            </w:del>
            <w:r w:rsidRPr="001806FC">
              <w:t>F</w:t>
            </w:r>
            <w:r w:rsidRPr="001806FC">
              <w:rPr>
                <w:vertAlign w:val="subscript"/>
              </w:rPr>
              <w:t>SKM</w:t>
            </w:r>
            <w:r w:rsidRPr="001806FC">
              <w:t xml:space="preserve"> </w:t>
            </w:r>
            <w:ins w:id="1443" w:author="Buttner, Henrike" w:date="2021-06-17T13:18:00Z">
              <w:r w:rsidR="003D7D13" w:rsidRPr="003D7D13">
                <w:t>attached as an annex</w:t>
              </w:r>
            </w:ins>
            <w:del w:id="1444" w:author="Buttner, Henrike" w:date="2021-06-17T13:18:00Z">
              <w:r w:rsidRPr="001806FC" w:rsidDel="003D7D13">
                <w:delText>als Anhang beigefügt</w:delText>
              </w:r>
            </w:del>
          </w:p>
        </w:tc>
      </w:tr>
      <w:tr w:rsidR="00900845" w:rsidRPr="001806FC" w:rsidTr="002044D7">
        <w:tc>
          <w:tcPr>
            <w:tcW w:w="3382"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ind w:left="709"/>
              <w:textAlignment w:val="baseline"/>
              <w:rPr>
                <w:lang w:val="en-US"/>
              </w:rPr>
            </w:pPr>
            <w:r w:rsidRPr="001806FC">
              <w:rPr>
                <w:lang w:val="en-US"/>
              </w:rPr>
              <w:t>JAZ</w:t>
            </w:r>
          </w:p>
        </w:tc>
        <w:tc>
          <w:tcPr>
            <w:tcW w:w="5798" w:type="dxa"/>
            <w:tcBorders>
              <w:bottom w:val="single" w:sz="4" w:space="0" w:color="auto"/>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(kWh</w:t>
            </w:r>
            <w:r w:rsidRPr="001806FC">
              <w:rPr>
                <w:vertAlign w:val="subscript"/>
              </w:rPr>
              <w:t>th</w:t>
            </w:r>
            <w:r w:rsidRPr="001806FC">
              <w:t>/kWh</w:t>
            </w:r>
            <w:r w:rsidRPr="001806FC">
              <w:rPr>
                <w:vertAlign w:val="subscript"/>
              </w:rPr>
              <w:t>el</w:t>
            </w:r>
            <w:r w:rsidRPr="001806FC">
              <w:t>)</w:t>
            </w:r>
          </w:p>
        </w:tc>
      </w:tr>
      <w:tr w:rsidR="00900845" w:rsidRPr="001806FC" w:rsidTr="002044D7">
        <w:tc>
          <w:tcPr>
            <w:tcW w:w="9180" w:type="dxa"/>
            <w:gridSpan w:val="2"/>
            <w:tcBorders>
              <w:bottom w:val="single" w:sz="4" w:space="0" w:color="auto"/>
            </w:tcBorders>
            <w:shd w:val="clear" w:color="auto" w:fill="C6D9F1" w:themeFill="text2" w:themeFillTint="33"/>
          </w:tcPr>
          <w:p w:rsidR="00900845" w:rsidRPr="001806FC" w:rsidRDefault="00486C17" w:rsidP="000C4E42">
            <w:pPr>
              <w:keepNext/>
              <w:keepLines/>
              <w:overflowPunct w:val="0"/>
              <w:autoSpaceDE w:val="0"/>
              <w:autoSpaceDN w:val="0"/>
              <w:adjustRightInd w:val="0"/>
              <w:spacing w:before="120" w:after="120" w:line="288" w:lineRule="auto"/>
              <w:textAlignment w:val="baseline"/>
              <w:rPr>
                <w:b/>
              </w:rPr>
            </w:pPr>
            <w:ins w:id="1445" w:author="Buttner, Henrike" w:date="2021-06-17T13:18:00Z">
              <w:r w:rsidRPr="00486C17">
                <w:rPr>
                  <w:b/>
                </w:rPr>
                <w:t xml:space="preserve">For exemption 1 </w:t>
              </w:r>
              <w:r w:rsidRPr="00486C17">
                <w:rPr>
                  <w:rPrChange w:id="1446" w:author="Buttner, Henrike" w:date="2021-06-17T13:18:00Z">
                    <w:rPr>
                      <w:b/>
                    </w:rPr>
                  </w:rPrChange>
                </w:rPr>
                <w:t>(commissioning of the cooling system less than twelve months ago)</w:t>
              </w:r>
              <w:r w:rsidRPr="00486C17">
                <w:rPr>
                  <w:b/>
                </w:rPr>
                <w:t>, please tick additionally:</w:t>
              </w:r>
            </w:ins>
            <w:del w:id="1447" w:author="Buttner, Henrike" w:date="2021-06-17T13:18:00Z">
              <w:r w:rsidR="00900845" w:rsidRPr="001806FC" w:rsidDel="00486C17">
                <w:rPr>
                  <w:b/>
                </w:rPr>
                <w:delText xml:space="preserve">Bei Ausnahmeregelung </w:delText>
              </w:r>
              <w:r w:rsidR="004E0DA5" w:rsidRPr="001806FC" w:rsidDel="00486C17">
                <w:rPr>
                  <w:b/>
                </w:rPr>
                <w:delText xml:space="preserve">1 </w:delText>
              </w:r>
              <w:r w:rsidR="00900845" w:rsidRPr="001806FC" w:rsidDel="00486C17">
                <w:delText>(Inbetriebnahme des Kühlsystems vor weniger als zwölf Monaten)</w:delText>
              </w:r>
              <w:r w:rsidR="00900845" w:rsidRPr="001806FC" w:rsidDel="00486C17">
                <w:rPr>
                  <w:b/>
                </w:rPr>
                <w:delText xml:space="preserve"> bitte zusätzlich ankreuzen:</w:delText>
              </w:r>
            </w:del>
          </w:p>
        </w:tc>
      </w:tr>
      <w:tr w:rsidR="00900845" w:rsidRPr="001806FC" w:rsidTr="002044D7">
        <w:tc>
          <w:tcPr>
            <w:tcW w:w="3382" w:type="dxa"/>
            <w:tcBorders>
              <w:top w:val="single" w:sz="4" w:space="0" w:color="auto"/>
              <w:right w:val="nil"/>
            </w:tcBorders>
            <w:shd w:val="clear" w:color="auto" w:fill="auto"/>
          </w:tcPr>
          <w:p w:rsidR="00900845" w:rsidRPr="001806FC" w:rsidRDefault="00486C17" w:rsidP="002516A7">
            <w:pPr>
              <w:keepNext/>
              <w:keepLines/>
              <w:overflowPunct w:val="0"/>
              <w:autoSpaceDE w:val="0"/>
              <w:autoSpaceDN w:val="0"/>
              <w:adjustRightInd w:val="0"/>
              <w:spacing w:before="120" w:after="120" w:line="288" w:lineRule="auto"/>
              <w:textAlignment w:val="baseline"/>
            </w:pPr>
            <w:ins w:id="1448" w:author="Buttner, Henrike" w:date="2021-06-17T13:19:00Z">
              <w:r w:rsidRPr="00486C17">
                <w:t>JAZ value based on</w:t>
              </w:r>
            </w:ins>
            <w:del w:id="1449" w:author="Buttner, Henrike" w:date="2021-06-17T13:19:00Z">
              <w:r w:rsidR="00900845" w:rsidRPr="001806FC" w:rsidDel="00486C17">
                <w:delText>JAZ-Wert auf Grundlage von</w:delText>
              </w:r>
            </w:del>
          </w:p>
        </w:tc>
        <w:tc>
          <w:tcPr>
            <w:tcW w:w="5798" w:type="dxa"/>
            <w:tcBorders>
              <w:top w:val="single" w:sz="4" w:space="0" w:color="auto"/>
              <w:left w:val="nil"/>
            </w:tcBorders>
            <w:shd w:val="clear" w:color="auto" w:fill="auto"/>
          </w:tcPr>
          <w:p w:rsidR="00900845"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ins w:id="1450" w:author="Buttner, Henrike" w:date="2021-06-17T13:19:00Z">
              <w:r w:rsidR="00486C17" w:rsidRPr="00486C17">
                <w:t xml:space="preserve">Planning data (attached as </w:t>
              </w:r>
              <w:r w:rsidR="00486C17">
                <w:t>annex</w:t>
              </w:r>
              <w:r w:rsidR="00486C17" w:rsidRPr="00486C17">
                <w:t>)</w:t>
              </w:r>
            </w:ins>
            <w:del w:id="1451" w:author="Buttner, Henrike" w:date="2021-06-17T13:19:00Z">
              <w:r w:rsidRPr="001806FC" w:rsidDel="00486C17">
                <w:delText>Planungsdaten (als Anhang begefügt)</w:delText>
              </w:r>
            </w:del>
          </w:p>
          <w:p w:rsidR="00A01F08" w:rsidRPr="001806FC" w:rsidRDefault="00900845" w:rsidP="002516A7">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ins w:id="1452" w:author="Buttner, Henrike" w:date="2021-06-17T13:19:00Z">
              <w:r w:rsidR="00486C17" w:rsidRPr="00486C17">
                <w:t xml:space="preserve">Load test (attached as </w:t>
              </w:r>
              <w:r w:rsidR="00486C17">
                <w:t>annex</w:t>
              </w:r>
              <w:r w:rsidR="00486C17" w:rsidRPr="00486C17">
                <w:t>)</w:t>
              </w:r>
            </w:ins>
            <w:del w:id="1453" w:author="Buttner, Henrike" w:date="2021-06-17T13:19:00Z">
              <w:r w:rsidRPr="001806FC" w:rsidDel="00486C17">
                <w:delText>Lasttest (als Anhang beigefügt)</w:delText>
              </w:r>
            </w:del>
          </w:p>
        </w:tc>
      </w:tr>
    </w:tbl>
    <w:p w:rsidR="006552A9" w:rsidRDefault="006552A9"/>
    <w:p w:rsidR="004562B1" w:rsidRPr="001806FC" w:rsidRDefault="00486C17" w:rsidP="004562B1">
      <w:pPr>
        <w:numPr>
          <w:ilvl w:val="0"/>
          <w:numId w:val="20"/>
        </w:numPr>
      </w:pPr>
      <w:ins w:id="1454" w:author="Buttner, Henrike" w:date="2021-06-17T13:19:00Z">
        <w:r>
          <w:t>D</w:t>
        </w:r>
        <w:r w:rsidRPr="00486C17">
          <w:t>o you use a sorption chiller in the cooling system?</w:t>
        </w:r>
      </w:ins>
      <w:del w:id="1455" w:author="Buttner, Henrike" w:date="2021-06-17T13:19:00Z">
        <w:r w:rsidR="004562B1" w:rsidRPr="001806FC" w:rsidDel="00486C17">
          <w:delText xml:space="preserve">Setzen Sie </w:delText>
        </w:r>
        <w:r w:rsidR="004562B1" w:rsidDel="00486C17">
          <w:delText>im Kühlsystem</w:delText>
        </w:r>
        <w:r w:rsidR="004562B1" w:rsidRPr="001806FC" w:rsidDel="00486C17">
          <w:delText xml:space="preserve"> eine </w:delText>
        </w:r>
        <w:r w:rsidR="004562B1" w:rsidDel="00486C17">
          <w:delText xml:space="preserve">Sorptionskältemaschine </w:delText>
        </w:r>
        <w:r w:rsidR="004562B1" w:rsidRPr="001806FC" w:rsidDel="00486C17">
          <w:delText>ein?</w:delText>
        </w:r>
      </w:del>
      <w:r w:rsidR="004562B1" w:rsidRPr="001806FC">
        <w:t xml:space="preserve"> </w:t>
      </w:r>
      <w:r w:rsidR="004562B1" w:rsidRPr="001806FC">
        <w:fldChar w:fldCharType="begin">
          <w:ffData>
            <w:name w:val="Dropdown1"/>
            <w:enabled/>
            <w:calcOnExit/>
            <w:ddList>
              <w:listEntry w:val="        "/>
              <w:listEntry w:val="Ja"/>
              <w:listEntry w:val="Nein"/>
            </w:ddList>
          </w:ffData>
        </w:fldChar>
      </w:r>
      <w:r w:rsidR="004562B1" w:rsidRPr="001806FC">
        <w:instrText xml:space="preserve"> FORMDROPDOWN </w:instrText>
      </w:r>
      <w:r w:rsidR="00226445">
        <w:fldChar w:fldCharType="separate"/>
      </w:r>
      <w:r w:rsidR="004562B1" w:rsidRPr="001806FC">
        <w:fldChar w:fldCharType="end"/>
      </w:r>
      <w:r w:rsidR="004562B1" w:rsidRPr="001806FC">
        <w:t xml:space="preserve">  </w:t>
      </w:r>
      <w:proofErr w:type="gramStart"/>
      <w:r w:rsidR="004562B1" w:rsidRPr="001806FC">
        <w:t xml:space="preserve">   (</w:t>
      </w:r>
      <w:proofErr w:type="gramEnd"/>
      <w:del w:id="1456" w:author="Buttner, Henrike" w:date="2021-06-17T13:19:00Z">
        <w:r w:rsidR="004562B1" w:rsidRPr="001806FC" w:rsidDel="00486C17">
          <w:delText>Ja/Nein</w:delText>
        </w:r>
      </w:del>
      <w:ins w:id="1457" w:author="Buttner, Henrike" w:date="2021-06-17T13:19:00Z">
        <w:r>
          <w:t>Yes/No</w:t>
        </w:r>
      </w:ins>
      <w:r w:rsidR="004562B1" w:rsidRPr="001806FC">
        <w:t>)</w:t>
      </w:r>
    </w:p>
    <w:p w:rsidR="004562B1" w:rsidRPr="001806FC" w:rsidRDefault="004562B1" w:rsidP="004562B1">
      <w:pPr>
        <w:tabs>
          <w:tab w:val="left" w:pos="425"/>
        </w:tabs>
        <w:ind w:left="426" w:hanging="426"/>
      </w:pPr>
      <w:r w:rsidRPr="001806FC">
        <w:lastRenderedPageBreak/>
        <w:sym w:font="Wingdings" w:char="F0F0"/>
      </w:r>
      <w:r>
        <w:tab/>
      </w:r>
      <w:ins w:id="1458" w:author="Buttner, Henrike" w:date="2021-06-17T13:20:00Z">
        <w:r w:rsidR="00486C17" w:rsidRPr="00486C17">
          <w:t>If yes, then complete Table 6 and attach the calculation of the specific greenhouse emissions for the cooling system with sorption chiller (FSKM) and the comparative calculation for the compression chiller (FKKM).</w:t>
        </w:r>
      </w:ins>
      <w:del w:id="1459" w:author="Buttner, Henrike" w:date="2021-06-17T13:20:00Z">
        <w:r w:rsidDel="00486C17">
          <w:delText xml:space="preserve">Falls Ja, dann </w:delText>
        </w:r>
        <w:r w:rsidDel="00486C17">
          <w:fldChar w:fldCharType="begin"/>
        </w:r>
        <w:r w:rsidDel="00486C17">
          <w:delInstrText xml:space="preserve"> REF _Ref411251863 \h </w:delInstrText>
        </w:r>
        <w:r w:rsidDel="00486C17">
          <w:fldChar w:fldCharType="separate"/>
        </w:r>
        <w:r w:rsidR="009A3B0A" w:rsidRPr="001806FC" w:rsidDel="00486C17">
          <w:delText xml:space="preserve">Tabelle </w:delText>
        </w:r>
        <w:r w:rsidR="009A3B0A" w:rsidDel="00486C17">
          <w:rPr>
            <w:noProof/>
          </w:rPr>
          <w:delText>6</w:delText>
        </w:r>
        <w:r w:rsidDel="00486C17">
          <w:fldChar w:fldCharType="end"/>
        </w:r>
        <w:r w:rsidDel="00486C17">
          <w:delText xml:space="preserve"> ausfüllen und </w:delText>
        </w:r>
        <w:r w:rsidRPr="001806FC" w:rsidDel="00486C17">
          <w:delText>Berechnung der</w:delText>
        </w:r>
        <w:r w:rsidDel="00486C17">
          <w:delText xml:space="preserve"> spezifischen Treibhausemission</w:delText>
        </w:r>
        <w:r w:rsidRPr="001806FC" w:rsidDel="00486C17">
          <w:delText>en Kühlsystem mit Sorptionskältemaschine (F</w:delText>
        </w:r>
        <w:r w:rsidRPr="001806FC" w:rsidDel="00486C17">
          <w:rPr>
            <w:vertAlign w:val="subscript"/>
          </w:rPr>
          <w:delText>SKM</w:delText>
        </w:r>
        <w:r w:rsidRPr="001806FC" w:rsidDel="00486C17">
          <w:delText>) sowie Vergleichsrechnung Kompressionskältemaschine (F</w:delText>
        </w:r>
        <w:r w:rsidRPr="001806FC" w:rsidDel="00486C17">
          <w:rPr>
            <w:vertAlign w:val="subscript"/>
          </w:rPr>
          <w:delText>KKM</w:delText>
        </w:r>
        <w:r w:rsidDel="00486C17">
          <w:delText>) als Anhang beifügen.</w:delText>
        </w:r>
      </w:del>
    </w:p>
    <w:p w:rsidR="006552A9" w:rsidRPr="001806FC" w:rsidRDefault="00486C17" w:rsidP="006552A9">
      <w:pPr>
        <w:pStyle w:val="Beschriftung"/>
        <w:keepNext/>
      </w:pPr>
      <w:bookmarkStart w:id="1460" w:name="_Ref411251863"/>
      <w:ins w:id="1461" w:author="Buttner, Henrike" w:date="2021-06-17T13:20:00Z">
        <w:r w:rsidRPr="00486C17">
          <w:t>Table 6</w:t>
        </w:r>
        <w:r>
          <w:t>:</w:t>
        </w:r>
        <w:r w:rsidRPr="00486C17">
          <w:t xml:space="preserve"> Calculation of specific greenhouse gas emissions FSKM and FKKM</w:t>
        </w:r>
      </w:ins>
      <w:del w:id="1462" w:author="Buttner, Henrike" w:date="2021-06-17T13:20:00Z">
        <w:r w:rsidR="006552A9" w:rsidRPr="001806FC" w:rsidDel="00486C17">
          <w:delText xml:space="preserve">Tabelle </w:delText>
        </w:r>
        <w:r w:rsidR="00226445" w:rsidDel="00486C17">
          <w:fldChar w:fldCharType="begin"/>
        </w:r>
        <w:r w:rsidR="00226445" w:rsidDel="00486C17">
          <w:delInstrText xml:space="preserve"> SEQ Tabelle \* ARABIC </w:delInstrText>
        </w:r>
        <w:r w:rsidR="00226445" w:rsidDel="00486C17">
          <w:fldChar w:fldCharType="separate"/>
        </w:r>
        <w:r w:rsidR="009A3B0A" w:rsidDel="00486C17">
          <w:rPr>
            <w:noProof/>
          </w:rPr>
          <w:delText>6</w:delText>
        </w:r>
        <w:r w:rsidR="00226445" w:rsidDel="00486C17">
          <w:rPr>
            <w:noProof/>
          </w:rPr>
          <w:fldChar w:fldCharType="end"/>
        </w:r>
        <w:bookmarkEnd w:id="1460"/>
        <w:r w:rsidR="006552A9" w:rsidRPr="001806FC" w:rsidDel="00486C17">
          <w:tab/>
          <w:delText xml:space="preserve">Berechnung der </w:delText>
        </w:r>
        <w:r w:rsidR="006552A9" w:rsidDel="00486C17">
          <w:delText>s</w:delText>
        </w:r>
        <w:r w:rsidR="006552A9" w:rsidRPr="001806FC" w:rsidDel="00486C17">
          <w:delText>pezifische Tr</w:delText>
        </w:r>
        <w:r w:rsidR="006552A9" w:rsidDel="00486C17">
          <w:delText>eibhausemission</w:delText>
        </w:r>
        <w:r w:rsidR="006552A9" w:rsidRPr="001806FC" w:rsidDel="00486C17">
          <w:delText>en</w:delText>
        </w:r>
        <w:r w:rsidR="006552A9" w:rsidDel="00486C17">
          <w:delText xml:space="preserve"> </w:delText>
        </w:r>
        <w:r w:rsidR="006552A9" w:rsidRPr="001806FC" w:rsidDel="00486C17">
          <w:delText>F</w:delText>
        </w:r>
        <w:r w:rsidR="006552A9" w:rsidRPr="001806FC" w:rsidDel="00486C17">
          <w:rPr>
            <w:vertAlign w:val="subscript"/>
          </w:rPr>
          <w:delText>SKM</w:delText>
        </w:r>
        <w:r w:rsidR="006552A9" w:rsidDel="00486C17">
          <w:delText xml:space="preserve"> und </w:delText>
        </w:r>
        <w:r w:rsidR="006552A9" w:rsidRPr="001806FC" w:rsidDel="00486C17">
          <w:delText>F</w:delText>
        </w:r>
        <w:r w:rsidR="006552A9" w:rsidRPr="001806FC" w:rsidDel="00486C17">
          <w:rPr>
            <w:vertAlign w:val="subscript"/>
          </w:rPr>
          <w:delText>KKM</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3"/>
        <w:gridCol w:w="5760"/>
      </w:tblGrid>
      <w:tr w:rsidR="00A01F08" w:rsidRPr="001806FC" w:rsidTr="006552A9">
        <w:tc>
          <w:tcPr>
            <w:tcW w:w="9279" w:type="dxa"/>
            <w:gridSpan w:val="2"/>
            <w:tcBorders>
              <w:bottom w:val="single" w:sz="4" w:space="0" w:color="auto"/>
            </w:tcBorders>
            <w:shd w:val="clear" w:color="auto" w:fill="C6D9F1" w:themeFill="text2" w:themeFillTint="33"/>
          </w:tcPr>
          <w:p w:rsidR="00A01F08" w:rsidRPr="001806FC" w:rsidRDefault="00A01F08" w:rsidP="00A01F08">
            <w:pPr>
              <w:keepNext/>
              <w:keepLines/>
              <w:overflowPunct w:val="0"/>
              <w:autoSpaceDE w:val="0"/>
              <w:autoSpaceDN w:val="0"/>
              <w:adjustRightInd w:val="0"/>
              <w:spacing w:before="120" w:after="120" w:line="288" w:lineRule="auto"/>
              <w:textAlignment w:val="baseline"/>
              <w:rPr>
                <w:b/>
              </w:rPr>
            </w:pPr>
            <w:r w:rsidRPr="001806FC">
              <w:rPr>
                <w:b/>
              </w:rPr>
              <w:t xml:space="preserve">Bei Ausnahmeregelung </w:t>
            </w:r>
            <w:r w:rsidR="004E0DA5" w:rsidRPr="001806FC">
              <w:rPr>
                <w:b/>
              </w:rPr>
              <w:t xml:space="preserve">2 </w:t>
            </w:r>
            <w:r w:rsidRPr="001806FC">
              <w:t>(Sorptionskältemaschine)</w:t>
            </w:r>
            <w:r w:rsidRPr="001806FC">
              <w:rPr>
                <w:b/>
              </w:rPr>
              <w:t>:</w:t>
            </w:r>
          </w:p>
        </w:tc>
      </w:tr>
      <w:tr w:rsidR="004E0DA5" w:rsidRPr="001806FC" w:rsidTr="006552A9">
        <w:tc>
          <w:tcPr>
            <w:tcW w:w="3382" w:type="dxa"/>
            <w:tcBorders>
              <w:top w:val="single" w:sz="4" w:space="0" w:color="auto"/>
              <w:bottom w:val="single" w:sz="4" w:space="0" w:color="auto"/>
              <w:right w:val="nil"/>
            </w:tcBorders>
            <w:shd w:val="clear" w:color="auto" w:fill="auto"/>
          </w:tcPr>
          <w:p w:rsidR="004E0DA5" w:rsidRPr="001806FC" w:rsidRDefault="003358EC" w:rsidP="00AF6675">
            <w:pPr>
              <w:keepNext/>
              <w:keepLines/>
              <w:overflowPunct w:val="0"/>
              <w:autoSpaceDE w:val="0"/>
              <w:autoSpaceDN w:val="0"/>
              <w:adjustRightInd w:val="0"/>
              <w:spacing w:before="120" w:after="120" w:line="288" w:lineRule="auto"/>
              <w:textAlignment w:val="baseline"/>
            </w:pPr>
            <w:ins w:id="1463" w:author="Buttner, Henrike" w:date="2021-06-17T13:36:00Z">
              <w:r w:rsidRPr="003358EC">
                <w:t xml:space="preserve">Specific greenhouse emissions Cooling system with sorption chiller </w:t>
              </w:r>
            </w:ins>
            <w:del w:id="1464" w:author="Buttner, Henrike" w:date="2021-06-17T13:36:00Z">
              <w:r w:rsidR="004E0DA5" w:rsidRPr="001806FC" w:rsidDel="003358EC">
                <w:delText>Spezifische Treibhausemission</w:delText>
              </w:r>
              <w:r w:rsidR="004E0DA5" w:rsidRPr="001806FC" w:rsidDel="003358EC">
                <w:softHyphen/>
                <w:delText xml:space="preserve">en Kühlsystem </w:delText>
              </w:r>
              <w:r w:rsidR="004264A7" w:rsidRPr="001806FC" w:rsidDel="003358EC">
                <w:delText xml:space="preserve">mit Sorptionskältemaschine </w:delText>
              </w:r>
            </w:del>
            <w:r w:rsidR="004E0DA5" w:rsidRPr="001806FC">
              <w:t>(F</w:t>
            </w:r>
            <w:r w:rsidR="004E0DA5" w:rsidRPr="001806FC">
              <w:rPr>
                <w:vertAlign w:val="subscript"/>
              </w:rPr>
              <w:t>SKM</w:t>
            </w:r>
            <w:r w:rsidR="004E0DA5" w:rsidRPr="001806FC">
              <w:t>)</w:t>
            </w:r>
          </w:p>
        </w:tc>
        <w:tc>
          <w:tcPr>
            <w:tcW w:w="5897" w:type="dxa"/>
            <w:tcBorders>
              <w:top w:val="single" w:sz="4" w:space="0" w:color="auto"/>
              <w:left w:val="nil"/>
              <w:bottom w:val="single" w:sz="4" w:space="0" w:color="auto"/>
            </w:tcBorders>
            <w:shd w:val="clear" w:color="auto" w:fill="auto"/>
          </w:tcPr>
          <w:p w:rsidR="004E0DA5" w:rsidRPr="001806FC" w:rsidRDefault="004E0DA5" w:rsidP="00AF6675">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6552A9">
              <w:t> </w:t>
            </w:r>
            <w:r w:rsidRPr="001806FC">
              <w:t>(kg</w:t>
            </w:r>
            <w:r w:rsidRPr="001806FC">
              <w:rPr>
                <w:vertAlign w:val="subscript"/>
              </w:rPr>
              <w:t>CO2</w:t>
            </w:r>
            <w:r w:rsidRPr="001806FC">
              <w:t>/kWh</w:t>
            </w:r>
            <w:r w:rsidRPr="001806FC">
              <w:rPr>
                <w:vertAlign w:val="subscript"/>
              </w:rPr>
              <w:t>th</w:t>
            </w:r>
            <w:r w:rsidR="006552A9">
              <w:t>)</w:t>
            </w:r>
          </w:p>
        </w:tc>
      </w:tr>
      <w:tr w:rsidR="00A01F08" w:rsidRPr="001806FC" w:rsidTr="006552A9">
        <w:tc>
          <w:tcPr>
            <w:tcW w:w="3382" w:type="dxa"/>
            <w:tcBorders>
              <w:top w:val="single" w:sz="4" w:space="0" w:color="auto"/>
              <w:bottom w:val="single" w:sz="4" w:space="0" w:color="auto"/>
              <w:right w:val="nil"/>
            </w:tcBorders>
            <w:shd w:val="clear" w:color="auto" w:fill="auto"/>
          </w:tcPr>
          <w:p w:rsidR="00A01F08" w:rsidRPr="001806FC" w:rsidRDefault="003358EC" w:rsidP="004264A7">
            <w:pPr>
              <w:keepNext/>
              <w:keepLines/>
              <w:overflowPunct w:val="0"/>
              <w:autoSpaceDE w:val="0"/>
              <w:autoSpaceDN w:val="0"/>
              <w:adjustRightInd w:val="0"/>
              <w:spacing w:before="120" w:after="120" w:line="288" w:lineRule="auto"/>
              <w:textAlignment w:val="baseline"/>
            </w:pPr>
            <w:ins w:id="1465" w:author="Buttner, Henrike" w:date="2021-06-17T13:37:00Z">
              <w:r w:rsidRPr="003358EC">
                <w:t xml:space="preserve">Specific greenhouse emissions Comparison system with compression chiller </w:t>
              </w:r>
            </w:ins>
            <w:del w:id="1466" w:author="Buttner, Henrike" w:date="2021-06-17T13:37:00Z">
              <w:r w:rsidR="00A01F08" w:rsidRPr="001806FC" w:rsidDel="003358EC">
                <w:delText>Spezif</w:delText>
              </w:r>
              <w:r w:rsidR="004E0DA5" w:rsidRPr="001806FC" w:rsidDel="003358EC">
                <w:delText>ische</w:delText>
              </w:r>
              <w:r w:rsidR="00A01F08" w:rsidRPr="001806FC" w:rsidDel="003358EC">
                <w:delText xml:space="preserve"> Treibhausemission</w:delText>
              </w:r>
              <w:r w:rsidR="004E0DA5" w:rsidRPr="001806FC" w:rsidDel="003358EC">
                <w:softHyphen/>
              </w:r>
              <w:r w:rsidR="00A01F08" w:rsidRPr="001806FC" w:rsidDel="003358EC">
                <w:delText xml:space="preserve">en </w:delText>
              </w:r>
              <w:r w:rsidR="004264A7" w:rsidRPr="001806FC" w:rsidDel="003358EC">
                <w:delText>Vergleichs</w:delText>
              </w:r>
              <w:r w:rsidR="004E0DA5" w:rsidRPr="001806FC" w:rsidDel="003358EC">
                <w:delText>system</w:delText>
              </w:r>
              <w:r w:rsidR="00A01F08" w:rsidRPr="001806FC" w:rsidDel="003358EC">
                <w:delText xml:space="preserve"> </w:delText>
              </w:r>
              <w:r w:rsidR="004264A7" w:rsidRPr="001806FC" w:rsidDel="003358EC">
                <w:delText xml:space="preserve">mit Kompressionskältemaschine </w:delText>
              </w:r>
            </w:del>
            <w:r w:rsidR="00A01F08" w:rsidRPr="001806FC">
              <w:t>(F</w:t>
            </w:r>
            <w:r w:rsidR="004264A7" w:rsidRPr="001806FC">
              <w:rPr>
                <w:vertAlign w:val="subscript"/>
              </w:rPr>
              <w:t>K</w:t>
            </w:r>
            <w:r w:rsidR="00A01F08" w:rsidRPr="001806FC">
              <w:rPr>
                <w:vertAlign w:val="subscript"/>
              </w:rPr>
              <w:t>KM</w:t>
            </w:r>
            <w:r w:rsidR="00A01F08" w:rsidRPr="001806FC">
              <w:t>)</w:t>
            </w:r>
          </w:p>
        </w:tc>
        <w:tc>
          <w:tcPr>
            <w:tcW w:w="5897" w:type="dxa"/>
            <w:tcBorders>
              <w:top w:val="single" w:sz="4" w:space="0" w:color="auto"/>
              <w:left w:val="nil"/>
              <w:bottom w:val="single" w:sz="4" w:space="0" w:color="auto"/>
            </w:tcBorders>
            <w:shd w:val="clear" w:color="auto" w:fill="auto"/>
          </w:tcPr>
          <w:p w:rsidR="00A01F08" w:rsidRPr="001806FC" w:rsidRDefault="00A01F08" w:rsidP="00066E87">
            <w:pPr>
              <w:keepNext/>
              <w:keepLines/>
              <w:overflowPunct w:val="0"/>
              <w:autoSpaceDE w:val="0"/>
              <w:autoSpaceDN w:val="0"/>
              <w:adjustRightInd w:val="0"/>
              <w:spacing w:before="120" w:after="120" w:line="288" w:lineRule="auto"/>
              <w:textAlignment w:val="baseline"/>
            </w:pPr>
            <w:r w:rsidRPr="001806FC">
              <w:fldChar w:fldCharType="begin">
                <w:ffData>
                  <w:name w:val="Text5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006552A9">
              <w:t> </w:t>
            </w:r>
            <w:r w:rsidRPr="001806FC">
              <w:t>(kg</w:t>
            </w:r>
            <w:r w:rsidRPr="001806FC">
              <w:rPr>
                <w:vertAlign w:val="subscript"/>
              </w:rPr>
              <w:t>CO2</w:t>
            </w:r>
            <w:r w:rsidRPr="001806FC">
              <w:t>/kWh</w:t>
            </w:r>
            <w:r w:rsidRPr="001806FC">
              <w:rPr>
                <w:vertAlign w:val="subscript"/>
              </w:rPr>
              <w:t>th</w:t>
            </w:r>
            <w:r w:rsidR="006552A9">
              <w:t>)</w:t>
            </w:r>
          </w:p>
        </w:tc>
      </w:tr>
      <w:tr w:rsidR="006552A9" w:rsidRPr="001806FC" w:rsidTr="003B5A64">
        <w:tc>
          <w:tcPr>
            <w:tcW w:w="3382" w:type="dxa"/>
            <w:tcBorders>
              <w:top w:val="single" w:sz="4" w:space="0" w:color="auto"/>
              <w:bottom w:val="single" w:sz="4" w:space="0" w:color="auto"/>
              <w:right w:val="nil"/>
            </w:tcBorders>
            <w:shd w:val="clear" w:color="auto" w:fill="auto"/>
          </w:tcPr>
          <w:p w:rsidR="006552A9" w:rsidRPr="006552A9" w:rsidRDefault="003358EC" w:rsidP="004264A7">
            <w:pPr>
              <w:keepNext/>
              <w:keepLines/>
              <w:overflowPunct w:val="0"/>
              <w:autoSpaceDE w:val="0"/>
              <w:autoSpaceDN w:val="0"/>
              <w:adjustRightInd w:val="0"/>
              <w:spacing w:before="120" w:after="120" w:line="288" w:lineRule="auto"/>
              <w:textAlignment w:val="baseline"/>
            </w:pPr>
            <w:ins w:id="1467" w:author="Buttner, Henrike" w:date="2021-06-17T13:37:00Z">
              <w:r w:rsidRPr="003358EC">
                <w:t>Requirement FSKM ≤ FKKM fulfilled?</w:t>
              </w:r>
            </w:ins>
            <w:del w:id="1468" w:author="Buttner, Henrike" w:date="2021-06-17T13:37:00Z">
              <w:r w:rsidR="006552A9" w:rsidDel="003358EC">
                <w:delText xml:space="preserve">Anforderung </w:delText>
              </w:r>
              <w:r w:rsidR="006552A9" w:rsidRPr="001806FC" w:rsidDel="003358EC">
                <w:delText>F</w:delText>
              </w:r>
              <w:r w:rsidR="006552A9" w:rsidRPr="001806FC" w:rsidDel="003358EC">
                <w:rPr>
                  <w:vertAlign w:val="subscript"/>
                </w:rPr>
                <w:delText>SKM</w:delText>
              </w:r>
              <w:r w:rsidR="006552A9" w:rsidDel="003358EC">
                <w:delText xml:space="preserve"> ≤ </w:delText>
              </w:r>
              <w:r w:rsidR="006552A9" w:rsidRPr="001806FC" w:rsidDel="003358EC">
                <w:delText>F</w:delText>
              </w:r>
              <w:r w:rsidR="006552A9" w:rsidRPr="001806FC" w:rsidDel="003358EC">
                <w:rPr>
                  <w:vertAlign w:val="subscript"/>
                </w:rPr>
                <w:delText>KKM</w:delText>
              </w:r>
              <w:r w:rsidR="006552A9" w:rsidDel="003358EC">
                <w:rPr>
                  <w:vertAlign w:val="subscript"/>
                </w:rPr>
                <w:delText xml:space="preserve"> </w:delText>
              </w:r>
              <w:r w:rsidR="006552A9" w:rsidDel="003358EC">
                <w:delText>erfüllt?</w:delText>
              </w:r>
            </w:del>
          </w:p>
        </w:tc>
        <w:tc>
          <w:tcPr>
            <w:tcW w:w="5897" w:type="dxa"/>
            <w:tcBorders>
              <w:top w:val="single" w:sz="4" w:space="0" w:color="auto"/>
              <w:left w:val="nil"/>
              <w:bottom w:val="single" w:sz="4" w:space="0" w:color="auto"/>
            </w:tcBorders>
            <w:shd w:val="clear" w:color="auto" w:fill="auto"/>
          </w:tcPr>
          <w:p w:rsidR="006552A9" w:rsidRPr="001806FC" w:rsidRDefault="006552A9" w:rsidP="006552A9">
            <w:pPr>
              <w:keepNext/>
              <w:keepLines/>
              <w:overflowPunct w:val="0"/>
              <w:autoSpaceDE w:val="0"/>
              <w:autoSpaceDN w:val="0"/>
              <w:adjustRightInd w:val="0"/>
              <w:spacing w:before="120" w:after="120" w:line="288" w:lineRule="auto"/>
              <w:textAlignment w:val="baseline"/>
            </w:pPr>
            <w:r w:rsidRPr="001806FC">
              <w:fldChar w:fldCharType="begin">
                <w:ffData>
                  <w:name w:val=""/>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r>
              <w:t> </w:t>
            </w:r>
            <w:r w:rsidRPr="001806FC">
              <w:t>(</w:t>
            </w:r>
            <w:del w:id="1469" w:author="Buttner, Henrike" w:date="2021-06-17T13:37:00Z">
              <w:r w:rsidRPr="001806FC" w:rsidDel="003358EC">
                <w:delText>Ja/Nein</w:delText>
              </w:r>
            </w:del>
            <w:ins w:id="1470" w:author="Buttner, Henrike" w:date="2021-06-17T13:37:00Z">
              <w:r w:rsidR="003358EC">
                <w:t>Yes/No</w:t>
              </w:r>
            </w:ins>
            <w:r w:rsidRPr="001806FC">
              <w:t>)</w:t>
            </w:r>
          </w:p>
        </w:tc>
      </w:tr>
      <w:tr w:rsidR="00442C4B" w:rsidRPr="001806FC" w:rsidTr="00803F1B">
        <w:tc>
          <w:tcPr>
            <w:tcW w:w="9279" w:type="dxa"/>
            <w:gridSpan w:val="2"/>
            <w:tcBorders>
              <w:bottom w:val="single" w:sz="4" w:space="0" w:color="auto"/>
            </w:tcBorders>
            <w:shd w:val="clear" w:color="auto" w:fill="C6D9F1" w:themeFill="text2" w:themeFillTint="33"/>
          </w:tcPr>
          <w:p w:rsidR="00442C4B" w:rsidRPr="001806FC" w:rsidRDefault="003358EC" w:rsidP="00442C4B">
            <w:pPr>
              <w:keepNext/>
              <w:keepLines/>
              <w:overflowPunct w:val="0"/>
              <w:autoSpaceDE w:val="0"/>
              <w:autoSpaceDN w:val="0"/>
              <w:adjustRightInd w:val="0"/>
              <w:spacing w:before="120" w:after="120" w:line="288" w:lineRule="auto"/>
              <w:textAlignment w:val="baseline"/>
              <w:rPr>
                <w:b/>
              </w:rPr>
            </w:pPr>
            <w:ins w:id="1471" w:author="Buttner, Henrike" w:date="2021-06-17T13:38:00Z">
              <w:r w:rsidRPr="003358EC">
                <w:rPr>
                  <w:b/>
                </w:rPr>
                <w:t xml:space="preserve">For exception 3 </w:t>
              </w:r>
              <w:r w:rsidRPr="003358EC">
                <w:rPr>
                  <w:rPrChange w:id="1472" w:author="Buttner, Henrike" w:date="2021-06-17T13:38:00Z">
                    <w:rPr>
                      <w:b/>
                    </w:rPr>
                  </w:rPrChange>
                </w:rPr>
                <w:t>(Colo data centre not fully utilised):</w:t>
              </w:r>
            </w:ins>
            <w:del w:id="1473" w:author="Buttner, Henrike" w:date="2021-06-17T13:38:00Z">
              <w:r w:rsidR="00442C4B" w:rsidRPr="001806FC" w:rsidDel="003358EC">
                <w:rPr>
                  <w:b/>
                </w:rPr>
                <w:delText xml:space="preserve">Bei Ausnahmeregelung </w:delText>
              </w:r>
              <w:r w:rsidR="00442C4B" w:rsidDel="003358EC">
                <w:rPr>
                  <w:b/>
                </w:rPr>
                <w:delText>3</w:delText>
              </w:r>
              <w:r w:rsidR="00442C4B" w:rsidRPr="001806FC" w:rsidDel="003358EC">
                <w:rPr>
                  <w:b/>
                </w:rPr>
                <w:delText xml:space="preserve"> </w:delText>
              </w:r>
              <w:r w:rsidR="00442C4B" w:rsidRPr="001806FC" w:rsidDel="003358EC">
                <w:delText>(</w:delText>
              </w:r>
              <w:r w:rsidR="00442C4B" w:rsidDel="003358EC">
                <w:delText>nicht vollständig ausgelastetetes Colo-Rechenzentrum</w:delText>
              </w:r>
              <w:r w:rsidR="00442C4B" w:rsidRPr="001806FC" w:rsidDel="003358EC">
                <w:delText>)</w:delText>
              </w:r>
              <w:r w:rsidR="00442C4B" w:rsidRPr="001806FC" w:rsidDel="003358EC">
                <w:rPr>
                  <w:b/>
                </w:rPr>
                <w:delText>:</w:delText>
              </w:r>
            </w:del>
          </w:p>
        </w:tc>
      </w:tr>
      <w:tr w:rsidR="00442C4B" w:rsidRPr="001806FC" w:rsidTr="006552A9">
        <w:tc>
          <w:tcPr>
            <w:tcW w:w="3382" w:type="dxa"/>
            <w:tcBorders>
              <w:top w:val="single" w:sz="4" w:space="0" w:color="auto"/>
              <w:right w:val="nil"/>
            </w:tcBorders>
            <w:shd w:val="clear" w:color="auto" w:fill="auto"/>
          </w:tcPr>
          <w:p w:rsidR="003358EC" w:rsidRDefault="003358EC" w:rsidP="003358EC">
            <w:pPr>
              <w:keepNext/>
              <w:keepLines/>
              <w:overflowPunct w:val="0"/>
              <w:autoSpaceDE w:val="0"/>
              <w:autoSpaceDN w:val="0"/>
              <w:adjustRightInd w:val="0"/>
              <w:spacing w:before="120" w:after="120" w:line="288" w:lineRule="auto"/>
              <w:jc w:val="left"/>
              <w:textAlignment w:val="baseline"/>
              <w:rPr>
                <w:ins w:id="1474" w:author="Buttner, Henrike" w:date="2021-06-17T13:38:00Z"/>
              </w:rPr>
            </w:pPr>
            <w:ins w:id="1475" w:author="Buttner, Henrike" w:date="2021-06-17T13:38:00Z">
              <w:r>
                <w:t xml:space="preserve">Commissioning of the </w:t>
              </w:r>
            </w:ins>
          </w:p>
          <w:p w:rsidR="00442C4B" w:rsidRDefault="003358EC" w:rsidP="003358EC">
            <w:pPr>
              <w:keepNext/>
              <w:keepLines/>
              <w:overflowPunct w:val="0"/>
              <w:autoSpaceDE w:val="0"/>
              <w:autoSpaceDN w:val="0"/>
              <w:adjustRightInd w:val="0"/>
              <w:spacing w:before="120" w:after="120" w:line="288" w:lineRule="auto"/>
              <w:jc w:val="left"/>
              <w:textAlignment w:val="baseline"/>
            </w:pPr>
            <w:ins w:id="1476" w:author="Buttner, Henrike" w:date="2021-06-17T13:38:00Z">
              <w:r>
                <w:t>Data centre</w:t>
              </w:r>
            </w:ins>
            <w:del w:id="1477" w:author="Buttner, Henrike" w:date="2021-06-17T13:38:00Z">
              <w:r w:rsidR="00442C4B" w:rsidRPr="00442C4B" w:rsidDel="003358EC">
                <w:delText xml:space="preserve">Inbetriebnahme des </w:delText>
              </w:r>
              <w:r w:rsidR="00442C4B" w:rsidDel="003358EC">
                <w:br/>
              </w:r>
              <w:r w:rsidR="00442C4B" w:rsidRPr="00442C4B" w:rsidDel="003358EC">
                <w:delText>Rechenzentrums</w:delText>
              </w:r>
            </w:del>
          </w:p>
        </w:tc>
        <w:tc>
          <w:tcPr>
            <w:tcW w:w="5897" w:type="dxa"/>
            <w:tcBorders>
              <w:top w:val="single" w:sz="4" w:space="0" w:color="auto"/>
              <w:left w:val="nil"/>
            </w:tcBorders>
            <w:shd w:val="clear" w:color="auto" w:fill="auto"/>
          </w:tcPr>
          <w:p w:rsidR="00442C4B" w:rsidRPr="001806FC" w:rsidDel="003358EC" w:rsidRDefault="00442C4B" w:rsidP="00442C4B">
            <w:pPr>
              <w:keepNext/>
              <w:keepLines/>
              <w:overflowPunct w:val="0"/>
              <w:autoSpaceDE w:val="0"/>
              <w:autoSpaceDN w:val="0"/>
              <w:adjustRightInd w:val="0"/>
              <w:spacing w:before="120" w:after="120" w:line="288" w:lineRule="auto"/>
              <w:textAlignment w:val="baseline"/>
              <w:rPr>
                <w:del w:id="1478" w:author="Buttner, Henrike" w:date="2021-06-17T13:38:00Z"/>
              </w:rPr>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ins w:id="1479" w:author="Buttner, Henrike" w:date="2021-06-17T13:38:00Z">
              <w:r w:rsidR="003358EC" w:rsidRPr="003358EC">
                <w:t>Commissioning &lt; 1 year (min.: JAZ &gt; 5)</w:t>
              </w:r>
            </w:ins>
            <w:del w:id="1480" w:author="Buttner, Henrike" w:date="2021-06-17T13:38:00Z">
              <w:r w:rsidDel="003358EC">
                <w:delText>Inbetriebnahme</w:delText>
              </w:r>
              <w:r w:rsidRPr="00793CAB" w:rsidDel="003358EC">
                <w:delText xml:space="preserve"> &lt; 1 Jahr</w:delText>
              </w:r>
              <w:r w:rsidR="00AC29F0" w:rsidDel="003358EC">
                <w:delText xml:space="preserve"> (mind.: JAZ</w:delText>
              </w:r>
              <w:r w:rsidR="00AC29F0" w:rsidRPr="00793CAB" w:rsidDel="003358EC">
                <w:delText xml:space="preserve"> &gt; 5</w:delText>
              </w:r>
              <w:r w:rsidR="00AC29F0" w:rsidDel="003358EC">
                <w:delText>)</w:delText>
              </w:r>
            </w:del>
          </w:p>
          <w:p w:rsidR="003358EC" w:rsidRDefault="003358EC" w:rsidP="00442C4B">
            <w:pPr>
              <w:keepNext/>
              <w:keepLines/>
              <w:overflowPunct w:val="0"/>
              <w:autoSpaceDE w:val="0"/>
              <w:autoSpaceDN w:val="0"/>
              <w:adjustRightInd w:val="0"/>
              <w:spacing w:before="120" w:after="120" w:line="288" w:lineRule="auto"/>
              <w:textAlignment w:val="baseline"/>
              <w:rPr>
                <w:ins w:id="1481" w:author="Buttner, Henrike" w:date="2021-06-17T13:38:00Z"/>
                <w:rFonts w:ascii="Arial Narrow" w:eastAsia="Calibri" w:hAnsi="Arial Narrow" w:cs="Times New Roman"/>
                <w:sz w:val="24"/>
                <w:szCs w:val="24"/>
              </w:rPr>
            </w:pPr>
          </w:p>
          <w:p w:rsidR="00442C4B" w:rsidRDefault="00442C4B" w:rsidP="00442C4B">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rPr>
                <w:rFonts w:ascii="Arial Narrow" w:eastAsia="Calibri" w:hAnsi="Arial Narrow" w:cs="Times New Roman"/>
                <w:sz w:val="24"/>
                <w:szCs w:val="24"/>
              </w:rPr>
              <w:t xml:space="preserve"> </w:t>
            </w:r>
            <w:ins w:id="1482" w:author="Buttner, Henrike" w:date="2021-06-17T13:38:00Z">
              <w:r w:rsidR="003358EC" w:rsidRPr="003358EC">
                <w:t>1 year ≤ commissioning &lt; 2 years (min.: JAZ &gt; 6.5)</w:t>
              </w:r>
            </w:ins>
            <w:del w:id="1483" w:author="Buttner, Henrike" w:date="2021-06-17T13:38:00Z">
              <w:r w:rsidDel="003358EC">
                <w:delText>1 Jahr ≤ Inb</w:delText>
              </w:r>
              <w:r w:rsidRPr="00793CAB" w:rsidDel="003358EC">
                <w:delText xml:space="preserve">etriebnahme </w:delText>
              </w:r>
              <w:r w:rsidDel="003358EC">
                <w:delText>&lt; 2</w:delText>
              </w:r>
              <w:r w:rsidRPr="00793CAB" w:rsidDel="003358EC">
                <w:delText xml:space="preserve"> Jahr</w:delText>
              </w:r>
              <w:r w:rsidDel="003358EC">
                <w:delText>e</w:delText>
              </w:r>
              <w:r w:rsidR="00AC29F0" w:rsidDel="003358EC">
                <w:delText xml:space="preserve"> (mind.: JAZ</w:delText>
              </w:r>
              <w:r w:rsidR="00AC29F0" w:rsidRPr="00A30E14" w:rsidDel="003358EC">
                <w:delText xml:space="preserve"> &gt; </w:delText>
              </w:r>
              <w:r w:rsidR="00AC29F0" w:rsidDel="003358EC">
                <w:delText>6,5)</w:delText>
              </w:r>
            </w:del>
          </w:p>
          <w:p w:rsidR="00442C4B" w:rsidRPr="001806FC" w:rsidRDefault="00442C4B" w:rsidP="00442C4B">
            <w:pPr>
              <w:keepNext/>
              <w:keepLines/>
              <w:overflowPunct w:val="0"/>
              <w:autoSpaceDE w:val="0"/>
              <w:autoSpaceDN w:val="0"/>
              <w:adjustRightInd w:val="0"/>
              <w:spacing w:before="120" w:after="120" w:line="288" w:lineRule="auto"/>
              <w:textAlignment w:val="baseline"/>
            </w:pPr>
            <w:r w:rsidRPr="001806FC">
              <w:rPr>
                <w:rFonts w:ascii="Arial Narrow" w:eastAsia="Calibri" w:hAnsi="Arial Narrow" w:cs="Times New Roman"/>
                <w:sz w:val="24"/>
                <w:szCs w:val="24"/>
              </w:rPr>
              <w:fldChar w:fldCharType="begin">
                <w:ffData>
                  <w:name w:val="Kontrollkästchen7"/>
                  <w:enabled/>
                  <w:calcOnExit w:val="0"/>
                  <w:checkBox>
                    <w:sizeAuto/>
                    <w:default w:val="0"/>
                    <w:checked w:val="0"/>
                  </w:checkBox>
                </w:ffData>
              </w:fldChar>
            </w:r>
            <w:r w:rsidRPr="001806FC">
              <w:rPr>
                <w:rFonts w:ascii="Arial Narrow" w:eastAsia="Calibri" w:hAnsi="Arial Narrow" w:cs="Times New Roman"/>
                <w:sz w:val="24"/>
                <w:szCs w:val="24"/>
              </w:rPr>
              <w:instrText xml:space="preserve"> FORMCHECKBOX </w:instrText>
            </w:r>
            <w:r w:rsidR="00226445">
              <w:rPr>
                <w:rFonts w:ascii="Arial Narrow" w:eastAsia="Calibri" w:hAnsi="Arial Narrow" w:cs="Times New Roman"/>
                <w:sz w:val="24"/>
                <w:szCs w:val="24"/>
              </w:rPr>
            </w:r>
            <w:r w:rsidR="00226445">
              <w:rPr>
                <w:rFonts w:ascii="Arial Narrow" w:eastAsia="Calibri" w:hAnsi="Arial Narrow" w:cs="Times New Roman"/>
                <w:sz w:val="24"/>
                <w:szCs w:val="24"/>
              </w:rPr>
              <w:fldChar w:fldCharType="separate"/>
            </w:r>
            <w:r w:rsidRPr="001806FC">
              <w:rPr>
                <w:rFonts w:ascii="Arial Narrow" w:eastAsia="Calibri" w:hAnsi="Arial Narrow" w:cs="Times New Roman"/>
                <w:sz w:val="24"/>
                <w:szCs w:val="24"/>
              </w:rPr>
              <w:fldChar w:fldCharType="end"/>
            </w:r>
            <w:r w:rsidRPr="001806FC">
              <w:t xml:space="preserve"> </w:t>
            </w:r>
            <w:ins w:id="1484" w:author="Buttner, Henrike" w:date="2021-06-17T13:38:00Z">
              <w:r w:rsidR="003358EC" w:rsidRPr="003358EC">
                <w:t>Commissioning ≥ 2 years (no exception)</w:t>
              </w:r>
            </w:ins>
            <w:del w:id="1485" w:author="Buttner, Henrike" w:date="2021-06-17T13:38:00Z">
              <w:r w:rsidDel="003358EC">
                <w:delText>Inbetriebnahme ≥ 2 Jahre</w:delText>
              </w:r>
              <w:r w:rsidR="00AC29F0" w:rsidDel="003358EC">
                <w:delText xml:space="preserve"> (keine Ausnahme)</w:delText>
              </w:r>
            </w:del>
          </w:p>
        </w:tc>
      </w:tr>
    </w:tbl>
    <w:p w:rsidR="001A3F2C" w:rsidRPr="001806FC" w:rsidRDefault="001A3F2C" w:rsidP="001A3F2C">
      <w:pPr>
        <w:overflowPunct w:val="0"/>
        <w:autoSpaceDE w:val="0"/>
        <w:autoSpaceDN w:val="0"/>
        <w:adjustRightInd w:val="0"/>
        <w:spacing w:after="0" w:line="360" w:lineRule="auto"/>
        <w:textAlignment w:val="baseline"/>
        <w:rPr>
          <w:b/>
        </w:rPr>
      </w:pPr>
    </w:p>
    <w:p w:rsidR="00054809" w:rsidRPr="001806FC" w:rsidRDefault="006C1DEF" w:rsidP="00650615">
      <w:pPr>
        <w:pStyle w:val="berschrift2"/>
      </w:pPr>
      <w:bookmarkStart w:id="1486" w:name="_Ref389551433"/>
      <w:bookmarkStart w:id="1487" w:name="_Toc399239528"/>
      <w:bookmarkStart w:id="1488" w:name="_Toc74830186"/>
      <w:r w:rsidRPr="001806FC">
        <w:t>U</w:t>
      </w:r>
      <w:del w:id="1489" w:author="Buttner, Henrike" w:date="2021-06-17T13:39:00Z">
        <w:r w:rsidRPr="001806FC" w:rsidDel="006F39D9">
          <w:delText>nterbrechungsfreie Stromversorgung (USV)</w:delText>
        </w:r>
      </w:del>
      <w:bookmarkEnd w:id="1486"/>
      <w:bookmarkEnd w:id="1487"/>
      <w:ins w:id="1490" w:author="Buttner, Henrike" w:date="2021-06-17T13:39:00Z">
        <w:r w:rsidR="006F39D9" w:rsidRPr="006F39D9">
          <w:t>ninterruptible Power Supply (UPS)</w:t>
        </w:r>
      </w:ins>
      <w:bookmarkEnd w:id="1488"/>
    </w:p>
    <w:p w:rsidR="004F359D" w:rsidRPr="001806FC" w:rsidRDefault="004F359D" w:rsidP="0013289B">
      <w:pPr>
        <w:numPr>
          <w:ilvl w:val="0"/>
          <w:numId w:val="31"/>
        </w:numPr>
      </w:pPr>
      <w:del w:id="1491" w:author="Buttner, Henrike" w:date="2021-06-17T13:39:00Z">
        <w:r w:rsidRPr="001806FC" w:rsidDel="006F39D9">
          <w:delText>Se</w:delText>
        </w:r>
      </w:del>
      <w:ins w:id="1492" w:author="Buttner, Henrike" w:date="2021-06-17T13:39:00Z">
        <w:r w:rsidR="006F39D9" w:rsidRPr="006F39D9">
          <w:t xml:space="preserve">Do you use a UPS in your data centre? </w:t>
        </w:r>
      </w:ins>
      <w:del w:id="1493" w:author="Buttner, Henrike" w:date="2021-06-17T13:39:00Z">
        <w:r w:rsidRPr="001806FC" w:rsidDel="006F39D9">
          <w:delText>tzen Sie in ihrem RZ eine USV ein?</w:delText>
        </w:r>
      </w:del>
      <w:r w:rsidRPr="001806FC">
        <w:t xml:space="preserve"> </w:t>
      </w:r>
      <w:r w:rsidRPr="001806FC">
        <w:fldChar w:fldCharType="begin">
          <w:ffData>
            <w:name w:val="Dropdown1"/>
            <w:enabled/>
            <w:calcOnExit/>
            <w:ddList>
              <w:listEntry w:val="        "/>
              <w:listEntry w:val="Ja"/>
              <w:listEntry w:val="Nein"/>
            </w:ddList>
          </w:ffData>
        </w:fldChar>
      </w:r>
      <w:r w:rsidRPr="001806FC">
        <w:instrText xml:space="preserve"> FORMDROPDOWN </w:instrText>
      </w:r>
      <w:r w:rsidR="00226445">
        <w:fldChar w:fldCharType="separate"/>
      </w:r>
      <w:r w:rsidRPr="001806FC">
        <w:fldChar w:fldCharType="end"/>
      </w:r>
      <w:r w:rsidRPr="001806FC">
        <w:t xml:space="preserve">     (</w:t>
      </w:r>
      <w:del w:id="1494" w:author="Buttner, Henrike" w:date="2021-06-17T13:39:00Z">
        <w:r w:rsidRPr="001806FC" w:rsidDel="006F39D9">
          <w:delText>Ja/Nein</w:delText>
        </w:r>
      </w:del>
      <w:ins w:id="1495" w:author="Buttner, Henrike" w:date="2021-06-17T13:39:00Z">
        <w:r w:rsidR="006F39D9">
          <w:t>Yes/No</w:t>
        </w:r>
      </w:ins>
      <w:r w:rsidRPr="001806FC">
        <w:t>)</w:t>
      </w:r>
    </w:p>
    <w:p w:rsidR="004F359D" w:rsidRPr="001806FC" w:rsidRDefault="004F359D" w:rsidP="004F359D">
      <w:pPr>
        <w:tabs>
          <w:tab w:val="left" w:pos="425"/>
        </w:tabs>
      </w:pPr>
      <w:r w:rsidRPr="001806FC">
        <w:sym w:font="Wingdings" w:char="F0F0"/>
      </w:r>
      <w:r w:rsidRPr="001806FC">
        <w:tab/>
      </w:r>
      <w:del w:id="1496" w:author="Buttner, Henrike" w:date="2021-06-17T13:39:00Z">
        <w:r w:rsidRPr="001806FC" w:rsidDel="006F39D9">
          <w:delText>Falls Ja</w:delText>
        </w:r>
      </w:del>
      <w:ins w:id="1497" w:author="Buttner, Henrike" w:date="2021-06-17T13:39:00Z">
        <w:r w:rsidR="006F39D9">
          <w:t>If yes</w:t>
        </w:r>
      </w:ins>
      <w:r w:rsidRPr="001806FC">
        <w:t>:</w:t>
      </w:r>
    </w:p>
    <w:p w:rsidR="004F359D" w:rsidDel="006F39D9" w:rsidRDefault="006F39D9" w:rsidP="004F359D">
      <w:pPr>
        <w:tabs>
          <w:tab w:val="left" w:pos="1701"/>
        </w:tabs>
        <w:ind w:left="1134"/>
        <w:rPr>
          <w:del w:id="1498" w:author="Buttner, Henrike" w:date="2021-06-17T13:40:00Z"/>
        </w:rPr>
      </w:pPr>
      <w:ins w:id="1499" w:author="Buttner, Henrike" w:date="2021-06-17T13:40:00Z">
        <w:r w:rsidRPr="006F39D9">
          <w:t>Please indicate which area(s) are protected by the UPS (multiple answers possible):</w:t>
        </w:r>
      </w:ins>
      <w:del w:id="1500" w:author="Buttner, Henrike" w:date="2021-06-17T13:40:00Z">
        <w:r w:rsidR="004F359D" w:rsidRPr="001806FC" w:rsidDel="006F39D9">
          <w:delText>Bitte geben Sie an, welcher Bereich / welche Bereiche über die USV abgesichert werden (Mehrfachnennung möglich):</w:delText>
        </w:r>
      </w:del>
    </w:p>
    <w:p w:rsidR="006F39D9" w:rsidRPr="001806FC" w:rsidRDefault="006F39D9" w:rsidP="004F359D">
      <w:pPr>
        <w:ind w:left="1134"/>
        <w:rPr>
          <w:ins w:id="1501" w:author="Buttner, Henrike" w:date="2021-06-17T13:40:00Z"/>
        </w:rPr>
      </w:pPr>
    </w:p>
    <w:p w:rsidR="004F359D" w:rsidRPr="001806FC" w:rsidRDefault="004F359D" w:rsidP="004F359D">
      <w:pPr>
        <w:tabs>
          <w:tab w:val="left" w:pos="1701"/>
        </w:tabs>
        <w:ind w:left="1134"/>
      </w:pPr>
      <w:r w:rsidRPr="001806FC">
        <w:fldChar w:fldCharType="begin">
          <w:ffData>
            <w:name w:val="Kontrollkästchen31"/>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1502" w:author="Buttner, Henrike" w:date="2021-06-17T13:40:00Z">
        <w:r w:rsidR="006F39D9" w:rsidRPr="006F39D9">
          <w:t>ICT components</w:t>
        </w:r>
        <w:r w:rsidR="006F39D9" w:rsidRPr="006F39D9" w:rsidDel="006F39D9">
          <w:t xml:space="preserve"> </w:t>
        </w:r>
      </w:ins>
      <w:del w:id="1503" w:author="Buttner, Henrike" w:date="2021-06-17T13:40:00Z">
        <w:r w:rsidRPr="001806FC" w:rsidDel="006F39D9">
          <w:delText>IKT-Komponenten</w:delText>
        </w:r>
      </w:del>
    </w:p>
    <w:p w:rsidR="006F39D9" w:rsidRDefault="004F359D" w:rsidP="004F359D">
      <w:pPr>
        <w:tabs>
          <w:tab w:val="left" w:pos="1701"/>
        </w:tabs>
        <w:ind w:left="1134"/>
        <w:rPr>
          <w:ins w:id="1504" w:author="Buttner, Henrike" w:date="2021-06-17T13:40:00Z"/>
        </w:rPr>
      </w:pPr>
      <w:r w:rsidRPr="001806FC">
        <w:fldChar w:fldCharType="begin">
          <w:ffData>
            <w:name w:val="Kontrollkästchen32"/>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1505" w:author="Buttner, Henrike" w:date="2021-06-17T13:40:00Z">
        <w:r w:rsidR="006F39D9" w:rsidRPr="006F39D9">
          <w:t>Fans in the server room (e.g. ULK, inlet systems)</w:t>
        </w:r>
      </w:ins>
    </w:p>
    <w:p w:rsidR="004F359D" w:rsidRPr="001806FC" w:rsidDel="006F39D9" w:rsidRDefault="006F39D9" w:rsidP="004F359D">
      <w:pPr>
        <w:tabs>
          <w:tab w:val="left" w:pos="1701"/>
        </w:tabs>
        <w:ind w:left="1134"/>
        <w:rPr>
          <w:del w:id="1506" w:author="Buttner, Henrike" w:date="2021-06-17T13:40:00Z"/>
        </w:rPr>
      </w:pPr>
      <w:ins w:id="1507" w:author="Buttner, Henrike" w:date="2021-06-17T13:40:00Z">
        <w:r w:rsidRPr="006F39D9">
          <w:t xml:space="preserve"> </w:t>
        </w:r>
      </w:ins>
      <w:del w:id="1508" w:author="Buttner, Henrike" w:date="2021-06-17T13:40:00Z">
        <w:r w:rsidR="004F359D" w:rsidRPr="001806FC" w:rsidDel="006F39D9">
          <w:delText>Lüfter im Serverraum (z.B. ULK</w:delText>
        </w:r>
        <w:r w:rsidR="00A162E6" w:rsidDel="006F39D9">
          <w:delText>, Inlet-Systeme</w:delText>
        </w:r>
        <w:r w:rsidR="004F359D" w:rsidRPr="001806FC" w:rsidDel="006F39D9">
          <w:delText xml:space="preserve">) </w:delText>
        </w:r>
      </w:del>
    </w:p>
    <w:p w:rsidR="004F359D" w:rsidDel="006F39D9" w:rsidRDefault="004F359D" w:rsidP="004F359D">
      <w:pPr>
        <w:tabs>
          <w:tab w:val="left" w:pos="1701"/>
        </w:tabs>
        <w:ind w:left="1134"/>
        <w:rPr>
          <w:del w:id="1509" w:author="Buttner, Henrike" w:date="2021-06-17T13:40:00Z"/>
        </w:rPr>
      </w:pPr>
      <w:r w:rsidRPr="001806FC">
        <w:fldChar w:fldCharType="begin">
          <w:ffData>
            <w:name w:val="Kontrollkästchen33"/>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1510" w:author="Buttner, Henrike" w:date="2021-06-17T13:40:00Z">
        <w:r w:rsidR="006F39D9" w:rsidRPr="006F39D9">
          <w:t>Pumps in the cooling circuit</w:t>
        </w:r>
      </w:ins>
      <w:del w:id="1511" w:author="Buttner, Henrike" w:date="2021-06-17T13:40:00Z">
        <w:r w:rsidRPr="001806FC" w:rsidDel="006F39D9">
          <w:delText xml:space="preserve">Pumpen </w:delText>
        </w:r>
        <w:r w:rsidR="00A162E6" w:rsidDel="006F39D9">
          <w:delText>im Kühlkreislauf</w:delText>
        </w:r>
      </w:del>
    </w:p>
    <w:p w:rsidR="006F39D9" w:rsidRPr="001806FC" w:rsidRDefault="006F39D9" w:rsidP="004F359D">
      <w:pPr>
        <w:tabs>
          <w:tab w:val="left" w:pos="1701"/>
        </w:tabs>
        <w:ind w:left="1134"/>
        <w:rPr>
          <w:ins w:id="1512" w:author="Buttner, Henrike" w:date="2021-06-17T13:40:00Z"/>
        </w:rPr>
      </w:pPr>
    </w:p>
    <w:p w:rsidR="004F359D" w:rsidRDefault="004F359D" w:rsidP="004F359D">
      <w:pPr>
        <w:tabs>
          <w:tab w:val="left" w:pos="1701"/>
        </w:tabs>
        <w:ind w:left="1134"/>
        <w:rPr>
          <w:ins w:id="1513" w:author="Buttner, Henrike" w:date="2021-06-17T13:40:00Z"/>
        </w:rPr>
      </w:pPr>
      <w:r w:rsidRPr="001806FC">
        <w:fldChar w:fldCharType="begin">
          <w:ffData>
            <w:name w:val="Kontrollkästchen34"/>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del w:id="1514" w:author="Buttner, Henrike" w:date="2021-06-17T13:40:00Z">
        <w:r w:rsidRPr="001806FC" w:rsidDel="006F39D9">
          <w:delText xml:space="preserve">Sonstiges </w:delText>
        </w:r>
      </w:del>
      <w:ins w:id="1515" w:author="Buttner, Henrike" w:date="2021-06-17T13:40:00Z">
        <w:r w:rsidR="006F39D9">
          <w:t>Others</w:t>
        </w:r>
        <w:r w:rsidR="006F39D9" w:rsidRPr="001806FC">
          <w:t xml:space="preserve"> </w:t>
        </w:r>
      </w:ins>
      <w:r w:rsidRPr="001806FC">
        <w:fldChar w:fldCharType="begin">
          <w:ffData>
            <w:name w:val="Text20"/>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r w:rsidRPr="001806FC">
        <w:t xml:space="preserve"> </w:t>
      </w:r>
    </w:p>
    <w:p w:rsidR="006F39D9" w:rsidRPr="001806FC" w:rsidRDefault="006F39D9" w:rsidP="004F359D">
      <w:pPr>
        <w:tabs>
          <w:tab w:val="left" w:pos="1701"/>
        </w:tabs>
        <w:ind w:left="1134"/>
      </w:pPr>
    </w:p>
    <w:p w:rsidR="004F359D" w:rsidRPr="001806FC" w:rsidRDefault="004F359D" w:rsidP="0013289B">
      <w:pPr>
        <w:numPr>
          <w:ilvl w:val="0"/>
          <w:numId w:val="31"/>
        </w:numPr>
      </w:pPr>
      <w:r w:rsidRPr="001806FC">
        <w:t>W</w:t>
      </w:r>
      <w:del w:id="1516" w:author="Buttner, Henrike" w:date="2021-06-17T13:40:00Z">
        <w:r w:rsidRPr="001806FC" w:rsidDel="006F39D9">
          <w:delText xml:space="preserve">elches </w:delText>
        </w:r>
      </w:del>
      <w:ins w:id="1517" w:author="Buttner, Henrike" w:date="2021-06-17T13:40:00Z">
        <w:r w:rsidR="006F39D9" w:rsidRPr="006F39D9">
          <w:t>hat technical concept do they use for the UPS?</w:t>
        </w:r>
      </w:ins>
      <w:del w:id="1518" w:author="Buttner, Henrike" w:date="2021-06-17T13:40:00Z">
        <w:r w:rsidRPr="001806FC" w:rsidDel="006F39D9">
          <w:delText>technische Konzept nutzen sie für die USV?</w:delText>
        </w:r>
      </w:del>
    </w:p>
    <w:p w:rsidR="004F359D" w:rsidRPr="001806FC" w:rsidRDefault="004F359D" w:rsidP="004F359D">
      <w:pPr>
        <w:keepNext/>
        <w:tabs>
          <w:tab w:val="left" w:pos="1701"/>
        </w:tabs>
        <w:ind w:left="1134"/>
      </w:pPr>
      <w:r w:rsidRPr="001806FC">
        <w:fldChar w:fldCharType="begin">
          <w:ffData>
            <w:name w:val="Kontrollkästchen35"/>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t>O</w:t>
      </w:r>
      <w:ins w:id="1519" w:author="Buttner, Henrike" w:date="2021-06-17T13:41:00Z">
        <w:r w:rsidR="006F39D9" w:rsidRPr="006F39D9">
          <w:t>nline operation with double conversion</w:t>
        </w:r>
      </w:ins>
      <w:del w:id="1520" w:author="Buttner, Henrike" w:date="2021-06-17T13:41:00Z">
        <w:r w:rsidRPr="001806FC" w:rsidDel="006F39D9">
          <w:delText>nlinebetrieb mit Doppelwandlung</w:delText>
        </w:r>
      </w:del>
    </w:p>
    <w:p w:rsidR="004F359D" w:rsidRPr="001806FC" w:rsidRDefault="004F359D" w:rsidP="004F359D">
      <w:pPr>
        <w:keepNext/>
        <w:tabs>
          <w:tab w:val="left" w:pos="1701"/>
        </w:tabs>
        <w:ind w:left="1134"/>
      </w:pPr>
      <w:r w:rsidRPr="001806FC">
        <w:fldChar w:fldCharType="begin">
          <w:ffData>
            <w:name w:val="Kontrollkästchen36"/>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1521" w:author="Buttner, Henrike" w:date="2021-06-17T13:41:00Z">
        <w:r w:rsidR="006F39D9" w:rsidRPr="006F39D9">
          <w:t>Online operation with delta conversion</w:t>
        </w:r>
        <w:r w:rsidR="006F39D9" w:rsidRPr="006F39D9" w:rsidDel="006F39D9">
          <w:t xml:space="preserve"> </w:t>
        </w:r>
      </w:ins>
      <w:del w:id="1522" w:author="Buttner, Henrike" w:date="2021-06-17T13:41:00Z">
        <w:r w:rsidRPr="001806FC" w:rsidDel="006F39D9">
          <w:delText>Onlinebetrieb mit Deltawandlung</w:delText>
        </w:r>
      </w:del>
    </w:p>
    <w:p w:rsidR="004F359D" w:rsidRPr="001806FC" w:rsidRDefault="004F359D" w:rsidP="004F359D">
      <w:pPr>
        <w:tabs>
          <w:tab w:val="left" w:pos="1701"/>
        </w:tabs>
        <w:ind w:left="1134"/>
      </w:pPr>
      <w:r w:rsidRPr="001806FC">
        <w:fldChar w:fldCharType="begin">
          <w:ffData>
            <w:name w:val="Kontrollkästchen37"/>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1523" w:author="Buttner, Henrike" w:date="2021-06-17T13:41:00Z">
        <w:r w:rsidR="006F39D9" w:rsidRPr="006F39D9">
          <w:t>Standby operation with flywheel</w:t>
        </w:r>
        <w:r w:rsidR="006F39D9" w:rsidRPr="006F39D9" w:rsidDel="006F39D9">
          <w:t xml:space="preserve"> </w:t>
        </w:r>
      </w:ins>
      <w:del w:id="1524" w:author="Buttner, Henrike" w:date="2021-06-17T13:41:00Z">
        <w:r w:rsidRPr="001806FC" w:rsidDel="006F39D9">
          <w:delText>Bereitschaftsbetrieb mit Schwungscheibe</w:delText>
        </w:r>
      </w:del>
    </w:p>
    <w:p w:rsidR="004F359D" w:rsidRPr="001806FC" w:rsidRDefault="004F359D" w:rsidP="004F359D">
      <w:pPr>
        <w:tabs>
          <w:tab w:val="left" w:pos="1701"/>
        </w:tabs>
        <w:ind w:left="1134"/>
      </w:pPr>
      <w:r w:rsidRPr="001806FC">
        <w:lastRenderedPageBreak/>
        <w:fldChar w:fldCharType="begin">
          <w:ffData>
            <w:name w:val="Kontrollkästchen38"/>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1525" w:author="Buttner, Henrike" w:date="2021-06-17T13:41:00Z">
        <w:r w:rsidR="006F39D9" w:rsidRPr="006F39D9">
          <w:t>Standby mode with battery (dynamic UPS)</w:t>
        </w:r>
      </w:ins>
      <w:del w:id="1526" w:author="Buttner, Henrike" w:date="2021-06-17T13:41:00Z">
        <w:r w:rsidRPr="001806FC" w:rsidDel="006F39D9">
          <w:delText>Bereitschaftsbetrieb mit Akku (dynamische USV)</w:delText>
        </w:r>
      </w:del>
    </w:p>
    <w:p w:rsidR="004F359D" w:rsidRPr="001806FC" w:rsidRDefault="004F359D" w:rsidP="004F359D">
      <w:pPr>
        <w:tabs>
          <w:tab w:val="left" w:pos="1701"/>
        </w:tabs>
        <w:ind w:left="1134"/>
      </w:pPr>
      <w:r w:rsidRPr="001806FC">
        <w:fldChar w:fldCharType="begin">
          <w:ffData>
            <w:name w:val="Kontrollkästchen39"/>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ins w:id="1527" w:author="Buttner, Henrike" w:date="2021-06-17T13:41:00Z">
        <w:r w:rsidR="006F39D9" w:rsidRPr="006F39D9">
          <w:t>UPS for linear standby operation</w:t>
        </w:r>
        <w:r w:rsidR="006F39D9" w:rsidRPr="006F39D9" w:rsidDel="006F39D9">
          <w:t xml:space="preserve"> </w:t>
        </w:r>
      </w:ins>
      <w:del w:id="1528" w:author="Buttner, Henrike" w:date="2021-06-17T13:41:00Z">
        <w:r w:rsidRPr="001806FC" w:rsidDel="006F39D9">
          <w:delText>USV für linearen Bereitschaftsbetrieb</w:delText>
        </w:r>
      </w:del>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del w:id="1529" w:author="Buttner, Henrike" w:date="2021-06-17T13:41:00Z">
        <w:r w:rsidRPr="001806FC" w:rsidDel="006F39D9">
          <w:delText xml:space="preserve">Sonstiges </w:delText>
        </w:r>
      </w:del>
      <w:ins w:id="1530" w:author="Buttner, Henrike" w:date="2021-06-17T13:41:00Z">
        <w:r w:rsidR="006F39D9">
          <w:t>Others</w:t>
        </w:r>
        <w:r w:rsidR="006F39D9" w:rsidRPr="001806FC">
          <w:t xml:space="preserve"> </w:t>
        </w:r>
      </w:ins>
      <w:r w:rsidRPr="001806FC">
        <w:fldChar w:fldCharType="begin">
          <w:ffData>
            <w:name w:val="Text2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4F359D" w:rsidRPr="001806FC" w:rsidRDefault="004F359D" w:rsidP="0013289B">
      <w:pPr>
        <w:numPr>
          <w:ilvl w:val="0"/>
          <w:numId w:val="31"/>
        </w:numPr>
      </w:pPr>
      <w:r w:rsidRPr="001806FC">
        <w:t>W</w:t>
      </w:r>
      <w:del w:id="1531" w:author="Buttner, Henrike" w:date="2021-06-17T13:42:00Z">
        <w:r w:rsidRPr="001806FC" w:rsidDel="006F39D9">
          <w:delText>e</w:delText>
        </w:r>
      </w:del>
      <w:del w:id="1532" w:author="Buttner, Henrike" w:date="2021-06-17T13:41:00Z">
        <w:r w:rsidRPr="001806FC" w:rsidDel="006F39D9">
          <w:delText xml:space="preserve">lches </w:delText>
        </w:r>
      </w:del>
      <w:ins w:id="1533" w:author="Buttner, Henrike" w:date="2021-06-17T13:41:00Z">
        <w:r w:rsidR="006F39D9" w:rsidRPr="006F39D9">
          <w:t>hich redundancy concept is implemented in the UPS?</w:t>
        </w:r>
      </w:ins>
      <w:del w:id="1534" w:author="Buttner, Henrike" w:date="2021-06-17T13:41:00Z">
        <w:r w:rsidRPr="001806FC" w:rsidDel="006F39D9">
          <w:delText>Redundanzkonzept wird bei der USV umgesetzt?</w:delText>
        </w:r>
      </w:del>
    </w:p>
    <w:p w:rsidR="004F359D" w:rsidRPr="001806FC" w:rsidRDefault="004F359D" w:rsidP="004F359D">
      <w:pPr>
        <w:keepNext/>
        <w:tabs>
          <w:tab w:val="left" w:pos="1701"/>
        </w:tabs>
        <w:ind w:left="1134"/>
      </w:pPr>
      <w:r w:rsidRPr="001806FC">
        <w:fldChar w:fldCharType="begin">
          <w:ffData>
            <w:name w:val="Kontrollkästchen41"/>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t xml:space="preserve">N </w:t>
      </w:r>
      <w:ins w:id="1535" w:author="Buttner, Henrike" w:date="2021-06-17T13:42:00Z">
        <w:r w:rsidR="006F39D9" w:rsidRPr="006F39D9">
          <w:t>(no redundancy)</w:t>
        </w:r>
        <w:r w:rsidR="006F39D9" w:rsidRPr="006F39D9" w:rsidDel="006F39D9">
          <w:t xml:space="preserve"> </w:t>
        </w:r>
      </w:ins>
      <w:del w:id="1536" w:author="Buttner, Henrike" w:date="2021-06-17T13:42:00Z">
        <w:r w:rsidRPr="001806FC" w:rsidDel="006F39D9">
          <w:delText>(keine Redundanz)</w:delText>
        </w:r>
      </w:del>
    </w:p>
    <w:p w:rsidR="004F359D" w:rsidRPr="001806FC" w:rsidRDefault="004F359D" w:rsidP="004F359D">
      <w:pPr>
        <w:keepNext/>
        <w:tabs>
          <w:tab w:val="left" w:pos="1701"/>
        </w:tabs>
        <w:ind w:left="1134"/>
      </w:pPr>
      <w:r w:rsidRPr="001806FC">
        <w:fldChar w:fldCharType="begin">
          <w:ffData>
            <w:name w:val="Kontrollkästchen42"/>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t>N+1</w:t>
      </w:r>
    </w:p>
    <w:p w:rsidR="004F359D" w:rsidRPr="001806FC" w:rsidRDefault="004F359D" w:rsidP="004F359D">
      <w:pPr>
        <w:keepNext/>
        <w:tabs>
          <w:tab w:val="left" w:pos="1701"/>
        </w:tabs>
        <w:ind w:left="1134"/>
      </w:pPr>
      <w:r w:rsidRPr="001806FC">
        <w:fldChar w:fldCharType="begin">
          <w:ffData>
            <w:name w:val="Kontrollkästchen43"/>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t>2N</w:t>
      </w:r>
    </w:p>
    <w:p w:rsidR="004F359D" w:rsidRPr="001806FC" w:rsidRDefault="004F359D" w:rsidP="004F359D">
      <w:pPr>
        <w:keepNext/>
        <w:tabs>
          <w:tab w:val="left" w:pos="1701"/>
        </w:tabs>
        <w:ind w:left="1134"/>
      </w:pPr>
      <w:r w:rsidRPr="001806FC">
        <w:fldChar w:fldCharType="begin">
          <w:ffData>
            <w:name w:val="Kontrollkästchen44"/>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t>2(N+1)</w:t>
      </w:r>
    </w:p>
    <w:p w:rsidR="004F359D" w:rsidRPr="001806FC" w:rsidRDefault="004F359D" w:rsidP="004F359D">
      <w:pPr>
        <w:tabs>
          <w:tab w:val="left" w:pos="1701"/>
        </w:tabs>
        <w:ind w:left="1134"/>
      </w:pPr>
      <w:r w:rsidRPr="001806FC">
        <w:fldChar w:fldCharType="begin">
          <w:ffData>
            <w:name w:val="Kontrollkästchen40"/>
            <w:enabled/>
            <w:calcOnExit w:val="0"/>
            <w:checkBox>
              <w:sizeAuto/>
              <w:default w:val="0"/>
            </w:checkBox>
          </w:ffData>
        </w:fldChar>
      </w:r>
      <w:r w:rsidRPr="001806FC">
        <w:instrText xml:space="preserve"> FORMCHECKBOX </w:instrText>
      </w:r>
      <w:r w:rsidR="00226445">
        <w:fldChar w:fldCharType="separate"/>
      </w:r>
      <w:r w:rsidRPr="001806FC">
        <w:fldChar w:fldCharType="end"/>
      </w:r>
      <w:r w:rsidRPr="001806FC">
        <w:t xml:space="preserve"> </w:t>
      </w:r>
      <w:r w:rsidRPr="001806FC">
        <w:tab/>
      </w:r>
      <w:del w:id="1537" w:author="Buttner, Henrike" w:date="2021-06-17T13:42:00Z">
        <w:r w:rsidRPr="001806FC" w:rsidDel="006F39D9">
          <w:delText xml:space="preserve">Sonstiges </w:delText>
        </w:r>
      </w:del>
      <w:ins w:id="1538" w:author="Buttner, Henrike" w:date="2021-06-17T13:42:00Z">
        <w:r w:rsidR="006F39D9">
          <w:t>Others</w:t>
        </w:r>
        <w:r w:rsidR="006F39D9" w:rsidRPr="001806FC">
          <w:t xml:space="preserve"> </w:t>
        </w:r>
      </w:ins>
      <w:r w:rsidRPr="001806FC">
        <w:fldChar w:fldCharType="begin">
          <w:ffData>
            <w:name w:val="Text21"/>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p w:rsidR="000E6CC8" w:rsidRPr="001806FC" w:rsidRDefault="000E6CC8" w:rsidP="0013289B">
      <w:pPr>
        <w:numPr>
          <w:ilvl w:val="0"/>
          <w:numId w:val="31"/>
        </w:numPr>
      </w:pPr>
      <w:del w:id="1539" w:author="Buttner, Henrike" w:date="2021-06-17T13:42:00Z">
        <w:r w:rsidRPr="001806FC" w:rsidDel="006F39D9">
          <w:delText xml:space="preserve">Bitte </w:delText>
        </w:r>
      </w:del>
      <w:ins w:id="1540" w:author="Buttner, Henrike" w:date="2021-06-17T13:42:00Z">
        <w:r w:rsidR="006F39D9" w:rsidRPr="006F39D9">
          <w:t>Please complete the following table for existing and newly purchased uninterruptible power supplies (UPS).</w:t>
        </w:r>
      </w:ins>
      <w:del w:id="1541" w:author="Buttner, Henrike" w:date="2021-06-17T13:42:00Z">
        <w:r w:rsidRPr="001806FC" w:rsidDel="006F39D9">
          <w:delText xml:space="preserve">füllen Sie für die </w:delText>
        </w:r>
        <w:r w:rsidR="00C34F44" w:rsidRPr="001806FC" w:rsidDel="006F39D9">
          <w:delText xml:space="preserve">bestehenden und neu angeschafften </w:delText>
        </w:r>
        <w:r w:rsidR="00B8275E" w:rsidRPr="001806FC" w:rsidDel="006F39D9">
          <w:delText>Unterbrechungsfreien Stromversorgung</w:delText>
        </w:r>
        <w:r w:rsidR="00C34F44" w:rsidRPr="001806FC" w:rsidDel="006F39D9">
          <w:delText>en</w:delText>
        </w:r>
        <w:r w:rsidR="00B8275E" w:rsidRPr="001806FC" w:rsidDel="006F39D9">
          <w:delText xml:space="preserve"> (USV) </w:delText>
        </w:r>
        <w:r w:rsidRPr="001806FC" w:rsidDel="006F39D9">
          <w:delText>die nachfolgende Tabelle aus</w:delText>
        </w:r>
        <w:r w:rsidR="00E479BE" w:rsidRPr="001806FC" w:rsidDel="006F39D9">
          <w:delText>.</w:delText>
        </w:r>
      </w:del>
    </w:p>
    <w:p w:rsidR="000E6CC8" w:rsidRPr="001806FC" w:rsidRDefault="00E479BE" w:rsidP="00E479BE">
      <w:pPr>
        <w:pStyle w:val="Beschriftung"/>
      </w:pPr>
      <w:bookmarkStart w:id="1542" w:name="_Ref398820180"/>
      <w:del w:id="1543" w:author="Buttner, Henrike" w:date="2021-06-17T13:42:00Z">
        <w:r w:rsidRPr="001806FC" w:rsidDel="006F39D9">
          <w:delText xml:space="preserve">Tabelle </w:delText>
        </w:r>
        <w:r w:rsidR="00226445" w:rsidDel="006F39D9">
          <w:fldChar w:fldCharType="begin"/>
        </w:r>
        <w:r w:rsidR="00226445" w:rsidDel="006F39D9">
          <w:delInstrText xml:space="preserve"> SEQ Tabelle \* ARABIC </w:delInstrText>
        </w:r>
        <w:r w:rsidR="00226445" w:rsidDel="006F39D9">
          <w:fldChar w:fldCharType="separate"/>
        </w:r>
        <w:r w:rsidR="009A3B0A" w:rsidDel="006F39D9">
          <w:rPr>
            <w:noProof/>
          </w:rPr>
          <w:delText>7</w:delText>
        </w:r>
        <w:r w:rsidR="00226445" w:rsidDel="006F39D9">
          <w:rPr>
            <w:noProof/>
          </w:rPr>
          <w:fldChar w:fldCharType="end"/>
        </w:r>
        <w:bookmarkEnd w:id="1542"/>
        <w:r w:rsidRPr="001806FC" w:rsidDel="006F39D9">
          <w:tab/>
        </w:r>
        <w:r w:rsidR="008A0206" w:rsidRPr="001806FC" w:rsidDel="006F39D9">
          <w:delText xml:space="preserve">Dokumentation der </w:delText>
        </w:r>
        <w:r w:rsidRPr="001806FC" w:rsidDel="006F39D9">
          <w:delText xml:space="preserve">Wirkungsgrade der </w:delText>
        </w:r>
        <w:r w:rsidR="00954AB7" w:rsidRPr="001806FC" w:rsidDel="006F39D9">
          <w:delText>USV-Anlagen</w:delText>
        </w:r>
      </w:del>
      <w:ins w:id="1544" w:author="Buttner, Henrike" w:date="2021-06-17T13:42:00Z">
        <w:r w:rsidR="006F39D9" w:rsidRPr="006F39D9">
          <w:t xml:space="preserve"> Table 7</w:t>
        </w:r>
        <w:r w:rsidR="006F39D9">
          <w:t>:</w:t>
        </w:r>
        <w:r w:rsidR="006F39D9" w:rsidRPr="006F39D9">
          <w:t xml:space="preserve"> Documentation of the efficiencies of the UPS systems</w:t>
        </w:r>
      </w:ins>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1"/>
        <w:gridCol w:w="1417"/>
        <w:gridCol w:w="1276"/>
        <w:gridCol w:w="1417"/>
        <w:gridCol w:w="1701"/>
      </w:tblGrid>
      <w:tr w:rsidR="0013289B" w:rsidRPr="0013289B" w:rsidTr="0013289B">
        <w:trPr>
          <w:cantSplit/>
        </w:trPr>
        <w:tc>
          <w:tcPr>
            <w:tcW w:w="3261" w:type="dxa"/>
            <w:shd w:val="clear" w:color="auto" w:fill="C6D9F1" w:themeFill="text2" w:themeFillTint="33"/>
            <w:tcMar>
              <w:top w:w="0" w:type="dxa"/>
              <w:left w:w="108" w:type="dxa"/>
              <w:bottom w:w="0" w:type="dxa"/>
              <w:right w:w="108" w:type="dxa"/>
            </w:tcMar>
          </w:tcPr>
          <w:p w:rsidR="0013289B" w:rsidRPr="0013289B" w:rsidRDefault="006F39D9" w:rsidP="002044D7">
            <w:pPr>
              <w:overflowPunct w:val="0"/>
              <w:autoSpaceDE w:val="0"/>
              <w:autoSpaceDN w:val="0"/>
              <w:adjustRightInd w:val="0"/>
              <w:spacing w:before="60" w:line="120" w:lineRule="atLeast"/>
              <w:jc w:val="left"/>
              <w:textAlignment w:val="baseline"/>
              <w:rPr>
                <w:b/>
              </w:rPr>
            </w:pPr>
            <w:ins w:id="1545" w:author="Buttner, Henrike" w:date="2021-06-17T13:42:00Z">
              <w:r w:rsidRPr="006F39D9">
                <w:rPr>
                  <w:b/>
                </w:rPr>
                <w:t>Sequence number</w:t>
              </w:r>
            </w:ins>
            <w:del w:id="1546" w:author="Buttner, Henrike" w:date="2021-06-17T13:42:00Z">
              <w:r w:rsidR="002044D7" w:rsidDel="006F39D9">
                <w:rPr>
                  <w:b/>
                </w:rPr>
                <w:delText>Laufende Nummer</w:delText>
              </w:r>
            </w:del>
          </w:p>
        </w:tc>
        <w:tc>
          <w:tcPr>
            <w:tcW w:w="1417" w:type="dxa"/>
            <w:shd w:val="clear" w:color="auto" w:fill="C6D9F1" w:themeFill="text2" w:themeFillTint="33"/>
            <w:tcMar>
              <w:top w:w="0" w:type="dxa"/>
              <w:left w:w="108" w:type="dxa"/>
              <w:bottom w:w="0" w:type="dxa"/>
              <w:right w:w="108" w:type="dxa"/>
            </w:tcMar>
          </w:tcPr>
          <w:p w:rsidR="0013289B" w:rsidRPr="0013289B" w:rsidRDefault="0013289B" w:rsidP="0013289B">
            <w:pPr>
              <w:keepNext/>
              <w:keepLines/>
              <w:numPr>
                <w:ilvl w:val="0"/>
                <w:numId w:val="32"/>
              </w:numPr>
              <w:spacing w:before="40" w:after="40" w:line="240" w:lineRule="auto"/>
              <w:jc w:val="center"/>
              <w:rPr>
                <w:b/>
              </w:rPr>
            </w:pPr>
          </w:p>
        </w:tc>
        <w:tc>
          <w:tcPr>
            <w:tcW w:w="1276"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417"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c>
          <w:tcPr>
            <w:tcW w:w="1701" w:type="dxa"/>
            <w:shd w:val="clear" w:color="auto" w:fill="C6D9F1" w:themeFill="text2" w:themeFillTint="33"/>
          </w:tcPr>
          <w:p w:rsidR="0013289B" w:rsidRPr="0013289B" w:rsidRDefault="0013289B" w:rsidP="0013289B">
            <w:pPr>
              <w:keepNext/>
              <w:keepLines/>
              <w:numPr>
                <w:ilvl w:val="0"/>
                <w:numId w:val="32"/>
              </w:numPr>
              <w:spacing w:before="40" w:after="40" w:line="240" w:lineRule="auto"/>
              <w:jc w:val="center"/>
              <w:rPr>
                <w:b/>
              </w:rPr>
            </w:pPr>
          </w:p>
        </w:tc>
      </w:tr>
      <w:tr w:rsidR="0013289B" w:rsidRPr="001806FC" w:rsidTr="0013289B">
        <w:trPr>
          <w:cantSplit/>
        </w:trPr>
        <w:tc>
          <w:tcPr>
            <w:tcW w:w="3261"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left"/>
              <w:textAlignment w:val="baseline"/>
            </w:pPr>
            <w:r w:rsidRPr="001806FC">
              <w:t>Typ</w:t>
            </w:r>
          </w:p>
        </w:tc>
        <w:tc>
          <w:tcPr>
            <w:tcW w:w="1417" w:type="dxa"/>
            <w:tcMar>
              <w:top w:w="0" w:type="dxa"/>
              <w:left w:w="108" w:type="dxa"/>
              <w:bottom w:w="0" w:type="dxa"/>
              <w:right w:w="108" w:type="dxa"/>
            </w:tcMar>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13289B" w:rsidRPr="001806FC" w:rsidRDefault="0013289B"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47" w:author="Buttner, Henrike" w:date="2021-06-17T13:43:00Z">
              <w:r w:rsidRPr="006F39D9">
                <w:t>Number of installations of this type</w:t>
              </w:r>
            </w:ins>
            <w:del w:id="1548" w:author="Buttner, Henrike" w:date="2021-06-17T13:43:00Z">
              <w:r w:rsidR="000E6CC8" w:rsidRPr="001806FC" w:rsidDel="006F39D9">
                <w:delText>Anzahl der Anlagen dieses Typs</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49" w:author="Buttner, Henrike" w:date="2021-06-17T13:43:00Z">
              <w:r w:rsidRPr="006F39D9">
                <w:t>Manufacturer</w:t>
              </w:r>
            </w:ins>
            <w:del w:id="1550" w:author="Buttner, Henrike" w:date="2021-06-17T13:43:00Z">
              <w:r w:rsidR="000E6CC8" w:rsidRPr="001806FC" w:rsidDel="006F39D9">
                <w:delText>Hersteller</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51" w:author="Buttner, Henrike" w:date="2021-06-17T13:43:00Z">
              <w:r w:rsidRPr="006F39D9">
                <w:t>Model designation</w:t>
              </w:r>
            </w:ins>
            <w:del w:id="1552" w:author="Buttner, Henrike" w:date="2021-06-17T13:43:00Z">
              <w:r w:rsidR="000E6CC8" w:rsidRPr="001806FC" w:rsidDel="006F39D9">
                <w:delText>Modellbezeichnung</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53" w:author="Buttner, Henrike" w:date="2021-06-17T13:43:00Z">
              <w:r w:rsidRPr="006F39D9">
                <w:t>Power factor (cos phi)</w:t>
              </w:r>
            </w:ins>
            <w:del w:id="1554" w:author="Buttner, Henrike" w:date="2021-06-17T13:43:00Z">
              <w:r w:rsidR="000E6CC8" w:rsidRPr="001806FC" w:rsidDel="006F39D9">
                <w:delText>Leistungsfaktor (</w:delText>
              </w:r>
              <w:r w:rsidR="00954AB7" w:rsidRPr="001806FC" w:rsidDel="006F39D9">
                <w:delText>c</w:delText>
              </w:r>
              <w:r w:rsidR="000E6CC8" w:rsidRPr="001806FC" w:rsidDel="006F39D9">
                <w:delText>os</w:delText>
              </w:r>
              <w:r w:rsidR="00954AB7" w:rsidRPr="001806FC" w:rsidDel="006F39D9">
                <w:delText xml:space="preserve"> </w:delText>
              </w:r>
              <w:r w:rsidR="000E6CC8" w:rsidRPr="001806FC" w:rsidDel="006F39D9">
                <w:delText>phi)</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55" w:author="Buttner, Henrike" w:date="2021-06-17T13:43:00Z">
              <w:r w:rsidRPr="006F39D9">
                <w:t>Rated power (kVA)</w:t>
              </w:r>
            </w:ins>
            <w:del w:id="1556" w:author="Buttner, Henrike" w:date="2021-06-17T13:43:00Z">
              <w:r w:rsidR="000E6CC8" w:rsidRPr="001806FC" w:rsidDel="006F39D9">
                <w:delText>Nennleistung (kVA)</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57" w:author="Buttner, Henrike" w:date="2021-06-17T13:43:00Z">
              <w:r w:rsidRPr="006F39D9">
                <w:t>Efficiency at 25% load</w:t>
              </w:r>
            </w:ins>
            <w:del w:id="1558" w:author="Buttner, Henrike" w:date="2021-06-17T13:43:00Z">
              <w:r w:rsidR="000E6CC8" w:rsidRPr="001806FC" w:rsidDel="006F39D9">
                <w:delText>Wirkungsgrad bei 25% Auslastung</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59" w:author="Buttner, Henrike" w:date="2021-06-17T13:43:00Z">
              <w:r w:rsidRPr="006F39D9">
                <w:t>Efficiency at 50% load</w:t>
              </w:r>
            </w:ins>
            <w:del w:id="1560" w:author="Buttner, Henrike" w:date="2021-06-17T13:43:00Z">
              <w:r w:rsidR="000E6CC8" w:rsidRPr="001806FC" w:rsidDel="006F39D9">
                <w:delText>Wirkungsgrad bei 50% Auslastung</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61" w:author="Buttner, Henrike" w:date="2021-06-17T13:43:00Z">
              <w:r w:rsidRPr="006F39D9">
                <w:t xml:space="preserve">Efficiency at </w:t>
              </w:r>
              <w:r>
                <w:t>75</w:t>
              </w:r>
              <w:r w:rsidRPr="006F39D9">
                <w:t>% load</w:t>
              </w:r>
            </w:ins>
            <w:del w:id="1562" w:author="Buttner, Henrike" w:date="2021-06-17T13:43:00Z">
              <w:r w:rsidR="000E6CC8" w:rsidRPr="001806FC" w:rsidDel="006F39D9">
                <w:delText>Wirkungsgrad bei 75% Auslastung</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r w:rsidR="000E6CC8" w:rsidRPr="001806FC" w:rsidTr="0013289B">
        <w:trPr>
          <w:cantSplit/>
        </w:trPr>
        <w:tc>
          <w:tcPr>
            <w:tcW w:w="3261" w:type="dxa"/>
            <w:tcMar>
              <w:top w:w="0" w:type="dxa"/>
              <w:left w:w="108" w:type="dxa"/>
              <w:bottom w:w="0" w:type="dxa"/>
              <w:right w:w="108" w:type="dxa"/>
            </w:tcMar>
          </w:tcPr>
          <w:p w:rsidR="000E6CC8" w:rsidRPr="001806FC" w:rsidRDefault="006F39D9" w:rsidP="0013289B">
            <w:pPr>
              <w:overflowPunct w:val="0"/>
              <w:autoSpaceDE w:val="0"/>
              <w:autoSpaceDN w:val="0"/>
              <w:adjustRightInd w:val="0"/>
              <w:spacing w:before="60" w:line="120" w:lineRule="atLeast"/>
              <w:jc w:val="left"/>
              <w:textAlignment w:val="baseline"/>
            </w:pPr>
            <w:ins w:id="1563" w:author="Buttner, Henrike" w:date="2021-06-17T13:43:00Z">
              <w:r w:rsidRPr="006F39D9">
                <w:t xml:space="preserve">Efficiency at </w:t>
              </w:r>
              <w:r>
                <w:t>100</w:t>
              </w:r>
              <w:r w:rsidRPr="006F39D9">
                <w:t>% load</w:t>
              </w:r>
            </w:ins>
            <w:del w:id="1564" w:author="Buttner, Henrike" w:date="2021-06-17T13:43:00Z">
              <w:r w:rsidR="000E6CC8" w:rsidRPr="001806FC" w:rsidDel="006F39D9">
                <w:delText>Wirkungsgrad bei 100% Auslastung</w:delText>
              </w:r>
            </w:del>
          </w:p>
        </w:tc>
        <w:tc>
          <w:tcPr>
            <w:tcW w:w="1417" w:type="dxa"/>
            <w:tcMar>
              <w:top w:w="0" w:type="dxa"/>
              <w:left w:w="108" w:type="dxa"/>
              <w:bottom w:w="0" w:type="dxa"/>
              <w:right w:w="108" w:type="dxa"/>
            </w:tcMar>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276"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417"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c>
          <w:tcPr>
            <w:tcW w:w="1701" w:type="dxa"/>
          </w:tcPr>
          <w:p w:rsidR="000E6CC8" w:rsidRPr="001806FC" w:rsidRDefault="000E6CC8" w:rsidP="0013289B">
            <w:pPr>
              <w:overflowPunct w:val="0"/>
              <w:autoSpaceDE w:val="0"/>
              <w:autoSpaceDN w:val="0"/>
              <w:adjustRightInd w:val="0"/>
              <w:spacing w:before="60" w:line="120" w:lineRule="atLeast"/>
              <w:jc w:val="center"/>
              <w:textAlignment w:val="baseline"/>
            </w:pPr>
            <w:r w:rsidRPr="001806FC">
              <w:fldChar w:fldCharType="begin">
                <w:ffData>
                  <w:name w:val="Text2"/>
                  <w:enabled/>
                  <w:calcOnExit w:val="0"/>
                  <w:textInput/>
                </w:ffData>
              </w:fldChar>
            </w:r>
            <w:r w:rsidRPr="001806FC">
              <w:instrText xml:space="preserve"> FORMTEXT </w:instrText>
            </w:r>
            <w:r w:rsidRPr="001806FC">
              <w:fldChar w:fldCharType="separate"/>
            </w:r>
            <w:r w:rsidR="00E6663B">
              <w:rPr>
                <w:noProof/>
              </w:rPr>
              <w:t> </w:t>
            </w:r>
            <w:r w:rsidR="00E6663B">
              <w:rPr>
                <w:noProof/>
              </w:rPr>
              <w:t> </w:t>
            </w:r>
            <w:r w:rsidR="00E6663B">
              <w:rPr>
                <w:noProof/>
              </w:rPr>
              <w:t> </w:t>
            </w:r>
            <w:r w:rsidR="00E6663B">
              <w:rPr>
                <w:noProof/>
              </w:rPr>
              <w:t> </w:t>
            </w:r>
            <w:r w:rsidR="00E6663B">
              <w:rPr>
                <w:noProof/>
              </w:rPr>
              <w:t> </w:t>
            </w:r>
            <w:r w:rsidRPr="001806FC">
              <w:fldChar w:fldCharType="end"/>
            </w:r>
          </w:p>
        </w:tc>
      </w:tr>
    </w:tbl>
    <w:p w:rsidR="00532A30" w:rsidRDefault="00532A30" w:rsidP="00532A30">
      <w:pPr>
        <w:overflowPunct w:val="0"/>
        <w:autoSpaceDE w:val="0"/>
        <w:autoSpaceDN w:val="0"/>
        <w:adjustRightInd w:val="0"/>
        <w:spacing w:after="0" w:line="360" w:lineRule="auto"/>
        <w:textAlignment w:val="baseline"/>
        <w:rPr>
          <w:b/>
          <w:u w:val="single"/>
        </w:rPr>
      </w:pPr>
    </w:p>
    <w:p w:rsidR="0013289B" w:rsidDel="006F39D9" w:rsidRDefault="006F39D9" w:rsidP="0013289B">
      <w:pPr>
        <w:ind w:left="425"/>
        <w:rPr>
          <w:del w:id="1565" w:author="Buttner, Henrike" w:date="2021-06-17T13:44:00Z"/>
          <w:b/>
        </w:rPr>
      </w:pPr>
      <w:ins w:id="1566" w:author="Buttner, Henrike" w:date="2021-06-17T13:44:00Z">
        <w:r w:rsidRPr="006F39D9">
          <w:rPr>
            <w:b/>
          </w:rPr>
          <w:t xml:space="preserve">For the continuation of this report as the "Energy Efficiency Report for Final Evaluation", the following applies: </w:t>
        </w:r>
      </w:ins>
      <w:del w:id="1567" w:author="Buttner, Henrike" w:date="2021-06-17T13:44:00Z">
        <w:r w:rsidR="0013289B" w:rsidRPr="001806FC" w:rsidDel="006F39D9">
          <w:rPr>
            <w:b/>
          </w:rPr>
          <w:delText>Für die Fortführung dieses Berichts als „</w:delText>
        </w:r>
        <w:r w:rsidR="00B27352" w:rsidDel="006F39D9">
          <w:rPr>
            <w:b/>
          </w:rPr>
          <w:delText>Engergieeffizienzbericht zur Abschlussevaluation</w:delText>
        </w:r>
        <w:r w:rsidR="0013289B" w:rsidRPr="001806FC" w:rsidDel="006F39D9">
          <w:rPr>
            <w:b/>
          </w:rPr>
          <w:delText xml:space="preserve">“ gilt: </w:delText>
        </w:r>
      </w:del>
    </w:p>
    <w:p w:rsidR="006F39D9" w:rsidRPr="001806FC" w:rsidRDefault="006F39D9" w:rsidP="0013289B">
      <w:pPr>
        <w:ind w:left="425"/>
        <w:rPr>
          <w:ins w:id="1568" w:author="Buttner, Henrike" w:date="2021-06-17T13:44:00Z"/>
        </w:rPr>
      </w:pPr>
    </w:p>
    <w:p w:rsidR="0013289B" w:rsidRPr="001806FC" w:rsidRDefault="0013289B" w:rsidP="0013289B">
      <w:pPr>
        <w:ind w:left="425"/>
      </w:pPr>
      <w:r w:rsidRPr="001806FC">
        <w:t>N</w:t>
      </w:r>
      <w:del w:id="1569" w:author="Buttner, Henrike" w:date="2021-06-17T13:44:00Z">
        <w:r w:rsidRPr="001806FC" w:rsidDel="006F39D9">
          <w:delText xml:space="preserve">eu </w:delText>
        </w:r>
      </w:del>
      <w:ins w:id="1570" w:author="Buttner, Henrike" w:date="2021-06-17T13:44:00Z">
        <w:r w:rsidR="006F39D9" w:rsidRPr="006F39D9">
          <w:t>ewly purchased uninterruptible power supplies (UPS) must be added to the table above.</w:t>
        </w:r>
      </w:ins>
      <w:del w:id="1571" w:author="Buttner, Henrike" w:date="2021-06-17T13:44:00Z">
        <w:r w:rsidRPr="001806FC" w:rsidDel="006F39D9">
          <w:delText>angeschafften Unterbrechungsfreien Stromversorgungen (USV) müssen in der vorangehenden Tabelle ergänzt werden.</w:delText>
        </w:r>
      </w:del>
    </w:p>
    <w:p w:rsidR="0013289B" w:rsidRPr="001806FC" w:rsidRDefault="0013289B" w:rsidP="00532A30">
      <w:pPr>
        <w:overflowPunct w:val="0"/>
        <w:autoSpaceDE w:val="0"/>
        <w:autoSpaceDN w:val="0"/>
        <w:adjustRightInd w:val="0"/>
        <w:spacing w:after="0" w:line="360" w:lineRule="auto"/>
        <w:textAlignment w:val="baseline"/>
        <w:rPr>
          <w:b/>
          <w:u w:val="single"/>
        </w:rPr>
      </w:pPr>
    </w:p>
    <w:p w:rsidR="007F26A3" w:rsidRPr="001806FC" w:rsidRDefault="007F26A3" w:rsidP="007F26A3">
      <w:pPr>
        <w:pStyle w:val="berschrift1"/>
        <w:pageBreakBefore/>
        <w:numPr>
          <w:ilvl w:val="0"/>
          <w:numId w:val="0"/>
        </w:numPr>
      </w:pPr>
      <w:bookmarkStart w:id="1572" w:name="_Toc74830187"/>
      <w:r w:rsidRPr="001806FC">
        <w:lastRenderedPageBreak/>
        <w:t>Glossar</w:t>
      </w:r>
      <w:bookmarkEnd w:id="1572"/>
    </w:p>
    <w:p w:rsidR="007F26A3" w:rsidRDefault="007F26A3" w:rsidP="007F26A3">
      <w:pPr>
        <w:keepLines/>
        <w:ind w:left="1134" w:hanging="1134"/>
        <w:rPr>
          <w:ins w:id="1573" w:author="Buttner, Henrike" w:date="2021-06-17T13:15:00Z"/>
          <w:sz w:val="20"/>
        </w:rPr>
      </w:pPr>
      <w:del w:id="1574" w:author="Buttner, Henrike" w:date="2021-06-17T13:15:00Z">
        <w:r w:rsidRPr="002044D7" w:rsidDel="003D7D13">
          <w:rPr>
            <w:b/>
            <w:sz w:val="20"/>
          </w:rPr>
          <w:delText>COP</w:delText>
        </w:r>
        <w:r w:rsidRPr="002044D7" w:rsidDel="003D7D13">
          <w:rPr>
            <w:sz w:val="20"/>
          </w:rPr>
          <w:delText>:</w:delText>
        </w:r>
        <w:r w:rsidRPr="002044D7" w:rsidDel="003D7D13">
          <w:rPr>
            <w:sz w:val="20"/>
          </w:rPr>
          <w:tab/>
          <w:delText xml:space="preserve">Coefficient of Performance: Ist eine Leistungszahl für mechanische </w:delText>
        </w:r>
        <w:r w:rsidR="00226445" w:rsidDel="003D7D13">
          <w:fldChar w:fldCharType="begin"/>
        </w:r>
        <w:r w:rsidR="00226445" w:rsidDel="003D7D13">
          <w:delInstrText xml:space="preserve"> HYPERLINK "http://de.wikipedia.org/wiki/K%C3%A4lteanlagen" \o "Kälteanlagen" </w:delInstrText>
        </w:r>
        <w:r w:rsidR="00226445" w:rsidDel="003D7D13">
          <w:fldChar w:fldCharType="separate"/>
        </w:r>
        <w:r w:rsidRPr="002044D7" w:rsidDel="003D7D13">
          <w:rPr>
            <w:rStyle w:val="Hyperlink"/>
            <w:color w:val="auto"/>
            <w:sz w:val="20"/>
            <w:u w:val="none"/>
          </w:rPr>
          <w:delText>Kälteanlagen</w:delText>
        </w:r>
        <w:r w:rsidR="00226445" w:rsidDel="003D7D13">
          <w:rPr>
            <w:rStyle w:val="Hyperlink"/>
            <w:color w:val="auto"/>
            <w:sz w:val="20"/>
            <w:u w:val="none"/>
          </w:rPr>
          <w:fldChar w:fldCharType="end"/>
        </w:r>
        <w:r w:rsidRPr="002044D7" w:rsidDel="003D7D13">
          <w:rPr>
            <w:sz w:val="20"/>
          </w:rPr>
          <w:delText xml:space="preserve"> und für mechanische </w:delText>
        </w:r>
        <w:r w:rsidR="00226445" w:rsidDel="003D7D13">
          <w:fldChar w:fldCharType="begin"/>
        </w:r>
        <w:r w:rsidR="00226445" w:rsidDel="003D7D13">
          <w:delInstrText xml:space="preserve"> HYPERLINK "http://de.wikipedia.org/wiki/W%C3%A4rmepumpe" \o "Wärmepumpe" </w:delInstrText>
        </w:r>
        <w:r w:rsidR="00226445" w:rsidDel="003D7D13">
          <w:fldChar w:fldCharType="separate"/>
        </w:r>
        <w:r w:rsidRPr="002044D7" w:rsidDel="003D7D13">
          <w:rPr>
            <w:rStyle w:val="Hyperlink"/>
            <w:color w:val="auto"/>
            <w:sz w:val="20"/>
            <w:u w:val="none"/>
          </w:rPr>
          <w:delText>Wärmepumpen</w:delText>
        </w:r>
        <w:r w:rsidR="00226445" w:rsidDel="003D7D13">
          <w:rPr>
            <w:rStyle w:val="Hyperlink"/>
            <w:color w:val="auto"/>
            <w:sz w:val="20"/>
            <w:u w:val="none"/>
          </w:rPr>
          <w:fldChar w:fldCharType="end"/>
        </w:r>
        <w:r w:rsidRPr="002044D7" w:rsidDel="003D7D13">
          <w:rPr>
            <w:sz w:val="20"/>
          </w:rPr>
          <w:delText>. Sie ist das Verhältnis von erzeugter Kälte- bzw. Wärmeleistung zur eingesetzten elektrischen Leistung.</w:delText>
        </w:r>
      </w:del>
      <w:r w:rsidRPr="002044D7">
        <w:rPr>
          <w:sz w:val="20"/>
        </w:rPr>
        <w:t xml:space="preserve"> </w:t>
      </w:r>
    </w:p>
    <w:p w:rsidR="003D7D13" w:rsidRPr="003D7D13" w:rsidRDefault="003D7D13" w:rsidP="003D7D13">
      <w:pPr>
        <w:keepLines/>
        <w:ind w:left="1134" w:hanging="1134"/>
        <w:rPr>
          <w:ins w:id="1575" w:author="Buttner, Henrike" w:date="2021-06-17T13:15:00Z"/>
          <w:sz w:val="20"/>
        </w:rPr>
      </w:pPr>
      <w:ins w:id="1576" w:author="Buttner, Henrike" w:date="2021-06-17T13:15:00Z">
        <w:r w:rsidRPr="003D7D13">
          <w:rPr>
            <w:sz w:val="20"/>
          </w:rPr>
          <w:t xml:space="preserve">COP: </w:t>
        </w:r>
        <w:r>
          <w:rPr>
            <w:sz w:val="20"/>
          </w:rPr>
          <w:tab/>
        </w:r>
        <w:r w:rsidRPr="003D7D13">
          <w:rPr>
            <w:sz w:val="20"/>
          </w:rPr>
          <w:t xml:space="preserve">Coefficient of Performance: Is a performance number for mechanical refrigeration systems and for mechanical heat pumps. It is the ratio of the generated cooling or heating capacity to the electrical power used. </w:t>
        </w:r>
      </w:ins>
    </w:p>
    <w:p w:rsidR="003D7D13" w:rsidRPr="003D7D13" w:rsidRDefault="003D7D13" w:rsidP="003D7D13">
      <w:pPr>
        <w:keepLines/>
        <w:ind w:left="1134" w:hanging="1134"/>
        <w:rPr>
          <w:ins w:id="1577" w:author="Buttner, Henrike" w:date="2021-06-17T13:15:00Z"/>
          <w:sz w:val="20"/>
        </w:rPr>
      </w:pPr>
      <w:ins w:id="1578" w:author="Buttner, Henrike" w:date="2021-06-17T13:15:00Z">
        <w:r w:rsidRPr="003D7D13">
          <w:rPr>
            <w:sz w:val="20"/>
          </w:rPr>
          <w:t xml:space="preserve">CPU: </w:t>
        </w:r>
        <w:r>
          <w:rPr>
            <w:sz w:val="20"/>
          </w:rPr>
          <w:tab/>
        </w:r>
        <w:r w:rsidRPr="003D7D13">
          <w:rPr>
            <w:sz w:val="20"/>
          </w:rPr>
          <w:t>Central Processing Unit (CPU) is the central processing unit of a computer.</w:t>
        </w:r>
      </w:ins>
    </w:p>
    <w:p w:rsidR="003D7D13" w:rsidRPr="003D7D13" w:rsidRDefault="003D7D13" w:rsidP="003D7D13">
      <w:pPr>
        <w:keepLines/>
        <w:ind w:left="1134" w:hanging="1134"/>
        <w:rPr>
          <w:ins w:id="1579" w:author="Buttner, Henrike" w:date="2021-06-17T13:15:00Z"/>
          <w:sz w:val="20"/>
        </w:rPr>
        <w:pPrChange w:id="1580" w:author="Buttner, Henrike" w:date="2021-06-17T13:15:00Z">
          <w:pPr>
            <w:keepLines/>
            <w:ind w:left="1134" w:hanging="1134"/>
          </w:pPr>
        </w:pPrChange>
      </w:pPr>
      <w:ins w:id="1581" w:author="Buttner, Henrike" w:date="2021-06-17T13:15:00Z">
        <w:r w:rsidRPr="003D7D13">
          <w:rPr>
            <w:sz w:val="20"/>
          </w:rPr>
          <w:t>Direct evaporator: Room air conditioner separated by an outdoor unit with separate outdoor and indoor units (condenser and evaporator). another name is split unit.</w:t>
        </w:r>
      </w:ins>
    </w:p>
    <w:p w:rsidR="003D7D13" w:rsidRPr="003D7D13" w:rsidRDefault="003D7D13" w:rsidP="003D7D13">
      <w:pPr>
        <w:keepLines/>
        <w:ind w:left="1134" w:hanging="1134"/>
        <w:rPr>
          <w:ins w:id="1582" w:author="Buttner, Henrike" w:date="2021-06-17T13:15:00Z"/>
          <w:sz w:val="20"/>
        </w:rPr>
      </w:pPr>
      <w:ins w:id="1583" w:author="Buttner, Henrike" w:date="2021-06-17T13:15:00Z">
        <w:r w:rsidRPr="003D7D13">
          <w:rPr>
            <w:sz w:val="20"/>
          </w:rPr>
          <w:t xml:space="preserve">EER: </w:t>
        </w:r>
        <w:r>
          <w:rPr>
            <w:sz w:val="20"/>
          </w:rPr>
          <w:tab/>
        </w:r>
        <w:r w:rsidRPr="003D7D13">
          <w:rPr>
            <w:sz w:val="20"/>
          </w:rPr>
          <w:t>Energy Efficiency Ratio is a dimensionless key figure that describes the energy efficiency of a system. In the case of mechanical refrigeration systems, it is the ratio of thermal energy generated (cooling) to the electrical energy used over a specified period of time. If the EER is recorded over a period of one year, it corresponds to the annual performance factor (APF) of the refrigeration system.</w:t>
        </w:r>
      </w:ins>
    </w:p>
    <w:p w:rsidR="003D7D13" w:rsidRPr="003D7D13" w:rsidRDefault="003D7D13" w:rsidP="003D7D13">
      <w:pPr>
        <w:keepLines/>
        <w:ind w:left="1134" w:hanging="1134"/>
        <w:rPr>
          <w:ins w:id="1584" w:author="Buttner, Henrike" w:date="2021-06-17T13:15:00Z"/>
          <w:sz w:val="20"/>
        </w:rPr>
      </w:pPr>
      <w:ins w:id="1585" w:author="Buttner, Henrike" w:date="2021-06-17T13:15:00Z">
        <w:r w:rsidRPr="003D7D13">
          <w:rPr>
            <w:sz w:val="20"/>
          </w:rPr>
          <w:t xml:space="preserve">IT: </w:t>
        </w:r>
        <w:r>
          <w:rPr>
            <w:sz w:val="20"/>
          </w:rPr>
          <w:tab/>
        </w:r>
        <w:r w:rsidRPr="003D7D13">
          <w:rPr>
            <w:sz w:val="20"/>
          </w:rPr>
          <w:t>Information technology (IT) is a generic term for the hardware and software used for data processing.</w:t>
        </w:r>
      </w:ins>
    </w:p>
    <w:p w:rsidR="003D7D13" w:rsidRPr="003D7D13" w:rsidRDefault="003D7D13" w:rsidP="003D7D13">
      <w:pPr>
        <w:keepLines/>
        <w:ind w:left="1134" w:hanging="1134"/>
        <w:rPr>
          <w:ins w:id="1586" w:author="Buttner, Henrike" w:date="2021-06-17T13:15:00Z"/>
          <w:sz w:val="20"/>
        </w:rPr>
      </w:pPr>
      <w:ins w:id="1587" w:author="Buttner, Henrike" w:date="2021-06-17T13:15:00Z">
        <w:r w:rsidRPr="003D7D13">
          <w:rPr>
            <w:sz w:val="20"/>
          </w:rPr>
          <w:t xml:space="preserve">COP: </w:t>
        </w:r>
        <w:r>
          <w:rPr>
            <w:sz w:val="20"/>
          </w:rPr>
          <w:tab/>
        </w:r>
        <w:r w:rsidRPr="003D7D13">
          <w:rPr>
            <w:sz w:val="20"/>
          </w:rPr>
          <w:t>COP is the ratio of the amount of cooling produced over a period of one year to the electrical energy used for this purpose. If the seasonal performance factor is not calculated for an individual refrigerating machine but for an entire cooling system, the cooling energy generated by free cooling (usually from outside air) is included in the balance. The electrical energy for driving the fans and pumps involved in cold distribution is also included.</w:t>
        </w:r>
      </w:ins>
    </w:p>
    <w:p w:rsidR="003D7D13" w:rsidRPr="003D7D13" w:rsidRDefault="003D7D13" w:rsidP="003D7D13">
      <w:pPr>
        <w:keepLines/>
        <w:ind w:left="1134" w:hanging="1134"/>
        <w:rPr>
          <w:ins w:id="1588" w:author="Buttner, Henrike" w:date="2021-06-17T13:15:00Z"/>
          <w:sz w:val="20"/>
        </w:rPr>
      </w:pPr>
      <w:ins w:id="1589" w:author="Buttner, Henrike" w:date="2021-06-17T13:15:00Z">
        <w:r w:rsidRPr="003D7D13">
          <w:rPr>
            <w:sz w:val="20"/>
          </w:rPr>
          <w:t>KS:</w:t>
        </w:r>
        <w:r>
          <w:rPr>
            <w:sz w:val="20"/>
          </w:rPr>
          <w:tab/>
        </w:r>
        <w:r w:rsidRPr="003D7D13">
          <w:rPr>
            <w:sz w:val="20"/>
          </w:rPr>
          <w:t xml:space="preserve"> Cooling system is the sum of the technical equipment for cooling a building or individual rooms, e.g. a data centre. </w:t>
        </w:r>
      </w:ins>
    </w:p>
    <w:p w:rsidR="003D7D13" w:rsidRPr="003D7D13" w:rsidRDefault="003D7D13" w:rsidP="003D7D13">
      <w:pPr>
        <w:keepLines/>
        <w:ind w:left="1134" w:hanging="1134"/>
        <w:rPr>
          <w:ins w:id="1590" w:author="Buttner, Henrike" w:date="2021-06-17T13:15:00Z"/>
          <w:sz w:val="20"/>
        </w:rPr>
      </w:pPr>
      <w:ins w:id="1591" w:author="Buttner, Henrike" w:date="2021-06-17T13:15:00Z">
        <w:r w:rsidRPr="003D7D13">
          <w:rPr>
            <w:sz w:val="20"/>
          </w:rPr>
          <w:t xml:space="preserve">KWS: </w:t>
        </w:r>
        <w:r>
          <w:rPr>
            <w:sz w:val="20"/>
          </w:rPr>
          <w:tab/>
        </w:r>
        <w:r w:rsidRPr="003D7D13">
          <w:rPr>
            <w:sz w:val="20"/>
          </w:rPr>
          <w:t>The chiller (KWS) is a refrigerating machine that cools a liquid heat transfer medium (water).</w:t>
        </w:r>
      </w:ins>
    </w:p>
    <w:p w:rsidR="003D7D13" w:rsidRPr="003D7D13" w:rsidRDefault="003D7D13" w:rsidP="003D7D13">
      <w:pPr>
        <w:keepLines/>
        <w:ind w:left="1134" w:hanging="1134"/>
        <w:rPr>
          <w:ins w:id="1592" w:author="Buttner, Henrike" w:date="2021-06-17T13:15:00Z"/>
          <w:sz w:val="20"/>
        </w:rPr>
      </w:pPr>
      <w:ins w:id="1593" w:author="Buttner, Henrike" w:date="2021-06-17T13:15:00Z">
        <w:r w:rsidRPr="003D7D13">
          <w:rPr>
            <w:sz w:val="20"/>
          </w:rPr>
          <w:t xml:space="preserve">PDU: </w:t>
        </w:r>
        <w:r>
          <w:rPr>
            <w:sz w:val="20"/>
          </w:rPr>
          <w:tab/>
        </w:r>
        <w:r w:rsidRPr="003D7D13">
          <w:rPr>
            <w:sz w:val="20"/>
          </w:rPr>
          <w:t>Power Distribution Unit (PDU) is the power distribution unit within a server room that distributes the low-voltage current to the individual IT components.</w:t>
        </w:r>
      </w:ins>
    </w:p>
    <w:p w:rsidR="003D7D13" w:rsidRPr="003D7D13" w:rsidRDefault="003D7D13" w:rsidP="003D7D13">
      <w:pPr>
        <w:keepLines/>
        <w:ind w:left="1134" w:hanging="1134"/>
        <w:rPr>
          <w:ins w:id="1594" w:author="Buttner, Henrike" w:date="2021-06-17T13:15:00Z"/>
          <w:sz w:val="20"/>
        </w:rPr>
      </w:pPr>
      <w:ins w:id="1595" w:author="Buttner, Henrike" w:date="2021-06-17T13:15:00Z">
        <w:r w:rsidRPr="003D7D13">
          <w:rPr>
            <w:sz w:val="20"/>
          </w:rPr>
          <w:t>Data centre: Data centre is a spatially limited technical facility used to process data securely, in large quantities, permanently over a long period of time and centrally.</w:t>
        </w:r>
      </w:ins>
    </w:p>
    <w:p w:rsidR="003D7D13" w:rsidRPr="003D7D13" w:rsidRDefault="003D7D13" w:rsidP="003D7D13">
      <w:pPr>
        <w:keepLines/>
        <w:ind w:left="1134" w:hanging="1134"/>
        <w:rPr>
          <w:ins w:id="1596" w:author="Buttner, Henrike" w:date="2021-06-17T13:15:00Z"/>
          <w:sz w:val="20"/>
        </w:rPr>
      </w:pPr>
      <w:ins w:id="1597" w:author="Buttner, Henrike" w:date="2021-06-17T13:15:00Z">
        <w:r w:rsidRPr="003D7D13">
          <w:rPr>
            <w:sz w:val="20"/>
          </w:rPr>
          <w:t xml:space="preserve">SPEC power benchmark: Measure of the energy efficiency of a server. </w:t>
        </w:r>
      </w:ins>
    </w:p>
    <w:p w:rsidR="003D7D13" w:rsidRPr="003D7D13" w:rsidRDefault="003D7D13" w:rsidP="003D7D13">
      <w:pPr>
        <w:keepLines/>
        <w:ind w:left="1134" w:hanging="1134"/>
        <w:rPr>
          <w:ins w:id="1598" w:author="Buttner, Henrike" w:date="2021-06-17T13:15:00Z"/>
          <w:sz w:val="20"/>
        </w:rPr>
      </w:pPr>
      <w:ins w:id="1599" w:author="Buttner, Henrike" w:date="2021-06-17T13:15:00Z">
        <w:r w:rsidRPr="003D7D13">
          <w:rPr>
            <w:sz w:val="20"/>
          </w:rPr>
          <w:t xml:space="preserve">ULK: </w:t>
        </w:r>
      </w:ins>
      <w:ins w:id="1600" w:author="Buttner, Henrike" w:date="2021-06-17T13:16:00Z">
        <w:r>
          <w:rPr>
            <w:sz w:val="20"/>
          </w:rPr>
          <w:tab/>
        </w:r>
      </w:ins>
      <w:ins w:id="1601" w:author="Buttner, Henrike" w:date="2021-06-17T13:15:00Z">
        <w:r w:rsidRPr="003D7D13">
          <w:rPr>
            <w:sz w:val="20"/>
          </w:rPr>
          <w:t xml:space="preserve">Recirculating air-conditioning unit is an air-conditioning unit that circulates the air to be cooled, i.e. does not supply outside air, and cools it back to the desired temperature level via heat exchangers. </w:t>
        </w:r>
      </w:ins>
    </w:p>
    <w:p w:rsidR="003D7D13" w:rsidRPr="002044D7" w:rsidRDefault="003D7D13" w:rsidP="003D7D13">
      <w:pPr>
        <w:keepLines/>
        <w:ind w:left="1134" w:hanging="1134"/>
        <w:rPr>
          <w:sz w:val="20"/>
        </w:rPr>
      </w:pPr>
      <w:ins w:id="1602" w:author="Buttner, Henrike" w:date="2021-06-17T13:15:00Z">
        <w:r w:rsidRPr="003D7D13">
          <w:rPr>
            <w:sz w:val="20"/>
          </w:rPr>
          <w:t xml:space="preserve">UPS: </w:t>
        </w:r>
      </w:ins>
      <w:ins w:id="1603" w:author="Buttner, Henrike" w:date="2021-06-17T13:16:00Z">
        <w:r>
          <w:rPr>
            <w:sz w:val="20"/>
          </w:rPr>
          <w:tab/>
        </w:r>
      </w:ins>
      <w:ins w:id="1604" w:author="Buttner, Henrike" w:date="2021-06-17T13:15:00Z">
        <w:r w:rsidRPr="003D7D13">
          <w:rPr>
            <w:sz w:val="20"/>
          </w:rPr>
          <w:t>Uninterruptible power supply (UPS) is a device within the power supply of a data centre that increases the security of supply. The UPS bridges short-term interruptions in the power supply network through battery operation and ensures that the servers and storage systems can be shut down in an orderly manner in the event of a longer power failure.</w:t>
        </w:r>
      </w:ins>
    </w:p>
    <w:p w:rsidR="007F26A3" w:rsidRPr="002044D7" w:rsidDel="003D7D13" w:rsidRDefault="007F26A3" w:rsidP="007F26A3">
      <w:pPr>
        <w:keepLines/>
        <w:ind w:left="1134" w:hanging="1134"/>
        <w:rPr>
          <w:del w:id="1605" w:author="Buttner, Henrike" w:date="2021-06-17T13:16:00Z"/>
          <w:sz w:val="20"/>
        </w:rPr>
      </w:pPr>
      <w:del w:id="1606" w:author="Buttner, Henrike" w:date="2021-06-17T13:16:00Z">
        <w:r w:rsidRPr="002044D7" w:rsidDel="003D7D13">
          <w:rPr>
            <w:b/>
            <w:sz w:val="20"/>
          </w:rPr>
          <w:delText>CPU:</w:delText>
        </w:r>
        <w:r w:rsidRPr="002044D7" w:rsidDel="003D7D13">
          <w:rPr>
            <w:sz w:val="20"/>
          </w:rPr>
          <w:delText xml:space="preserve"> </w:delText>
        </w:r>
        <w:r w:rsidRPr="002044D7" w:rsidDel="003D7D13">
          <w:rPr>
            <w:b/>
            <w:sz w:val="20"/>
          </w:rPr>
          <w:tab/>
        </w:r>
        <w:r w:rsidRPr="002044D7" w:rsidDel="003D7D13">
          <w:rPr>
            <w:sz w:val="20"/>
          </w:rPr>
          <w:delText>Central Processing Unit (CPU) ist die zentrale Recheneinheit eines Computers.</w:delText>
        </w:r>
      </w:del>
    </w:p>
    <w:p w:rsidR="00075350" w:rsidRPr="002044D7" w:rsidDel="003D7D13" w:rsidRDefault="00075350" w:rsidP="00075350">
      <w:pPr>
        <w:keepLines/>
        <w:ind w:left="1134" w:hanging="1134"/>
        <w:rPr>
          <w:del w:id="1607" w:author="Buttner, Henrike" w:date="2021-06-17T13:16:00Z"/>
          <w:sz w:val="20"/>
        </w:rPr>
      </w:pPr>
      <w:del w:id="1608" w:author="Buttner, Henrike" w:date="2021-06-17T13:16:00Z">
        <w:r w:rsidDel="003D7D13">
          <w:rPr>
            <w:b/>
            <w:sz w:val="20"/>
          </w:rPr>
          <w:delText>Direktverdampfer</w:delText>
        </w:r>
        <w:r w:rsidRPr="002044D7" w:rsidDel="003D7D13">
          <w:rPr>
            <w:b/>
            <w:sz w:val="20"/>
          </w:rPr>
          <w:delText>:</w:delText>
        </w:r>
        <w:r w:rsidRPr="002044D7" w:rsidDel="003D7D13">
          <w:rPr>
            <w:sz w:val="20"/>
          </w:rPr>
          <w:tab/>
          <w:delText>Raumklimagerät, das durch eine Außeneinheit mit getrennter Außen- und Inneneinheit getrennt ist (Kondensator und Verdampfer)</w:delText>
        </w:r>
        <w:r w:rsidDel="003D7D13">
          <w:rPr>
            <w:sz w:val="20"/>
          </w:rPr>
          <w:delText xml:space="preserve">. </w:delText>
        </w:r>
        <w:r w:rsidR="00982544" w:rsidDel="003D7D13">
          <w:rPr>
            <w:sz w:val="20"/>
          </w:rPr>
          <w:delText>eine andere Bezeichnung ist Splitgerät.</w:delText>
        </w:r>
      </w:del>
    </w:p>
    <w:p w:rsidR="007F26A3" w:rsidRPr="002044D7" w:rsidDel="003D7D13" w:rsidRDefault="007F26A3" w:rsidP="007F26A3">
      <w:pPr>
        <w:keepLines/>
        <w:ind w:left="1134" w:hanging="1134"/>
        <w:rPr>
          <w:del w:id="1609" w:author="Buttner, Henrike" w:date="2021-06-17T13:16:00Z"/>
          <w:sz w:val="20"/>
        </w:rPr>
      </w:pPr>
      <w:del w:id="1610" w:author="Buttner, Henrike" w:date="2021-06-17T13:16:00Z">
        <w:r w:rsidRPr="002044D7" w:rsidDel="003D7D13">
          <w:rPr>
            <w:b/>
            <w:sz w:val="20"/>
          </w:rPr>
          <w:delText>EER:</w:delText>
        </w:r>
        <w:r w:rsidRPr="002044D7" w:rsidDel="003D7D13">
          <w:rPr>
            <w:sz w:val="20"/>
          </w:rPr>
          <w:tab/>
          <w:delText>Energy Efficiency Ratio ist eine dimensionslose Kennzahl, die die Energieeffizienz eines Systems beschreibt. Im Fall von mechanischen Kälteanlagen ist sie das Verhältnis von erzeugter thermischer Energie (Kälte) zur eingesetzten elektrischen Energie über einen festgelegten Zeitraum. Wird die EER über einen Zeitraum von einem Jahr erfasst, so entspricht sie der Jahresarbeitszahl (JAZ) der Kälteanlage.</w:delText>
        </w:r>
      </w:del>
    </w:p>
    <w:p w:rsidR="007F26A3" w:rsidRPr="002044D7" w:rsidDel="003D7D13" w:rsidRDefault="007F26A3" w:rsidP="007F26A3">
      <w:pPr>
        <w:keepLines/>
        <w:ind w:left="1134" w:hanging="1134"/>
        <w:rPr>
          <w:del w:id="1611" w:author="Buttner, Henrike" w:date="2021-06-17T13:16:00Z"/>
          <w:sz w:val="20"/>
        </w:rPr>
      </w:pPr>
      <w:del w:id="1612" w:author="Buttner, Henrike" w:date="2021-06-17T13:16:00Z">
        <w:r w:rsidRPr="002044D7" w:rsidDel="003D7D13">
          <w:rPr>
            <w:b/>
            <w:sz w:val="20"/>
          </w:rPr>
          <w:delText>IT:</w:delText>
        </w:r>
        <w:r w:rsidRPr="002044D7" w:rsidDel="003D7D13">
          <w:rPr>
            <w:sz w:val="20"/>
          </w:rPr>
          <w:tab/>
          <w:delText>Informationstechnik (IT) ist ein Oberbegriff für die zur Datenverarbeitung eingesetzte Hard- und Software.</w:delText>
        </w:r>
      </w:del>
    </w:p>
    <w:p w:rsidR="007F26A3" w:rsidRPr="002044D7" w:rsidDel="003D7D13" w:rsidRDefault="007F26A3" w:rsidP="007F26A3">
      <w:pPr>
        <w:keepLines/>
        <w:ind w:left="1134" w:hanging="1134"/>
        <w:rPr>
          <w:del w:id="1613" w:author="Buttner, Henrike" w:date="2021-06-17T13:16:00Z"/>
          <w:sz w:val="20"/>
        </w:rPr>
      </w:pPr>
      <w:del w:id="1614" w:author="Buttner, Henrike" w:date="2021-06-17T13:16:00Z">
        <w:r w:rsidRPr="002044D7" w:rsidDel="003D7D13">
          <w:rPr>
            <w:b/>
            <w:sz w:val="20"/>
          </w:rPr>
          <w:delText>JAZ:</w:delText>
        </w:r>
        <w:r w:rsidRPr="002044D7" w:rsidDel="003D7D13">
          <w:rPr>
            <w:sz w:val="20"/>
          </w:rPr>
          <w:tab/>
          <w:delText>Jahresarbeitszahl (JAZ) ist das Verhältnis der erzeugten Kältemenge über einen Zeitraum von einem Jahr zur dazu eingesetzten elektrischen Energie. Wird die JAZ nicht für eine einzelne Kältemaschine, sondern für ein gesamtes Kühlsystem berechnet, so wird kälteseitig die durch freie Kühlung gewonnene Kälte (i.d.R. durch Außenluft) in die Bilanz einbezogen. Ebenso wird die elektrische Energie zum Antrieb der an der Kälteverteilung beteiligten Ventilatoren und Pumpen einbezogen.</w:delText>
        </w:r>
      </w:del>
    </w:p>
    <w:p w:rsidR="007F26A3" w:rsidRPr="002044D7" w:rsidDel="003D7D13" w:rsidRDefault="007F26A3" w:rsidP="007F26A3">
      <w:pPr>
        <w:keepLines/>
        <w:ind w:left="1134" w:hanging="1134"/>
        <w:rPr>
          <w:del w:id="1615" w:author="Buttner, Henrike" w:date="2021-06-17T13:16:00Z"/>
          <w:sz w:val="20"/>
        </w:rPr>
      </w:pPr>
      <w:del w:id="1616" w:author="Buttner, Henrike" w:date="2021-06-17T13:16:00Z">
        <w:r w:rsidRPr="002044D7" w:rsidDel="003D7D13">
          <w:rPr>
            <w:b/>
            <w:sz w:val="20"/>
          </w:rPr>
          <w:delText>KS:</w:delText>
        </w:r>
        <w:r w:rsidRPr="002044D7" w:rsidDel="003D7D13">
          <w:rPr>
            <w:sz w:val="20"/>
          </w:rPr>
          <w:tab/>
          <w:delText xml:space="preserve">Kühlsystem ist die Summe der technischen Einrichtungen zur Kühlung eines Gebäudes oder einzelner Räume, z.B. eines Rechenzentrums. </w:delText>
        </w:r>
      </w:del>
    </w:p>
    <w:p w:rsidR="007F26A3" w:rsidRPr="00FC465A" w:rsidDel="003D7D13" w:rsidRDefault="007F26A3" w:rsidP="007F26A3">
      <w:pPr>
        <w:keepLines/>
        <w:ind w:left="1134" w:hanging="1134"/>
        <w:rPr>
          <w:del w:id="1617" w:author="Buttner, Henrike" w:date="2021-06-17T13:16:00Z"/>
          <w:sz w:val="20"/>
          <w:szCs w:val="20"/>
        </w:rPr>
      </w:pPr>
      <w:del w:id="1618" w:author="Buttner, Henrike" w:date="2021-06-17T13:16:00Z">
        <w:r w:rsidRPr="002044D7" w:rsidDel="003D7D13">
          <w:rPr>
            <w:b/>
            <w:sz w:val="20"/>
          </w:rPr>
          <w:delText>KWS:</w:delText>
        </w:r>
        <w:r w:rsidRPr="002044D7" w:rsidDel="003D7D13">
          <w:rPr>
            <w:sz w:val="20"/>
          </w:rPr>
          <w:tab/>
        </w:r>
        <w:r w:rsidR="00912A43" w:rsidRPr="00FC465A" w:rsidDel="003D7D13">
          <w:rPr>
            <w:sz w:val="20"/>
            <w:szCs w:val="20"/>
          </w:rPr>
          <w:delText>Der Kaltwassersatz (KWS) ist eine Kältemaschine, die ein flüssiges Wärmeträgermedium (Wasser) kühlt</w:delText>
        </w:r>
        <w:r w:rsidRPr="00FC465A" w:rsidDel="003D7D13">
          <w:rPr>
            <w:sz w:val="20"/>
            <w:szCs w:val="20"/>
          </w:rPr>
          <w:delText>.</w:delText>
        </w:r>
      </w:del>
    </w:p>
    <w:p w:rsidR="007F26A3" w:rsidRPr="002044D7" w:rsidDel="003D7D13" w:rsidRDefault="007F26A3" w:rsidP="007F26A3">
      <w:pPr>
        <w:keepLines/>
        <w:ind w:left="1134" w:hanging="1134"/>
        <w:rPr>
          <w:del w:id="1619" w:author="Buttner, Henrike" w:date="2021-06-17T13:16:00Z"/>
          <w:sz w:val="20"/>
        </w:rPr>
      </w:pPr>
      <w:del w:id="1620" w:author="Buttner, Henrike" w:date="2021-06-17T13:16:00Z">
        <w:r w:rsidRPr="002044D7" w:rsidDel="003D7D13">
          <w:rPr>
            <w:b/>
            <w:sz w:val="20"/>
          </w:rPr>
          <w:delText>PDU:</w:delText>
        </w:r>
        <w:r w:rsidRPr="002044D7" w:rsidDel="003D7D13">
          <w:rPr>
            <w:sz w:val="20"/>
          </w:rPr>
          <w:tab/>
          <w:delText>Power Distribution Unit (PDU) ist die Stromverteileinheit innerhalb eines Serverraumes, das den Niederspannungsstrom auf die einzelnen IT-Komponenten verteilt.</w:delText>
        </w:r>
      </w:del>
    </w:p>
    <w:p w:rsidR="007F26A3" w:rsidRPr="002044D7" w:rsidDel="003D7D13" w:rsidRDefault="007F26A3" w:rsidP="007F26A3">
      <w:pPr>
        <w:keepLines/>
        <w:ind w:left="1134" w:hanging="1134"/>
        <w:rPr>
          <w:del w:id="1621" w:author="Buttner, Henrike" w:date="2021-06-17T13:16:00Z"/>
          <w:sz w:val="20"/>
        </w:rPr>
      </w:pPr>
      <w:del w:id="1622" w:author="Buttner, Henrike" w:date="2021-06-17T13:16:00Z">
        <w:r w:rsidRPr="002044D7" w:rsidDel="003D7D13">
          <w:rPr>
            <w:b/>
            <w:sz w:val="20"/>
          </w:rPr>
          <w:delText>RZ:</w:delText>
        </w:r>
        <w:r w:rsidRPr="002044D7" w:rsidDel="003D7D13">
          <w:rPr>
            <w:sz w:val="20"/>
          </w:rPr>
          <w:tab/>
          <w:delText>Rechenzentrum ist eine räumlich begrenzte technische Einrichtung, die dazu dient, Daten sicher, in großen Mengen, dauerhaft über einen langen Zeitraum und zentral zu verarbeiten.</w:delText>
        </w:r>
      </w:del>
    </w:p>
    <w:p w:rsidR="007F26A3" w:rsidRPr="002044D7" w:rsidDel="003D7D13" w:rsidRDefault="007F26A3" w:rsidP="007F26A3">
      <w:pPr>
        <w:keepLines/>
        <w:ind w:left="1134" w:hanging="1134"/>
        <w:rPr>
          <w:del w:id="1623" w:author="Buttner, Henrike" w:date="2021-06-17T13:16:00Z"/>
          <w:sz w:val="20"/>
        </w:rPr>
      </w:pPr>
      <w:del w:id="1624" w:author="Buttner, Henrike" w:date="2021-06-17T13:16:00Z">
        <w:r w:rsidRPr="002044D7" w:rsidDel="003D7D13">
          <w:rPr>
            <w:b/>
            <w:sz w:val="20"/>
          </w:rPr>
          <w:delText>SPEC-Power-Benchmark</w:delText>
        </w:r>
        <w:r w:rsidRPr="002044D7" w:rsidDel="003D7D13">
          <w:rPr>
            <w:sz w:val="20"/>
          </w:rPr>
          <w:delText>:</w:delText>
        </w:r>
        <w:r w:rsidRPr="002044D7" w:rsidDel="003D7D13">
          <w:rPr>
            <w:sz w:val="20"/>
          </w:rPr>
          <w:tab/>
          <w:delText xml:space="preserve">Maßzahl für die Energieeffizienz eines Servers </w:delText>
        </w:r>
      </w:del>
    </w:p>
    <w:p w:rsidR="007F26A3" w:rsidRPr="002044D7" w:rsidDel="003D7D13" w:rsidRDefault="007F26A3" w:rsidP="007F26A3">
      <w:pPr>
        <w:keepLines/>
        <w:ind w:left="1134" w:hanging="1134"/>
        <w:rPr>
          <w:del w:id="1625" w:author="Buttner, Henrike" w:date="2021-06-17T13:16:00Z"/>
          <w:sz w:val="20"/>
        </w:rPr>
      </w:pPr>
      <w:del w:id="1626" w:author="Buttner, Henrike" w:date="2021-06-17T13:16:00Z">
        <w:r w:rsidRPr="002044D7" w:rsidDel="003D7D13">
          <w:rPr>
            <w:b/>
            <w:sz w:val="20"/>
          </w:rPr>
          <w:delText>ULK:</w:delText>
        </w:r>
        <w:r w:rsidRPr="002044D7" w:rsidDel="003D7D13">
          <w:rPr>
            <w:sz w:val="20"/>
          </w:rPr>
          <w:tab/>
          <w:delText xml:space="preserve">Umluftklimagerät ist ein Klimagerät, das die zu kühlende Luft im Kreis führt, d.h. keine Außenluft zuführt, und diese über Wärmeübertrager auf das gewünschte Temperaturnieveau zurückkühlt. </w:delText>
        </w:r>
      </w:del>
    </w:p>
    <w:p w:rsidR="007F26A3" w:rsidDel="003D7D13" w:rsidRDefault="007F26A3" w:rsidP="007F26A3">
      <w:pPr>
        <w:keepLines/>
        <w:ind w:left="1134" w:hanging="1134"/>
        <w:rPr>
          <w:del w:id="1627" w:author="Buttner, Henrike" w:date="2021-06-17T13:16:00Z"/>
          <w:sz w:val="20"/>
        </w:rPr>
      </w:pPr>
      <w:del w:id="1628" w:author="Buttner, Henrike" w:date="2021-06-17T13:16:00Z">
        <w:r w:rsidRPr="002044D7" w:rsidDel="003D7D13">
          <w:rPr>
            <w:b/>
            <w:sz w:val="20"/>
          </w:rPr>
          <w:delText>USV:</w:delText>
        </w:r>
        <w:r w:rsidRPr="002044D7" w:rsidDel="003D7D13">
          <w:rPr>
            <w:sz w:val="20"/>
          </w:rPr>
          <w:tab/>
          <w:delText>Unterbrechungsfreie Stromversorgung (USV) ist eine Einrichtung innerhalb der Energieversorgung eines Rechenzentrums, die die Versorgungssicherheit erhöht. Die USV überbrückt kurzzeitige Unterbrechungen des Stromversorgungsnetzes durch Batteriebetrieb und sorgt dafür, dass die Server und Speichersysteme im Fall eines längeren Stromausfalls geordnet herunter gefahren werden können.</w:delText>
        </w:r>
      </w:del>
    </w:p>
    <w:p w:rsidR="00C4618D" w:rsidRPr="001806FC" w:rsidRDefault="00C4618D" w:rsidP="00C4618D">
      <w:pPr>
        <w:pStyle w:val="berschrift1"/>
        <w:pageBreakBefore/>
        <w:numPr>
          <w:ilvl w:val="0"/>
          <w:numId w:val="0"/>
        </w:numPr>
      </w:pPr>
      <w:bookmarkStart w:id="1629" w:name="_Ref536529129"/>
      <w:del w:id="1630" w:author="Buttner, Henrike" w:date="2021-06-17T13:44:00Z">
        <w:r w:rsidDel="006F39D9">
          <w:lastRenderedPageBreak/>
          <w:delText xml:space="preserve">Übersicht </w:delText>
        </w:r>
      </w:del>
      <w:bookmarkStart w:id="1631" w:name="_Toc74830188"/>
      <w:ins w:id="1632" w:author="Buttner, Henrike" w:date="2021-06-17T13:44:00Z">
        <w:r w:rsidR="006F39D9" w:rsidRPr="006F39D9">
          <w:t>Overview of annexes to the contract</w:t>
        </w:r>
      </w:ins>
      <w:bookmarkEnd w:id="1631"/>
      <w:del w:id="1633" w:author="Buttner, Henrike" w:date="2021-06-17T13:44:00Z">
        <w:r w:rsidDel="006F39D9">
          <w:delText>über Anlagen zum Vertrag</w:delText>
        </w:r>
      </w:del>
      <w:bookmarkEnd w:id="1629"/>
    </w:p>
    <w:bookmarkEnd w:id="730"/>
    <w:bookmarkEnd w:id="731"/>
    <w:bookmarkEnd w:id="732"/>
    <w:p w:rsidR="009C25C8" w:rsidDel="006F39D9" w:rsidRDefault="009C25C8" w:rsidP="006F39D9">
      <w:pPr>
        <w:rPr>
          <w:del w:id="1634" w:author="Buttner, Henrike" w:date="2021-06-17T13:45:00Z"/>
          <w:b/>
          <w:sz w:val="24"/>
        </w:rPr>
      </w:pPr>
      <w:del w:id="1635" w:author="Buttner, Henrike" w:date="2021-06-17T13:45:00Z">
        <w:r w:rsidRPr="001806FC" w:rsidDel="006F39D9">
          <w:rPr>
            <w:b/>
            <w:sz w:val="24"/>
          </w:rPr>
          <w:delText xml:space="preserve">Obligatorische </w:delText>
        </w:r>
      </w:del>
      <w:ins w:id="1636" w:author="Buttner, Henrike" w:date="2021-06-17T13:45:00Z">
        <w:r w:rsidR="006F39D9" w:rsidRPr="006F39D9">
          <w:rPr>
            <w:b/>
            <w:sz w:val="24"/>
          </w:rPr>
          <w:t>Mandatory Annexes to the Energy Efficiency Report Contract for Applications under Section 3.1.5 of the Award Criteria</w:t>
        </w:r>
      </w:ins>
      <w:del w:id="1637" w:author="Buttner, Henrike" w:date="2021-06-17T13:45:00Z">
        <w:r w:rsidRPr="001806FC" w:rsidDel="006F39D9">
          <w:rPr>
            <w:b/>
            <w:sz w:val="24"/>
          </w:rPr>
          <w:delText>Anlagen zum Vertrag für Energieeffizienzbericht bei Antragsstellung gemäß Abschnitt 3.1.</w:delText>
        </w:r>
        <w:r w:rsidR="00C0605D" w:rsidDel="006F39D9">
          <w:rPr>
            <w:b/>
            <w:sz w:val="24"/>
          </w:rPr>
          <w:delText>5</w:delText>
        </w:r>
        <w:r w:rsidRPr="001806FC" w:rsidDel="006F39D9">
          <w:rPr>
            <w:b/>
            <w:sz w:val="24"/>
          </w:rPr>
          <w:delText xml:space="preserve"> der </w:delText>
        </w:r>
        <w:r w:rsidR="0037202C" w:rsidDel="006F39D9">
          <w:rPr>
            <w:b/>
            <w:sz w:val="24"/>
          </w:rPr>
          <w:delText>Vergabekriterien</w:delText>
        </w:r>
      </w:del>
    </w:p>
    <w:p w:rsidR="006F39D9" w:rsidRPr="001806FC" w:rsidRDefault="006F39D9" w:rsidP="00C4618D">
      <w:pPr>
        <w:rPr>
          <w:ins w:id="1638" w:author="Buttner, Henrike" w:date="2021-06-17T13:45:00Z"/>
          <w:b/>
          <w:sz w:val="24"/>
        </w:rPr>
      </w:pPr>
    </w:p>
    <w:p w:rsidR="006F39D9" w:rsidRPr="006F39D9" w:rsidRDefault="006F39D9" w:rsidP="006F39D9">
      <w:pPr>
        <w:rPr>
          <w:ins w:id="1639" w:author="Buttner, Henrike" w:date="2021-06-17T13:45:00Z"/>
          <w:b/>
        </w:rPr>
      </w:pPr>
      <w:ins w:id="1640" w:author="Buttner, Henrike" w:date="2021-06-17T13:45:00Z">
        <w:r>
          <w:rPr>
            <w:b/>
          </w:rPr>
          <w:t>A</w:t>
        </w:r>
        <w:r w:rsidRPr="006F39D9">
          <w:rPr>
            <w:b/>
          </w:rPr>
          <w:t xml:space="preserve">nnex 2 </w:t>
        </w:r>
        <w:r>
          <w:rPr>
            <w:b/>
          </w:rPr>
          <w:tab/>
        </w:r>
        <w:r w:rsidRPr="006F39D9">
          <w:rPr>
            <w:rPrChange w:id="1641" w:author="Buttner, Henrike" w:date="2021-06-17T13:46:00Z">
              <w:rPr>
                <w:b/>
              </w:rPr>
            </w:rPrChange>
          </w:rPr>
          <w:t>Energy Efficiency Report for Application (this document)</w:t>
        </w:r>
      </w:ins>
    </w:p>
    <w:p w:rsidR="006F39D9" w:rsidRPr="006F39D9" w:rsidRDefault="006F39D9" w:rsidP="006F39D9">
      <w:pPr>
        <w:rPr>
          <w:ins w:id="1642" w:author="Buttner, Henrike" w:date="2021-06-17T13:45:00Z"/>
          <w:rPrChange w:id="1643" w:author="Buttner, Henrike" w:date="2021-06-17T13:46:00Z">
            <w:rPr>
              <w:ins w:id="1644" w:author="Buttner, Henrike" w:date="2021-06-17T13:45:00Z"/>
              <w:b/>
            </w:rPr>
          </w:rPrChange>
        </w:rPr>
      </w:pPr>
      <w:ins w:id="1645" w:author="Buttner, Henrike" w:date="2021-06-17T13:45:00Z">
        <w:r w:rsidRPr="006F39D9">
          <w:rPr>
            <w:b/>
          </w:rPr>
          <w:t xml:space="preserve">Annex 2e </w:t>
        </w:r>
        <w:r>
          <w:rPr>
            <w:b/>
          </w:rPr>
          <w:tab/>
        </w:r>
        <w:r w:rsidRPr="006F39D9">
          <w:rPr>
            <w:rPrChange w:id="1646" w:author="Buttner, Henrike" w:date="2021-06-17T13:46:00Z">
              <w:rPr>
                <w:b/>
              </w:rPr>
            </w:rPrChange>
          </w:rPr>
          <w:t>Monitoring Energy</w:t>
        </w:r>
        <w:r w:rsidRPr="006F39D9">
          <w:rPr>
            <w:rPrChange w:id="1647" w:author="Buttner, Henrike" w:date="2021-06-17T13:46:00Z">
              <w:rPr>
                <w:b/>
              </w:rPr>
            </w:rPrChange>
          </w:rPr>
          <w:tab/>
        </w:r>
      </w:ins>
    </w:p>
    <w:p w:rsidR="006F39D9" w:rsidRPr="006F39D9" w:rsidRDefault="006F39D9" w:rsidP="006F39D9">
      <w:pPr>
        <w:ind w:left="709" w:firstLine="709"/>
        <w:rPr>
          <w:ins w:id="1648" w:author="Buttner, Henrike" w:date="2021-06-17T13:45:00Z"/>
          <w:rPrChange w:id="1649" w:author="Buttner, Henrike" w:date="2021-06-17T13:46:00Z">
            <w:rPr>
              <w:ins w:id="1650" w:author="Buttner, Henrike" w:date="2021-06-17T13:45:00Z"/>
              <w:b/>
            </w:rPr>
          </w:rPrChange>
        </w:rPr>
        <w:pPrChange w:id="1651" w:author="Buttner, Henrike" w:date="2021-06-17T13:45:00Z">
          <w:pPr/>
        </w:pPrChange>
      </w:pPr>
      <w:ins w:id="1652" w:author="Buttner, Henrike" w:date="2021-06-17T13:45:00Z">
        <w:r w:rsidRPr="006F39D9">
          <w:rPr>
            <w:rPrChange w:id="1653" w:author="Buttner, Henrike" w:date="2021-06-17T13:46:00Z">
              <w:rPr>
                <w:b/>
              </w:rPr>
            </w:rPrChange>
          </w:rPr>
          <w:t>(printout from EXCEL table, spreadsheet 2e_Energy_Monitoring)</w:t>
        </w:r>
      </w:ins>
    </w:p>
    <w:p w:rsidR="006F39D9" w:rsidRPr="006F39D9" w:rsidRDefault="006F39D9" w:rsidP="006F39D9">
      <w:pPr>
        <w:rPr>
          <w:ins w:id="1654" w:author="Buttner, Henrike" w:date="2021-06-17T13:45:00Z"/>
          <w:rPrChange w:id="1655" w:author="Buttner, Henrike" w:date="2021-06-17T13:46:00Z">
            <w:rPr>
              <w:ins w:id="1656" w:author="Buttner, Henrike" w:date="2021-06-17T13:45:00Z"/>
              <w:b/>
            </w:rPr>
          </w:rPrChange>
        </w:rPr>
      </w:pPr>
      <w:ins w:id="1657" w:author="Buttner, Henrike" w:date="2021-06-17T13:45:00Z">
        <w:r w:rsidRPr="006F39D9">
          <w:rPr>
            <w:b/>
          </w:rPr>
          <w:t xml:space="preserve">Annex 2g </w:t>
        </w:r>
        <w:r>
          <w:rPr>
            <w:b/>
          </w:rPr>
          <w:tab/>
        </w:r>
        <w:r w:rsidRPr="006F39D9">
          <w:rPr>
            <w:rPrChange w:id="1658" w:author="Buttner, Henrike" w:date="2021-06-17T13:46:00Z">
              <w:rPr>
                <w:b/>
              </w:rPr>
            </w:rPrChange>
          </w:rPr>
          <w:t>Monitoring Water Consumption</w:t>
        </w:r>
        <w:r w:rsidRPr="006F39D9">
          <w:rPr>
            <w:rPrChange w:id="1659" w:author="Buttner, Henrike" w:date="2021-06-17T13:46:00Z">
              <w:rPr>
                <w:b/>
              </w:rPr>
            </w:rPrChange>
          </w:rPr>
          <w:tab/>
        </w:r>
      </w:ins>
    </w:p>
    <w:p w:rsidR="006F39D9" w:rsidRPr="006F39D9" w:rsidRDefault="006F39D9" w:rsidP="006F39D9">
      <w:pPr>
        <w:ind w:left="709" w:firstLine="709"/>
        <w:rPr>
          <w:ins w:id="1660" w:author="Buttner, Henrike" w:date="2021-06-17T13:45:00Z"/>
          <w:rPrChange w:id="1661" w:author="Buttner, Henrike" w:date="2021-06-17T13:46:00Z">
            <w:rPr>
              <w:ins w:id="1662" w:author="Buttner, Henrike" w:date="2021-06-17T13:45:00Z"/>
              <w:b/>
            </w:rPr>
          </w:rPrChange>
        </w:rPr>
        <w:pPrChange w:id="1663" w:author="Buttner, Henrike" w:date="2021-06-17T13:45:00Z">
          <w:pPr/>
        </w:pPrChange>
      </w:pPr>
      <w:ins w:id="1664" w:author="Buttner, Henrike" w:date="2021-06-17T13:45:00Z">
        <w:r w:rsidRPr="006F39D9">
          <w:rPr>
            <w:rPrChange w:id="1665" w:author="Buttner, Henrike" w:date="2021-06-17T13:46:00Z">
              <w:rPr>
                <w:b/>
              </w:rPr>
            </w:rPrChange>
          </w:rPr>
          <w:t>(printout from EXCEL table, spreadsheet 2g_refrigeration_systems)</w:t>
        </w:r>
      </w:ins>
    </w:p>
    <w:p w:rsidR="006F39D9" w:rsidRPr="006F39D9" w:rsidRDefault="006F39D9" w:rsidP="006F39D9">
      <w:pPr>
        <w:ind w:left="1418" w:hanging="1418"/>
        <w:rPr>
          <w:ins w:id="1666" w:author="Buttner, Henrike" w:date="2021-06-17T13:45:00Z"/>
          <w:b/>
        </w:rPr>
        <w:pPrChange w:id="1667" w:author="Buttner, Henrike" w:date="2021-06-17T13:45:00Z">
          <w:pPr/>
        </w:pPrChange>
      </w:pPr>
      <w:ins w:id="1668" w:author="Buttner, Henrike" w:date="2021-06-17T13:45:00Z">
        <w:r w:rsidRPr="006F39D9">
          <w:rPr>
            <w:b/>
          </w:rPr>
          <w:t xml:space="preserve">Annex 4: </w:t>
        </w:r>
        <w:r>
          <w:rPr>
            <w:b/>
          </w:rPr>
          <w:tab/>
        </w:r>
        <w:r w:rsidRPr="006F39D9">
          <w:rPr>
            <w:rPrChange w:id="1669" w:author="Buttner, Henrike" w:date="2021-06-17T13:46:00Z">
              <w:rPr>
                <w:b/>
              </w:rPr>
            </w:rPrChange>
          </w:rPr>
          <w:t>Expert opinion of a notified inspection agency on the completeness and plausibility of the energy efficiency report at the time of application (Annex 2) in accordance with section 3.1.5 Energy efficiency report at the time of application of the award criteria</w:t>
        </w:r>
      </w:ins>
    </w:p>
    <w:p w:rsidR="006F39D9" w:rsidRPr="006F39D9" w:rsidRDefault="006F39D9" w:rsidP="006F39D9">
      <w:pPr>
        <w:ind w:left="1418" w:hanging="1418"/>
        <w:rPr>
          <w:ins w:id="1670" w:author="Buttner, Henrike" w:date="2021-06-17T13:45:00Z"/>
          <w:b/>
        </w:rPr>
        <w:pPrChange w:id="1671" w:author="Buttner, Henrike" w:date="2021-06-17T13:46:00Z">
          <w:pPr/>
        </w:pPrChange>
      </w:pPr>
      <w:ins w:id="1672" w:author="Buttner, Henrike" w:date="2021-06-17T13:45:00Z">
        <w:r w:rsidRPr="006F39D9">
          <w:rPr>
            <w:b/>
          </w:rPr>
          <w:t xml:space="preserve">Annex 5: </w:t>
        </w:r>
      </w:ins>
      <w:ins w:id="1673" w:author="Buttner, Henrike" w:date="2021-06-17T13:46:00Z">
        <w:r>
          <w:rPr>
            <w:b/>
          </w:rPr>
          <w:tab/>
        </w:r>
      </w:ins>
      <w:ins w:id="1674" w:author="Buttner, Henrike" w:date="2021-06-17T13:45:00Z">
        <w:r w:rsidRPr="006F39D9">
          <w:rPr>
            <w:rPrChange w:id="1675" w:author="Buttner, Henrike" w:date="2021-06-17T13:46:00Z">
              <w:rPr>
                <w:b/>
              </w:rPr>
            </w:rPrChange>
          </w:rPr>
          <w:t>Electricity labelling in accordance with §42 of the Energy Industry Act (Energiewirtschaftsgesetz) or individual proof of specific greenhouse gas emissions, if applicable justification of exemption in accordance with section 3.1.1.4 Electrical Energy of the award criteria</w:t>
        </w:r>
      </w:ins>
    </w:p>
    <w:p w:rsidR="006F39D9" w:rsidRPr="006F39D9" w:rsidRDefault="006F39D9" w:rsidP="006F39D9">
      <w:pPr>
        <w:ind w:left="1418" w:hanging="1418"/>
        <w:rPr>
          <w:ins w:id="1676" w:author="Buttner, Henrike" w:date="2021-06-17T13:45:00Z"/>
          <w:b/>
        </w:rPr>
        <w:pPrChange w:id="1677" w:author="Buttner, Henrike" w:date="2021-06-17T13:46:00Z">
          <w:pPr/>
        </w:pPrChange>
      </w:pPr>
      <w:ins w:id="1678" w:author="Buttner, Henrike" w:date="2021-06-17T13:45:00Z">
        <w:r w:rsidRPr="006F39D9">
          <w:rPr>
            <w:b/>
          </w:rPr>
          <w:t xml:space="preserve">Appendix 6: </w:t>
        </w:r>
      </w:ins>
      <w:ins w:id="1679" w:author="Buttner, Henrike" w:date="2021-06-17T13:46:00Z">
        <w:r>
          <w:rPr>
            <w:b/>
          </w:rPr>
          <w:tab/>
        </w:r>
      </w:ins>
      <w:ins w:id="1680" w:author="Buttner, Henrike" w:date="2021-06-17T13:45:00Z">
        <w:r w:rsidRPr="006F39D9">
          <w:rPr>
            <w:rPrChange w:id="1681" w:author="Buttner, Henrike" w:date="2021-06-17T13:46:00Z">
              <w:rPr>
                <w:b/>
              </w:rPr>
            </w:rPrChange>
          </w:rPr>
          <w:t>Information material for Colo customers on energy saving in accordance with section 3.1.4.1 of the award criteria</w:t>
        </w:r>
      </w:ins>
    </w:p>
    <w:p w:rsidR="004010AE" w:rsidRPr="006F39D9" w:rsidDel="006F39D9" w:rsidRDefault="006F39D9" w:rsidP="006F39D9">
      <w:pPr>
        <w:ind w:left="1418" w:hanging="1418"/>
        <w:rPr>
          <w:del w:id="1682" w:author="Buttner, Henrike" w:date="2021-06-17T13:45:00Z"/>
          <w:rPrChange w:id="1683" w:author="Buttner, Henrike" w:date="2021-06-17T13:46:00Z">
            <w:rPr>
              <w:del w:id="1684" w:author="Buttner, Henrike" w:date="2021-06-17T13:45:00Z"/>
            </w:rPr>
          </w:rPrChange>
        </w:rPr>
        <w:pPrChange w:id="1685" w:author="Buttner, Henrike" w:date="2021-06-17T13:46:00Z">
          <w:pPr/>
        </w:pPrChange>
      </w:pPr>
      <w:ins w:id="1686" w:author="Buttner, Henrike" w:date="2021-06-17T13:45:00Z">
        <w:r w:rsidRPr="006F39D9">
          <w:rPr>
            <w:b/>
          </w:rPr>
          <w:t xml:space="preserve">Annex 7: </w:t>
        </w:r>
      </w:ins>
      <w:ins w:id="1687" w:author="Buttner, Henrike" w:date="2021-06-17T13:46:00Z">
        <w:r>
          <w:rPr>
            <w:b/>
          </w:rPr>
          <w:tab/>
        </w:r>
      </w:ins>
      <w:ins w:id="1688" w:author="Buttner, Henrike" w:date="2021-06-17T13:45:00Z">
        <w:r w:rsidRPr="006F39D9">
          <w:rPr>
            <w:rPrChange w:id="1689" w:author="Buttner, Henrike" w:date="2021-06-17T13:46:00Z">
              <w:rPr>
                <w:b/>
              </w:rPr>
            </w:rPrChange>
          </w:rPr>
          <w:t>Model contract for the billing of the colocation service pursuant to section 3.1.4.2 of the award criteria</w:t>
        </w:r>
      </w:ins>
      <w:del w:id="1690" w:author="Buttner, Henrike" w:date="2021-06-17T13:45:00Z">
        <w:r w:rsidR="004010AE" w:rsidRPr="006F39D9" w:rsidDel="006F39D9">
          <w:rPr>
            <w:rPrChange w:id="1691" w:author="Buttner, Henrike" w:date="2021-06-17T13:46:00Z">
              <w:rPr>
                <w:b/>
              </w:rPr>
            </w:rPrChange>
          </w:rPr>
          <w:delText>Anlage 2</w:delText>
        </w:r>
        <w:r w:rsidR="004010AE" w:rsidRPr="006F39D9" w:rsidDel="006F39D9">
          <w:rPr>
            <w:rPrChange w:id="1692" w:author="Buttner, Henrike" w:date="2021-06-17T13:46:00Z">
              <w:rPr>
                <w:b/>
              </w:rPr>
            </w:rPrChange>
          </w:rPr>
          <w:tab/>
        </w:r>
        <w:r w:rsidR="004010AE" w:rsidRPr="006F39D9" w:rsidDel="006F39D9">
          <w:rPr>
            <w:rPrChange w:id="1693" w:author="Buttner, Henrike" w:date="2021-06-17T13:46:00Z">
              <w:rPr/>
            </w:rPrChange>
          </w:rPr>
          <w:delText>Energieeffizienzbericht zur Antragstellung (dieses Dokument)</w:delText>
        </w:r>
      </w:del>
    </w:p>
    <w:p w:rsidR="00A8198E" w:rsidDel="006F39D9" w:rsidRDefault="00A8198E" w:rsidP="006F39D9">
      <w:pPr>
        <w:tabs>
          <w:tab w:val="left" w:pos="1134"/>
        </w:tabs>
        <w:ind w:left="1418" w:hanging="1418"/>
        <w:rPr>
          <w:del w:id="1694" w:author="Buttner, Henrike" w:date="2021-06-17T13:45:00Z"/>
        </w:rPr>
        <w:pPrChange w:id="1695" w:author="Buttner, Henrike" w:date="2021-06-17T13:46:00Z">
          <w:pPr>
            <w:tabs>
              <w:tab w:val="left" w:pos="1134"/>
            </w:tabs>
            <w:ind w:left="1134" w:hanging="1134"/>
          </w:pPr>
        </w:pPrChange>
      </w:pPr>
      <w:del w:id="1696" w:author="Buttner, Henrike" w:date="2021-06-17T13:45:00Z">
        <w:r w:rsidRPr="000B017D" w:rsidDel="006F39D9">
          <w:rPr>
            <w:b/>
          </w:rPr>
          <w:delText>Anlage 2e</w:delText>
        </w:r>
        <w:r w:rsidDel="006F39D9">
          <w:tab/>
          <w:delText>Monitoring Energie</w:delText>
        </w:r>
        <w:r w:rsidDel="006F39D9">
          <w:tab/>
        </w:r>
        <w:r w:rsidDel="006F39D9">
          <w:br/>
          <w:delText xml:space="preserve">(Ausdruck aus EXCEL-Tabelle, Tabellenblatt </w:delText>
        </w:r>
        <w:r w:rsidRPr="00A8198E" w:rsidDel="006F39D9">
          <w:delText>2e_Energie_Monitoring</w:delText>
        </w:r>
        <w:r w:rsidDel="006F39D9">
          <w:delText>)</w:delText>
        </w:r>
      </w:del>
    </w:p>
    <w:p w:rsidR="00021E93" w:rsidDel="006F39D9" w:rsidRDefault="00021E93" w:rsidP="006F39D9">
      <w:pPr>
        <w:tabs>
          <w:tab w:val="left" w:pos="1134"/>
        </w:tabs>
        <w:ind w:left="1418" w:hanging="1418"/>
        <w:rPr>
          <w:del w:id="1697" w:author="Buttner, Henrike" w:date="2021-06-17T13:45:00Z"/>
        </w:rPr>
        <w:pPrChange w:id="1698" w:author="Buttner, Henrike" w:date="2021-06-17T13:46:00Z">
          <w:pPr>
            <w:tabs>
              <w:tab w:val="left" w:pos="1134"/>
            </w:tabs>
            <w:ind w:left="1134" w:hanging="1134"/>
          </w:pPr>
        </w:pPrChange>
      </w:pPr>
      <w:del w:id="1699" w:author="Buttner, Henrike" w:date="2021-06-17T13:45:00Z">
        <w:r w:rsidRPr="000B017D" w:rsidDel="006F39D9">
          <w:rPr>
            <w:b/>
          </w:rPr>
          <w:delText>Anlage 2</w:delText>
        </w:r>
        <w:r w:rsidDel="006F39D9">
          <w:rPr>
            <w:b/>
          </w:rPr>
          <w:delText>g</w:delText>
        </w:r>
        <w:r w:rsidDel="006F39D9">
          <w:tab/>
          <w:delText>Monitoring Wasserverbrauch</w:delText>
        </w:r>
        <w:r w:rsidDel="006F39D9">
          <w:tab/>
        </w:r>
        <w:r w:rsidDel="006F39D9">
          <w:br/>
          <w:delText xml:space="preserve">(Ausdruck aus EXCEL-Tabelle, Tabellenblatt </w:delText>
        </w:r>
        <w:r w:rsidRPr="00A8198E" w:rsidDel="006F39D9">
          <w:delText>2</w:delText>
        </w:r>
        <w:r w:rsidDel="006F39D9">
          <w:delText>g</w:delText>
        </w:r>
        <w:r w:rsidRPr="00A8198E" w:rsidDel="006F39D9">
          <w:delText>_</w:delText>
        </w:r>
        <w:r w:rsidDel="006F39D9">
          <w:delText>Kälteanlagen)</w:delText>
        </w:r>
      </w:del>
    </w:p>
    <w:p w:rsidR="009C25C8" w:rsidRPr="001806FC" w:rsidDel="006F39D9" w:rsidRDefault="009C25C8" w:rsidP="006F39D9">
      <w:pPr>
        <w:tabs>
          <w:tab w:val="left" w:pos="1134"/>
        </w:tabs>
        <w:ind w:left="1418" w:hanging="1418"/>
        <w:rPr>
          <w:del w:id="1700" w:author="Buttner, Henrike" w:date="2021-06-17T13:45:00Z"/>
        </w:rPr>
        <w:pPrChange w:id="1701" w:author="Buttner, Henrike" w:date="2021-06-17T13:46:00Z">
          <w:pPr>
            <w:tabs>
              <w:tab w:val="left" w:pos="1134"/>
            </w:tabs>
            <w:ind w:left="1134" w:hanging="1134"/>
          </w:pPr>
        </w:pPrChange>
      </w:pPr>
      <w:del w:id="1702" w:author="Buttner, Henrike" w:date="2021-06-17T13:45:00Z">
        <w:r w:rsidRPr="001806FC" w:rsidDel="006F39D9">
          <w:rPr>
            <w:b/>
          </w:rPr>
          <w:delText>Anlage 4</w:delText>
        </w:r>
        <w:r w:rsidRPr="001806FC" w:rsidDel="006F39D9">
          <w:delText xml:space="preserve">: </w:delText>
        </w:r>
        <w:r w:rsidRPr="001806FC" w:rsidDel="006F39D9">
          <w:tab/>
          <w:delText>Gutachten einer benannten Prüfstelle zur Vollständigkeit sowie Plausibilität des Energieeffizienzberichts bei Antragstellung (Anlage 2) gemäß Abschnitt 3.1.</w:delText>
        </w:r>
        <w:r w:rsidR="00C0605D" w:rsidDel="006F39D9">
          <w:delText>5</w:delText>
        </w:r>
        <w:r w:rsidRPr="001806FC" w:rsidDel="006F39D9">
          <w:delText xml:space="preserve"> Energieeffizienzbericht bei Antragsstellung der </w:delText>
        </w:r>
        <w:r w:rsidR="0037202C" w:rsidDel="006F39D9">
          <w:delText>Vergabekriterien</w:delText>
        </w:r>
      </w:del>
    </w:p>
    <w:p w:rsidR="009C25C8" w:rsidDel="006F39D9" w:rsidRDefault="009C25C8" w:rsidP="006F39D9">
      <w:pPr>
        <w:tabs>
          <w:tab w:val="left" w:pos="1134"/>
        </w:tabs>
        <w:ind w:left="1418" w:hanging="1418"/>
        <w:rPr>
          <w:del w:id="1703" w:author="Buttner, Henrike" w:date="2021-06-17T13:45:00Z"/>
        </w:rPr>
        <w:pPrChange w:id="1704" w:author="Buttner, Henrike" w:date="2021-06-17T13:46:00Z">
          <w:pPr>
            <w:tabs>
              <w:tab w:val="left" w:pos="1134"/>
            </w:tabs>
            <w:ind w:left="1134" w:hanging="1134"/>
          </w:pPr>
        </w:pPrChange>
      </w:pPr>
      <w:del w:id="1705" w:author="Buttner, Henrike" w:date="2021-06-17T13:45:00Z">
        <w:r w:rsidRPr="001806FC" w:rsidDel="006F39D9">
          <w:rPr>
            <w:b/>
          </w:rPr>
          <w:delText>Anlage 5</w:delText>
        </w:r>
        <w:r w:rsidRPr="001806FC" w:rsidDel="006F39D9">
          <w:delText>:</w:delText>
        </w:r>
        <w:r w:rsidRPr="001806FC" w:rsidDel="006F39D9">
          <w:tab/>
          <w:delText>Stromkennzeichnung nach §42 Energiewirtschaftsgesetz oder individueller Nachweis der spezifischen Treibhausgasemissionen, ggf. Begründung der Ausnahme nach Abschnitt 3.1.</w:delText>
        </w:r>
        <w:r w:rsidR="00B40052" w:rsidDel="006F39D9">
          <w:delText>1.</w:delText>
        </w:r>
        <w:r w:rsidRPr="001806FC" w:rsidDel="006F39D9">
          <w:delText xml:space="preserve">4 Elektrische Energie der </w:delText>
        </w:r>
        <w:r w:rsidR="0037202C" w:rsidDel="006F39D9">
          <w:delText>Vergabekriterien</w:delText>
        </w:r>
      </w:del>
    </w:p>
    <w:p w:rsidR="00C0605D" w:rsidDel="006F39D9" w:rsidRDefault="00C0605D" w:rsidP="006F39D9">
      <w:pPr>
        <w:tabs>
          <w:tab w:val="left" w:pos="1134"/>
        </w:tabs>
        <w:ind w:left="1418" w:hanging="1418"/>
        <w:rPr>
          <w:del w:id="1706" w:author="Buttner, Henrike" w:date="2021-06-17T13:45:00Z"/>
        </w:rPr>
        <w:pPrChange w:id="1707" w:author="Buttner, Henrike" w:date="2021-06-17T13:46:00Z">
          <w:pPr>
            <w:tabs>
              <w:tab w:val="left" w:pos="1134"/>
            </w:tabs>
            <w:ind w:left="1134" w:hanging="1134"/>
          </w:pPr>
        </w:pPrChange>
      </w:pPr>
      <w:del w:id="1708" w:author="Buttner, Henrike" w:date="2021-06-17T13:45:00Z">
        <w:r w:rsidRPr="003B5A64" w:rsidDel="006F39D9">
          <w:rPr>
            <w:b/>
          </w:rPr>
          <w:delText>Anlage 6</w:delText>
        </w:r>
        <w:r w:rsidRPr="00C0605D" w:rsidDel="006F39D9">
          <w:delText>:</w:delText>
        </w:r>
        <w:r w:rsidDel="006F39D9">
          <w:delText xml:space="preserve"> </w:delText>
        </w:r>
        <w:r w:rsidDel="006F39D9">
          <w:tab/>
          <w:delText xml:space="preserve">Informationsmaterialien für Colo-Kunden zur Energieeinsparung </w:delText>
        </w:r>
        <w:r w:rsidRPr="001806FC" w:rsidDel="006F39D9">
          <w:delText xml:space="preserve">gemäß </w:delText>
        </w:r>
        <w:r w:rsidDel="006F39D9">
          <w:delText xml:space="preserve">Abschnitt 3.1.4.1 </w:delText>
        </w:r>
        <w:r w:rsidRPr="001806FC" w:rsidDel="006F39D9">
          <w:delText xml:space="preserve">der </w:delText>
        </w:r>
        <w:r w:rsidDel="006F39D9">
          <w:delText>Vergabekriterien</w:delText>
        </w:r>
      </w:del>
    </w:p>
    <w:p w:rsidR="00C0605D" w:rsidRPr="001806FC" w:rsidDel="006F39D9" w:rsidRDefault="00C0605D" w:rsidP="006F39D9">
      <w:pPr>
        <w:tabs>
          <w:tab w:val="left" w:pos="1134"/>
        </w:tabs>
        <w:ind w:left="1418" w:hanging="1418"/>
        <w:rPr>
          <w:del w:id="1709" w:author="Buttner, Henrike" w:date="2021-06-17T13:45:00Z"/>
        </w:rPr>
        <w:pPrChange w:id="1710" w:author="Buttner, Henrike" w:date="2021-06-17T13:46:00Z">
          <w:pPr>
            <w:tabs>
              <w:tab w:val="left" w:pos="1134"/>
            </w:tabs>
            <w:ind w:left="1134" w:hanging="1134"/>
          </w:pPr>
        </w:pPrChange>
      </w:pPr>
      <w:del w:id="1711" w:author="Buttner, Henrike" w:date="2021-06-17T13:45:00Z">
        <w:r w:rsidRPr="003B5A64" w:rsidDel="006F39D9">
          <w:rPr>
            <w:b/>
          </w:rPr>
          <w:delText>Anlage 7</w:delText>
        </w:r>
        <w:r w:rsidDel="006F39D9">
          <w:delText>:</w:delText>
        </w:r>
        <w:r w:rsidDel="006F39D9">
          <w:tab/>
          <w:delText xml:space="preserve">Mustervertrag für die Abrechnung der Colocation-Dienstleistung </w:delText>
        </w:r>
        <w:r w:rsidRPr="001806FC" w:rsidDel="006F39D9">
          <w:delText xml:space="preserve">gemäß </w:delText>
        </w:r>
        <w:r w:rsidDel="006F39D9">
          <w:delText xml:space="preserve">Abschnitt 3.1.4.2 </w:delText>
        </w:r>
        <w:r w:rsidRPr="001806FC" w:rsidDel="006F39D9">
          <w:delText xml:space="preserve">der </w:delText>
        </w:r>
        <w:r w:rsidDel="006F39D9">
          <w:delText>Vergabekriterien</w:delText>
        </w:r>
      </w:del>
    </w:p>
    <w:p w:rsidR="009C25C8" w:rsidRPr="001806FC" w:rsidRDefault="009C25C8" w:rsidP="006F39D9">
      <w:pPr>
        <w:ind w:left="1418" w:hanging="1418"/>
        <w:pPrChange w:id="1712" w:author="Buttner, Henrike" w:date="2021-06-17T13:46:00Z">
          <w:pPr/>
        </w:pPrChange>
      </w:pPr>
    </w:p>
    <w:p w:rsidR="009C25C8" w:rsidRPr="001806FC" w:rsidRDefault="009C25C8" w:rsidP="009C25C8">
      <w:pPr>
        <w:rPr>
          <w:b/>
          <w:sz w:val="24"/>
        </w:rPr>
      </w:pPr>
      <w:del w:id="1713" w:author="Buttner, Henrike" w:date="2021-06-17T13:46:00Z">
        <w:r w:rsidRPr="001806FC" w:rsidDel="006F39D9">
          <w:rPr>
            <w:b/>
            <w:sz w:val="24"/>
          </w:rPr>
          <w:delText xml:space="preserve">Obligatorische </w:delText>
        </w:r>
      </w:del>
      <w:ins w:id="1714" w:author="Buttner, Henrike" w:date="2021-06-17T13:46:00Z">
        <w:r w:rsidR="006F39D9" w:rsidRPr="006F39D9">
          <w:rPr>
            <w:b/>
            <w:sz w:val="24"/>
          </w:rPr>
          <w:t>Mandatory Annexes to the Contract for Energy Efficiency Report for Final Evaluation according to Section 3.2.2 of the Award Criteria</w:t>
        </w:r>
      </w:ins>
      <w:del w:id="1715" w:author="Buttner, Henrike" w:date="2021-06-17T13:46:00Z">
        <w:r w:rsidRPr="001806FC" w:rsidDel="006F39D9">
          <w:rPr>
            <w:b/>
            <w:sz w:val="24"/>
          </w:rPr>
          <w:delText xml:space="preserve">Anlagen zum Vertrag für </w:delText>
        </w:r>
        <w:r w:rsidR="0069788D" w:rsidRPr="0069788D" w:rsidDel="006F39D9">
          <w:rPr>
            <w:b/>
            <w:sz w:val="24"/>
          </w:rPr>
          <w:delText xml:space="preserve">Energieeffizienzbericht zur Abschlussevaluation </w:delText>
        </w:r>
        <w:r w:rsidRPr="001806FC" w:rsidDel="006F39D9">
          <w:rPr>
            <w:b/>
            <w:sz w:val="24"/>
          </w:rPr>
          <w:delText xml:space="preserve">gemäß Abschnitt </w:delText>
        </w:r>
        <w:r w:rsidR="0069788D" w:rsidRPr="0069788D" w:rsidDel="006F39D9">
          <w:rPr>
            <w:b/>
            <w:sz w:val="24"/>
          </w:rPr>
          <w:delText>3.2.</w:delText>
        </w:r>
        <w:r w:rsidR="00C0605D" w:rsidDel="006F39D9">
          <w:rPr>
            <w:b/>
            <w:sz w:val="24"/>
          </w:rPr>
          <w:delText>2</w:delText>
        </w:r>
        <w:r w:rsidRPr="001806FC" w:rsidDel="006F39D9">
          <w:rPr>
            <w:b/>
            <w:sz w:val="24"/>
          </w:rPr>
          <w:delText xml:space="preserve"> der </w:delText>
        </w:r>
        <w:r w:rsidR="0037202C" w:rsidDel="006F39D9">
          <w:rPr>
            <w:b/>
            <w:sz w:val="24"/>
          </w:rPr>
          <w:delText>Vergabekriterien</w:delText>
        </w:r>
      </w:del>
    </w:p>
    <w:p w:rsidR="006F39D9" w:rsidRPr="006F39D9" w:rsidRDefault="006F39D9" w:rsidP="006F39D9">
      <w:pPr>
        <w:rPr>
          <w:ins w:id="1716" w:author="Buttner, Henrike" w:date="2021-06-17T13:47:00Z"/>
          <w:rPrChange w:id="1717" w:author="Buttner, Henrike" w:date="2021-06-17T13:47:00Z">
            <w:rPr>
              <w:ins w:id="1718" w:author="Buttner, Henrike" w:date="2021-06-17T13:47:00Z"/>
              <w:b/>
            </w:rPr>
          </w:rPrChange>
        </w:rPr>
      </w:pPr>
      <w:ins w:id="1719" w:author="Buttner, Henrike" w:date="2021-06-17T13:47:00Z">
        <w:r>
          <w:rPr>
            <w:b/>
          </w:rPr>
          <w:t>Annex</w:t>
        </w:r>
        <w:r w:rsidRPr="006F39D9">
          <w:rPr>
            <w:b/>
          </w:rPr>
          <w:t xml:space="preserve"> 2 </w:t>
        </w:r>
        <w:r>
          <w:rPr>
            <w:b/>
          </w:rPr>
          <w:tab/>
        </w:r>
        <w:r w:rsidRPr="006F39D9">
          <w:rPr>
            <w:rPrChange w:id="1720" w:author="Buttner, Henrike" w:date="2021-06-17T13:47:00Z">
              <w:rPr>
                <w:b/>
              </w:rPr>
            </w:rPrChange>
          </w:rPr>
          <w:t>Final Evaluation Energy Efficiency Report (this document)</w:t>
        </w:r>
      </w:ins>
    </w:p>
    <w:p w:rsidR="006F39D9" w:rsidRPr="006F39D9" w:rsidRDefault="006F39D9" w:rsidP="006F39D9">
      <w:pPr>
        <w:rPr>
          <w:ins w:id="1721" w:author="Buttner, Henrike" w:date="2021-06-17T13:47:00Z"/>
          <w:rPrChange w:id="1722" w:author="Buttner, Henrike" w:date="2021-06-17T13:47:00Z">
            <w:rPr>
              <w:ins w:id="1723" w:author="Buttner, Henrike" w:date="2021-06-17T13:47:00Z"/>
              <w:b/>
            </w:rPr>
          </w:rPrChange>
        </w:rPr>
      </w:pPr>
      <w:ins w:id="1724" w:author="Buttner, Henrike" w:date="2021-06-17T13:47:00Z">
        <w:r>
          <w:rPr>
            <w:b/>
          </w:rPr>
          <w:t>Annex</w:t>
        </w:r>
        <w:r w:rsidRPr="006F39D9">
          <w:rPr>
            <w:b/>
          </w:rPr>
          <w:t xml:space="preserve"> 2 2d </w:t>
        </w:r>
        <w:r>
          <w:rPr>
            <w:b/>
          </w:rPr>
          <w:tab/>
        </w:r>
        <w:r w:rsidRPr="006F39D9">
          <w:rPr>
            <w:rPrChange w:id="1725" w:author="Buttner, Henrike" w:date="2021-06-17T13:47:00Z">
              <w:rPr>
                <w:b/>
              </w:rPr>
            </w:rPrChange>
          </w:rPr>
          <w:t>Inventory list of newly acquired intelligent PDUs</w:t>
        </w:r>
        <w:r w:rsidRPr="006F39D9">
          <w:rPr>
            <w:rPrChange w:id="1726" w:author="Buttner, Henrike" w:date="2021-06-17T13:47:00Z">
              <w:rPr>
                <w:b/>
              </w:rPr>
            </w:rPrChange>
          </w:rPr>
          <w:tab/>
        </w:r>
      </w:ins>
    </w:p>
    <w:p w:rsidR="006F39D9" w:rsidRPr="006F39D9" w:rsidRDefault="006F39D9" w:rsidP="006F39D9">
      <w:pPr>
        <w:ind w:left="709" w:firstLine="709"/>
        <w:rPr>
          <w:ins w:id="1727" w:author="Buttner, Henrike" w:date="2021-06-17T13:47:00Z"/>
          <w:rPrChange w:id="1728" w:author="Buttner, Henrike" w:date="2021-06-17T13:47:00Z">
            <w:rPr>
              <w:ins w:id="1729" w:author="Buttner, Henrike" w:date="2021-06-17T13:47:00Z"/>
              <w:b/>
            </w:rPr>
          </w:rPrChange>
        </w:rPr>
        <w:pPrChange w:id="1730" w:author="Buttner, Henrike" w:date="2021-06-17T13:47:00Z">
          <w:pPr/>
        </w:pPrChange>
      </w:pPr>
      <w:ins w:id="1731" w:author="Buttner, Henrike" w:date="2021-06-17T13:47:00Z">
        <w:r w:rsidRPr="006F39D9">
          <w:rPr>
            <w:rPrChange w:id="1732" w:author="Buttner, Henrike" w:date="2021-06-17T13:47:00Z">
              <w:rPr>
                <w:b/>
              </w:rPr>
            </w:rPrChange>
          </w:rPr>
          <w:t>(printout from EXCEL table, spreadsheet 2d_PDU)</w:t>
        </w:r>
      </w:ins>
    </w:p>
    <w:p w:rsidR="006F39D9" w:rsidRPr="006F39D9" w:rsidRDefault="006F39D9" w:rsidP="006F39D9">
      <w:pPr>
        <w:rPr>
          <w:ins w:id="1733" w:author="Buttner, Henrike" w:date="2021-06-17T13:47:00Z"/>
          <w:rPrChange w:id="1734" w:author="Buttner, Henrike" w:date="2021-06-17T13:47:00Z">
            <w:rPr>
              <w:ins w:id="1735" w:author="Buttner, Henrike" w:date="2021-06-17T13:47:00Z"/>
              <w:b/>
            </w:rPr>
          </w:rPrChange>
        </w:rPr>
      </w:pPr>
      <w:ins w:id="1736" w:author="Buttner, Henrike" w:date="2021-06-17T13:47:00Z">
        <w:r>
          <w:rPr>
            <w:b/>
          </w:rPr>
          <w:t>Annex</w:t>
        </w:r>
        <w:r w:rsidRPr="006F39D9">
          <w:rPr>
            <w:b/>
          </w:rPr>
          <w:t xml:space="preserve"> 2 2e </w:t>
        </w:r>
        <w:r>
          <w:rPr>
            <w:b/>
          </w:rPr>
          <w:tab/>
        </w:r>
        <w:r w:rsidRPr="006F39D9">
          <w:rPr>
            <w:rPrChange w:id="1737" w:author="Buttner, Henrike" w:date="2021-06-17T13:47:00Z">
              <w:rPr>
                <w:b/>
              </w:rPr>
            </w:rPrChange>
          </w:rPr>
          <w:t>Monitoring Energy</w:t>
        </w:r>
        <w:r w:rsidRPr="006F39D9">
          <w:rPr>
            <w:rPrChange w:id="1738" w:author="Buttner, Henrike" w:date="2021-06-17T13:47:00Z">
              <w:rPr>
                <w:b/>
              </w:rPr>
            </w:rPrChange>
          </w:rPr>
          <w:tab/>
        </w:r>
      </w:ins>
    </w:p>
    <w:p w:rsidR="006F39D9" w:rsidRPr="006F39D9" w:rsidRDefault="006F39D9" w:rsidP="006F39D9">
      <w:pPr>
        <w:ind w:left="709" w:firstLine="709"/>
        <w:rPr>
          <w:ins w:id="1739" w:author="Buttner, Henrike" w:date="2021-06-17T13:47:00Z"/>
          <w:rPrChange w:id="1740" w:author="Buttner, Henrike" w:date="2021-06-17T13:47:00Z">
            <w:rPr>
              <w:ins w:id="1741" w:author="Buttner, Henrike" w:date="2021-06-17T13:47:00Z"/>
              <w:b/>
            </w:rPr>
          </w:rPrChange>
        </w:rPr>
        <w:pPrChange w:id="1742" w:author="Buttner, Henrike" w:date="2021-06-17T13:47:00Z">
          <w:pPr/>
        </w:pPrChange>
      </w:pPr>
      <w:ins w:id="1743" w:author="Buttner, Henrike" w:date="2021-06-17T13:47:00Z">
        <w:r w:rsidRPr="006F39D9">
          <w:rPr>
            <w:rPrChange w:id="1744" w:author="Buttner, Henrike" w:date="2021-06-17T13:47:00Z">
              <w:rPr>
                <w:b/>
              </w:rPr>
            </w:rPrChange>
          </w:rPr>
          <w:t>(printout from EXCEL table, spreadsheet 2e_Energy_Monitoring)</w:t>
        </w:r>
      </w:ins>
    </w:p>
    <w:p w:rsidR="006F39D9" w:rsidRPr="006F39D9" w:rsidRDefault="006F39D9" w:rsidP="006F39D9">
      <w:pPr>
        <w:rPr>
          <w:ins w:id="1745" w:author="Buttner, Henrike" w:date="2021-06-17T13:47:00Z"/>
          <w:rPrChange w:id="1746" w:author="Buttner, Henrike" w:date="2021-06-17T13:47:00Z">
            <w:rPr>
              <w:ins w:id="1747" w:author="Buttner, Henrike" w:date="2021-06-17T13:47:00Z"/>
              <w:b/>
            </w:rPr>
          </w:rPrChange>
        </w:rPr>
      </w:pPr>
      <w:ins w:id="1748" w:author="Buttner, Henrike" w:date="2021-06-17T13:47:00Z">
        <w:r>
          <w:rPr>
            <w:b/>
          </w:rPr>
          <w:t>Annex</w:t>
        </w:r>
        <w:r w:rsidRPr="006F39D9">
          <w:rPr>
            <w:b/>
          </w:rPr>
          <w:t xml:space="preserve"> 2</w:t>
        </w:r>
        <w:r>
          <w:rPr>
            <w:b/>
          </w:rPr>
          <w:t xml:space="preserve"> </w:t>
        </w:r>
        <w:r w:rsidRPr="006F39D9">
          <w:rPr>
            <w:b/>
          </w:rPr>
          <w:t xml:space="preserve">2g </w:t>
        </w:r>
        <w:r>
          <w:rPr>
            <w:b/>
          </w:rPr>
          <w:tab/>
        </w:r>
        <w:r w:rsidRPr="006F39D9">
          <w:rPr>
            <w:rPrChange w:id="1749" w:author="Buttner, Henrike" w:date="2021-06-17T13:47:00Z">
              <w:rPr>
                <w:b/>
              </w:rPr>
            </w:rPrChange>
          </w:rPr>
          <w:t>Monitoring Water Consumption</w:t>
        </w:r>
        <w:r w:rsidRPr="006F39D9">
          <w:rPr>
            <w:rPrChange w:id="1750" w:author="Buttner, Henrike" w:date="2021-06-17T13:47:00Z">
              <w:rPr>
                <w:b/>
              </w:rPr>
            </w:rPrChange>
          </w:rPr>
          <w:tab/>
        </w:r>
      </w:ins>
    </w:p>
    <w:p w:rsidR="004010AE" w:rsidRPr="006F39D9" w:rsidDel="006F39D9" w:rsidRDefault="006F39D9" w:rsidP="006F39D9">
      <w:pPr>
        <w:tabs>
          <w:tab w:val="left" w:pos="1134"/>
        </w:tabs>
        <w:ind w:left="1134" w:hanging="1134"/>
        <w:rPr>
          <w:del w:id="1751" w:author="Buttner, Henrike" w:date="2021-06-17T13:47:00Z"/>
          <w:rPrChange w:id="1752" w:author="Buttner, Henrike" w:date="2021-06-17T13:47:00Z">
            <w:rPr>
              <w:del w:id="1753" w:author="Buttner, Henrike" w:date="2021-06-17T13:47:00Z"/>
            </w:rPr>
          </w:rPrChange>
        </w:rPr>
      </w:pPr>
      <w:ins w:id="1754" w:author="Buttner, Henrike" w:date="2021-06-17T13:47:00Z">
        <w:r w:rsidRPr="006F39D9">
          <w:rPr>
            <w:rPrChange w:id="1755" w:author="Buttner, Henrike" w:date="2021-06-17T13:47:00Z">
              <w:rPr>
                <w:b/>
              </w:rPr>
            </w:rPrChange>
          </w:rPr>
          <w:tab/>
        </w:r>
        <w:r w:rsidRPr="006F39D9">
          <w:rPr>
            <w:rPrChange w:id="1756" w:author="Buttner, Henrike" w:date="2021-06-17T13:47:00Z">
              <w:rPr>
                <w:b/>
              </w:rPr>
            </w:rPrChange>
          </w:rPr>
          <w:tab/>
        </w:r>
        <w:r w:rsidRPr="006F39D9">
          <w:rPr>
            <w:rPrChange w:id="1757" w:author="Buttner, Henrike" w:date="2021-06-17T13:47:00Z">
              <w:rPr>
                <w:b/>
              </w:rPr>
            </w:rPrChange>
          </w:rPr>
          <w:t>(printout from EXCEL table, spreadsheet 2g_Cooling_systems)</w:t>
        </w:r>
      </w:ins>
      <w:del w:id="1758" w:author="Buttner, Henrike" w:date="2021-06-17T13:47:00Z">
        <w:r w:rsidR="004010AE" w:rsidRPr="006F39D9" w:rsidDel="006F39D9">
          <w:rPr>
            <w:rPrChange w:id="1759" w:author="Buttner, Henrike" w:date="2021-06-17T13:47:00Z">
              <w:rPr>
                <w:b/>
              </w:rPr>
            </w:rPrChange>
          </w:rPr>
          <w:delText>Anlage 2</w:delText>
        </w:r>
        <w:r w:rsidR="004010AE" w:rsidRPr="006F39D9" w:rsidDel="006F39D9">
          <w:rPr>
            <w:rPrChange w:id="1760" w:author="Buttner, Henrike" w:date="2021-06-17T13:47:00Z">
              <w:rPr>
                <w:b/>
              </w:rPr>
            </w:rPrChange>
          </w:rPr>
          <w:tab/>
        </w:r>
        <w:r w:rsidR="004010AE" w:rsidRPr="006F39D9" w:rsidDel="006F39D9">
          <w:rPr>
            <w:rPrChange w:id="1761" w:author="Buttner, Henrike" w:date="2021-06-17T13:47:00Z">
              <w:rPr/>
            </w:rPrChange>
          </w:rPr>
          <w:delText>Energieeffizienzbericht zur Abschlussevaluation (dieses Dokument)</w:delText>
        </w:r>
      </w:del>
    </w:p>
    <w:p w:rsidR="00A8198E" w:rsidRPr="006F39D9" w:rsidDel="006F39D9" w:rsidRDefault="00A8198E" w:rsidP="00A8198E">
      <w:pPr>
        <w:tabs>
          <w:tab w:val="left" w:pos="1134"/>
        </w:tabs>
        <w:ind w:left="1134" w:hanging="1134"/>
        <w:rPr>
          <w:del w:id="1762" w:author="Buttner, Henrike" w:date="2021-06-17T13:47:00Z"/>
          <w:rPrChange w:id="1763" w:author="Buttner, Henrike" w:date="2021-06-17T13:47:00Z">
            <w:rPr>
              <w:del w:id="1764" w:author="Buttner, Henrike" w:date="2021-06-17T13:47:00Z"/>
            </w:rPr>
          </w:rPrChange>
        </w:rPr>
      </w:pPr>
      <w:del w:id="1765" w:author="Buttner, Henrike" w:date="2021-06-17T13:47:00Z">
        <w:r w:rsidRPr="006F39D9" w:rsidDel="006F39D9">
          <w:rPr>
            <w:rPrChange w:id="1766" w:author="Buttner, Henrike" w:date="2021-06-17T13:47:00Z">
              <w:rPr>
                <w:b/>
              </w:rPr>
            </w:rPrChange>
          </w:rPr>
          <w:delText>Anlage 2d</w:delText>
        </w:r>
        <w:r w:rsidRPr="006F39D9" w:rsidDel="006F39D9">
          <w:rPr>
            <w:rPrChange w:id="1767" w:author="Buttner, Henrike" w:date="2021-06-17T13:47:00Z">
              <w:rPr/>
            </w:rPrChange>
          </w:rPr>
          <w:tab/>
        </w:r>
        <w:r w:rsidR="00C0605D" w:rsidRPr="006F39D9" w:rsidDel="006F39D9">
          <w:rPr>
            <w:rPrChange w:id="1768" w:author="Buttner, Henrike" w:date="2021-06-17T13:47:00Z">
              <w:rPr/>
            </w:rPrChange>
          </w:rPr>
          <w:delText>Inventarliste neu angeschaffter intelligenter PDUs</w:delText>
        </w:r>
        <w:r w:rsidRPr="006F39D9" w:rsidDel="006F39D9">
          <w:rPr>
            <w:rPrChange w:id="1769" w:author="Buttner, Henrike" w:date="2021-06-17T13:47:00Z">
              <w:rPr/>
            </w:rPrChange>
          </w:rPr>
          <w:tab/>
        </w:r>
        <w:r w:rsidRPr="006F39D9" w:rsidDel="006F39D9">
          <w:rPr>
            <w:rPrChange w:id="1770" w:author="Buttner, Henrike" w:date="2021-06-17T13:47:00Z">
              <w:rPr/>
            </w:rPrChange>
          </w:rPr>
          <w:br/>
          <w:delText>(Ausdruck aus EXCEL-Tabelle, Tabellenblatt 2d_PDU)</w:delText>
        </w:r>
      </w:del>
    </w:p>
    <w:p w:rsidR="00A8198E" w:rsidRPr="006F39D9" w:rsidDel="006F39D9" w:rsidRDefault="00A8198E" w:rsidP="00A8198E">
      <w:pPr>
        <w:tabs>
          <w:tab w:val="left" w:pos="1134"/>
        </w:tabs>
        <w:ind w:left="1134" w:hanging="1134"/>
        <w:rPr>
          <w:del w:id="1771" w:author="Buttner, Henrike" w:date="2021-06-17T13:47:00Z"/>
          <w:rPrChange w:id="1772" w:author="Buttner, Henrike" w:date="2021-06-17T13:47:00Z">
            <w:rPr>
              <w:del w:id="1773" w:author="Buttner, Henrike" w:date="2021-06-17T13:47:00Z"/>
            </w:rPr>
          </w:rPrChange>
        </w:rPr>
      </w:pPr>
      <w:del w:id="1774" w:author="Buttner, Henrike" w:date="2021-06-17T13:47:00Z">
        <w:r w:rsidRPr="006F39D9" w:rsidDel="006F39D9">
          <w:rPr>
            <w:rPrChange w:id="1775" w:author="Buttner, Henrike" w:date="2021-06-17T13:47:00Z">
              <w:rPr>
                <w:b/>
              </w:rPr>
            </w:rPrChange>
          </w:rPr>
          <w:delText>Anlage 2e</w:delText>
        </w:r>
        <w:r w:rsidRPr="006F39D9" w:rsidDel="006F39D9">
          <w:rPr>
            <w:rPrChange w:id="1776" w:author="Buttner, Henrike" w:date="2021-06-17T13:47:00Z">
              <w:rPr/>
            </w:rPrChange>
          </w:rPr>
          <w:tab/>
          <w:delText>Monitoring Energie</w:delText>
        </w:r>
        <w:r w:rsidRPr="006F39D9" w:rsidDel="006F39D9">
          <w:rPr>
            <w:rPrChange w:id="1777" w:author="Buttner, Henrike" w:date="2021-06-17T13:47:00Z">
              <w:rPr/>
            </w:rPrChange>
          </w:rPr>
          <w:tab/>
        </w:r>
        <w:r w:rsidRPr="006F39D9" w:rsidDel="006F39D9">
          <w:rPr>
            <w:rPrChange w:id="1778" w:author="Buttner, Henrike" w:date="2021-06-17T13:47:00Z">
              <w:rPr/>
            </w:rPrChange>
          </w:rPr>
          <w:br/>
          <w:delText>(Ausdruck aus EXCEL-Tabelle, Tabellenblatt 2e_Energie_Monitoring)</w:delText>
        </w:r>
      </w:del>
    </w:p>
    <w:p w:rsidR="0034033B" w:rsidRPr="006F39D9" w:rsidDel="006F39D9" w:rsidRDefault="0034033B" w:rsidP="0034033B">
      <w:pPr>
        <w:tabs>
          <w:tab w:val="left" w:pos="1134"/>
        </w:tabs>
        <w:ind w:left="1134" w:hanging="1134"/>
        <w:rPr>
          <w:del w:id="1779" w:author="Buttner, Henrike" w:date="2021-06-17T13:47:00Z"/>
          <w:rPrChange w:id="1780" w:author="Buttner, Henrike" w:date="2021-06-17T13:47:00Z">
            <w:rPr>
              <w:del w:id="1781" w:author="Buttner, Henrike" w:date="2021-06-17T13:47:00Z"/>
            </w:rPr>
          </w:rPrChange>
        </w:rPr>
      </w:pPr>
      <w:del w:id="1782" w:author="Buttner, Henrike" w:date="2021-06-17T13:47:00Z">
        <w:r w:rsidRPr="006F39D9" w:rsidDel="006F39D9">
          <w:rPr>
            <w:rPrChange w:id="1783" w:author="Buttner, Henrike" w:date="2021-06-17T13:47:00Z">
              <w:rPr>
                <w:b/>
              </w:rPr>
            </w:rPrChange>
          </w:rPr>
          <w:delText>Anlage 2</w:delText>
        </w:r>
        <w:r w:rsidR="00021E93" w:rsidRPr="006F39D9" w:rsidDel="006F39D9">
          <w:rPr>
            <w:rPrChange w:id="1784" w:author="Buttner, Henrike" w:date="2021-06-17T13:47:00Z">
              <w:rPr>
                <w:b/>
              </w:rPr>
            </w:rPrChange>
          </w:rPr>
          <w:delText>g</w:delText>
        </w:r>
        <w:r w:rsidRPr="006F39D9" w:rsidDel="006F39D9">
          <w:rPr>
            <w:rPrChange w:id="1785" w:author="Buttner, Henrike" w:date="2021-06-17T13:47:00Z">
              <w:rPr/>
            </w:rPrChange>
          </w:rPr>
          <w:tab/>
          <w:delText>Monitoring Wasserverbrauch</w:delText>
        </w:r>
        <w:r w:rsidRPr="006F39D9" w:rsidDel="006F39D9">
          <w:rPr>
            <w:rPrChange w:id="1786" w:author="Buttner, Henrike" w:date="2021-06-17T13:47:00Z">
              <w:rPr/>
            </w:rPrChange>
          </w:rPr>
          <w:tab/>
        </w:r>
        <w:r w:rsidRPr="006F39D9" w:rsidDel="006F39D9">
          <w:rPr>
            <w:rPrChange w:id="1787" w:author="Buttner, Henrike" w:date="2021-06-17T13:47:00Z">
              <w:rPr/>
            </w:rPrChange>
          </w:rPr>
          <w:br/>
          <w:delText>(Ausdruck aus EXCEL-Tabelle, Tabellenblatt 2g_Kälteanlagen)</w:delText>
        </w:r>
      </w:del>
    </w:p>
    <w:p w:rsidR="00A8198E" w:rsidRPr="006F39D9" w:rsidRDefault="00A8198E" w:rsidP="009C25C8">
      <w:pPr>
        <w:tabs>
          <w:tab w:val="left" w:pos="1134"/>
        </w:tabs>
        <w:ind w:left="1134" w:hanging="1134"/>
        <w:rPr>
          <w:rPrChange w:id="1788" w:author="Buttner, Henrike" w:date="2021-06-17T13:47:00Z">
            <w:rPr/>
          </w:rPrChange>
        </w:rPr>
      </w:pPr>
    </w:p>
    <w:p w:rsidR="006668DF" w:rsidRPr="001806FC" w:rsidRDefault="006668DF" w:rsidP="009C25C8">
      <w:pPr>
        <w:tabs>
          <w:tab w:val="left" w:pos="1134"/>
        </w:tabs>
        <w:ind w:left="1134" w:hanging="1134"/>
      </w:pPr>
    </w:p>
    <w:p w:rsidR="006668DF" w:rsidDel="006F39D9" w:rsidRDefault="006668DF" w:rsidP="006F39D9">
      <w:pPr>
        <w:rPr>
          <w:del w:id="1789" w:author="Buttner, Henrike" w:date="2021-06-17T13:48:00Z"/>
          <w:b/>
          <w:sz w:val="24"/>
        </w:rPr>
      </w:pPr>
      <w:del w:id="1790" w:author="Buttner, Henrike" w:date="2021-06-17T13:48:00Z">
        <w:r w:rsidRPr="001806FC" w:rsidDel="006F39D9">
          <w:rPr>
            <w:b/>
            <w:sz w:val="24"/>
          </w:rPr>
          <w:delText xml:space="preserve">Optionale </w:delText>
        </w:r>
      </w:del>
      <w:ins w:id="1791" w:author="Buttner, Henrike" w:date="2021-06-17T13:48:00Z">
        <w:r w:rsidR="006F39D9" w:rsidRPr="006F39D9">
          <w:rPr>
            <w:b/>
            <w:sz w:val="24"/>
          </w:rPr>
          <w:t>Optional annexes to the energy efficiency report, if exemptions are claimed:</w:t>
        </w:r>
      </w:ins>
      <w:del w:id="1792" w:author="Buttner, Henrike" w:date="2021-06-17T13:48:00Z">
        <w:r w:rsidRPr="001806FC" w:rsidDel="006F39D9">
          <w:rPr>
            <w:b/>
            <w:sz w:val="24"/>
          </w:rPr>
          <w:delText>Anhänge zum Energieeffizienzbericht, sofern Ausnahmen in Anspruch genommen werden:</w:delText>
        </w:r>
      </w:del>
    </w:p>
    <w:p w:rsidR="006F39D9" w:rsidRDefault="006F39D9" w:rsidP="006668DF">
      <w:pPr>
        <w:rPr>
          <w:ins w:id="1793" w:author="Buttner, Henrike" w:date="2021-06-17T13:48:00Z"/>
          <w:b/>
          <w:sz w:val="24"/>
        </w:rPr>
      </w:pPr>
    </w:p>
    <w:p w:rsidR="006F39D9" w:rsidRPr="006F39D9" w:rsidRDefault="006F39D9" w:rsidP="006F39D9">
      <w:pPr>
        <w:ind w:left="2835" w:hanging="2835"/>
        <w:rPr>
          <w:ins w:id="1794" w:author="Buttner, Henrike" w:date="2021-06-17T13:48:00Z"/>
          <w:b/>
        </w:rPr>
        <w:pPrChange w:id="1795" w:author="Buttner, Henrike" w:date="2021-06-17T13:48:00Z">
          <w:pPr/>
        </w:pPrChange>
      </w:pPr>
      <w:ins w:id="1796" w:author="Buttner, Henrike" w:date="2021-06-17T13:48:00Z">
        <w:r w:rsidRPr="006F39D9">
          <w:rPr>
            <w:b/>
          </w:rPr>
          <w:t xml:space="preserve">Annex to chapter 2.1: </w:t>
        </w:r>
        <w:r>
          <w:rPr>
            <w:b/>
          </w:rPr>
          <w:tab/>
        </w:r>
        <w:r w:rsidRPr="006F39D9">
          <w:rPr>
            <w:rPrChange w:id="1797" w:author="Buttner, Henrike" w:date="2021-06-17T13:49:00Z">
              <w:rPr>
                <w:b/>
              </w:rPr>
            </w:rPrChange>
          </w:rPr>
          <w:t>Calculation of the PUE value based on planning data or load tests according to award criteria section 3.1.1.1 Power Usage Effectiveness of the award criteria.</w:t>
        </w:r>
      </w:ins>
    </w:p>
    <w:p w:rsidR="006F39D9" w:rsidRPr="006F39D9" w:rsidRDefault="006F39D9" w:rsidP="006F39D9">
      <w:pPr>
        <w:ind w:left="2835" w:hanging="2835"/>
        <w:rPr>
          <w:ins w:id="1798" w:author="Buttner, Henrike" w:date="2021-06-17T13:48:00Z"/>
          <w:b/>
        </w:rPr>
        <w:pPrChange w:id="1799" w:author="Buttner, Henrike" w:date="2021-06-17T13:48:00Z">
          <w:pPr/>
        </w:pPrChange>
      </w:pPr>
      <w:ins w:id="1800" w:author="Buttner, Henrike" w:date="2021-06-17T13:48:00Z">
        <w:r w:rsidRPr="006F39D9">
          <w:rPr>
            <w:b/>
          </w:rPr>
          <w:t xml:space="preserve">Annex to chapter 2.7.2: </w:t>
        </w:r>
        <w:r>
          <w:rPr>
            <w:b/>
          </w:rPr>
          <w:tab/>
        </w:r>
        <w:r w:rsidRPr="006F39D9">
          <w:rPr>
            <w:rPrChange w:id="1801" w:author="Buttner, Henrike" w:date="2021-06-17T13:49:00Z">
              <w:rPr>
                <w:b/>
              </w:rPr>
            </w:rPrChange>
          </w:rPr>
          <w:t>Calculation of the annual energy efficiency (AER) based on planning data or load tests according to Exception 1 to section 3.1.1.2 Cooling System Energy Efficiency of the Award Criteria</w:t>
        </w:r>
      </w:ins>
    </w:p>
    <w:p w:rsidR="006668DF" w:rsidRPr="001806FC" w:rsidDel="006F39D9" w:rsidRDefault="006F39D9" w:rsidP="006F39D9">
      <w:pPr>
        <w:ind w:left="2835" w:hanging="2835"/>
        <w:rPr>
          <w:del w:id="1802" w:author="Buttner, Henrike" w:date="2021-06-17T13:48:00Z"/>
        </w:rPr>
        <w:pPrChange w:id="1803" w:author="Buttner, Henrike" w:date="2021-06-17T13:48:00Z">
          <w:pPr/>
        </w:pPrChange>
      </w:pPr>
      <w:ins w:id="1804" w:author="Buttner, Henrike" w:date="2021-06-17T13:48:00Z">
        <w:r w:rsidRPr="006F39D9">
          <w:rPr>
            <w:b/>
          </w:rPr>
          <w:lastRenderedPageBreak/>
          <w:t xml:space="preserve">Annex to Chapter 2.7.2: </w:t>
        </w:r>
        <w:r>
          <w:rPr>
            <w:b/>
          </w:rPr>
          <w:tab/>
        </w:r>
        <w:r w:rsidRPr="006F39D9">
          <w:rPr>
            <w:rPrChange w:id="1805" w:author="Buttner, Henrike" w:date="2021-06-17T13:49:00Z">
              <w:rPr>
                <w:b/>
              </w:rPr>
            </w:rPrChange>
          </w:rPr>
          <w:t>Calculation of specific greenhouse gas emissions Cooling system with sorption chiller (FSKM) and comparative calculation of compression chiller (FKKM) according to Exception 2 to Section 3.1.1.2 Energy Efficiency of the Cooling System of the Award Criteria</w:t>
        </w:r>
      </w:ins>
      <w:del w:id="1806" w:author="Buttner, Henrike" w:date="2021-06-17T13:48:00Z">
        <w:r w:rsidR="006668DF" w:rsidRPr="001806FC" w:rsidDel="006F39D9">
          <w:rPr>
            <w:b/>
          </w:rPr>
          <w:delText xml:space="preserve">Anhang zu Kapitel </w:delText>
        </w:r>
        <w:r w:rsidR="006668DF" w:rsidRPr="001806FC" w:rsidDel="006F39D9">
          <w:rPr>
            <w:b/>
          </w:rPr>
          <w:fldChar w:fldCharType="begin"/>
        </w:r>
        <w:r w:rsidR="006668DF" w:rsidRPr="001806FC" w:rsidDel="006F39D9">
          <w:rPr>
            <w:b/>
          </w:rPr>
          <w:delInstrText xml:space="preserve"> REF _Ref410901112 \r \h  \* MERGEFORMAT </w:delInstrText>
        </w:r>
        <w:r w:rsidR="006668DF" w:rsidRPr="001806FC" w:rsidDel="006F39D9">
          <w:rPr>
            <w:b/>
          </w:rPr>
        </w:r>
        <w:r w:rsidR="006668DF" w:rsidRPr="001806FC" w:rsidDel="006F39D9">
          <w:rPr>
            <w:b/>
          </w:rPr>
          <w:fldChar w:fldCharType="separate"/>
        </w:r>
        <w:r w:rsidR="009A3B0A" w:rsidDel="006F39D9">
          <w:rPr>
            <w:b/>
          </w:rPr>
          <w:delText>2.1</w:delText>
        </w:r>
        <w:r w:rsidR="006668DF" w:rsidRPr="001806FC" w:rsidDel="006F39D9">
          <w:rPr>
            <w:b/>
          </w:rPr>
          <w:fldChar w:fldCharType="end"/>
        </w:r>
        <w:r w:rsidR="006668DF" w:rsidRPr="001806FC" w:rsidDel="006F39D9">
          <w:delText>:</w:delText>
        </w:r>
        <w:r w:rsidR="006668DF" w:rsidRPr="001806FC" w:rsidDel="006F39D9">
          <w:tab/>
          <w:delText xml:space="preserve">Berechnung des </w:delText>
        </w:r>
        <w:r w:rsidR="00152D52" w:rsidDel="006F39D9">
          <w:delText>P</w:delText>
        </w:r>
        <w:r w:rsidR="006668DF" w:rsidRPr="001806FC" w:rsidDel="006F39D9">
          <w:delText xml:space="preserve">UE-Wertes auf Grundlage von Planungsdaten oder Lasttests gemäß </w:delText>
        </w:r>
        <w:r w:rsidR="0037202C" w:rsidDel="006F39D9">
          <w:delText>Vergabekriterien</w:delText>
        </w:r>
        <w:r w:rsidR="006668DF" w:rsidRPr="001806FC" w:rsidDel="006F39D9">
          <w:delText xml:space="preserve"> Abschnitt 3.1.</w:delText>
        </w:r>
        <w:r w:rsidR="0069788D" w:rsidDel="006F39D9">
          <w:delText>1.1</w:delText>
        </w:r>
        <w:r w:rsidR="006668DF" w:rsidRPr="001806FC" w:rsidDel="006F39D9">
          <w:delText xml:space="preserve"> </w:delText>
        </w:r>
        <w:r w:rsidR="00594FF7" w:rsidDel="006F39D9">
          <w:delText>Power</w:delText>
        </w:r>
        <w:r w:rsidR="00594FF7" w:rsidRPr="001806FC" w:rsidDel="006F39D9">
          <w:delText xml:space="preserve"> </w:delText>
        </w:r>
        <w:r w:rsidR="006668DF" w:rsidRPr="001806FC" w:rsidDel="006F39D9">
          <w:delText xml:space="preserve">Usage Effectiveness der </w:delText>
        </w:r>
        <w:r w:rsidR="0037202C" w:rsidDel="006F39D9">
          <w:delText>Vergabekriterien</w:delText>
        </w:r>
      </w:del>
    </w:p>
    <w:p w:rsidR="006668DF" w:rsidRPr="001806FC" w:rsidDel="006F39D9" w:rsidRDefault="006668DF" w:rsidP="006F39D9">
      <w:pPr>
        <w:ind w:left="2835" w:hanging="2835"/>
        <w:rPr>
          <w:del w:id="1807" w:author="Buttner, Henrike" w:date="2021-06-17T13:48:00Z"/>
        </w:rPr>
        <w:pPrChange w:id="1808" w:author="Buttner, Henrike" w:date="2021-06-17T13:48:00Z">
          <w:pPr>
            <w:ind w:left="2835" w:hanging="2835"/>
          </w:pPr>
        </w:pPrChange>
      </w:pPr>
      <w:del w:id="1809" w:author="Buttner, Henrike" w:date="2021-06-17T13:48:00Z">
        <w:r w:rsidRPr="001806FC" w:rsidDel="006F39D9">
          <w:rPr>
            <w:b/>
          </w:rPr>
          <w:delText xml:space="preserve">Anhang zu Kapitel </w:delText>
        </w:r>
        <w:r w:rsidRPr="001806FC" w:rsidDel="006F39D9">
          <w:rPr>
            <w:b/>
          </w:rPr>
          <w:fldChar w:fldCharType="begin"/>
        </w:r>
        <w:r w:rsidRPr="001806FC" w:rsidDel="006F39D9">
          <w:rPr>
            <w:b/>
          </w:rPr>
          <w:delInstrText xml:space="preserve"> REF _Ref410901093 \r \h  \* MERGEFORMAT </w:delInstrText>
        </w:r>
        <w:r w:rsidRPr="001806FC" w:rsidDel="006F39D9">
          <w:rPr>
            <w:b/>
          </w:rPr>
        </w:r>
        <w:r w:rsidRPr="001806FC" w:rsidDel="006F39D9">
          <w:rPr>
            <w:b/>
          </w:rPr>
          <w:fldChar w:fldCharType="separate"/>
        </w:r>
        <w:r w:rsidR="009A3B0A" w:rsidDel="006F39D9">
          <w:rPr>
            <w:b/>
          </w:rPr>
          <w:delText>2.</w:delText>
        </w:r>
        <w:r w:rsidR="007A12AD" w:rsidDel="006F39D9">
          <w:rPr>
            <w:b/>
          </w:rPr>
          <w:delText>7</w:delText>
        </w:r>
        <w:r w:rsidR="009A3B0A" w:rsidDel="006F39D9">
          <w:rPr>
            <w:b/>
          </w:rPr>
          <w:delText>.2</w:delText>
        </w:r>
        <w:r w:rsidRPr="001806FC" w:rsidDel="006F39D9">
          <w:rPr>
            <w:b/>
          </w:rPr>
          <w:fldChar w:fldCharType="end"/>
        </w:r>
        <w:r w:rsidRPr="001806FC" w:rsidDel="006F39D9">
          <w:delText>:</w:delText>
        </w:r>
        <w:r w:rsidRPr="001806FC" w:rsidDel="006F39D9">
          <w:tab/>
          <w:delText>Berechnung der Jahresarbeiszahl (JAZ) auf Grundlage von Planungsdaten ode</w:delText>
        </w:r>
        <w:r w:rsidR="004562B1" w:rsidDel="006F39D9">
          <w:delText>r Lasttests gemäß Ausnahme 1 zu</w:delText>
        </w:r>
        <w:r w:rsidRPr="001806FC" w:rsidDel="006F39D9">
          <w:delText xml:space="preserve"> Abschnitt 3.1.</w:delText>
        </w:r>
        <w:r w:rsidR="0069788D" w:rsidDel="006F39D9">
          <w:delText>1.2</w:delText>
        </w:r>
        <w:r w:rsidRPr="001806FC" w:rsidDel="006F39D9">
          <w:delText xml:space="preserve"> Energieeffizienz des Kühlsystems der </w:delText>
        </w:r>
        <w:r w:rsidR="0037202C" w:rsidDel="006F39D9">
          <w:delText>Vergabekriterien</w:delText>
        </w:r>
      </w:del>
    </w:p>
    <w:p w:rsidR="006668DF" w:rsidRPr="001806FC" w:rsidDel="006F39D9" w:rsidRDefault="006668DF" w:rsidP="006F39D9">
      <w:pPr>
        <w:ind w:left="2835" w:hanging="2835"/>
        <w:rPr>
          <w:del w:id="1810" w:author="Buttner, Henrike" w:date="2021-06-17T13:48:00Z"/>
        </w:rPr>
        <w:pPrChange w:id="1811" w:author="Buttner, Henrike" w:date="2021-06-17T13:48:00Z">
          <w:pPr>
            <w:ind w:left="2835" w:hanging="2835"/>
          </w:pPr>
        </w:pPrChange>
      </w:pPr>
      <w:del w:id="1812" w:author="Buttner, Henrike" w:date="2021-06-17T13:48:00Z">
        <w:r w:rsidRPr="001806FC" w:rsidDel="006F39D9">
          <w:rPr>
            <w:b/>
          </w:rPr>
          <w:delText xml:space="preserve">Anhang zu Kapitel </w:delText>
        </w:r>
        <w:r w:rsidRPr="001806FC" w:rsidDel="006F39D9">
          <w:rPr>
            <w:b/>
          </w:rPr>
          <w:fldChar w:fldCharType="begin"/>
        </w:r>
        <w:r w:rsidRPr="001806FC" w:rsidDel="006F39D9">
          <w:rPr>
            <w:b/>
          </w:rPr>
          <w:delInstrText xml:space="preserve"> REF _Ref410901093 \r \h  \* MERGEFORMAT </w:delInstrText>
        </w:r>
        <w:r w:rsidRPr="001806FC" w:rsidDel="006F39D9">
          <w:rPr>
            <w:b/>
          </w:rPr>
        </w:r>
        <w:r w:rsidRPr="001806FC" w:rsidDel="006F39D9">
          <w:rPr>
            <w:b/>
          </w:rPr>
          <w:fldChar w:fldCharType="separate"/>
        </w:r>
        <w:r w:rsidR="009A3B0A" w:rsidDel="006F39D9">
          <w:rPr>
            <w:b/>
          </w:rPr>
          <w:delText>2.</w:delText>
        </w:r>
        <w:r w:rsidR="007A12AD" w:rsidDel="006F39D9">
          <w:rPr>
            <w:b/>
          </w:rPr>
          <w:delText>7</w:delText>
        </w:r>
        <w:r w:rsidR="009A3B0A" w:rsidDel="006F39D9">
          <w:rPr>
            <w:b/>
          </w:rPr>
          <w:delText>.2</w:delText>
        </w:r>
        <w:r w:rsidRPr="001806FC" w:rsidDel="006F39D9">
          <w:rPr>
            <w:b/>
          </w:rPr>
          <w:fldChar w:fldCharType="end"/>
        </w:r>
        <w:r w:rsidRPr="001806FC" w:rsidDel="006F39D9">
          <w:delText>:</w:delText>
        </w:r>
        <w:r w:rsidRPr="001806FC" w:rsidDel="006F39D9">
          <w:tab/>
          <w:delText>Berechnung der spezifischen Treibhausemission</w:delText>
        </w:r>
        <w:r w:rsidRPr="001806FC" w:rsidDel="006F39D9">
          <w:softHyphen/>
          <w:delText>en Kühlsystem mit Sorptionskältemaschine (F</w:delText>
        </w:r>
        <w:r w:rsidRPr="001806FC" w:rsidDel="006F39D9">
          <w:rPr>
            <w:vertAlign w:val="subscript"/>
          </w:rPr>
          <w:delText>SKM</w:delText>
        </w:r>
        <w:r w:rsidRPr="001806FC" w:rsidDel="006F39D9">
          <w:delText>) sowie Vergleichsrechnung Kompressionskältemaschine (F</w:delText>
        </w:r>
        <w:r w:rsidRPr="001806FC" w:rsidDel="006F39D9">
          <w:rPr>
            <w:vertAlign w:val="subscript"/>
          </w:rPr>
          <w:delText>KKM</w:delText>
        </w:r>
        <w:r w:rsidR="004562B1" w:rsidDel="006F39D9">
          <w:delText>) gemäß Ausnahme 2 zu</w:delText>
        </w:r>
        <w:r w:rsidRPr="001806FC" w:rsidDel="006F39D9">
          <w:delText xml:space="preserve"> Abschnitt 3.1.</w:delText>
        </w:r>
        <w:r w:rsidR="0069788D" w:rsidDel="006F39D9">
          <w:delText>1.2</w:delText>
        </w:r>
        <w:r w:rsidRPr="001806FC" w:rsidDel="006F39D9">
          <w:delText xml:space="preserve"> Energieeffizienz des Kühlsystems der </w:delText>
        </w:r>
        <w:r w:rsidR="0037202C" w:rsidDel="006F39D9">
          <w:delText>Vergabekriterien</w:delText>
        </w:r>
      </w:del>
    </w:p>
    <w:p w:rsidR="006668DF" w:rsidRPr="001806FC" w:rsidRDefault="006668DF" w:rsidP="006F39D9">
      <w:pPr>
        <w:ind w:left="2835" w:hanging="2835"/>
        <w:pPrChange w:id="1813" w:author="Buttner, Henrike" w:date="2021-06-17T13:48:00Z">
          <w:pPr/>
        </w:pPrChange>
      </w:pPr>
    </w:p>
    <w:p w:rsidR="008E62A3" w:rsidRPr="001806FC" w:rsidRDefault="008E62A3" w:rsidP="002344B9"/>
    <w:sectPr w:rsidR="008E62A3" w:rsidRPr="001806FC" w:rsidSect="003C1A26">
      <w:type w:val="oddPage"/>
      <w:pgSz w:w="11899" w:h="16840"/>
      <w:pgMar w:top="1701" w:right="1418" w:bottom="1560"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C17" w:rsidRDefault="00486C17">
      <w:r>
        <w:separator/>
      </w:r>
    </w:p>
  </w:endnote>
  <w:endnote w:type="continuationSeparator" w:id="0">
    <w:p w:rsidR="00486C17" w:rsidRDefault="00486C17">
      <w:r>
        <w:continuationSeparator/>
      </w:r>
    </w:p>
  </w:endnote>
  <w:endnote w:type="continuationNotice" w:id="1">
    <w:p w:rsidR="00486C17" w:rsidRDefault="00486C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FMGINK+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C17" w:rsidRPr="007F53F0" w:rsidRDefault="00486C17" w:rsidP="007F53F0">
    <w:pPr>
      <w:tabs>
        <w:tab w:val="left" w:pos="4536"/>
        <w:tab w:val="left" w:pos="5387"/>
      </w:tabs>
    </w:pPr>
    <w:r>
      <w:t xml:space="preserve">18-05-2021 </w:t>
    </w:r>
    <w:del w:id="52" w:author="Buttner, Henrike" w:date="2021-06-17T09:31:00Z">
      <w:r w:rsidRPr="007F53F0" w:rsidDel="00226445">
        <w:delText xml:space="preserve">Anlage </w:delText>
      </w:r>
    </w:del>
    <w:ins w:id="53" w:author="Buttner, Henrike" w:date="2021-06-17T09:31:00Z">
      <w:r w:rsidRPr="007F53F0">
        <w:t>A</w:t>
      </w:r>
      <w:r>
        <w:t>nnex</w:t>
      </w:r>
      <w:r w:rsidRPr="007F53F0">
        <w:t xml:space="preserve"> </w:t>
      </w:r>
    </w:ins>
    <w:r w:rsidRPr="007F53F0">
      <w:t>2</w:t>
    </w:r>
    <w:r w:rsidRPr="007F53F0">
      <w:tab/>
    </w:r>
    <w:r w:rsidRPr="007F53F0">
      <w:fldChar w:fldCharType="begin"/>
    </w:r>
    <w:r w:rsidRPr="007F53F0">
      <w:instrText>PAGE   \* MERGEFORMAT</w:instrText>
    </w:r>
    <w:r w:rsidRPr="007F53F0">
      <w:fldChar w:fldCharType="separate"/>
    </w:r>
    <w:r>
      <w:rPr>
        <w:noProof/>
      </w:rPr>
      <w:t>1</w:t>
    </w:r>
    <w:r w:rsidRPr="007F53F0">
      <w:fldChar w:fldCharType="end"/>
    </w:r>
    <w:r w:rsidRPr="007F53F0">
      <w:t>/28</w:t>
    </w:r>
    <w:r w:rsidRPr="007F53F0">
      <w:tab/>
    </w:r>
    <w:r>
      <w:t>DE</w:t>
    </w:r>
    <w:r w:rsidRPr="007F53F0">
      <w:t xml:space="preserve">-UZ </w:t>
    </w:r>
    <w:r>
      <w:t xml:space="preserve">214 </w:t>
    </w:r>
    <w:ins w:id="54" w:author="Buttner, Henrike" w:date="2021-06-17T09:31:00Z">
      <w:r>
        <w:t>Edition</w:t>
      </w:r>
    </w:ins>
    <w:del w:id="55" w:author="Buttner, Henrike" w:date="2021-06-17T09:31:00Z">
      <w:r w:rsidRPr="007F53F0" w:rsidDel="00226445">
        <w:delText>Ausgabe</w:delText>
      </w:r>
    </w:del>
    <w:r w:rsidRPr="007F53F0">
      <w:t xml:space="preserve"> </w:t>
    </w:r>
    <w:r>
      <w:rPr>
        <w:color w:val="A6A6A6"/>
      </w:rPr>
      <w:t>Januar</w:t>
    </w:r>
    <w:ins w:id="56" w:author="Buttner, Henrike" w:date="2021-06-17T09:31:00Z">
      <w:r>
        <w:rPr>
          <w:color w:val="A6A6A6"/>
        </w:rPr>
        <w:t>y</w:t>
      </w:r>
    </w:ins>
    <w:r>
      <w:rPr>
        <w:color w:val="A6A6A6"/>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C17" w:rsidDel="00226445" w:rsidRDefault="00486C17" w:rsidP="007F53F0">
    <w:pPr>
      <w:tabs>
        <w:tab w:val="left" w:pos="4536"/>
        <w:tab w:val="left" w:pos="5387"/>
      </w:tabs>
      <w:rPr>
        <w:del w:id="168" w:author="Buttner, Henrike" w:date="2021-06-17T09:31:00Z"/>
        <w:color w:val="A6A6A6"/>
      </w:rPr>
    </w:pPr>
    <w:ins w:id="169" w:author="Buttner, Henrike" w:date="2021-06-17T09:31:00Z">
      <w:r w:rsidRPr="00226445">
        <w:rPr>
          <w:color w:val="A6A6A6"/>
        </w:rPr>
        <w:t>This guide was created based on a template from the Technical University of Berlin, Department of Information and Communication Management.</w:t>
      </w:r>
    </w:ins>
    <w:del w:id="170" w:author="Buttner, Henrike" w:date="2021-06-17T09:31:00Z">
      <w:r w:rsidRPr="000F6653" w:rsidDel="00226445">
        <w:rPr>
          <w:color w:val="A6A6A6"/>
        </w:rPr>
        <w:delText>Dieser Leitfaden wurde erstellt auf Grundlage einer Vorlage der Technische Universität Berlin, Fachgebiet für Informations- und Kommunikationsmanagement.</w:delText>
      </w:r>
    </w:del>
  </w:p>
  <w:p w:rsidR="00486C17" w:rsidRDefault="00486C17" w:rsidP="000F6653">
    <w:pPr>
      <w:rPr>
        <w:ins w:id="171" w:author="Buttner, Henrike" w:date="2021-06-17T09:31:00Z"/>
        <w:color w:val="A6A6A6"/>
      </w:rPr>
    </w:pPr>
  </w:p>
  <w:p w:rsidR="00486C17" w:rsidRPr="007F53F0" w:rsidRDefault="00486C17" w:rsidP="007F53F0">
    <w:pPr>
      <w:tabs>
        <w:tab w:val="left" w:pos="4536"/>
        <w:tab w:val="left" w:pos="5387"/>
      </w:tabs>
      <w:rPr>
        <w:sz w:val="20"/>
      </w:rPr>
    </w:pPr>
    <w:r>
      <w:t xml:space="preserve">18-05-2021 </w:t>
    </w:r>
    <w:del w:id="172" w:author="Buttner, Henrike" w:date="2021-06-17T09:32:00Z">
      <w:r w:rsidRPr="007F53F0" w:rsidDel="00226445">
        <w:delText xml:space="preserve">Anlage </w:delText>
      </w:r>
    </w:del>
    <w:ins w:id="173" w:author="Buttner, Henrike" w:date="2021-06-17T09:32:00Z">
      <w:r w:rsidRPr="007F53F0">
        <w:t>An</w:t>
      </w:r>
      <w:r>
        <w:t>nex</w:t>
      </w:r>
      <w:r w:rsidRPr="007F53F0">
        <w:t xml:space="preserve"> </w:t>
      </w:r>
    </w:ins>
    <w:r w:rsidRPr="007F53F0">
      <w:t>2</w:t>
    </w:r>
    <w:r w:rsidRPr="007F53F0">
      <w:tab/>
    </w:r>
    <w:r w:rsidRPr="007F53F0">
      <w:fldChar w:fldCharType="begin"/>
    </w:r>
    <w:r w:rsidRPr="007F53F0">
      <w:instrText>PAGE   \* MERGEFORMAT</w:instrText>
    </w:r>
    <w:r w:rsidRPr="007F53F0">
      <w:fldChar w:fldCharType="separate"/>
    </w:r>
    <w:r>
      <w:rPr>
        <w:noProof/>
      </w:rPr>
      <w:t>2</w:t>
    </w:r>
    <w:r w:rsidRPr="007F53F0">
      <w:fldChar w:fldCharType="end"/>
    </w:r>
    <w:r w:rsidRPr="007F53F0">
      <w:t>/28</w:t>
    </w:r>
    <w:r w:rsidRPr="007F53F0">
      <w:tab/>
    </w:r>
    <w:r>
      <w:t>DE</w:t>
    </w:r>
    <w:r w:rsidRPr="007F53F0">
      <w:t xml:space="preserve">-UZ </w:t>
    </w:r>
    <w:r>
      <w:t>214</w:t>
    </w:r>
    <w:r w:rsidRPr="007F53F0">
      <w:t xml:space="preserve"> </w:t>
    </w:r>
    <w:del w:id="174" w:author="Buttner, Henrike" w:date="2021-06-17T09:32:00Z">
      <w:r w:rsidRPr="007F53F0" w:rsidDel="00226445">
        <w:delText xml:space="preserve">Ausgabe </w:delText>
      </w:r>
    </w:del>
    <w:ins w:id="175" w:author="Buttner, Henrike" w:date="2021-06-17T09:32:00Z">
      <w:r>
        <w:t>Edition</w:t>
      </w:r>
      <w:r w:rsidRPr="007F53F0">
        <w:t xml:space="preserve"> </w:t>
      </w:r>
    </w:ins>
    <w:r>
      <w:rPr>
        <w:color w:val="A6A6A6"/>
      </w:rPr>
      <w:t>Januar</w:t>
    </w:r>
    <w:ins w:id="176" w:author="Buttner, Henrike" w:date="2021-06-17T09:32:00Z">
      <w:r>
        <w:rPr>
          <w:color w:val="A6A6A6"/>
        </w:rPr>
        <w:t>y</w:t>
      </w:r>
    </w:ins>
    <w:r>
      <w:rPr>
        <w:color w:val="A6A6A6"/>
      </w:rPr>
      <w:t xml:space="preserve">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C17" w:rsidRPr="00066B2B" w:rsidRDefault="00486C17" w:rsidP="00066B2B">
    <w:pPr>
      <w:tabs>
        <w:tab w:val="left" w:pos="4536"/>
        <w:tab w:val="left" w:pos="5245"/>
      </w:tabs>
    </w:pPr>
    <w:r>
      <w:rPr>
        <w:color w:val="A6A6A6"/>
      </w:rPr>
      <w:t xml:space="preserve">18-05-2021 </w:t>
    </w:r>
    <w:del w:id="488" w:author="Buttner, Henrike" w:date="2021-06-17T09:35:00Z">
      <w:r w:rsidDel="00226445">
        <w:rPr>
          <w:color w:val="A6A6A6"/>
        </w:rPr>
        <w:delText xml:space="preserve">Anlage </w:delText>
      </w:r>
    </w:del>
    <w:ins w:id="489" w:author="Buttner, Henrike" w:date="2021-06-17T09:35:00Z">
      <w:r>
        <w:rPr>
          <w:color w:val="A6A6A6"/>
        </w:rPr>
        <w:t xml:space="preserve">Annex </w:t>
      </w:r>
    </w:ins>
    <w:r>
      <w:rPr>
        <w:color w:val="A6A6A6"/>
      </w:rPr>
      <w:t>2</w:t>
    </w:r>
    <w:r>
      <w:rPr>
        <w:color w:val="A6A6A6"/>
      </w:rPr>
      <w:tab/>
    </w:r>
    <w:r w:rsidRPr="00066B2B">
      <w:rPr>
        <w:color w:val="A6A6A6"/>
      </w:rPr>
      <w:fldChar w:fldCharType="begin"/>
    </w:r>
    <w:r w:rsidRPr="00066B2B">
      <w:rPr>
        <w:color w:val="A6A6A6"/>
      </w:rPr>
      <w:instrText>PAGE   \* MERGEFORMAT</w:instrText>
    </w:r>
    <w:r w:rsidRPr="00066B2B">
      <w:rPr>
        <w:color w:val="A6A6A6"/>
      </w:rPr>
      <w:fldChar w:fldCharType="separate"/>
    </w:r>
    <w:r>
      <w:rPr>
        <w:noProof/>
        <w:color w:val="A6A6A6"/>
      </w:rPr>
      <w:t>27</w:t>
    </w:r>
    <w:r w:rsidRPr="00066B2B">
      <w:rPr>
        <w:color w:val="A6A6A6"/>
      </w:rPr>
      <w:fldChar w:fldCharType="end"/>
    </w:r>
    <w:r>
      <w:rPr>
        <w:color w:val="A6A6A6"/>
      </w:rPr>
      <w:t>/29</w:t>
    </w:r>
    <w:r>
      <w:rPr>
        <w:color w:val="A6A6A6"/>
      </w:rPr>
      <w:tab/>
      <w:t xml:space="preserve">DE-UZ 214 </w:t>
    </w:r>
    <w:ins w:id="490" w:author="Buttner, Henrike" w:date="2021-06-17T09:35:00Z">
      <w:r>
        <w:rPr>
          <w:color w:val="A6A6A6"/>
        </w:rPr>
        <w:t>Edition</w:t>
      </w:r>
    </w:ins>
    <w:del w:id="491" w:author="Buttner, Henrike" w:date="2021-06-17T09:35:00Z">
      <w:r w:rsidDel="00226445">
        <w:rPr>
          <w:color w:val="A6A6A6"/>
        </w:rPr>
        <w:delText>Ausgabe</w:delText>
      </w:r>
    </w:del>
    <w:r>
      <w:rPr>
        <w:color w:val="A6A6A6"/>
      </w:rPr>
      <w:t xml:space="preserve"> Januar</w:t>
    </w:r>
    <w:ins w:id="492" w:author="Buttner, Henrike" w:date="2021-06-17T09:35:00Z">
      <w:r>
        <w:rPr>
          <w:color w:val="A6A6A6"/>
        </w:rPr>
        <w:t>y</w:t>
      </w:r>
    </w:ins>
    <w:r>
      <w:rPr>
        <w:color w:val="A6A6A6"/>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C17" w:rsidRDefault="00486C17">
      <w:r>
        <w:separator/>
      </w:r>
    </w:p>
  </w:footnote>
  <w:footnote w:type="continuationSeparator" w:id="0">
    <w:p w:rsidR="00486C17" w:rsidRDefault="00486C17">
      <w:r>
        <w:continuationSeparator/>
      </w:r>
    </w:p>
  </w:footnote>
  <w:footnote w:type="continuationNotice" w:id="1">
    <w:p w:rsidR="00486C17" w:rsidRDefault="00486C17">
      <w:pPr>
        <w:spacing w:after="0" w:line="240" w:lineRule="auto"/>
      </w:pPr>
    </w:p>
  </w:footnote>
  <w:footnote w:id="2">
    <w:p w:rsidR="00486C17" w:rsidDel="00F01EE6" w:rsidRDefault="00486C17">
      <w:pPr>
        <w:pStyle w:val="Funotentext"/>
        <w:rPr>
          <w:del w:id="1115" w:author="Buttner, Henrike" w:date="2021-06-17T11:48:00Z"/>
        </w:rPr>
      </w:pPr>
      <w:del w:id="1116" w:author="Buttner, Henrike" w:date="2021-06-17T11:48:00Z">
        <w:r w:rsidDel="00F01EE6">
          <w:rPr>
            <w:rStyle w:val="Funotenzeichen"/>
          </w:rPr>
          <w:footnoteRef/>
        </w:r>
        <w:r w:rsidDel="00F01EE6">
          <w:delText xml:space="preserve"> </w:delText>
        </w:r>
        <w:r w:rsidDel="00F01EE6">
          <w:tab/>
        </w:r>
        <w:r w:rsidRPr="00DD4C2E" w:rsidDel="00F01EE6">
          <w:delText xml:space="preserve">Die Auslegungstemperatur </w:delText>
        </w:r>
        <w:r w:rsidDel="00F01EE6">
          <w:delText xml:space="preserve">bezeichnet </w:delText>
        </w:r>
        <w:r w:rsidRPr="00DD4C2E" w:rsidDel="00F01EE6">
          <w:delText>die Temperatur</w:delText>
        </w:r>
        <w:r w:rsidDel="00F01EE6">
          <w:delText>en</w:delText>
        </w:r>
        <w:r w:rsidRPr="00DD4C2E" w:rsidDel="00F01EE6">
          <w:delText xml:space="preserve"> der Ab- und Zuluft unter der die erbrachte thermische Nennleistung ermittelt wurde.</w:delText>
        </w:r>
      </w:del>
    </w:p>
  </w:footnote>
  <w:footnote w:id="3">
    <w:p w:rsidR="00486C17" w:rsidRDefault="00486C17">
      <w:pPr>
        <w:pStyle w:val="Funotentext"/>
      </w:pPr>
      <w:r>
        <w:rPr>
          <w:rStyle w:val="Funotenzeichen"/>
        </w:rPr>
        <w:footnoteRef/>
      </w:r>
      <w:r>
        <w:t xml:space="preserve"> </w:t>
      </w:r>
      <w:r>
        <w:tab/>
      </w:r>
      <w:ins w:id="1268" w:author="Buttner, Henrike" w:date="2021-06-17T12:53:00Z">
        <w:r w:rsidRPr="00B831E9">
          <w:t>Hybrid cooling is the combination of several cooling systems with different heat transfer media (usually air and water).</w:t>
        </w:r>
        <w:r w:rsidRPr="00B831E9" w:rsidDel="00B831E9">
          <w:t xml:space="preserve"> </w:t>
        </w:r>
      </w:ins>
      <w:del w:id="1269" w:author="Buttner, Henrike" w:date="2021-06-17T12:53:00Z">
        <w:r w:rsidDel="00B831E9">
          <w:delText>Unter hybrider Kühlung wird die Kombination mehrerer Kühlsysteme mit verschiedenen Wärmeträgern (i.d.R. Luft und Wasser) verstanden</w:delText>
        </w:r>
      </w:del>
    </w:p>
  </w:footnote>
  <w:footnote w:id="4">
    <w:p w:rsidR="00486C17" w:rsidRPr="002B32C4" w:rsidRDefault="00486C17" w:rsidP="004F359D">
      <w:pPr>
        <w:pStyle w:val="Funotentext"/>
      </w:pPr>
      <w:r w:rsidRPr="002B32C4">
        <w:rPr>
          <w:rStyle w:val="Funotenzeichen"/>
        </w:rPr>
        <w:footnoteRef/>
      </w:r>
      <w:r w:rsidRPr="002B32C4">
        <w:t xml:space="preserve"> </w:t>
      </w:r>
      <w:r>
        <w:tab/>
      </w:r>
      <w:ins w:id="1286" w:author="Buttner, Henrike" w:date="2021-06-17T13:01:00Z">
        <w:r w:rsidRPr="00A10451">
          <w:t xml:space="preserve">Indirect free coolers are used in the variants: Dry, hybrid or wet coolers </w:t>
        </w:r>
      </w:ins>
      <w:del w:id="1287" w:author="Buttner, Henrike" w:date="2021-06-17T13:01:00Z">
        <w:r w:rsidRPr="002B32C4" w:rsidDel="00A10451">
          <w:delText xml:space="preserve">Indirekte Freikühler werden verwendet in den Varianten: Trocken-, Hybrid- oder Nasskühler </w:delText>
        </w:r>
      </w:del>
    </w:p>
  </w:footnote>
  <w:footnote w:id="5">
    <w:p w:rsidR="00486C17" w:rsidRPr="002B32C4" w:rsidRDefault="00486C17" w:rsidP="004F359D">
      <w:pPr>
        <w:pStyle w:val="Funotentext"/>
      </w:pPr>
      <w:r w:rsidRPr="002B32C4">
        <w:rPr>
          <w:rStyle w:val="Funotenzeichen"/>
        </w:rPr>
        <w:footnoteRef/>
      </w:r>
      <w:r w:rsidRPr="002B32C4">
        <w:t xml:space="preserve"> </w:t>
      </w:r>
      <w:r>
        <w:tab/>
      </w:r>
      <w:ins w:id="1331" w:author="Buttner, Henrike" w:date="2021-06-17T13:01:00Z">
        <w:r w:rsidRPr="00A10451">
          <w:t>The design temperature refers to the return or supply temperature of the chiller under which the thermal cooling capacity (nominal value) specified by the manufacturer was determined.</w:t>
        </w:r>
      </w:ins>
      <w:del w:id="1332" w:author="Buttner, Henrike" w:date="2021-06-17T13:01:00Z">
        <w:r w:rsidRPr="002B32C4" w:rsidDel="00A10451">
          <w:delText xml:space="preserve">Die Auslegungstemperatur </w:delText>
        </w:r>
        <w:r w:rsidDel="00A10451">
          <w:delText>bezeichnet</w:delText>
        </w:r>
        <w:r w:rsidRPr="002B32C4" w:rsidDel="00A10451">
          <w:delText xml:space="preserve"> die Rück- bzw. Vorlauftemperatur des Kaltwassersatzes unter der die vom Hersteller angegebene thermische Kälteleistung (Nennwert) ermittelt wurde.  </w:delText>
        </w:r>
      </w:del>
    </w:p>
  </w:footnote>
  <w:footnote w:id="6">
    <w:p w:rsidR="00486C17" w:rsidRPr="002B32C4" w:rsidRDefault="00486C17" w:rsidP="004F359D">
      <w:pPr>
        <w:pStyle w:val="Funotentext"/>
        <w:rPr>
          <w:ins w:id="1364" w:author="Buttner, Henrike" w:date="2021-06-17T13:04:00Z"/>
        </w:rPr>
      </w:pPr>
      <w:ins w:id="1365" w:author="Buttner, Henrike" w:date="2021-06-17T13:04:00Z">
        <w:r w:rsidRPr="002B32C4">
          <w:rPr>
            <w:rStyle w:val="Funotenzeichen"/>
          </w:rPr>
          <w:footnoteRef/>
        </w:r>
        <w:r w:rsidRPr="002B32C4">
          <w:t xml:space="preserve"> </w:t>
        </w:r>
        <w:r>
          <w:tab/>
        </w:r>
        <w:r w:rsidRPr="00A10451">
          <w:t>The design temperature refers to the return or supply temperature of the chiller under which the thermal cooling capacity (nominal value) specified by the manufacturer was determined.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0"/>
      <w:gridCol w:w="4530"/>
    </w:tblGrid>
    <w:tr w:rsidR="00486C17" w:rsidTr="00C06C43">
      <w:tc>
        <w:tcPr>
          <w:tcW w:w="2500" w:type="pct"/>
          <w:shd w:val="clear" w:color="auto" w:fill="auto"/>
        </w:tcPr>
        <w:p w:rsidR="00486C17" w:rsidRDefault="00486C17" w:rsidP="00170FFD">
          <w:pPr>
            <w:pStyle w:val="Kopfzeile"/>
          </w:pPr>
        </w:p>
      </w:tc>
      <w:tc>
        <w:tcPr>
          <w:tcW w:w="2500" w:type="pct"/>
          <w:shd w:val="clear" w:color="auto" w:fill="auto"/>
        </w:tcPr>
        <w:p w:rsidR="00486C17" w:rsidRDefault="00486C17" w:rsidP="00170FFD">
          <w:pPr>
            <w:pStyle w:val="Kopfzeile"/>
          </w:pPr>
        </w:p>
      </w:tc>
    </w:tr>
  </w:tbl>
  <w:p w:rsidR="00486C17" w:rsidRPr="00170FFD" w:rsidRDefault="00486C17" w:rsidP="00170F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C17" w:rsidRDefault="00486C17" w:rsidP="00066B2B">
    <w:pPr>
      <w:pStyle w:val="Kopfzeile"/>
      <w:tabs>
        <w:tab w:val="left" w:pos="7513"/>
      </w:tabs>
    </w:pPr>
    <w:r>
      <w:tab/>
    </w:r>
    <w:r>
      <w:tab/>
    </w:r>
    <w:r>
      <w:rPr>
        <w:noProof/>
      </w:rPr>
      <w:drawing>
        <wp:inline distT="0" distB="0" distL="0" distR="0" wp14:anchorId="08D47B22" wp14:editId="5A847AE7">
          <wp:extent cx="954011" cy="665749"/>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55709" cy="66693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6C17" w:rsidRPr="00066B2B" w:rsidRDefault="00486C17" w:rsidP="00066B2B">
    <w:pPr>
      <w:pStyle w:val="Kopfzeile"/>
    </w:pPr>
    <w:r>
      <w:tab/>
    </w:r>
    <w:r>
      <w:tab/>
    </w:r>
    <w:r>
      <w:rPr>
        <w:noProof/>
      </w:rPr>
      <w:drawing>
        <wp:inline distT="0" distB="0" distL="0" distR="0" wp14:anchorId="276BC88F" wp14:editId="6CF9EB37">
          <wp:extent cx="923502" cy="644458"/>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 gGmbH Logo_HKS8.eps"/>
                  <pic:cNvPicPr/>
                </pic:nvPicPr>
                <pic:blipFill>
                  <a:blip r:embed="rId1">
                    <a:extLst>
                      <a:ext uri="{28A0092B-C50C-407E-A947-70E740481C1C}">
                        <a14:useLocalDpi xmlns:a14="http://schemas.microsoft.com/office/drawing/2010/main" val="0"/>
                      </a:ext>
                    </a:extLst>
                  </a:blip>
                  <a:stretch>
                    <a:fillRect/>
                  </a:stretch>
                </pic:blipFill>
                <pic:spPr>
                  <a:xfrm>
                    <a:off x="0" y="0"/>
                    <a:ext cx="924561" cy="6451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6C0D430"/>
    <w:lvl w:ilvl="0">
      <w:start w:val="1"/>
      <w:numFmt w:val="decimal"/>
      <w:pStyle w:val="Listennummer3"/>
      <w:lvlText w:val="%1."/>
      <w:lvlJc w:val="left"/>
      <w:pPr>
        <w:tabs>
          <w:tab w:val="num" w:pos="926"/>
        </w:tabs>
        <w:ind w:left="926" w:hanging="360"/>
      </w:pPr>
    </w:lvl>
  </w:abstractNum>
  <w:abstractNum w:abstractNumId="1" w15:restartNumberingAfterBreak="0">
    <w:nsid w:val="023266C1"/>
    <w:multiLevelType w:val="hybridMultilevel"/>
    <w:tmpl w:val="DE84E9B6"/>
    <w:lvl w:ilvl="0" w:tplc="83C6C95C">
      <w:start w:val="1"/>
      <w:numFmt w:val="decimal"/>
      <w:lvlText w:val="%1."/>
      <w:lvlJc w:val="left"/>
      <w:pPr>
        <w:ind w:left="720" w:hanging="360"/>
      </w:pPr>
      <w:rPr>
        <w:rFonts w:ascii="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24283"/>
    <w:multiLevelType w:val="multilevel"/>
    <w:tmpl w:val="7DF2214C"/>
    <w:numStyleLink w:val="111111"/>
  </w:abstractNum>
  <w:abstractNum w:abstractNumId="3" w15:restartNumberingAfterBreak="0">
    <w:nsid w:val="0A4B1785"/>
    <w:multiLevelType w:val="hybridMultilevel"/>
    <w:tmpl w:val="EE086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2C6F12"/>
    <w:multiLevelType w:val="multilevel"/>
    <w:tmpl w:val="4A04F11C"/>
    <w:lvl w:ilvl="0">
      <w:start w:val="1"/>
      <w:numFmt w:val="decimal"/>
      <w:lvlText w:val="%1."/>
      <w:lvlJc w:val="left"/>
      <w:pPr>
        <w:ind w:left="720" w:hanging="360"/>
      </w:pPr>
    </w:lvl>
    <w:lvl w:ilvl="1">
      <w:start w:val="2"/>
      <w:numFmt w:val="decimal"/>
      <w:isLgl/>
      <w:lvlText w:val="%1.%2"/>
      <w:lvlJc w:val="left"/>
      <w:pPr>
        <w:ind w:left="948" w:hanging="588"/>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F9F024D"/>
    <w:multiLevelType w:val="hybridMultilevel"/>
    <w:tmpl w:val="E64A5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551E53"/>
    <w:multiLevelType w:val="multilevel"/>
    <w:tmpl w:val="B3F6694A"/>
    <w:styleLink w:val="NummerierungaPS"/>
    <w:lvl w:ilvl="0">
      <w:start w:val="1"/>
      <w:numFmt w:val="lowerLetter"/>
      <w:lvlText w:val="%1)"/>
      <w:lvlJc w:val="left"/>
      <w:pPr>
        <w:tabs>
          <w:tab w:val="num" w:pos="567"/>
        </w:tabs>
        <w:ind w:left="567" w:hanging="454"/>
      </w:pPr>
      <w:rPr>
        <w:rFonts w:ascii="Arial" w:hAnsi="Arial" w:hint="default"/>
        <w:bCs/>
        <w:sz w:val="22"/>
        <w:szCs w:val="26"/>
      </w:rPr>
    </w:lvl>
    <w:lvl w:ilvl="1">
      <w:start w:val="1"/>
      <w:numFmt w:val="decimal"/>
      <w:lvlText w:val="%2."/>
      <w:lvlJc w:val="right"/>
      <w:pPr>
        <w:tabs>
          <w:tab w:val="num" w:pos="964"/>
        </w:tabs>
        <w:ind w:left="964" w:hanging="227"/>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bullet"/>
      <w:lvlText w:val="→"/>
      <w:lvlJc w:val="left"/>
      <w:pPr>
        <w:tabs>
          <w:tab w:val="num" w:pos="1701"/>
        </w:tabs>
        <w:ind w:left="1701" w:hanging="397"/>
      </w:pPr>
      <w:rPr>
        <w:rFonts w:ascii="Arial Unicode MS" w:eastAsia="Arial Unicode MS" w:hAnsi="Arial Unicode MS" w:hint="eastAsia"/>
      </w:rPr>
    </w:lvl>
    <w:lvl w:ilvl="4">
      <w:start w:val="1"/>
      <w:numFmt w:val="lowerLetter"/>
      <w:lvlText w:val="%5."/>
      <w:lvlJc w:val="left"/>
      <w:pPr>
        <w:tabs>
          <w:tab w:val="num" w:pos="2126"/>
        </w:tabs>
        <w:ind w:left="2126" w:hanging="425"/>
      </w:pPr>
      <w:rPr>
        <w:rFonts w:hint="default"/>
        <w:b w:val="0"/>
        <w:i/>
      </w:rPr>
    </w:lvl>
    <w:lvl w:ilvl="5">
      <w:start w:val="1"/>
      <w:numFmt w:val="decimal"/>
      <w:lvlText w:val="%5.%6"/>
      <w:lvlJc w:val="left"/>
      <w:pPr>
        <w:tabs>
          <w:tab w:val="num" w:pos="2693"/>
        </w:tabs>
        <w:ind w:left="2693" w:hanging="567"/>
      </w:pPr>
      <w:rPr>
        <w:rFonts w:hint="default"/>
        <w:b w:val="0"/>
        <w:i/>
      </w:rPr>
    </w:lvl>
    <w:lvl w:ilvl="6">
      <w:start w:val="1"/>
      <w:numFmt w:val="decimal"/>
      <w:lvlText w:val="%5.%6.%7"/>
      <w:lvlJc w:val="left"/>
      <w:pPr>
        <w:tabs>
          <w:tab w:val="num" w:pos="3402"/>
        </w:tabs>
        <w:ind w:left="3402" w:hanging="709"/>
      </w:pPr>
      <w:rPr>
        <w:rFonts w:hint="default"/>
        <w:b w:val="0"/>
        <w:i/>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7" w15:restartNumberingAfterBreak="0">
    <w:nsid w:val="13FB4948"/>
    <w:multiLevelType w:val="hybridMultilevel"/>
    <w:tmpl w:val="17D00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7177EB"/>
    <w:multiLevelType w:val="multilevel"/>
    <w:tmpl w:val="3B72D8E4"/>
    <w:styleLink w:val="Nummerierung1PS"/>
    <w:lvl w:ilvl="0">
      <w:start w:val="1"/>
      <w:numFmt w:val="decimal"/>
      <w:lvlText w:val="%1."/>
      <w:lvlJc w:val="right"/>
      <w:pPr>
        <w:tabs>
          <w:tab w:val="num" w:pos="567"/>
        </w:tabs>
        <w:ind w:left="567" w:hanging="283"/>
      </w:pPr>
      <w:rPr>
        <w:rFonts w:ascii="Arial" w:hAnsi="Arial" w:hint="default"/>
        <w:sz w:val="22"/>
      </w:rPr>
    </w:lvl>
    <w:lvl w:ilvl="1">
      <w:start w:val="1"/>
      <w:numFmt w:val="lowerLetter"/>
      <w:lvlText w:val="%2)"/>
      <w:lvlJc w:val="left"/>
      <w:pPr>
        <w:tabs>
          <w:tab w:val="num" w:pos="1021"/>
        </w:tabs>
        <w:ind w:left="1021" w:hanging="454"/>
      </w:pPr>
      <w:rPr>
        <w:rFonts w:ascii="Arial" w:hAnsi="Arial" w:hint="default"/>
        <w:b w:val="0"/>
        <w:i w:val="0"/>
        <w:sz w:val="22"/>
      </w:rPr>
    </w:lvl>
    <w:lvl w:ilvl="2">
      <w:start w:val="1"/>
      <w:numFmt w:val="lowerRoman"/>
      <w:lvlText w:val="%3."/>
      <w:lvlJc w:val="left"/>
      <w:pPr>
        <w:tabs>
          <w:tab w:val="num" w:pos="1304"/>
        </w:tabs>
        <w:ind w:left="1304" w:hanging="283"/>
      </w:pPr>
      <w:rPr>
        <w:rFonts w:ascii="Arial" w:hAnsi="Arial" w:hint="default"/>
        <w:b w:val="0"/>
        <w:i w:val="0"/>
        <w:sz w:val="22"/>
      </w:rPr>
    </w:lvl>
    <w:lvl w:ilvl="3">
      <w:start w:val="1"/>
      <w:numFmt w:val="upperRoman"/>
      <w:lvlText w:val="%4"/>
      <w:lvlJc w:val="left"/>
      <w:pPr>
        <w:tabs>
          <w:tab w:val="num" w:pos="567"/>
        </w:tabs>
        <w:ind w:left="567" w:hanging="425"/>
      </w:pPr>
      <w:rPr>
        <w:rFonts w:hint="default"/>
      </w:rPr>
    </w:lvl>
    <w:lvl w:ilvl="4">
      <w:start w:val="1"/>
      <w:numFmt w:val="upperRoman"/>
      <w:lvlText w:val="%4.%5"/>
      <w:lvlJc w:val="left"/>
      <w:pPr>
        <w:tabs>
          <w:tab w:val="num" w:pos="992"/>
        </w:tabs>
        <w:ind w:left="992" w:hanging="425"/>
      </w:pPr>
      <w:rPr>
        <w:rFonts w:hint="default"/>
      </w:rPr>
    </w:lvl>
    <w:lvl w:ilvl="5">
      <w:start w:val="1"/>
      <w:numFmt w:val="upperRoman"/>
      <w:lvlText w:val="%4.%5.%6"/>
      <w:lvlJc w:val="left"/>
      <w:pPr>
        <w:tabs>
          <w:tab w:val="num" w:pos="1559"/>
        </w:tabs>
        <w:ind w:left="1559" w:hanging="567"/>
      </w:pPr>
      <w:rPr>
        <w:rFonts w:hint="default"/>
      </w:rPr>
    </w:lvl>
    <w:lvl w:ilvl="6">
      <w:start w:val="1"/>
      <w:numFmt w:val="upperRoman"/>
      <w:lvlText w:val="%4.%5.%6.%7"/>
      <w:lvlJc w:val="left"/>
      <w:pPr>
        <w:tabs>
          <w:tab w:val="num" w:pos="2126"/>
        </w:tabs>
        <w:ind w:left="2126" w:hanging="567"/>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right"/>
      <w:pPr>
        <w:tabs>
          <w:tab w:val="num" w:pos="0"/>
        </w:tabs>
        <w:ind w:left="0" w:firstLine="0"/>
      </w:pPr>
      <w:rPr>
        <w:rFonts w:hint="default"/>
      </w:rPr>
    </w:lvl>
  </w:abstractNum>
  <w:abstractNum w:abstractNumId="9" w15:restartNumberingAfterBreak="0">
    <w:nsid w:val="14DA3031"/>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1A514C18"/>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1C594676"/>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E450561"/>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7D4465"/>
    <w:multiLevelType w:val="multilevel"/>
    <w:tmpl w:val="940040D2"/>
    <w:numStyleLink w:val="1Aufzaehlung"/>
  </w:abstractNum>
  <w:abstractNum w:abstractNumId="14" w15:restartNumberingAfterBreak="0">
    <w:nsid w:val="1FEF3EAC"/>
    <w:multiLevelType w:val="hybridMultilevel"/>
    <w:tmpl w:val="151058C8"/>
    <w:lvl w:ilvl="0" w:tplc="4AF4D0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D018FA"/>
    <w:multiLevelType w:val="hybridMultilevel"/>
    <w:tmpl w:val="4F5AABAA"/>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28340B63"/>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2C271A89"/>
    <w:multiLevelType w:val="hybridMultilevel"/>
    <w:tmpl w:val="4F5AAB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AD240E"/>
    <w:multiLevelType w:val="multilevel"/>
    <w:tmpl w:val="7DF2214C"/>
    <w:styleLink w:val="111111"/>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37EB6FE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C4C6AB3"/>
    <w:multiLevelType w:val="hybridMultilevel"/>
    <w:tmpl w:val="3C0ABFB4"/>
    <w:lvl w:ilvl="0" w:tplc="F48C2672">
      <w:start w:val="1"/>
      <w:numFmt w:val="bullet"/>
      <w:pStyle w:val="Aufzhlung-Punkte"/>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21" w15:restartNumberingAfterBreak="0">
    <w:nsid w:val="42697BAA"/>
    <w:multiLevelType w:val="multilevel"/>
    <w:tmpl w:val="7DF2214C"/>
    <w:numStyleLink w:val="111111"/>
  </w:abstractNum>
  <w:abstractNum w:abstractNumId="22" w15:restartNumberingAfterBreak="0">
    <w:nsid w:val="46462CE0"/>
    <w:multiLevelType w:val="multilevel"/>
    <w:tmpl w:val="7DF2214C"/>
    <w:numStyleLink w:val="111111"/>
  </w:abstractNum>
  <w:abstractNum w:abstractNumId="23" w15:restartNumberingAfterBreak="0">
    <w:nsid w:val="484B23D8"/>
    <w:multiLevelType w:val="hybridMultilevel"/>
    <w:tmpl w:val="7780E692"/>
    <w:lvl w:ilvl="0" w:tplc="2A22A2F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DC4FCC"/>
    <w:multiLevelType w:val="multilevel"/>
    <w:tmpl w:val="7DF2214C"/>
    <w:numStyleLink w:val="111111"/>
  </w:abstractNum>
  <w:abstractNum w:abstractNumId="25" w15:restartNumberingAfterBreak="0">
    <w:nsid w:val="4F2039C0"/>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A662B2"/>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EF516D0"/>
    <w:multiLevelType w:val="multilevel"/>
    <w:tmpl w:val="5966013C"/>
    <w:styleLink w:val="2Aufzaehlung"/>
    <w:lvl w:ilvl="0">
      <w:start w:val="1"/>
      <w:numFmt w:val="bullet"/>
      <w:lvlText w:val="–"/>
      <w:lvlJc w:val="left"/>
      <w:pPr>
        <w:tabs>
          <w:tab w:val="num" w:pos="992"/>
        </w:tabs>
        <w:ind w:left="992" w:hanging="425"/>
      </w:pPr>
      <w:rPr>
        <w:rFonts w:ascii="Times New Roman" w:hAnsi="Times New Roman" w:cs="Times New Roman" w:hint="default"/>
        <w:sz w:val="22"/>
      </w:rPr>
    </w:lvl>
    <w:lvl w:ilvl="1">
      <w:start w:val="1"/>
      <w:numFmt w:val="bullet"/>
      <w:lvlText w:val=""/>
      <w:lvlJc w:val="left"/>
      <w:pPr>
        <w:tabs>
          <w:tab w:val="num" w:pos="1418"/>
        </w:tabs>
        <w:ind w:left="1418" w:hanging="426"/>
      </w:pPr>
      <w:rPr>
        <w:rFonts w:ascii="Wingdings" w:hAnsi="Wingdings" w:hint="default"/>
      </w:rPr>
    </w:lvl>
    <w:lvl w:ilvl="2">
      <w:start w:val="1"/>
      <w:numFmt w:val="bullet"/>
      <w:lvlText w:val="∙"/>
      <w:lvlJc w:val="left"/>
      <w:pPr>
        <w:tabs>
          <w:tab w:val="num" w:pos="1843"/>
        </w:tabs>
        <w:ind w:left="1843" w:hanging="425"/>
      </w:pPr>
      <w:rPr>
        <w:rFonts w:ascii="Arial Unicode MS" w:eastAsia="Arial Unicode MS" w:hAnsi="Arial Unicode MS" w:hint="eastAsia"/>
      </w:rPr>
    </w:lvl>
    <w:lvl w:ilvl="3">
      <w:start w:val="1"/>
      <w:numFmt w:val="bullet"/>
      <w:lvlText w:val=""/>
      <w:lvlJc w:val="left"/>
      <w:pPr>
        <w:tabs>
          <w:tab w:val="num" w:pos="2268"/>
        </w:tabs>
        <w:ind w:left="2268" w:hanging="425"/>
      </w:pPr>
      <w:rPr>
        <w:rFonts w:ascii="Wingdings 2" w:hAnsi="Wingdings 2" w:hint="default"/>
      </w:rPr>
    </w:lvl>
    <w:lvl w:ilvl="4">
      <w:start w:val="1"/>
      <w:numFmt w:val="bullet"/>
      <w:lvlText w:val=""/>
      <w:lvlJc w:val="left"/>
      <w:pPr>
        <w:tabs>
          <w:tab w:val="num" w:pos="2693"/>
        </w:tabs>
        <w:ind w:left="2693" w:hanging="425"/>
      </w:pPr>
      <w:rPr>
        <w:rFonts w:ascii="Wingdings 2" w:hAnsi="Wingdings 2" w:hint="default"/>
      </w:rPr>
    </w:lvl>
    <w:lvl w:ilvl="5">
      <w:start w:val="1"/>
      <w:numFmt w:val="bullet"/>
      <w:lvlText w:val=""/>
      <w:lvlJc w:val="left"/>
      <w:pPr>
        <w:tabs>
          <w:tab w:val="num" w:pos="3119"/>
        </w:tabs>
        <w:ind w:left="3119" w:hanging="426"/>
      </w:pPr>
      <w:rPr>
        <w:rFonts w:ascii="Wingdings 2" w:hAnsi="Wingdings 2" w:hint="default"/>
      </w:rPr>
    </w:lvl>
    <w:lvl w:ilvl="6">
      <w:start w:val="1"/>
      <w:numFmt w:val="bullet"/>
      <w:lvlText w:val=""/>
      <w:lvlJc w:val="left"/>
      <w:pPr>
        <w:tabs>
          <w:tab w:val="num" w:pos="3544"/>
        </w:tabs>
        <w:ind w:left="3544" w:hanging="425"/>
      </w:pPr>
      <w:rPr>
        <w:rFonts w:ascii="Wingdings 2" w:hAnsi="Wingdings 2" w:hint="default"/>
      </w:rPr>
    </w:lvl>
    <w:lvl w:ilvl="7">
      <w:start w:val="1"/>
      <w:numFmt w:val="bullet"/>
      <w:lvlText w:val=""/>
      <w:lvlJc w:val="left"/>
      <w:pPr>
        <w:tabs>
          <w:tab w:val="num" w:pos="3969"/>
        </w:tabs>
        <w:ind w:left="3969" w:hanging="425"/>
      </w:pPr>
      <w:rPr>
        <w:rFonts w:ascii="Wingdings 2" w:hAnsi="Wingdings 2" w:hint="default"/>
      </w:rPr>
    </w:lvl>
    <w:lvl w:ilvl="8">
      <w:start w:val="1"/>
      <w:numFmt w:val="bullet"/>
      <w:lvlText w:val=""/>
      <w:lvlJc w:val="left"/>
      <w:pPr>
        <w:tabs>
          <w:tab w:val="num" w:pos="4394"/>
        </w:tabs>
        <w:ind w:left="4394" w:hanging="425"/>
      </w:pPr>
      <w:rPr>
        <w:rFonts w:ascii="Wingdings 2" w:hAnsi="Wingdings 2" w:hint="default"/>
      </w:rPr>
    </w:lvl>
  </w:abstractNum>
  <w:abstractNum w:abstractNumId="28" w15:restartNumberingAfterBreak="0">
    <w:nsid w:val="5FA50192"/>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FC13341"/>
    <w:multiLevelType w:val="hybridMultilevel"/>
    <w:tmpl w:val="427016A0"/>
    <w:lvl w:ilvl="0" w:tplc="F9A27D1C">
      <w:start w:val="1"/>
      <w:numFmt w:val="bullet"/>
      <w:pStyle w:val="TabelleAufzaehlung"/>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30" w15:restartNumberingAfterBreak="0">
    <w:nsid w:val="607A629E"/>
    <w:multiLevelType w:val="hybridMultilevel"/>
    <w:tmpl w:val="38FC82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0D80AE1"/>
    <w:multiLevelType w:val="hybridMultilevel"/>
    <w:tmpl w:val="44083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1DB4DD3"/>
    <w:multiLevelType w:val="hybridMultilevel"/>
    <w:tmpl w:val="91B66FAA"/>
    <w:lvl w:ilvl="0" w:tplc="BF18AC6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57D403F"/>
    <w:multiLevelType w:val="multilevel"/>
    <w:tmpl w:val="FC4A673E"/>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4" w15:restartNumberingAfterBreak="0">
    <w:nsid w:val="67CC5B9E"/>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6C9F6373"/>
    <w:multiLevelType w:val="multilevel"/>
    <w:tmpl w:val="381E45B0"/>
    <w:lvl w:ilvl="0">
      <w:start w:val="1"/>
      <w:numFmt w:val="decimal"/>
      <w:pStyle w:val="berschrift1"/>
      <w:lvlText w:val="%1"/>
      <w:lvlJc w:val="left"/>
      <w:pPr>
        <w:tabs>
          <w:tab w:val="num" w:pos="567"/>
        </w:tabs>
        <w:ind w:left="567" w:hanging="567"/>
      </w:pPr>
      <w:rPr>
        <w:rFonts w:ascii="Arial" w:hAnsi="Arial" w:cs="Arial" w:hint="default"/>
        <w:b/>
        <w:bCs/>
        <w:i w:val="0"/>
        <w:iCs w:val="0"/>
        <w:sz w:val="26"/>
        <w:szCs w:val="26"/>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suff w:val="nothing"/>
      <w:lvlText w:val=""/>
      <w:lvlJc w:val="left"/>
      <w:pPr>
        <w:ind w:left="0" w:firstLine="0"/>
      </w:pPr>
      <w:rPr>
        <w:rFonts w:hint="default"/>
      </w:rPr>
    </w:lvl>
    <w:lvl w:ilvl="4">
      <w:start w:val="1"/>
      <w:numFmt w:val="decimal"/>
      <w:pStyle w:val="berschrift5"/>
      <w:suff w:val="nothing"/>
      <w:lvlText w:val=""/>
      <w:lvlJc w:val="left"/>
      <w:pPr>
        <w:ind w:left="0" w:firstLine="0"/>
      </w:pPr>
      <w:rPr>
        <w:rFonts w:hint="default"/>
      </w:rPr>
    </w:lvl>
    <w:lvl w:ilvl="5">
      <w:start w:val="1"/>
      <w:numFmt w:val="decimal"/>
      <w:pStyle w:val="berschrift6"/>
      <w:lvlText w:val=".%6"/>
      <w:lvlJc w:val="left"/>
      <w:pPr>
        <w:tabs>
          <w:tab w:val="num" w:pos="357"/>
        </w:tabs>
        <w:ind w:left="0" w:firstLine="0"/>
      </w:pPr>
      <w:rPr>
        <w:rFonts w:hint="default"/>
      </w:rPr>
    </w:lvl>
    <w:lvl w:ilvl="6">
      <w:start w:val="1"/>
      <w:numFmt w:val="decimal"/>
      <w:pStyle w:val="berschrift7"/>
      <w:lvlText w:val=".%6.%7"/>
      <w:lvlJc w:val="left"/>
      <w:pPr>
        <w:tabs>
          <w:tab w:val="num" w:pos="0"/>
        </w:tabs>
        <w:ind w:left="0" w:firstLine="0"/>
      </w:pPr>
      <w:rPr>
        <w:rFonts w:hint="default"/>
      </w:rPr>
    </w:lvl>
    <w:lvl w:ilvl="7">
      <w:start w:val="1"/>
      <w:numFmt w:val="decimal"/>
      <w:pStyle w:val="berschrift8"/>
      <w:lvlText w:val=".%6.%7.%8"/>
      <w:lvlJc w:val="left"/>
      <w:pPr>
        <w:tabs>
          <w:tab w:val="num" w:pos="0"/>
        </w:tabs>
        <w:ind w:left="0" w:firstLine="0"/>
      </w:pPr>
      <w:rPr>
        <w:rFonts w:hint="default"/>
      </w:rPr>
    </w:lvl>
    <w:lvl w:ilvl="8">
      <w:start w:val="1"/>
      <w:numFmt w:val="decimal"/>
      <w:pStyle w:val="berschrift9"/>
      <w:lvlText w:val=".%6.%7.%8.%9"/>
      <w:lvlJc w:val="left"/>
      <w:pPr>
        <w:tabs>
          <w:tab w:val="num" w:pos="0"/>
        </w:tabs>
        <w:ind w:left="0" w:firstLine="0"/>
      </w:pPr>
      <w:rPr>
        <w:rFonts w:hint="default"/>
      </w:rPr>
    </w:lvl>
  </w:abstractNum>
  <w:abstractNum w:abstractNumId="36" w15:restartNumberingAfterBreak="0">
    <w:nsid w:val="70664D70"/>
    <w:multiLevelType w:val="multilevel"/>
    <w:tmpl w:val="F2E4BEB2"/>
    <w:styleLink w:val="3Aufzaehlung"/>
    <w:lvl w:ilvl="0">
      <w:start w:val="1"/>
      <w:numFmt w:val="bullet"/>
      <w:lvlText w:val=""/>
      <w:lvlJc w:val="left"/>
      <w:pPr>
        <w:tabs>
          <w:tab w:val="num" w:pos="1418"/>
        </w:tabs>
        <w:ind w:left="1418" w:hanging="426"/>
      </w:pPr>
      <w:rPr>
        <w:rFonts w:ascii="Wingdings" w:hAnsi="Wingdings" w:hint="default"/>
        <w:sz w:val="22"/>
      </w:rPr>
    </w:lvl>
    <w:lvl w:ilvl="1">
      <w:start w:val="1"/>
      <w:numFmt w:val="bullet"/>
      <w:lvlText w:val="∙"/>
      <w:lvlJc w:val="left"/>
      <w:pPr>
        <w:tabs>
          <w:tab w:val="num" w:pos="1843"/>
        </w:tabs>
        <w:ind w:left="1843" w:hanging="425"/>
      </w:pPr>
      <w:rPr>
        <w:rFonts w:ascii="Arial Unicode MS" w:eastAsia="Arial Unicode MS" w:hAnsi="Arial Unicode MS" w:hint="eastAsia"/>
      </w:rPr>
    </w:lvl>
    <w:lvl w:ilvl="2">
      <w:start w:val="1"/>
      <w:numFmt w:val="bullet"/>
      <w:lvlText w:val=""/>
      <w:lvlJc w:val="left"/>
      <w:pPr>
        <w:tabs>
          <w:tab w:val="num" w:pos="2268"/>
        </w:tabs>
        <w:ind w:left="2268" w:hanging="425"/>
      </w:pPr>
      <w:rPr>
        <w:rFonts w:ascii="Wingdings 2" w:hAnsi="Wingdings 2" w:hint="default"/>
      </w:rPr>
    </w:lvl>
    <w:lvl w:ilvl="3">
      <w:start w:val="1"/>
      <w:numFmt w:val="bullet"/>
      <w:lvlText w:val=""/>
      <w:lvlJc w:val="left"/>
      <w:pPr>
        <w:tabs>
          <w:tab w:val="num" w:pos="2693"/>
        </w:tabs>
        <w:ind w:left="2693" w:hanging="425"/>
      </w:pPr>
      <w:rPr>
        <w:rFonts w:ascii="Wingdings 2" w:hAnsi="Wingdings 2" w:hint="default"/>
      </w:rPr>
    </w:lvl>
    <w:lvl w:ilvl="4">
      <w:start w:val="1"/>
      <w:numFmt w:val="bullet"/>
      <w:lvlText w:val=""/>
      <w:lvlJc w:val="left"/>
      <w:pPr>
        <w:tabs>
          <w:tab w:val="num" w:pos="3119"/>
        </w:tabs>
        <w:ind w:left="3119" w:hanging="426"/>
      </w:pPr>
      <w:rPr>
        <w:rFonts w:ascii="Wingdings 2" w:hAnsi="Wingdings 2" w:hint="default"/>
      </w:rPr>
    </w:lvl>
    <w:lvl w:ilvl="5">
      <w:start w:val="1"/>
      <w:numFmt w:val="bullet"/>
      <w:lvlText w:val=""/>
      <w:lvlJc w:val="left"/>
      <w:pPr>
        <w:tabs>
          <w:tab w:val="num" w:pos="3544"/>
        </w:tabs>
        <w:ind w:left="3544" w:hanging="425"/>
      </w:pPr>
      <w:rPr>
        <w:rFonts w:ascii="Wingdings 2" w:hAnsi="Wingdings 2" w:hint="default"/>
      </w:rPr>
    </w:lvl>
    <w:lvl w:ilvl="6">
      <w:start w:val="1"/>
      <w:numFmt w:val="bullet"/>
      <w:lvlText w:val=""/>
      <w:lvlJc w:val="left"/>
      <w:pPr>
        <w:tabs>
          <w:tab w:val="num" w:pos="3969"/>
        </w:tabs>
        <w:ind w:left="3969" w:hanging="425"/>
      </w:pPr>
      <w:rPr>
        <w:rFonts w:ascii="Wingdings 2" w:hAnsi="Wingdings 2" w:hint="default"/>
      </w:rPr>
    </w:lvl>
    <w:lvl w:ilvl="7">
      <w:start w:val="1"/>
      <w:numFmt w:val="bullet"/>
      <w:lvlText w:val=""/>
      <w:lvlJc w:val="left"/>
      <w:pPr>
        <w:tabs>
          <w:tab w:val="num" w:pos="4394"/>
        </w:tabs>
        <w:ind w:left="4394" w:hanging="425"/>
      </w:pPr>
      <w:rPr>
        <w:rFonts w:ascii="Wingdings 2" w:hAnsi="Wingdings 2" w:hint="default"/>
      </w:rPr>
    </w:lvl>
    <w:lvl w:ilvl="8">
      <w:start w:val="1"/>
      <w:numFmt w:val="bullet"/>
      <w:lvlText w:val=""/>
      <w:lvlJc w:val="left"/>
      <w:pPr>
        <w:tabs>
          <w:tab w:val="num" w:pos="4820"/>
        </w:tabs>
        <w:ind w:left="4820" w:hanging="426"/>
      </w:pPr>
      <w:rPr>
        <w:rFonts w:ascii="Wingdings 2" w:hAnsi="Wingdings 2" w:hint="default"/>
      </w:rPr>
    </w:lvl>
  </w:abstractNum>
  <w:abstractNum w:abstractNumId="3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2BB2DA8"/>
    <w:multiLevelType w:val="hybridMultilevel"/>
    <w:tmpl w:val="6A6C2C3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61A16EE"/>
    <w:multiLevelType w:val="multilevel"/>
    <w:tmpl w:val="940040D2"/>
    <w:styleLink w:val="1Aufzaehlung"/>
    <w:lvl w:ilvl="0">
      <w:start w:val="1"/>
      <w:numFmt w:val="bullet"/>
      <w:lvlText w:val=""/>
      <w:lvlJc w:val="left"/>
      <w:pPr>
        <w:tabs>
          <w:tab w:val="num" w:pos="567"/>
        </w:tabs>
        <w:ind w:left="567" w:hanging="425"/>
      </w:pPr>
      <w:rPr>
        <w:rFonts w:ascii="Wingdings" w:hAnsi="Wingdings" w:hint="default"/>
        <w:sz w:val="22"/>
      </w:rPr>
    </w:lvl>
    <w:lvl w:ilvl="1">
      <w:start w:val="1"/>
      <w:numFmt w:val="bullet"/>
      <w:lvlText w:val="–"/>
      <w:lvlJc w:val="left"/>
      <w:pPr>
        <w:tabs>
          <w:tab w:val="num" w:pos="992"/>
        </w:tabs>
        <w:ind w:left="992" w:hanging="425"/>
      </w:pPr>
      <w:rPr>
        <w:rFonts w:ascii="Times New Roman" w:hAnsi="Times New Roman" w:cs="Times New Roman" w:hint="default"/>
      </w:rPr>
    </w:lvl>
    <w:lvl w:ilvl="2">
      <w:start w:val="1"/>
      <w:numFmt w:val="bullet"/>
      <w:lvlText w:val=""/>
      <w:lvlJc w:val="left"/>
      <w:pPr>
        <w:tabs>
          <w:tab w:val="num" w:pos="1418"/>
        </w:tabs>
        <w:ind w:left="1418" w:hanging="426"/>
      </w:pPr>
      <w:rPr>
        <w:rFonts w:ascii="Wingdings" w:hAnsi="Wingdings" w:hint="default"/>
      </w:rPr>
    </w:lvl>
    <w:lvl w:ilvl="3">
      <w:start w:val="1"/>
      <w:numFmt w:val="bullet"/>
      <w:lvlText w:val="∙"/>
      <w:lvlJc w:val="left"/>
      <w:pPr>
        <w:tabs>
          <w:tab w:val="num" w:pos="1843"/>
        </w:tabs>
        <w:ind w:left="1843" w:hanging="425"/>
      </w:pPr>
      <w:rPr>
        <w:rFonts w:ascii="Arial Unicode MS" w:eastAsia="Arial Unicode MS" w:hAnsi="Arial Unicode MS" w:hint="eastAsia"/>
      </w:rPr>
    </w:lvl>
    <w:lvl w:ilvl="4">
      <w:start w:val="1"/>
      <w:numFmt w:val="bullet"/>
      <w:lvlText w:val=""/>
      <w:lvlJc w:val="left"/>
      <w:pPr>
        <w:tabs>
          <w:tab w:val="num" w:pos="2268"/>
        </w:tabs>
        <w:ind w:left="2268" w:hanging="425"/>
      </w:pPr>
      <w:rPr>
        <w:rFonts w:ascii="Wingdings 2" w:hAnsi="Wingdings 2" w:hint="default"/>
      </w:rPr>
    </w:lvl>
    <w:lvl w:ilvl="5">
      <w:start w:val="1"/>
      <w:numFmt w:val="bullet"/>
      <w:lvlText w:val=""/>
      <w:lvlJc w:val="left"/>
      <w:pPr>
        <w:tabs>
          <w:tab w:val="num" w:pos="2693"/>
        </w:tabs>
        <w:ind w:left="2693" w:hanging="425"/>
      </w:pPr>
      <w:rPr>
        <w:rFonts w:ascii="Wingdings 2" w:hAnsi="Wingdings 2" w:hint="default"/>
      </w:rPr>
    </w:lvl>
    <w:lvl w:ilvl="6">
      <w:start w:val="1"/>
      <w:numFmt w:val="bullet"/>
      <w:lvlText w:val=""/>
      <w:lvlJc w:val="left"/>
      <w:pPr>
        <w:tabs>
          <w:tab w:val="num" w:pos="3119"/>
        </w:tabs>
        <w:ind w:left="3119" w:hanging="426"/>
      </w:pPr>
      <w:rPr>
        <w:rFonts w:ascii="Wingdings 2" w:hAnsi="Wingdings 2" w:hint="default"/>
      </w:rPr>
    </w:lvl>
    <w:lvl w:ilvl="7">
      <w:start w:val="1"/>
      <w:numFmt w:val="bullet"/>
      <w:lvlText w:val=""/>
      <w:lvlJc w:val="left"/>
      <w:pPr>
        <w:tabs>
          <w:tab w:val="num" w:pos="3544"/>
        </w:tabs>
        <w:ind w:left="3544" w:hanging="425"/>
      </w:pPr>
      <w:rPr>
        <w:rFonts w:ascii="Wingdings 2" w:hAnsi="Wingdings 2" w:hint="default"/>
      </w:rPr>
    </w:lvl>
    <w:lvl w:ilvl="8">
      <w:start w:val="1"/>
      <w:numFmt w:val="bullet"/>
      <w:lvlText w:val=""/>
      <w:lvlJc w:val="left"/>
      <w:pPr>
        <w:tabs>
          <w:tab w:val="num" w:pos="3969"/>
        </w:tabs>
        <w:ind w:left="3969" w:hanging="425"/>
      </w:pPr>
      <w:rPr>
        <w:rFonts w:ascii="Wingdings 2" w:hAnsi="Wingdings 2" w:hint="default"/>
      </w:rPr>
    </w:lvl>
  </w:abstractNum>
  <w:abstractNum w:abstractNumId="40" w15:restartNumberingAfterBreak="0">
    <w:nsid w:val="7EB37B48"/>
    <w:multiLevelType w:val="multilevel"/>
    <w:tmpl w:val="7DF2214C"/>
    <w:lvl w:ilvl="0">
      <w:start w:val="1"/>
      <w:numFmt w:val="decimal"/>
      <w:lvlText w:val="%1."/>
      <w:lvlJc w:val="left"/>
      <w:pPr>
        <w:tabs>
          <w:tab w:val="num" w:pos="0"/>
        </w:tabs>
        <w:ind w:left="425" w:hanging="425"/>
      </w:pPr>
      <w:rPr>
        <w:rFonts w:hint="default"/>
      </w:rPr>
    </w:lvl>
    <w:lvl w:ilvl="1">
      <w:start w:val="1"/>
      <w:numFmt w:val="decimal"/>
      <w:lvlText w:val="%1.%2."/>
      <w:lvlJc w:val="left"/>
      <w:pPr>
        <w:tabs>
          <w:tab w:val="num" w:pos="0"/>
        </w:tabs>
        <w:ind w:left="1134" w:hanging="709"/>
      </w:pPr>
      <w:rPr>
        <w:rFonts w:hint="default"/>
      </w:rPr>
    </w:lvl>
    <w:lvl w:ilvl="2">
      <w:start w:val="1"/>
      <w:numFmt w:val="decimal"/>
      <w:lvlText w:val="%1.%2.%3."/>
      <w:lvlJc w:val="left"/>
      <w:pPr>
        <w:tabs>
          <w:tab w:val="num" w:pos="1559"/>
        </w:tabs>
        <w:ind w:left="1985" w:hanging="851"/>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8"/>
  </w:num>
  <w:num w:numId="2">
    <w:abstractNumId w:val="0"/>
  </w:num>
  <w:num w:numId="3">
    <w:abstractNumId w:val="35"/>
  </w:num>
  <w:num w:numId="4">
    <w:abstractNumId w:val="39"/>
  </w:num>
  <w:num w:numId="5">
    <w:abstractNumId w:val="27"/>
  </w:num>
  <w:num w:numId="6">
    <w:abstractNumId w:val="36"/>
  </w:num>
  <w:num w:numId="7">
    <w:abstractNumId w:val="8"/>
  </w:num>
  <w:num w:numId="8">
    <w:abstractNumId w:val="6"/>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num>
  <w:num w:numId="12">
    <w:abstractNumId w:val="24"/>
  </w:num>
  <w:num w:numId="13">
    <w:abstractNumId w:val="22"/>
  </w:num>
  <w:num w:numId="14">
    <w:abstractNumId w:val="4"/>
  </w:num>
  <w:num w:numId="15">
    <w:abstractNumId w:val="20"/>
  </w:num>
  <w:num w:numId="16">
    <w:abstractNumId w:val="3"/>
  </w:num>
  <w:num w:numId="17">
    <w:abstractNumId w:val="10"/>
  </w:num>
  <w:num w:numId="18">
    <w:abstractNumId w:val="28"/>
  </w:num>
  <w:num w:numId="19">
    <w:abstractNumId w:val="9"/>
  </w:num>
  <w:num w:numId="20">
    <w:abstractNumId w:val="26"/>
  </w:num>
  <w:num w:numId="21">
    <w:abstractNumId w:val="34"/>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5"/>
  </w:num>
  <w:num w:numId="25">
    <w:abstractNumId w:val="21"/>
  </w:num>
  <w:num w:numId="26">
    <w:abstractNumId w:val="35"/>
  </w:num>
  <w:num w:numId="27">
    <w:abstractNumId w:val="11"/>
  </w:num>
  <w:num w:numId="28">
    <w:abstractNumId w:val="14"/>
  </w:num>
  <w:num w:numId="29">
    <w:abstractNumId w:val="23"/>
  </w:num>
  <w:num w:numId="30">
    <w:abstractNumId w:val="25"/>
  </w:num>
  <w:num w:numId="31">
    <w:abstractNumId w:val="40"/>
  </w:num>
  <w:num w:numId="32">
    <w:abstractNumId w:val="19"/>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7"/>
  </w:num>
  <w:num w:numId="38">
    <w:abstractNumId w:val="32"/>
  </w:num>
  <w:num w:numId="39">
    <w:abstractNumId w:val="33"/>
  </w:num>
  <w:num w:numId="40">
    <w:abstractNumId w:val="16"/>
  </w:num>
  <w:num w:numId="41">
    <w:abstractNumId w:val="30"/>
  </w:num>
  <w:num w:numId="42">
    <w:abstractNumId w:val="37"/>
  </w:num>
  <w:num w:numId="43">
    <w:abstractNumId w:val="7"/>
  </w:num>
  <w:num w:numId="44">
    <w:abstractNumId w:val="38"/>
  </w:num>
  <w:num w:numId="45">
    <w:abstractNumId w:val="1"/>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uttner, Henrike">
    <w15:presenceInfo w15:providerId="AD" w15:userId="S-1-5-21-1085031214-813497703-725345543-4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forms" w:enforcement="1" w:cryptProviderType="rsaAES" w:cryptAlgorithmClass="hash" w:cryptAlgorithmType="typeAny" w:cryptAlgorithmSid="14" w:cryptSpinCount="100000" w:hash="2uSdikBebDQwpjW21uTNhWVYE9FOnf8Gbau/6EK6hf2GHQAnoA2POYA44qOwXIKQERnvVJk8pq5PpsfD5QyLBA==" w:salt="qJPNIbEntLeW+qcmMjpQj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140"/>
    <w:rsid w:val="00002A42"/>
    <w:rsid w:val="0000591C"/>
    <w:rsid w:val="00005D52"/>
    <w:rsid w:val="00007288"/>
    <w:rsid w:val="00017A30"/>
    <w:rsid w:val="00021C83"/>
    <w:rsid w:val="00021E93"/>
    <w:rsid w:val="00022153"/>
    <w:rsid w:val="000237DA"/>
    <w:rsid w:val="00023D0E"/>
    <w:rsid w:val="00026F93"/>
    <w:rsid w:val="00030AD5"/>
    <w:rsid w:val="00031623"/>
    <w:rsid w:val="00032931"/>
    <w:rsid w:val="0003344F"/>
    <w:rsid w:val="000335CB"/>
    <w:rsid w:val="00033A12"/>
    <w:rsid w:val="00041368"/>
    <w:rsid w:val="00044B0B"/>
    <w:rsid w:val="00045455"/>
    <w:rsid w:val="000461FE"/>
    <w:rsid w:val="00047457"/>
    <w:rsid w:val="00054809"/>
    <w:rsid w:val="00055CAD"/>
    <w:rsid w:val="00056F7A"/>
    <w:rsid w:val="0005760D"/>
    <w:rsid w:val="00061C0F"/>
    <w:rsid w:val="00065D79"/>
    <w:rsid w:val="00066B2B"/>
    <w:rsid w:val="00066E87"/>
    <w:rsid w:val="00067B7D"/>
    <w:rsid w:val="00075350"/>
    <w:rsid w:val="000832B0"/>
    <w:rsid w:val="00086268"/>
    <w:rsid w:val="00086FAD"/>
    <w:rsid w:val="00094256"/>
    <w:rsid w:val="000A044E"/>
    <w:rsid w:val="000A0631"/>
    <w:rsid w:val="000A3049"/>
    <w:rsid w:val="000A355E"/>
    <w:rsid w:val="000A6865"/>
    <w:rsid w:val="000A6F54"/>
    <w:rsid w:val="000B2642"/>
    <w:rsid w:val="000B50BE"/>
    <w:rsid w:val="000B77BF"/>
    <w:rsid w:val="000B7DC1"/>
    <w:rsid w:val="000C1B0E"/>
    <w:rsid w:val="000C4E42"/>
    <w:rsid w:val="000C54F3"/>
    <w:rsid w:val="000C6957"/>
    <w:rsid w:val="000C7437"/>
    <w:rsid w:val="000D5448"/>
    <w:rsid w:val="000D57B1"/>
    <w:rsid w:val="000E6CC8"/>
    <w:rsid w:val="000F0A5E"/>
    <w:rsid w:val="000F11EC"/>
    <w:rsid w:val="000F198A"/>
    <w:rsid w:val="000F3287"/>
    <w:rsid w:val="000F3E76"/>
    <w:rsid w:val="000F4A6C"/>
    <w:rsid w:val="000F51AA"/>
    <w:rsid w:val="000F5FA7"/>
    <w:rsid w:val="000F61E8"/>
    <w:rsid w:val="000F6653"/>
    <w:rsid w:val="000F786F"/>
    <w:rsid w:val="00101CD2"/>
    <w:rsid w:val="00103920"/>
    <w:rsid w:val="00105DED"/>
    <w:rsid w:val="00111829"/>
    <w:rsid w:val="001126E4"/>
    <w:rsid w:val="00112703"/>
    <w:rsid w:val="00120E93"/>
    <w:rsid w:val="00121AC6"/>
    <w:rsid w:val="0012480C"/>
    <w:rsid w:val="00127D50"/>
    <w:rsid w:val="0013065B"/>
    <w:rsid w:val="00131226"/>
    <w:rsid w:val="00131261"/>
    <w:rsid w:val="0013289B"/>
    <w:rsid w:val="00136A4B"/>
    <w:rsid w:val="001404DC"/>
    <w:rsid w:val="0014217B"/>
    <w:rsid w:val="00142E2C"/>
    <w:rsid w:val="00143135"/>
    <w:rsid w:val="0014464D"/>
    <w:rsid w:val="00152D52"/>
    <w:rsid w:val="00154A9C"/>
    <w:rsid w:val="00157192"/>
    <w:rsid w:val="00167D40"/>
    <w:rsid w:val="00167F9D"/>
    <w:rsid w:val="00170FFD"/>
    <w:rsid w:val="00173E89"/>
    <w:rsid w:val="00177E9B"/>
    <w:rsid w:val="001806FC"/>
    <w:rsid w:val="001837F7"/>
    <w:rsid w:val="00185024"/>
    <w:rsid w:val="0018566B"/>
    <w:rsid w:val="001879CC"/>
    <w:rsid w:val="001904F9"/>
    <w:rsid w:val="00190686"/>
    <w:rsid w:val="00193EDC"/>
    <w:rsid w:val="00196395"/>
    <w:rsid w:val="00197DB5"/>
    <w:rsid w:val="001A012E"/>
    <w:rsid w:val="001A025C"/>
    <w:rsid w:val="001A0F2D"/>
    <w:rsid w:val="001A1163"/>
    <w:rsid w:val="001A3F2C"/>
    <w:rsid w:val="001A60E2"/>
    <w:rsid w:val="001B2932"/>
    <w:rsid w:val="001B3581"/>
    <w:rsid w:val="001B3E76"/>
    <w:rsid w:val="001B3FD4"/>
    <w:rsid w:val="001B44D9"/>
    <w:rsid w:val="001B453A"/>
    <w:rsid w:val="001B6DEB"/>
    <w:rsid w:val="001C1BD4"/>
    <w:rsid w:val="001C22E7"/>
    <w:rsid w:val="001C38EF"/>
    <w:rsid w:val="001C7020"/>
    <w:rsid w:val="001D344C"/>
    <w:rsid w:val="001D6040"/>
    <w:rsid w:val="001D60EC"/>
    <w:rsid w:val="001D66FA"/>
    <w:rsid w:val="001E6AC0"/>
    <w:rsid w:val="001E6C86"/>
    <w:rsid w:val="001E7E4A"/>
    <w:rsid w:val="001F0EC4"/>
    <w:rsid w:val="001F1A1D"/>
    <w:rsid w:val="001F4D28"/>
    <w:rsid w:val="001F5759"/>
    <w:rsid w:val="001F7315"/>
    <w:rsid w:val="00204239"/>
    <w:rsid w:val="002044D7"/>
    <w:rsid w:val="00214DA1"/>
    <w:rsid w:val="00214DF4"/>
    <w:rsid w:val="0022105F"/>
    <w:rsid w:val="00221AC8"/>
    <w:rsid w:val="00222D18"/>
    <w:rsid w:val="00222D43"/>
    <w:rsid w:val="00222FA5"/>
    <w:rsid w:val="002249CD"/>
    <w:rsid w:val="00226445"/>
    <w:rsid w:val="002314AE"/>
    <w:rsid w:val="002337C7"/>
    <w:rsid w:val="00233B81"/>
    <w:rsid w:val="00234174"/>
    <w:rsid w:val="002344B9"/>
    <w:rsid w:val="00235C04"/>
    <w:rsid w:val="00236B6D"/>
    <w:rsid w:val="00237EA9"/>
    <w:rsid w:val="002412CA"/>
    <w:rsid w:val="00241929"/>
    <w:rsid w:val="00241B31"/>
    <w:rsid w:val="0024313C"/>
    <w:rsid w:val="002459B7"/>
    <w:rsid w:val="00250A55"/>
    <w:rsid w:val="002516A7"/>
    <w:rsid w:val="00253507"/>
    <w:rsid w:val="00253C82"/>
    <w:rsid w:val="00257EF1"/>
    <w:rsid w:val="002609FF"/>
    <w:rsid w:val="002711CA"/>
    <w:rsid w:val="002746CF"/>
    <w:rsid w:val="002761B8"/>
    <w:rsid w:val="0028097F"/>
    <w:rsid w:val="00281E4F"/>
    <w:rsid w:val="00283E36"/>
    <w:rsid w:val="00283F7F"/>
    <w:rsid w:val="00290197"/>
    <w:rsid w:val="00294FC9"/>
    <w:rsid w:val="002975F4"/>
    <w:rsid w:val="002A19E8"/>
    <w:rsid w:val="002A2581"/>
    <w:rsid w:val="002A455A"/>
    <w:rsid w:val="002A4636"/>
    <w:rsid w:val="002A4FE4"/>
    <w:rsid w:val="002A6E91"/>
    <w:rsid w:val="002A79CB"/>
    <w:rsid w:val="002B12D6"/>
    <w:rsid w:val="002B1536"/>
    <w:rsid w:val="002B256F"/>
    <w:rsid w:val="002B2663"/>
    <w:rsid w:val="002B32C4"/>
    <w:rsid w:val="002B3E13"/>
    <w:rsid w:val="002B5CB3"/>
    <w:rsid w:val="002B6035"/>
    <w:rsid w:val="002C170B"/>
    <w:rsid w:val="002C1769"/>
    <w:rsid w:val="002C236C"/>
    <w:rsid w:val="002C27D2"/>
    <w:rsid w:val="002C3099"/>
    <w:rsid w:val="002C6800"/>
    <w:rsid w:val="002C79E4"/>
    <w:rsid w:val="002D0AE4"/>
    <w:rsid w:val="002D2A54"/>
    <w:rsid w:val="002D3187"/>
    <w:rsid w:val="002D3A8D"/>
    <w:rsid w:val="002D61BE"/>
    <w:rsid w:val="002E05B4"/>
    <w:rsid w:val="002E2685"/>
    <w:rsid w:val="002E62CA"/>
    <w:rsid w:val="002E62DB"/>
    <w:rsid w:val="002E73C2"/>
    <w:rsid w:val="002E784B"/>
    <w:rsid w:val="002F04EF"/>
    <w:rsid w:val="002F0B86"/>
    <w:rsid w:val="002F3AEE"/>
    <w:rsid w:val="002F4DF1"/>
    <w:rsid w:val="002F5472"/>
    <w:rsid w:val="002F7944"/>
    <w:rsid w:val="00302722"/>
    <w:rsid w:val="00304453"/>
    <w:rsid w:val="00306096"/>
    <w:rsid w:val="0030609D"/>
    <w:rsid w:val="00306264"/>
    <w:rsid w:val="003066DA"/>
    <w:rsid w:val="0031052C"/>
    <w:rsid w:val="003117AF"/>
    <w:rsid w:val="0031496D"/>
    <w:rsid w:val="003166BB"/>
    <w:rsid w:val="00316BB0"/>
    <w:rsid w:val="00324084"/>
    <w:rsid w:val="003269AA"/>
    <w:rsid w:val="00327E89"/>
    <w:rsid w:val="00332D44"/>
    <w:rsid w:val="00335006"/>
    <w:rsid w:val="003358EC"/>
    <w:rsid w:val="0034033B"/>
    <w:rsid w:val="00340BC7"/>
    <w:rsid w:val="003432BB"/>
    <w:rsid w:val="00343B8C"/>
    <w:rsid w:val="00344A38"/>
    <w:rsid w:val="00345365"/>
    <w:rsid w:val="003453DF"/>
    <w:rsid w:val="0034653B"/>
    <w:rsid w:val="003465F6"/>
    <w:rsid w:val="00347B3C"/>
    <w:rsid w:val="00350166"/>
    <w:rsid w:val="003526FF"/>
    <w:rsid w:val="0035758D"/>
    <w:rsid w:val="00357ABB"/>
    <w:rsid w:val="00361887"/>
    <w:rsid w:val="003656E9"/>
    <w:rsid w:val="0036604F"/>
    <w:rsid w:val="0037202C"/>
    <w:rsid w:val="003735DC"/>
    <w:rsid w:val="00373911"/>
    <w:rsid w:val="00376790"/>
    <w:rsid w:val="00391E83"/>
    <w:rsid w:val="00393F82"/>
    <w:rsid w:val="00396DA9"/>
    <w:rsid w:val="003A2D77"/>
    <w:rsid w:val="003A308A"/>
    <w:rsid w:val="003A4DD9"/>
    <w:rsid w:val="003A5D67"/>
    <w:rsid w:val="003A67B7"/>
    <w:rsid w:val="003B1EB6"/>
    <w:rsid w:val="003B313C"/>
    <w:rsid w:val="003B55E5"/>
    <w:rsid w:val="003B5A64"/>
    <w:rsid w:val="003C1A26"/>
    <w:rsid w:val="003C437F"/>
    <w:rsid w:val="003D08BF"/>
    <w:rsid w:val="003D2A20"/>
    <w:rsid w:val="003D354C"/>
    <w:rsid w:val="003D6003"/>
    <w:rsid w:val="003D7D13"/>
    <w:rsid w:val="003E1096"/>
    <w:rsid w:val="003E44B0"/>
    <w:rsid w:val="003E54B8"/>
    <w:rsid w:val="003E6BEF"/>
    <w:rsid w:val="003F2A39"/>
    <w:rsid w:val="003F5577"/>
    <w:rsid w:val="003F6B51"/>
    <w:rsid w:val="004003F1"/>
    <w:rsid w:val="004010AE"/>
    <w:rsid w:val="00402D2F"/>
    <w:rsid w:val="00404875"/>
    <w:rsid w:val="00406161"/>
    <w:rsid w:val="00410ED4"/>
    <w:rsid w:val="00414C15"/>
    <w:rsid w:val="00415166"/>
    <w:rsid w:val="00416D2D"/>
    <w:rsid w:val="004220BB"/>
    <w:rsid w:val="00423744"/>
    <w:rsid w:val="00424F87"/>
    <w:rsid w:val="00425929"/>
    <w:rsid w:val="00425D3A"/>
    <w:rsid w:val="004264A7"/>
    <w:rsid w:val="00432274"/>
    <w:rsid w:val="00432D8B"/>
    <w:rsid w:val="00434964"/>
    <w:rsid w:val="00436E58"/>
    <w:rsid w:val="004372A4"/>
    <w:rsid w:val="00437F6C"/>
    <w:rsid w:val="00441B8A"/>
    <w:rsid w:val="00442C4B"/>
    <w:rsid w:val="00443249"/>
    <w:rsid w:val="0045087A"/>
    <w:rsid w:val="0045246F"/>
    <w:rsid w:val="004538A6"/>
    <w:rsid w:val="00453F3A"/>
    <w:rsid w:val="00454C6F"/>
    <w:rsid w:val="00454FB0"/>
    <w:rsid w:val="004562B1"/>
    <w:rsid w:val="004563E1"/>
    <w:rsid w:val="00457DBA"/>
    <w:rsid w:val="00460290"/>
    <w:rsid w:val="00460B75"/>
    <w:rsid w:val="0046383F"/>
    <w:rsid w:val="00464C4B"/>
    <w:rsid w:val="00464DAC"/>
    <w:rsid w:val="0047091C"/>
    <w:rsid w:val="00471A23"/>
    <w:rsid w:val="00471E99"/>
    <w:rsid w:val="00472AF1"/>
    <w:rsid w:val="00477B1C"/>
    <w:rsid w:val="00483F49"/>
    <w:rsid w:val="0048666B"/>
    <w:rsid w:val="00486C17"/>
    <w:rsid w:val="004872DA"/>
    <w:rsid w:val="00487AB6"/>
    <w:rsid w:val="00493914"/>
    <w:rsid w:val="00493953"/>
    <w:rsid w:val="00494EC7"/>
    <w:rsid w:val="00495182"/>
    <w:rsid w:val="004961D0"/>
    <w:rsid w:val="0049718D"/>
    <w:rsid w:val="004A026F"/>
    <w:rsid w:val="004A3CB0"/>
    <w:rsid w:val="004B255B"/>
    <w:rsid w:val="004C03A8"/>
    <w:rsid w:val="004C1089"/>
    <w:rsid w:val="004C1207"/>
    <w:rsid w:val="004C2D72"/>
    <w:rsid w:val="004C341A"/>
    <w:rsid w:val="004C484C"/>
    <w:rsid w:val="004C5316"/>
    <w:rsid w:val="004C54D7"/>
    <w:rsid w:val="004C55BF"/>
    <w:rsid w:val="004C6CC1"/>
    <w:rsid w:val="004C711C"/>
    <w:rsid w:val="004D0DF0"/>
    <w:rsid w:val="004D5BFE"/>
    <w:rsid w:val="004D6BB9"/>
    <w:rsid w:val="004E0DA5"/>
    <w:rsid w:val="004E1CC4"/>
    <w:rsid w:val="004E20B0"/>
    <w:rsid w:val="004E3D90"/>
    <w:rsid w:val="004E558A"/>
    <w:rsid w:val="004E5677"/>
    <w:rsid w:val="004E64A7"/>
    <w:rsid w:val="004F21DA"/>
    <w:rsid w:val="004F346F"/>
    <w:rsid w:val="004F359D"/>
    <w:rsid w:val="004F37FA"/>
    <w:rsid w:val="00500F9C"/>
    <w:rsid w:val="00501C1F"/>
    <w:rsid w:val="00502816"/>
    <w:rsid w:val="00502ADA"/>
    <w:rsid w:val="00506BCC"/>
    <w:rsid w:val="00507DA7"/>
    <w:rsid w:val="00512BEE"/>
    <w:rsid w:val="00513725"/>
    <w:rsid w:val="00515286"/>
    <w:rsid w:val="00516E0A"/>
    <w:rsid w:val="005178AE"/>
    <w:rsid w:val="00517E32"/>
    <w:rsid w:val="00521104"/>
    <w:rsid w:val="00521A80"/>
    <w:rsid w:val="00521FAC"/>
    <w:rsid w:val="005221AA"/>
    <w:rsid w:val="00527C62"/>
    <w:rsid w:val="00532A30"/>
    <w:rsid w:val="00534130"/>
    <w:rsid w:val="0053506C"/>
    <w:rsid w:val="005355B3"/>
    <w:rsid w:val="00536CD4"/>
    <w:rsid w:val="00541684"/>
    <w:rsid w:val="005439CA"/>
    <w:rsid w:val="00546EC9"/>
    <w:rsid w:val="005511AB"/>
    <w:rsid w:val="00551492"/>
    <w:rsid w:val="00552DEF"/>
    <w:rsid w:val="00557C71"/>
    <w:rsid w:val="00560355"/>
    <w:rsid w:val="00560A93"/>
    <w:rsid w:val="00560AF4"/>
    <w:rsid w:val="00567F1D"/>
    <w:rsid w:val="00571BFB"/>
    <w:rsid w:val="005759A9"/>
    <w:rsid w:val="00576319"/>
    <w:rsid w:val="00582BBE"/>
    <w:rsid w:val="00582F68"/>
    <w:rsid w:val="00583718"/>
    <w:rsid w:val="0058434F"/>
    <w:rsid w:val="00590AF8"/>
    <w:rsid w:val="005945B7"/>
    <w:rsid w:val="00594FF7"/>
    <w:rsid w:val="005A2520"/>
    <w:rsid w:val="005A3AA1"/>
    <w:rsid w:val="005A4B2C"/>
    <w:rsid w:val="005A6977"/>
    <w:rsid w:val="005B06F7"/>
    <w:rsid w:val="005B1CB3"/>
    <w:rsid w:val="005B2BFB"/>
    <w:rsid w:val="005B37C9"/>
    <w:rsid w:val="005B3865"/>
    <w:rsid w:val="005B3AF8"/>
    <w:rsid w:val="005B61A3"/>
    <w:rsid w:val="005C71EC"/>
    <w:rsid w:val="005D2E7B"/>
    <w:rsid w:val="005D52E3"/>
    <w:rsid w:val="005D5B0E"/>
    <w:rsid w:val="005D73DB"/>
    <w:rsid w:val="005E0A73"/>
    <w:rsid w:val="005E4835"/>
    <w:rsid w:val="005E5E02"/>
    <w:rsid w:val="005F56F9"/>
    <w:rsid w:val="00601532"/>
    <w:rsid w:val="006016DA"/>
    <w:rsid w:val="00604140"/>
    <w:rsid w:val="00606C97"/>
    <w:rsid w:val="0060781B"/>
    <w:rsid w:val="00607F85"/>
    <w:rsid w:val="00615142"/>
    <w:rsid w:val="0062042D"/>
    <w:rsid w:val="00620950"/>
    <w:rsid w:val="00620D4B"/>
    <w:rsid w:val="006313ED"/>
    <w:rsid w:val="00644546"/>
    <w:rsid w:val="00650472"/>
    <w:rsid w:val="00650615"/>
    <w:rsid w:val="00652141"/>
    <w:rsid w:val="006552A9"/>
    <w:rsid w:val="00661EE6"/>
    <w:rsid w:val="00665449"/>
    <w:rsid w:val="006668DF"/>
    <w:rsid w:val="0066779C"/>
    <w:rsid w:val="00672239"/>
    <w:rsid w:val="00680394"/>
    <w:rsid w:val="0068170D"/>
    <w:rsid w:val="00692ED7"/>
    <w:rsid w:val="00694436"/>
    <w:rsid w:val="0069453C"/>
    <w:rsid w:val="0069788D"/>
    <w:rsid w:val="006A088C"/>
    <w:rsid w:val="006A23C3"/>
    <w:rsid w:val="006A633E"/>
    <w:rsid w:val="006B1269"/>
    <w:rsid w:val="006B198B"/>
    <w:rsid w:val="006B1B02"/>
    <w:rsid w:val="006B2768"/>
    <w:rsid w:val="006B62DA"/>
    <w:rsid w:val="006B6D54"/>
    <w:rsid w:val="006B6F47"/>
    <w:rsid w:val="006C1DEF"/>
    <w:rsid w:val="006C7E80"/>
    <w:rsid w:val="006E38DA"/>
    <w:rsid w:val="006E5559"/>
    <w:rsid w:val="006E78BE"/>
    <w:rsid w:val="006F0199"/>
    <w:rsid w:val="006F1F48"/>
    <w:rsid w:val="006F38C9"/>
    <w:rsid w:val="006F39D9"/>
    <w:rsid w:val="006F4570"/>
    <w:rsid w:val="006F72A9"/>
    <w:rsid w:val="00701857"/>
    <w:rsid w:val="00703F08"/>
    <w:rsid w:val="00705174"/>
    <w:rsid w:val="007071C9"/>
    <w:rsid w:val="00711E93"/>
    <w:rsid w:val="007147DE"/>
    <w:rsid w:val="007179D6"/>
    <w:rsid w:val="007204F5"/>
    <w:rsid w:val="007205AC"/>
    <w:rsid w:val="00722145"/>
    <w:rsid w:val="0072270D"/>
    <w:rsid w:val="00724FFF"/>
    <w:rsid w:val="00725B42"/>
    <w:rsid w:val="00726FC2"/>
    <w:rsid w:val="00727F9E"/>
    <w:rsid w:val="00730076"/>
    <w:rsid w:val="00730845"/>
    <w:rsid w:val="00730F7F"/>
    <w:rsid w:val="00735C80"/>
    <w:rsid w:val="007361D6"/>
    <w:rsid w:val="007417F1"/>
    <w:rsid w:val="00744C98"/>
    <w:rsid w:val="00750FCD"/>
    <w:rsid w:val="00753B79"/>
    <w:rsid w:val="0075650E"/>
    <w:rsid w:val="0076096C"/>
    <w:rsid w:val="007652F9"/>
    <w:rsid w:val="0077042B"/>
    <w:rsid w:val="007718BA"/>
    <w:rsid w:val="0077191A"/>
    <w:rsid w:val="00772F5E"/>
    <w:rsid w:val="00775645"/>
    <w:rsid w:val="00775977"/>
    <w:rsid w:val="00775DF8"/>
    <w:rsid w:val="007772E2"/>
    <w:rsid w:val="00780648"/>
    <w:rsid w:val="00780A03"/>
    <w:rsid w:val="007815DD"/>
    <w:rsid w:val="00781655"/>
    <w:rsid w:val="00790420"/>
    <w:rsid w:val="007911A0"/>
    <w:rsid w:val="00791536"/>
    <w:rsid w:val="00793849"/>
    <w:rsid w:val="00793C8A"/>
    <w:rsid w:val="00794E14"/>
    <w:rsid w:val="00794E4C"/>
    <w:rsid w:val="007A0D3F"/>
    <w:rsid w:val="007A12AD"/>
    <w:rsid w:val="007A16F6"/>
    <w:rsid w:val="007A2400"/>
    <w:rsid w:val="007A4BB2"/>
    <w:rsid w:val="007B0A3E"/>
    <w:rsid w:val="007B108C"/>
    <w:rsid w:val="007B34FD"/>
    <w:rsid w:val="007B35DD"/>
    <w:rsid w:val="007B5372"/>
    <w:rsid w:val="007B5857"/>
    <w:rsid w:val="007B6883"/>
    <w:rsid w:val="007B70D6"/>
    <w:rsid w:val="007C1922"/>
    <w:rsid w:val="007C1B7E"/>
    <w:rsid w:val="007C3ED9"/>
    <w:rsid w:val="007C51AE"/>
    <w:rsid w:val="007C62E5"/>
    <w:rsid w:val="007D0A5A"/>
    <w:rsid w:val="007D15C3"/>
    <w:rsid w:val="007D42C0"/>
    <w:rsid w:val="007E0042"/>
    <w:rsid w:val="007E1662"/>
    <w:rsid w:val="007E7D20"/>
    <w:rsid w:val="007F0E64"/>
    <w:rsid w:val="007F26A3"/>
    <w:rsid w:val="007F53F0"/>
    <w:rsid w:val="007F56F0"/>
    <w:rsid w:val="007F7998"/>
    <w:rsid w:val="00800175"/>
    <w:rsid w:val="00801A44"/>
    <w:rsid w:val="00802518"/>
    <w:rsid w:val="008025C7"/>
    <w:rsid w:val="00803F1B"/>
    <w:rsid w:val="00806A22"/>
    <w:rsid w:val="00813F9E"/>
    <w:rsid w:val="00814004"/>
    <w:rsid w:val="008140CC"/>
    <w:rsid w:val="00820FA3"/>
    <w:rsid w:val="00823796"/>
    <w:rsid w:val="008258C1"/>
    <w:rsid w:val="00827C2A"/>
    <w:rsid w:val="008302D4"/>
    <w:rsid w:val="00830C18"/>
    <w:rsid w:val="00830FAD"/>
    <w:rsid w:val="00831329"/>
    <w:rsid w:val="008316DA"/>
    <w:rsid w:val="008339C3"/>
    <w:rsid w:val="00833C23"/>
    <w:rsid w:val="00835C4C"/>
    <w:rsid w:val="0084001D"/>
    <w:rsid w:val="0084014E"/>
    <w:rsid w:val="00840BDA"/>
    <w:rsid w:val="00840E25"/>
    <w:rsid w:val="00841051"/>
    <w:rsid w:val="00850D82"/>
    <w:rsid w:val="00852010"/>
    <w:rsid w:val="00854624"/>
    <w:rsid w:val="00855626"/>
    <w:rsid w:val="00864AAB"/>
    <w:rsid w:val="00865E61"/>
    <w:rsid w:val="008704DD"/>
    <w:rsid w:val="0087053B"/>
    <w:rsid w:val="008744E1"/>
    <w:rsid w:val="00874FDC"/>
    <w:rsid w:val="00876424"/>
    <w:rsid w:val="00884021"/>
    <w:rsid w:val="00886C29"/>
    <w:rsid w:val="00890080"/>
    <w:rsid w:val="00894EE8"/>
    <w:rsid w:val="008A0206"/>
    <w:rsid w:val="008A4EF6"/>
    <w:rsid w:val="008A5D9B"/>
    <w:rsid w:val="008A71D6"/>
    <w:rsid w:val="008B0247"/>
    <w:rsid w:val="008B2776"/>
    <w:rsid w:val="008B440D"/>
    <w:rsid w:val="008B4CB6"/>
    <w:rsid w:val="008C17F0"/>
    <w:rsid w:val="008C19DB"/>
    <w:rsid w:val="008C3B65"/>
    <w:rsid w:val="008C50BB"/>
    <w:rsid w:val="008D1625"/>
    <w:rsid w:val="008D2FAE"/>
    <w:rsid w:val="008D3ACD"/>
    <w:rsid w:val="008D5B70"/>
    <w:rsid w:val="008D696A"/>
    <w:rsid w:val="008E5E05"/>
    <w:rsid w:val="008E62A3"/>
    <w:rsid w:val="008F2BF7"/>
    <w:rsid w:val="008F3546"/>
    <w:rsid w:val="00900845"/>
    <w:rsid w:val="00900DF9"/>
    <w:rsid w:val="0090103B"/>
    <w:rsid w:val="009020B1"/>
    <w:rsid w:val="00906AB0"/>
    <w:rsid w:val="00906F82"/>
    <w:rsid w:val="00910A73"/>
    <w:rsid w:val="009112BB"/>
    <w:rsid w:val="00912A43"/>
    <w:rsid w:val="00913929"/>
    <w:rsid w:val="00914DF3"/>
    <w:rsid w:val="00916EFD"/>
    <w:rsid w:val="009174D4"/>
    <w:rsid w:val="0091764E"/>
    <w:rsid w:val="00922F42"/>
    <w:rsid w:val="00923D2B"/>
    <w:rsid w:val="00935917"/>
    <w:rsid w:val="009378A9"/>
    <w:rsid w:val="00940BC9"/>
    <w:rsid w:val="0094357F"/>
    <w:rsid w:val="009456FF"/>
    <w:rsid w:val="009523EC"/>
    <w:rsid w:val="0095432B"/>
    <w:rsid w:val="00954AB7"/>
    <w:rsid w:val="00954F5B"/>
    <w:rsid w:val="00955232"/>
    <w:rsid w:val="00955EAF"/>
    <w:rsid w:val="00963B3F"/>
    <w:rsid w:val="00964244"/>
    <w:rsid w:val="0096437C"/>
    <w:rsid w:val="00964903"/>
    <w:rsid w:val="00967787"/>
    <w:rsid w:val="009725A3"/>
    <w:rsid w:val="0097390B"/>
    <w:rsid w:val="00974A17"/>
    <w:rsid w:val="0097552D"/>
    <w:rsid w:val="0097747A"/>
    <w:rsid w:val="00980858"/>
    <w:rsid w:val="00982544"/>
    <w:rsid w:val="00982FCB"/>
    <w:rsid w:val="00983044"/>
    <w:rsid w:val="00984322"/>
    <w:rsid w:val="00985361"/>
    <w:rsid w:val="00990B29"/>
    <w:rsid w:val="0099241D"/>
    <w:rsid w:val="00995C64"/>
    <w:rsid w:val="00995E24"/>
    <w:rsid w:val="009A33B5"/>
    <w:rsid w:val="009A3962"/>
    <w:rsid w:val="009A3B0A"/>
    <w:rsid w:val="009A41C2"/>
    <w:rsid w:val="009A4CD6"/>
    <w:rsid w:val="009A4DF5"/>
    <w:rsid w:val="009A5790"/>
    <w:rsid w:val="009A60EB"/>
    <w:rsid w:val="009A62E6"/>
    <w:rsid w:val="009A66C6"/>
    <w:rsid w:val="009A7650"/>
    <w:rsid w:val="009B5F1A"/>
    <w:rsid w:val="009C25C8"/>
    <w:rsid w:val="009C382C"/>
    <w:rsid w:val="009C4ED5"/>
    <w:rsid w:val="009C5754"/>
    <w:rsid w:val="009C65A1"/>
    <w:rsid w:val="009D2D31"/>
    <w:rsid w:val="009D497A"/>
    <w:rsid w:val="009D61A8"/>
    <w:rsid w:val="009D61D7"/>
    <w:rsid w:val="009D7CC5"/>
    <w:rsid w:val="009E7130"/>
    <w:rsid w:val="009E7195"/>
    <w:rsid w:val="009F0C5F"/>
    <w:rsid w:val="009F22B0"/>
    <w:rsid w:val="009F2404"/>
    <w:rsid w:val="009F48EA"/>
    <w:rsid w:val="009F4E88"/>
    <w:rsid w:val="009F5A93"/>
    <w:rsid w:val="009F7626"/>
    <w:rsid w:val="00A01F08"/>
    <w:rsid w:val="00A02483"/>
    <w:rsid w:val="00A02C44"/>
    <w:rsid w:val="00A04AD0"/>
    <w:rsid w:val="00A0560B"/>
    <w:rsid w:val="00A062BC"/>
    <w:rsid w:val="00A0637F"/>
    <w:rsid w:val="00A10451"/>
    <w:rsid w:val="00A11154"/>
    <w:rsid w:val="00A13A73"/>
    <w:rsid w:val="00A162E6"/>
    <w:rsid w:val="00A172B9"/>
    <w:rsid w:val="00A22E1F"/>
    <w:rsid w:val="00A24E15"/>
    <w:rsid w:val="00A269FE"/>
    <w:rsid w:val="00A32A4E"/>
    <w:rsid w:val="00A35745"/>
    <w:rsid w:val="00A40164"/>
    <w:rsid w:val="00A42550"/>
    <w:rsid w:val="00A45ADA"/>
    <w:rsid w:val="00A503C8"/>
    <w:rsid w:val="00A50A4E"/>
    <w:rsid w:val="00A5183A"/>
    <w:rsid w:val="00A52C08"/>
    <w:rsid w:val="00A54E91"/>
    <w:rsid w:val="00A563CA"/>
    <w:rsid w:val="00A618E0"/>
    <w:rsid w:val="00A62EC2"/>
    <w:rsid w:val="00A63930"/>
    <w:rsid w:val="00A63D88"/>
    <w:rsid w:val="00A65169"/>
    <w:rsid w:val="00A67C2A"/>
    <w:rsid w:val="00A76716"/>
    <w:rsid w:val="00A76887"/>
    <w:rsid w:val="00A768D6"/>
    <w:rsid w:val="00A7706E"/>
    <w:rsid w:val="00A8198E"/>
    <w:rsid w:val="00A86C63"/>
    <w:rsid w:val="00A87021"/>
    <w:rsid w:val="00A910DD"/>
    <w:rsid w:val="00A92EBE"/>
    <w:rsid w:val="00A93CFE"/>
    <w:rsid w:val="00A94922"/>
    <w:rsid w:val="00A97A1F"/>
    <w:rsid w:val="00A97F4C"/>
    <w:rsid w:val="00AA211E"/>
    <w:rsid w:val="00AA4111"/>
    <w:rsid w:val="00AA509C"/>
    <w:rsid w:val="00AA6BE3"/>
    <w:rsid w:val="00AA7261"/>
    <w:rsid w:val="00AB0363"/>
    <w:rsid w:val="00AB6967"/>
    <w:rsid w:val="00AB75FB"/>
    <w:rsid w:val="00AC04C5"/>
    <w:rsid w:val="00AC29F0"/>
    <w:rsid w:val="00AC4827"/>
    <w:rsid w:val="00AC55D8"/>
    <w:rsid w:val="00AC749B"/>
    <w:rsid w:val="00AE1E54"/>
    <w:rsid w:val="00AE4827"/>
    <w:rsid w:val="00AF2D54"/>
    <w:rsid w:val="00AF34BA"/>
    <w:rsid w:val="00AF3C0E"/>
    <w:rsid w:val="00AF5C12"/>
    <w:rsid w:val="00AF6675"/>
    <w:rsid w:val="00AF7361"/>
    <w:rsid w:val="00AF7C02"/>
    <w:rsid w:val="00B00961"/>
    <w:rsid w:val="00B0542E"/>
    <w:rsid w:val="00B07113"/>
    <w:rsid w:val="00B07178"/>
    <w:rsid w:val="00B10703"/>
    <w:rsid w:val="00B1285B"/>
    <w:rsid w:val="00B21A25"/>
    <w:rsid w:val="00B224DD"/>
    <w:rsid w:val="00B22854"/>
    <w:rsid w:val="00B2337C"/>
    <w:rsid w:val="00B24652"/>
    <w:rsid w:val="00B24696"/>
    <w:rsid w:val="00B25201"/>
    <w:rsid w:val="00B252B5"/>
    <w:rsid w:val="00B27352"/>
    <w:rsid w:val="00B30AD7"/>
    <w:rsid w:val="00B40052"/>
    <w:rsid w:val="00B40E69"/>
    <w:rsid w:val="00B41DCF"/>
    <w:rsid w:val="00B43C1A"/>
    <w:rsid w:val="00B44708"/>
    <w:rsid w:val="00B457ED"/>
    <w:rsid w:val="00B46AB1"/>
    <w:rsid w:val="00B4748C"/>
    <w:rsid w:val="00B503CB"/>
    <w:rsid w:val="00B51601"/>
    <w:rsid w:val="00B5196F"/>
    <w:rsid w:val="00B52402"/>
    <w:rsid w:val="00B53844"/>
    <w:rsid w:val="00B53DF4"/>
    <w:rsid w:val="00B55039"/>
    <w:rsid w:val="00B57483"/>
    <w:rsid w:val="00B60A58"/>
    <w:rsid w:val="00B62A5C"/>
    <w:rsid w:val="00B636D5"/>
    <w:rsid w:val="00B64233"/>
    <w:rsid w:val="00B706E1"/>
    <w:rsid w:val="00B72747"/>
    <w:rsid w:val="00B765A4"/>
    <w:rsid w:val="00B7690F"/>
    <w:rsid w:val="00B779AC"/>
    <w:rsid w:val="00B80E83"/>
    <w:rsid w:val="00B81E1B"/>
    <w:rsid w:val="00B823CE"/>
    <w:rsid w:val="00B8275E"/>
    <w:rsid w:val="00B831E9"/>
    <w:rsid w:val="00B85944"/>
    <w:rsid w:val="00B94C07"/>
    <w:rsid w:val="00B94D6F"/>
    <w:rsid w:val="00B95FA3"/>
    <w:rsid w:val="00B97202"/>
    <w:rsid w:val="00B97760"/>
    <w:rsid w:val="00BA0B95"/>
    <w:rsid w:val="00BA0F95"/>
    <w:rsid w:val="00BA1E83"/>
    <w:rsid w:val="00BA2BA8"/>
    <w:rsid w:val="00BA4F6D"/>
    <w:rsid w:val="00BA57BF"/>
    <w:rsid w:val="00BA6937"/>
    <w:rsid w:val="00BA759F"/>
    <w:rsid w:val="00BB0902"/>
    <w:rsid w:val="00BB48D7"/>
    <w:rsid w:val="00BB4FCA"/>
    <w:rsid w:val="00BB6E64"/>
    <w:rsid w:val="00BB75F3"/>
    <w:rsid w:val="00BB7D6A"/>
    <w:rsid w:val="00BC368A"/>
    <w:rsid w:val="00BC48E9"/>
    <w:rsid w:val="00BC5686"/>
    <w:rsid w:val="00BC780D"/>
    <w:rsid w:val="00BC7C06"/>
    <w:rsid w:val="00BD1693"/>
    <w:rsid w:val="00BD6C7F"/>
    <w:rsid w:val="00BD7A98"/>
    <w:rsid w:val="00BE7B4C"/>
    <w:rsid w:val="00BE7C41"/>
    <w:rsid w:val="00BF0305"/>
    <w:rsid w:val="00BF18E3"/>
    <w:rsid w:val="00BF1E9B"/>
    <w:rsid w:val="00BF2C47"/>
    <w:rsid w:val="00BF317D"/>
    <w:rsid w:val="00C0605D"/>
    <w:rsid w:val="00C066D0"/>
    <w:rsid w:val="00C06C43"/>
    <w:rsid w:val="00C07705"/>
    <w:rsid w:val="00C12C51"/>
    <w:rsid w:val="00C14FA0"/>
    <w:rsid w:val="00C156E7"/>
    <w:rsid w:val="00C16617"/>
    <w:rsid w:val="00C17101"/>
    <w:rsid w:val="00C219CA"/>
    <w:rsid w:val="00C25224"/>
    <w:rsid w:val="00C27EB2"/>
    <w:rsid w:val="00C3307F"/>
    <w:rsid w:val="00C33296"/>
    <w:rsid w:val="00C34B62"/>
    <w:rsid w:val="00C34F44"/>
    <w:rsid w:val="00C3510B"/>
    <w:rsid w:val="00C373BB"/>
    <w:rsid w:val="00C433F3"/>
    <w:rsid w:val="00C4618D"/>
    <w:rsid w:val="00C535B9"/>
    <w:rsid w:val="00C556F1"/>
    <w:rsid w:val="00C557DC"/>
    <w:rsid w:val="00C5767B"/>
    <w:rsid w:val="00C61CD7"/>
    <w:rsid w:val="00C6319D"/>
    <w:rsid w:val="00C655C0"/>
    <w:rsid w:val="00C70CCC"/>
    <w:rsid w:val="00C718ED"/>
    <w:rsid w:val="00C71C03"/>
    <w:rsid w:val="00C73B03"/>
    <w:rsid w:val="00C8023B"/>
    <w:rsid w:val="00C83353"/>
    <w:rsid w:val="00C83565"/>
    <w:rsid w:val="00C83979"/>
    <w:rsid w:val="00C86849"/>
    <w:rsid w:val="00C8726B"/>
    <w:rsid w:val="00C955D1"/>
    <w:rsid w:val="00C960C7"/>
    <w:rsid w:val="00CA725A"/>
    <w:rsid w:val="00CC124F"/>
    <w:rsid w:val="00CC57D9"/>
    <w:rsid w:val="00CD127C"/>
    <w:rsid w:val="00CD14DD"/>
    <w:rsid w:val="00CD2474"/>
    <w:rsid w:val="00CD57F0"/>
    <w:rsid w:val="00CE1F14"/>
    <w:rsid w:val="00CE382A"/>
    <w:rsid w:val="00CE46D3"/>
    <w:rsid w:val="00CE56F8"/>
    <w:rsid w:val="00CE5EA7"/>
    <w:rsid w:val="00CE77DE"/>
    <w:rsid w:val="00CF1975"/>
    <w:rsid w:val="00CF4603"/>
    <w:rsid w:val="00CF462F"/>
    <w:rsid w:val="00CF6869"/>
    <w:rsid w:val="00CF756A"/>
    <w:rsid w:val="00D00288"/>
    <w:rsid w:val="00D02439"/>
    <w:rsid w:val="00D0638C"/>
    <w:rsid w:val="00D07525"/>
    <w:rsid w:val="00D11013"/>
    <w:rsid w:val="00D12193"/>
    <w:rsid w:val="00D13C5E"/>
    <w:rsid w:val="00D20545"/>
    <w:rsid w:val="00D2075E"/>
    <w:rsid w:val="00D23184"/>
    <w:rsid w:val="00D24134"/>
    <w:rsid w:val="00D24305"/>
    <w:rsid w:val="00D2573A"/>
    <w:rsid w:val="00D33626"/>
    <w:rsid w:val="00D4054F"/>
    <w:rsid w:val="00D40C30"/>
    <w:rsid w:val="00D41FC8"/>
    <w:rsid w:val="00D4373A"/>
    <w:rsid w:val="00D440D2"/>
    <w:rsid w:val="00D44916"/>
    <w:rsid w:val="00D44A90"/>
    <w:rsid w:val="00D44E26"/>
    <w:rsid w:val="00D45412"/>
    <w:rsid w:val="00D46006"/>
    <w:rsid w:val="00D4708A"/>
    <w:rsid w:val="00D470F1"/>
    <w:rsid w:val="00D510B6"/>
    <w:rsid w:val="00D53CE9"/>
    <w:rsid w:val="00D54D7C"/>
    <w:rsid w:val="00D55E4D"/>
    <w:rsid w:val="00D628D8"/>
    <w:rsid w:val="00D6302D"/>
    <w:rsid w:val="00D63F23"/>
    <w:rsid w:val="00D65DAF"/>
    <w:rsid w:val="00D65E77"/>
    <w:rsid w:val="00D700C1"/>
    <w:rsid w:val="00D7150E"/>
    <w:rsid w:val="00D736FC"/>
    <w:rsid w:val="00D762A0"/>
    <w:rsid w:val="00D765E8"/>
    <w:rsid w:val="00D80576"/>
    <w:rsid w:val="00D8061A"/>
    <w:rsid w:val="00D809AC"/>
    <w:rsid w:val="00D84813"/>
    <w:rsid w:val="00D849E9"/>
    <w:rsid w:val="00D874C4"/>
    <w:rsid w:val="00D9257B"/>
    <w:rsid w:val="00D944B3"/>
    <w:rsid w:val="00D94F51"/>
    <w:rsid w:val="00D97C90"/>
    <w:rsid w:val="00DA34B3"/>
    <w:rsid w:val="00DA61CC"/>
    <w:rsid w:val="00DB5A3F"/>
    <w:rsid w:val="00DB7F4C"/>
    <w:rsid w:val="00DC19BC"/>
    <w:rsid w:val="00DC35F7"/>
    <w:rsid w:val="00DC5316"/>
    <w:rsid w:val="00DD0BC0"/>
    <w:rsid w:val="00DD2A77"/>
    <w:rsid w:val="00DD609E"/>
    <w:rsid w:val="00DE0FD4"/>
    <w:rsid w:val="00DE1516"/>
    <w:rsid w:val="00DE1E04"/>
    <w:rsid w:val="00DE28FC"/>
    <w:rsid w:val="00DE449E"/>
    <w:rsid w:val="00DF16AC"/>
    <w:rsid w:val="00DF2274"/>
    <w:rsid w:val="00DF2FBD"/>
    <w:rsid w:val="00DF6A11"/>
    <w:rsid w:val="00DF7022"/>
    <w:rsid w:val="00E01A62"/>
    <w:rsid w:val="00E04DE3"/>
    <w:rsid w:val="00E054FA"/>
    <w:rsid w:val="00E05B28"/>
    <w:rsid w:val="00E103A8"/>
    <w:rsid w:val="00E10F7B"/>
    <w:rsid w:val="00E112A7"/>
    <w:rsid w:val="00E158E0"/>
    <w:rsid w:val="00E15B95"/>
    <w:rsid w:val="00E165A7"/>
    <w:rsid w:val="00E2011C"/>
    <w:rsid w:val="00E259B0"/>
    <w:rsid w:val="00E27858"/>
    <w:rsid w:val="00E32E86"/>
    <w:rsid w:val="00E341D2"/>
    <w:rsid w:val="00E34761"/>
    <w:rsid w:val="00E359F5"/>
    <w:rsid w:val="00E42652"/>
    <w:rsid w:val="00E4542A"/>
    <w:rsid w:val="00E472CD"/>
    <w:rsid w:val="00E479BE"/>
    <w:rsid w:val="00E50309"/>
    <w:rsid w:val="00E506C1"/>
    <w:rsid w:val="00E539C6"/>
    <w:rsid w:val="00E54DEE"/>
    <w:rsid w:val="00E56260"/>
    <w:rsid w:val="00E56FBB"/>
    <w:rsid w:val="00E64C77"/>
    <w:rsid w:val="00E6663B"/>
    <w:rsid w:val="00E67687"/>
    <w:rsid w:val="00E712C5"/>
    <w:rsid w:val="00E74460"/>
    <w:rsid w:val="00E7701E"/>
    <w:rsid w:val="00E77A56"/>
    <w:rsid w:val="00E80131"/>
    <w:rsid w:val="00E80BD8"/>
    <w:rsid w:val="00E82A97"/>
    <w:rsid w:val="00E83068"/>
    <w:rsid w:val="00E830AB"/>
    <w:rsid w:val="00E85716"/>
    <w:rsid w:val="00E85B6E"/>
    <w:rsid w:val="00E93ECB"/>
    <w:rsid w:val="00E97502"/>
    <w:rsid w:val="00EA03B7"/>
    <w:rsid w:val="00EA3F38"/>
    <w:rsid w:val="00EA5053"/>
    <w:rsid w:val="00EB0DF0"/>
    <w:rsid w:val="00EB3633"/>
    <w:rsid w:val="00EB59B6"/>
    <w:rsid w:val="00EB5F42"/>
    <w:rsid w:val="00EB64B0"/>
    <w:rsid w:val="00EB693D"/>
    <w:rsid w:val="00EC08AA"/>
    <w:rsid w:val="00EC08CB"/>
    <w:rsid w:val="00EC1216"/>
    <w:rsid w:val="00EC179A"/>
    <w:rsid w:val="00EC2006"/>
    <w:rsid w:val="00EC2E0B"/>
    <w:rsid w:val="00EC348E"/>
    <w:rsid w:val="00EC39A6"/>
    <w:rsid w:val="00EC3E8D"/>
    <w:rsid w:val="00EC5C1F"/>
    <w:rsid w:val="00EC6D15"/>
    <w:rsid w:val="00ED4EF8"/>
    <w:rsid w:val="00EE13AF"/>
    <w:rsid w:val="00EE2F6E"/>
    <w:rsid w:val="00EE3D20"/>
    <w:rsid w:val="00EE7566"/>
    <w:rsid w:val="00EF0461"/>
    <w:rsid w:val="00EF084C"/>
    <w:rsid w:val="00F01EE6"/>
    <w:rsid w:val="00F02341"/>
    <w:rsid w:val="00F02E6E"/>
    <w:rsid w:val="00F038B8"/>
    <w:rsid w:val="00F05F3F"/>
    <w:rsid w:val="00F06C12"/>
    <w:rsid w:val="00F107A7"/>
    <w:rsid w:val="00F11FB7"/>
    <w:rsid w:val="00F15342"/>
    <w:rsid w:val="00F21450"/>
    <w:rsid w:val="00F22C01"/>
    <w:rsid w:val="00F23D81"/>
    <w:rsid w:val="00F303B1"/>
    <w:rsid w:val="00F32CBF"/>
    <w:rsid w:val="00F34734"/>
    <w:rsid w:val="00F36544"/>
    <w:rsid w:val="00F369E4"/>
    <w:rsid w:val="00F37B77"/>
    <w:rsid w:val="00F37B84"/>
    <w:rsid w:val="00F42C32"/>
    <w:rsid w:val="00F50752"/>
    <w:rsid w:val="00F525F3"/>
    <w:rsid w:val="00F527DD"/>
    <w:rsid w:val="00F548FD"/>
    <w:rsid w:val="00F6050F"/>
    <w:rsid w:val="00F62C91"/>
    <w:rsid w:val="00F66734"/>
    <w:rsid w:val="00F66B69"/>
    <w:rsid w:val="00F7304A"/>
    <w:rsid w:val="00F76158"/>
    <w:rsid w:val="00F843FA"/>
    <w:rsid w:val="00F84F2C"/>
    <w:rsid w:val="00F86A8C"/>
    <w:rsid w:val="00F942D8"/>
    <w:rsid w:val="00F95C40"/>
    <w:rsid w:val="00F9798B"/>
    <w:rsid w:val="00FA1804"/>
    <w:rsid w:val="00FA18A9"/>
    <w:rsid w:val="00FA22D9"/>
    <w:rsid w:val="00FA3B4E"/>
    <w:rsid w:val="00FA6ED7"/>
    <w:rsid w:val="00FB4E3E"/>
    <w:rsid w:val="00FB58B1"/>
    <w:rsid w:val="00FC05D1"/>
    <w:rsid w:val="00FC1928"/>
    <w:rsid w:val="00FC37BF"/>
    <w:rsid w:val="00FC465A"/>
    <w:rsid w:val="00FC5615"/>
    <w:rsid w:val="00FC6E81"/>
    <w:rsid w:val="00FD040D"/>
    <w:rsid w:val="00FD0D1C"/>
    <w:rsid w:val="00FD459F"/>
    <w:rsid w:val="00FD6844"/>
    <w:rsid w:val="00FE0321"/>
    <w:rsid w:val="00FE04DF"/>
    <w:rsid w:val="00FE17DA"/>
    <w:rsid w:val="00FE5C87"/>
    <w:rsid w:val="00FE60EC"/>
    <w:rsid w:val="00FE6B2F"/>
    <w:rsid w:val="00FE7A76"/>
    <w:rsid w:val="00FE7E71"/>
    <w:rsid w:val="00FF0EFF"/>
    <w:rsid w:val="00FF3602"/>
    <w:rsid w:val="00FF45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4F9FB5C"/>
  <w15:docId w15:val="{296F6659-6A72-4732-9D1A-D903BDCC7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372A4"/>
    <w:pPr>
      <w:spacing w:after="60" w:line="320" w:lineRule="atLeast"/>
      <w:jc w:val="both"/>
    </w:pPr>
    <w:rPr>
      <w:rFonts w:ascii="Arial" w:hAnsi="Arial" w:cs="Arial"/>
      <w:sz w:val="22"/>
      <w:szCs w:val="22"/>
    </w:rPr>
  </w:style>
  <w:style w:type="paragraph" w:styleId="berschrift1">
    <w:name w:val="heading 1"/>
    <w:next w:val="Standard"/>
    <w:qFormat/>
    <w:rsid w:val="001A025C"/>
    <w:pPr>
      <w:keepNext/>
      <w:keepLines/>
      <w:numPr>
        <w:numId w:val="3"/>
      </w:numPr>
      <w:spacing w:before="360" w:after="120" w:line="338" w:lineRule="atLeast"/>
      <w:outlineLvl w:val="0"/>
    </w:pPr>
    <w:rPr>
      <w:rFonts w:ascii="Arial" w:hAnsi="Arial" w:cs="Arial"/>
      <w:b/>
      <w:bCs/>
      <w:kern w:val="32"/>
      <w:sz w:val="26"/>
      <w:szCs w:val="26"/>
    </w:rPr>
  </w:style>
  <w:style w:type="paragraph" w:styleId="berschrift2">
    <w:name w:val="heading 2"/>
    <w:aliases w:val="Überschrift 2 Char Char,Überschrift 2 Char Char Char Char,Überschrift 2 Char,Überschrift 2 Char Char Char Char Char Char,Überschrift 2 Char Char Char Char Char Char Char Char,Überschrift 2 Char Char Char Char Char"/>
    <w:next w:val="Standard"/>
    <w:link w:val="berschrift2Zchn"/>
    <w:qFormat/>
    <w:rsid w:val="001A025C"/>
    <w:pPr>
      <w:keepNext/>
      <w:keepLines/>
      <w:numPr>
        <w:ilvl w:val="1"/>
        <w:numId w:val="3"/>
      </w:numPr>
      <w:spacing w:before="300" w:after="120" w:line="312" w:lineRule="atLeast"/>
      <w:outlineLvl w:val="1"/>
    </w:pPr>
    <w:rPr>
      <w:rFonts w:ascii="Arial" w:hAnsi="Arial" w:cs="Arial"/>
      <w:b/>
      <w:bCs/>
      <w:sz w:val="24"/>
      <w:szCs w:val="24"/>
    </w:rPr>
  </w:style>
  <w:style w:type="paragraph" w:styleId="berschrift3">
    <w:name w:val="heading 3"/>
    <w:next w:val="Standard"/>
    <w:link w:val="berschrift3Zchn"/>
    <w:qFormat/>
    <w:rsid w:val="001A025C"/>
    <w:pPr>
      <w:keepNext/>
      <w:keepLines/>
      <w:numPr>
        <w:ilvl w:val="2"/>
        <w:numId w:val="3"/>
      </w:numPr>
      <w:spacing w:before="240" w:after="120" w:line="286" w:lineRule="atLeast"/>
      <w:outlineLvl w:val="2"/>
    </w:pPr>
    <w:rPr>
      <w:rFonts w:ascii="Arial" w:hAnsi="Arial" w:cs="Arial"/>
      <w:b/>
      <w:bCs/>
      <w:sz w:val="22"/>
      <w:szCs w:val="22"/>
    </w:rPr>
  </w:style>
  <w:style w:type="paragraph" w:styleId="berschrift4">
    <w:name w:val="heading 4"/>
    <w:next w:val="Standard"/>
    <w:qFormat/>
    <w:rsid w:val="001A025C"/>
    <w:pPr>
      <w:keepNext/>
      <w:keepLines/>
      <w:numPr>
        <w:ilvl w:val="3"/>
        <w:numId w:val="3"/>
      </w:numPr>
      <w:tabs>
        <w:tab w:val="center" w:pos="4536"/>
      </w:tabs>
      <w:spacing w:before="240" w:after="120" w:line="286" w:lineRule="atLeast"/>
      <w:outlineLvl w:val="3"/>
    </w:pPr>
    <w:rPr>
      <w:rFonts w:ascii="Arial" w:hAnsi="Arial" w:cs="Arial"/>
      <w:b/>
      <w:bCs/>
      <w:sz w:val="22"/>
      <w:szCs w:val="22"/>
    </w:rPr>
  </w:style>
  <w:style w:type="paragraph" w:styleId="berschrift5">
    <w:name w:val="heading 5"/>
    <w:aliases w:val="Zwischenüberschrift"/>
    <w:next w:val="Standard"/>
    <w:qFormat/>
    <w:rsid w:val="001A025C"/>
    <w:pPr>
      <w:keepNext/>
      <w:keepLines/>
      <w:numPr>
        <w:ilvl w:val="4"/>
        <w:numId w:val="3"/>
      </w:numPr>
      <w:tabs>
        <w:tab w:val="center" w:pos="4536"/>
      </w:tabs>
      <w:spacing w:before="240" w:after="120" w:line="286" w:lineRule="atLeast"/>
      <w:outlineLvl w:val="4"/>
    </w:pPr>
    <w:rPr>
      <w:rFonts w:ascii="Arial" w:hAnsi="Arial" w:cs="Arial"/>
      <w:i/>
      <w:iCs/>
      <w:sz w:val="22"/>
      <w:szCs w:val="22"/>
      <w:u w:val="single"/>
    </w:rPr>
  </w:style>
  <w:style w:type="paragraph" w:styleId="berschrift6">
    <w:name w:val="heading 6"/>
    <w:basedOn w:val="Standard"/>
    <w:next w:val="Standard"/>
    <w:qFormat/>
    <w:rsid w:val="001A025C"/>
    <w:pPr>
      <w:numPr>
        <w:ilvl w:val="5"/>
        <w:numId w:val="3"/>
      </w:numPr>
      <w:spacing w:before="240"/>
      <w:outlineLvl w:val="5"/>
    </w:pPr>
    <w:rPr>
      <w:rFonts w:ascii="Times New Roman" w:hAnsi="Times New Roman" w:cs="Times New Roman"/>
      <w:b/>
      <w:bCs/>
    </w:rPr>
  </w:style>
  <w:style w:type="paragraph" w:styleId="berschrift7">
    <w:name w:val="heading 7"/>
    <w:basedOn w:val="Standard"/>
    <w:next w:val="Standard"/>
    <w:qFormat/>
    <w:rsid w:val="001A025C"/>
    <w:pPr>
      <w:numPr>
        <w:ilvl w:val="6"/>
        <w:numId w:val="3"/>
      </w:numPr>
      <w:spacing w:before="240"/>
      <w:outlineLvl w:val="6"/>
    </w:pPr>
    <w:rPr>
      <w:rFonts w:ascii="Times New Roman" w:hAnsi="Times New Roman" w:cs="Times New Roman"/>
      <w:sz w:val="24"/>
      <w:szCs w:val="24"/>
    </w:rPr>
  </w:style>
  <w:style w:type="paragraph" w:styleId="berschrift8">
    <w:name w:val="heading 8"/>
    <w:basedOn w:val="Standard"/>
    <w:next w:val="Standard"/>
    <w:qFormat/>
    <w:rsid w:val="001A025C"/>
    <w:pPr>
      <w:numPr>
        <w:ilvl w:val="7"/>
        <w:numId w:val="3"/>
      </w:numPr>
      <w:spacing w:before="240"/>
      <w:outlineLvl w:val="7"/>
    </w:pPr>
    <w:rPr>
      <w:rFonts w:ascii="Times New Roman" w:hAnsi="Times New Roman" w:cs="Times New Roman"/>
      <w:i/>
      <w:iCs/>
      <w:sz w:val="24"/>
      <w:szCs w:val="24"/>
    </w:rPr>
  </w:style>
  <w:style w:type="paragraph" w:styleId="berschrift9">
    <w:name w:val="heading 9"/>
    <w:basedOn w:val="Standard"/>
    <w:next w:val="Standard"/>
    <w:qFormat/>
    <w:rsid w:val="001A025C"/>
    <w:pPr>
      <w:numPr>
        <w:ilvl w:val="8"/>
        <w:numId w:val="3"/>
      </w:numPr>
      <w:spacing w:before="24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1A025C"/>
    <w:pPr>
      <w:tabs>
        <w:tab w:val="right" w:pos="9072"/>
      </w:tabs>
    </w:pPr>
    <w:rPr>
      <w:sz w:val="18"/>
      <w:szCs w:val="18"/>
    </w:rPr>
  </w:style>
  <w:style w:type="paragraph" w:styleId="Verzeichnis1">
    <w:name w:val="toc 1"/>
    <w:basedOn w:val="Standard"/>
    <w:next w:val="Standard"/>
    <w:uiPriority w:val="39"/>
    <w:rsid w:val="00E80131"/>
    <w:pPr>
      <w:tabs>
        <w:tab w:val="left" w:pos="567"/>
        <w:tab w:val="right" w:pos="9072"/>
      </w:tabs>
      <w:spacing w:before="120" w:after="120" w:line="286" w:lineRule="atLeast"/>
      <w:ind w:left="567" w:right="454" w:hanging="567"/>
      <w:jc w:val="left"/>
    </w:pPr>
    <w:rPr>
      <w:b/>
      <w:bCs/>
      <w:noProof/>
      <w:sz w:val="26"/>
      <w:szCs w:val="26"/>
    </w:rPr>
  </w:style>
  <w:style w:type="character" w:styleId="Seitenzahl">
    <w:name w:val="page number"/>
    <w:basedOn w:val="Absatz-Standardschriftart"/>
    <w:semiHidden/>
    <w:rsid w:val="001A025C"/>
  </w:style>
  <w:style w:type="paragraph" w:styleId="Kopfzeile">
    <w:name w:val="header"/>
    <w:basedOn w:val="Standard"/>
    <w:link w:val="KopfzeileZchn"/>
    <w:uiPriority w:val="99"/>
    <w:rsid w:val="001A025C"/>
    <w:pPr>
      <w:tabs>
        <w:tab w:val="center" w:pos="4153"/>
        <w:tab w:val="right" w:pos="8306"/>
      </w:tabs>
      <w:spacing w:before="40" w:after="20" w:line="240" w:lineRule="auto"/>
    </w:pPr>
    <w:rPr>
      <w:sz w:val="18"/>
      <w:szCs w:val="18"/>
    </w:rPr>
  </w:style>
  <w:style w:type="paragraph" w:styleId="Textkrper-Zeileneinzug">
    <w:name w:val="Body Text Indent"/>
    <w:basedOn w:val="Standard"/>
    <w:rsid w:val="001A025C"/>
    <w:pPr>
      <w:spacing w:line="360" w:lineRule="auto"/>
      <w:ind w:firstLine="284"/>
    </w:pPr>
    <w:rPr>
      <w:rFonts w:ascii="Garamond" w:hAnsi="Garamond"/>
    </w:rPr>
  </w:style>
  <w:style w:type="character" w:customStyle="1" w:styleId="MTEquationSection">
    <w:name w:val="MTEquationSection"/>
    <w:rsid w:val="001A025C"/>
    <w:rPr>
      <w:vanish/>
    </w:rPr>
  </w:style>
  <w:style w:type="paragraph" w:styleId="Beschriftung">
    <w:name w:val="caption"/>
    <w:basedOn w:val="Standard"/>
    <w:next w:val="Standard"/>
    <w:qFormat/>
    <w:rsid w:val="001A025C"/>
    <w:pPr>
      <w:keepLines/>
      <w:tabs>
        <w:tab w:val="left" w:pos="1418"/>
      </w:tabs>
      <w:spacing w:before="360" w:after="120" w:line="240" w:lineRule="atLeast"/>
      <w:ind w:left="1418" w:hanging="1418"/>
    </w:pPr>
    <w:rPr>
      <w:sz w:val="18"/>
      <w:szCs w:val="18"/>
    </w:rPr>
  </w:style>
  <w:style w:type="paragraph" w:customStyle="1" w:styleId="MTDisplayEquation">
    <w:name w:val="MTDisplayEquation"/>
    <w:basedOn w:val="Standard"/>
    <w:next w:val="Standard"/>
    <w:rsid w:val="001A025C"/>
    <w:pPr>
      <w:tabs>
        <w:tab w:val="center" w:pos="4540"/>
        <w:tab w:val="right" w:pos="9080"/>
      </w:tabs>
      <w:spacing w:line="360" w:lineRule="auto"/>
      <w:ind w:firstLine="284"/>
    </w:pPr>
    <w:rPr>
      <w:rFonts w:ascii="Garamond" w:hAnsi="Garamond"/>
    </w:rPr>
  </w:style>
  <w:style w:type="paragraph" w:styleId="Funotentext">
    <w:name w:val="footnote text"/>
    <w:basedOn w:val="Standard"/>
    <w:link w:val="FunotentextZchn"/>
    <w:qFormat/>
    <w:rsid w:val="001A025C"/>
    <w:pPr>
      <w:tabs>
        <w:tab w:val="left" w:pos="284"/>
      </w:tabs>
      <w:spacing w:before="60" w:after="0" w:line="240" w:lineRule="atLeast"/>
      <w:ind w:left="284" w:hanging="284"/>
    </w:pPr>
    <w:rPr>
      <w:sz w:val="18"/>
      <w:szCs w:val="18"/>
    </w:rPr>
  </w:style>
  <w:style w:type="character" w:styleId="Funotenzeichen">
    <w:name w:val="footnote reference"/>
    <w:qFormat/>
    <w:rsid w:val="001A025C"/>
    <w:rPr>
      <w:rFonts w:ascii="Arial" w:hAnsi="Arial" w:cs="Arial"/>
      <w:sz w:val="22"/>
      <w:szCs w:val="22"/>
      <w:vertAlign w:val="superscript"/>
      <w:lang w:val="de-DE" w:eastAsia="x-none"/>
    </w:rPr>
  </w:style>
  <w:style w:type="paragraph" w:customStyle="1" w:styleId="Tabelle">
    <w:name w:val="Tabelle"/>
    <w:basedOn w:val="Textkrper"/>
    <w:rsid w:val="001A025C"/>
    <w:pPr>
      <w:spacing w:line="240" w:lineRule="auto"/>
      <w:ind w:firstLine="0"/>
      <w:jc w:val="left"/>
    </w:pPr>
    <w:rPr>
      <w:color w:val="000000"/>
    </w:rPr>
  </w:style>
  <w:style w:type="paragraph" w:styleId="Textkrper">
    <w:name w:val="Body Text"/>
    <w:basedOn w:val="Standard"/>
    <w:rsid w:val="001A025C"/>
    <w:pPr>
      <w:spacing w:after="120" w:line="360" w:lineRule="auto"/>
      <w:ind w:firstLine="284"/>
    </w:pPr>
    <w:rPr>
      <w:rFonts w:ascii="Garamond" w:hAnsi="Garamond"/>
    </w:rPr>
  </w:style>
  <w:style w:type="paragraph" w:customStyle="1" w:styleId="TabelleEinzug-links">
    <w:name w:val="Tabelle Einzug-links"/>
    <w:basedOn w:val="Textkrper"/>
    <w:rsid w:val="001A025C"/>
    <w:pPr>
      <w:spacing w:after="60" w:line="240" w:lineRule="auto"/>
      <w:ind w:firstLine="0"/>
      <w:jc w:val="left"/>
    </w:pPr>
    <w:rPr>
      <w:color w:val="000000"/>
      <w:lang w:val="en-US"/>
    </w:rPr>
  </w:style>
  <w:style w:type="paragraph" w:customStyle="1" w:styleId="Tabelle1">
    <w:name w:val="Tabelle1"/>
    <w:basedOn w:val="Textkrper"/>
    <w:autoRedefine/>
    <w:rsid w:val="001A025C"/>
    <w:pPr>
      <w:spacing w:line="240" w:lineRule="auto"/>
      <w:ind w:firstLine="0"/>
      <w:jc w:val="center"/>
    </w:pPr>
    <w:rPr>
      <w:rFonts w:ascii="Arial" w:hAnsi="Arial"/>
      <w:color w:val="000000"/>
    </w:rPr>
  </w:style>
  <w:style w:type="character" w:styleId="Hyperlink">
    <w:name w:val="Hyperlink"/>
    <w:uiPriority w:val="99"/>
    <w:rsid w:val="001A025C"/>
    <w:rPr>
      <w:color w:val="0000FF"/>
      <w:u w:val="single"/>
    </w:rPr>
  </w:style>
  <w:style w:type="character" w:styleId="BesuchterLink">
    <w:name w:val="FollowedHyperlink"/>
    <w:rsid w:val="001A025C"/>
    <w:rPr>
      <w:color w:val="800080"/>
      <w:u w:val="single"/>
    </w:rPr>
  </w:style>
  <w:style w:type="paragraph" w:styleId="Textkrper-Einzug2">
    <w:name w:val="Body Text Indent 2"/>
    <w:basedOn w:val="Standard"/>
    <w:rsid w:val="001A025C"/>
    <w:pPr>
      <w:tabs>
        <w:tab w:val="left" w:pos="7920"/>
      </w:tabs>
      <w:spacing w:line="360" w:lineRule="auto"/>
      <w:ind w:firstLine="284"/>
    </w:pPr>
    <w:rPr>
      <w:rFonts w:ascii="Garamond" w:hAnsi="Garamond"/>
    </w:rPr>
  </w:style>
  <w:style w:type="paragraph" w:customStyle="1" w:styleId="TabelleLiteratur">
    <w:name w:val="Tabelle Literatur"/>
    <w:basedOn w:val="Textkrper"/>
    <w:rsid w:val="001A025C"/>
    <w:pPr>
      <w:spacing w:after="60" w:line="240" w:lineRule="auto"/>
      <w:ind w:firstLine="0"/>
      <w:jc w:val="left"/>
    </w:pPr>
    <w:rPr>
      <w:color w:val="000000"/>
      <w:lang w:val="en-US"/>
    </w:rPr>
  </w:style>
  <w:style w:type="paragraph" w:styleId="Verzeichnis2">
    <w:name w:val="toc 2"/>
    <w:basedOn w:val="Standard"/>
    <w:next w:val="Standard"/>
    <w:uiPriority w:val="39"/>
    <w:rsid w:val="00E80131"/>
    <w:pPr>
      <w:tabs>
        <w:tab w:val="left" w:pos="567"/>
        <w:tab w:val="right" w:pos="9072"/>
      </w:tabs>
      <w:spacing w:line="286" w:lineRule="atLeast"/>
      <w:ind w:left="567" w:right="454" w:hanging="567"/>
      <w:jc w:val="left"/>
    </w:pPr>
    <w:rPr>
      <w:b/>
      <w:bCs/>
      <w:noProof/>
      <w:sz w:val="24"/>
      <w:szCs w:val="24"/>
    </w:rPr>
  </w:style>
  <w:style w:type="paragraph" w:styleId="Verzeichnis3">
    <w:name w:val="toc 3"/>
    <w:basedOn w:val="Standard"/>
    <w:next w:val="Standard"/>
    <w:semiHidden/>
    <w:rsid w:val="001A025C"/>
    <w:pPr>
      <w:tabs>
        <w:tab w:val="left" w:pos="1134"/>
        <w:tab w:val="right" w:pos="9072"/>
      </w:tabs>
      <w:spacing w:line="286" w:lineRule="atLeast"/>
      <w:ind w:left="1134" w:right="454" w:hanging="1134"/>
      <w:jc w:val="left"/>
    </w:pPr>
    <w:rPr>
      <w:sz w:val="24"/>
      <w:szCs w:val="24"/>
    </w:rPr>
  </w:style>
  <w:style w:type="paragraph" w:styleId="Abbildungsverzeichnis">
    <w:name w:val="table of figures"/>
    <w:basedOn w:val="Standard"/>
    <w:next w:val="Standard"/>
    <w:semiHidden/>
    <w:rsid w:val="001A025C"/>
    <w:pPr>
      <w:tabs>
        <w:tab w:val="left" w:pos="1985"/>
        <w:tab w:val="right" w:pos="9072"/>
      </w:tabs>
      <w:spacing w:line="286" w:lineRule="atLeast"/>
      <w:ind w:left="1985" w:right="567" w:hanging="1985"/>
      <w:jc w:val="left"/>
    </w:pPr>
  </w:style>
  <w:style w:type="paragraph" w:styleId="Textkrper-Einzug3">
    <w:name w:val="Body Text Indent 3"/>
    <w:basedOn w:val="Standard"/>
    <w:rsid w:val="001A025C"/>
    <w:pPr>
      <w:spacing w:line="360" w:lineRule="auto"/>
      <w:ind w:firstLine="284"/>
      <w:jc w:val="center"/>
    </w:pPr>
    <w:rPr>
      <w:rFonts w:ascii="Garamond" w:hAnsi="Garamond"/>
    </w:rPr>
  </w:style>
  <w:style w:type="table" w:styleId="TabelleElegant">
    <w:name w:val="Table Elegant"/>
    <w:basedOn w:val="NormaleTabelle"/>
    <w:rsid w:val="001A025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StandardWeb">
    <w:name w:val="Normal (Web)"/>
    <w:basedOn w:val="Standard"/>
    <w:rsid w:val="001A025C"/>
    <w:pPr>
      <w:spacing w:before="100" w:beforeAutospacing="1" w:after="100" w:afterAutospacing="1"/>
    </w:pPr>
  </w:style>
  <w:style w:type="paragraph" w:customStyle="1" w:styleId="Bildunterschrift">
    <w:name w:val="Bildunterschrift"/>
    <w:basedOn w:val="Standard"/>
    <w:rsid w:val="001A025C"/>
    <w:pPr>
      <w:autoSpaceDE w:val="0"/>
      <w:autoSpaceDN w:val="0"/>
      <w:adjustRightInd w:val="0"/>
    </w:pPr>
    <w:rPr>
      <w:color w:val="000000"/>
      <w:sz w:val="20"/>
    </w:rPr>
  </w:style>
  <w:style w:type="paragraph" w:styleId="Verzeichnis4">
    <w:name w:val="toc 4"/>
    <w:basedOn w:val="Standard"/>
    <w:next w:val="Standard"/>
    <w:semiHidden/>
    <w:rsid w:val="001A025C"/>
    <w:pPr>
      <w:tabs>
        <w:tab w:val="right" w:pos="9072"/>
      </w:tabs>
      <w:spacing w:line="240" w:lineRule="auto"/>
      <w:ind w:left="1134" w:right="454"/>
      <w:jc w:val="left"/>
    </w:pPr>
    <w:rPr>
      <w:rFonts w:cs="Times New Roman"/>
      <w:szCs w:val="20"/>
    </w:rPr>
  </w:style>
  <w:style w:type="paragraph" w:styleId="Verzeichnis5">
    <w:name w:val="toc 5"/>
    <w:basedOn w:val="Standard"/>
    <w:next w:val="Standard"/>
    <w:semiHidden/>
    <w:rsid w:val="001A025C"/>
    <w:pPr>
      <w:ind w:left="1985" w:right="284"/>
    </w:pPr>
    <w:rPr>
      <w:rFonts w:cs="Times New Roman"/>
      <w:szCs w:val="20"/>
    </w:rPr>
  </w:style>
  <w:style w:type="paragraph" w:styleId="Verzeichnis6">
    <w:name w:val="toc 6"/>
    <w:basedOn w:val="Standard"/>
    <w:next w:val="Standard"/>
    <w:autoRedefine/>
    <w:semiHidden/>
    <w:rsid w:val="001A025C"/>
    <w:pPr>
      <w:ind w:left="1100"/>
    </w:pPr>
  </w:style>
  <w:style w:type="paragraph" w:styleId="Verzeichnis7">
    <w:name w:val="toc 7"/>
    <w:basedOn w:val="Standard"/>
    <w:next w:val="Standard"/>
    <w:autoRedefine/>
    <w:semiHidden/>
    <w:rsid w:val="001A025C"/>
    <w:pPr>
      <w:ind w:left="1320"/>
    </w:pPr>
  </w:style>
  <w:style w:type="paragraph" w:styleId="Verzeichnis8">
    <w:name w:val="toc 8"/>
    <w:basedOn w:val="Standard"/>
    <w:next w:val="Standard"/>
    <w:autoRedefine/>
    <w:semiHidden/>
    <w:rsid w:val="001A025C"/>
    <w:pPr>
      <w:ind w:left="1540"/>
    </w:pPr>
  </w:style>
  <w:style w:type="paragraph" w:styleId="Verzeichnis9">
    <w:name w:val="toc 9"/>
    <w:basedOn w:val="Standard"/>
    <w:next w:val="Standard"/>
    <w:autoRedefine/>
    <w:semiHidden/>
    <w:rsid w:val="001A025C"/>
    <w:pPr>
      <w:ind w:left="1760"/>
    </w:pPr>
  </w:style>
  <w:style w:type="table" w:styleId="Tabellenraster">
    <w:name w:val="Table Grid"/>
    <w:basedOn w:val="NormaleTabelle"/>
    <w:semiHidden/>
    <w:rsid w:val="001A025C"/>
    <w:pPr>
      <w:keepNext/>
      <w:keepLines/>
      <w:spacing w:before="6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Standard120">
    <w:name w:val="Standard 120"/>
    <w:basedOn w:val="Standard"/>
    <w:rsid w:val="001A025C"/>
    <w:pPr>
      <w:spacing w:after="122" w:line="264" w:lineRule="atLeast"/>
    </w:pPr>
  </w:style>
  <w:style w:type="character" w:styleId="Fett">
    <w:name w:val="Strong"/>
    <w:qFormat/>
    <w:rsid w:val="001A025C"/>
    <w:rPr>
      <w:b/>
      <w:bCs/>
    </w:rPr>
  </w:style>
  <w:style w:type="paragraph" w:customStyle="1" w:styleId="bodytextfp">
    <w:name w:val="bodytextfp"/>
    <w:basedOn w:val="Standard"/>
    <w:rsid w:val="001A025C"/>
    <w:pPr>
      <w:spacing w:before="100" w:beforeAutospacing="1" w:after="100" w:afterAutospacing="1"/>
    </w:pPr>
  </w:style>
  <w:style w:type="paragraph" w:customStyle="1" w:styleId="bodytext">
    <w:name w:val="bodytext"/>
    <w:basedOn w:val="Standard"/>
    <w:rsid w:val="001A025C"/>
    <w:pPr>
      <w:spacing w:before="100" w:beforeAutospacing="1" w:after="100" w:afterAutospacing="1"/>
    </w:pPr>
  </w:style>
  <w:style w:type="paragraph" w:customStyle="1" w:styleId="StandardWeb1">
    <w:name w:val="Standard (Web)1"/>
    <w:basedOn w:val="Standard"/>
    <w:rsid w:val="001A025C"/>
    <w:pPr>
      <w:spacing w:after="90"/>
    </w:pPr>
    <w:rPr>
      <w:sz w:val="17"/>
      <w:szCs w:val="17"/>
    </w:rPr>
  </w:style>
  <w:style w:type="table" w:styleId="TabelleProfessionell">
    <w:name w:val="Table Professional"/>
    <w:basedOn w:val="NormaleTabelle"/>
    <w:rsid w:val="001A025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efault">
    <w:name w:val="Default"/>
    <w:rsid w:val="001A025C"/>
    <w:pPr>
      <w:autoSpaceDE w:val="0"/>
      <w:autoSpaceDN w:val="0"/>
      <w:adjustRightInd w:val="0"/>
    </w:pPr>
    <w:rPr>
      <w:rFonts w:ascii="Arial" w:hAnsi="Arial" w:cs="Arial"/>
      <w:color w:val="000000"/>
      <w:sz w:val="24"/>
      <w:szCs w:val="24"/>
    </w:rPr>
  </w:style>
  <w:style w:type="paragraph" w:customStyle="1" w:styleId="Willner">
    <w:name w:val="Willner"/>
    <w:basedOn w:val="Standard"/>
    <w:next w:val="Standard"/>
    <w:rsid w:val="001A025C"/>
    <w:pPr>
      <w:autoSpaceDE w:val="0"/>
      <w:autoSpaceDN w:val="0"/>
      <w:adjustRightInd w:val="0"/>
    </w:pPr>
  </w:style>
  <w:style w:type="paragraph" w:styleId="Textkrper2">
    <w:name w:val="Body Text 2"/>
    <w:basedOn w:val="Standard"/>
    <w:rsid w:val="001A025C"/>
    <w:pPr>
      <w:spacing w:after="120" w:line="480" w:lineRule="auto"/>
    </w:pPr>
  </w:style>
  <w:style w:type="paragraph" w:customStyle="1" w:styleId="CPGStandardAbs1Char">
    <w:name w:val="CPG Standard Abs 1 Char"/>
    <w:basedOn w:val="Default"/>
    <w:next w:val="Default"/>
    <w:rsid w:val="001A025C"/>
    <w:pPr>
      <w:spacing w:before="120" w:after="120"/>
    </w:pPr>
    <w:rPr>
      <w:rFonts w:ascii="FMGINK+Arial" w:hAnsi="FMGINK+Arial" w:cs="Times New Roman"/>
      <w:color w:val="auto"/>
    </w:rPr>
  </w:style>
  <w:style w:type="character" w:styleId="Kommentarzeichen">
    <w:name w:val="annotation reference"/>
    <w:uiPriority w:val="99"/>
    <w:semiHidden/>
    <w:rsid w:val="001A025C"/>
    <w:rPr>
      <w:sz w:val="16"/>
      <w:szCs w:val="16"/>
    </w:rPr>
  </w:style>
  <w:style w:type="paragraph" w:styleId="Kommentartext">
    <w:name w:val="annotation text"/>
    <w:basedOn w:val="Standard"/>
    <w:link w:val="KommentartextZchn"/>
    <w:uiPriority w:val="99"/>
    <w:semiHidden/>
    <w:rsid w:val="001A025C"/>
    <w:rPr>
      <w:sz w:val="20"/>
      <w:szCs w:val="20"/>
    </w:rPr>
  </w:style>
  <w:style w:type="paragraph" w:styleId="Kommentarthema">
    <w:name w:val="annotation subject"/>
    <w:basedOn w:val="Kommentartext"/>
    <w:next w:val="Kommentartext"/>
    <w:semiHidden/>
    <w:rsid w:val="001A025C"/>
    <w:rPr>
      <w:b/>
      <w:bCs/>
    </w:rPr>
  </w:style>
  <w:style w:type="paragraph" w:styleId="Sprechblasentext">
    <w:name w:val="Balloon Text"/>
    <w:basedOn w:val="Standard"/>
    <w:semiHidden/>
    <w:rsid w:val="001A025C"/>
    <w:rPr>
      <w:rFonts w:ascii="Tahoma" w:hAnsi="Tahoma" w:cs="Tahoma"/>
      <w:sz w:val="16"/>
      <w:szCs w:val="16"/>
    </w:rPr>
  </w:style>
  <w:style w:type="character" w:customStyle="1" w:styleId="berschrift2Zchn">
    <w:name w:val="Überschrift 2 Zchn"/>
    <w:aliases w:val="Überschrift 2 Char Char Zchn,Überschrift 2 Char Char Char Char Zchn,Überschrift 2 Char Zchn,Überschrift 2 Char Char Char Char Char Char Zchn,Überschrift 2 Char Char Char Char Char Char Char Char Zchn"/>
    <w:link w:val="berschrift2"/>
    <w:rsid w:val="001A025C"/>
    <w:rPr>
      <w:rFonts w:ascii="Arial" w:hAnsi="Arial" w:cs="Arial"/>
      <w:b/>
      <w:bCs/>
      <w:sz w:val="24"/>
      <w:szCs w:val="24"/>
    </w:rPr>
  </w:style>
  <w:style w:type="character" w:customStyle="1" w:styleId="berschrift3Zchn">
    <w:name w:val="Überschrift 3 Zchn"/>
    <w:link w:val="berschrift3"/>
    <w:rsid w:val="001A025C"/>
    <w:rPr>
      <w:rFonts w:ascii="Arial" w:hAnsi="Arial" w:cs="Arial"/>
      <w:b/>
      <w:bCs/>
      <w:sz w:val="22"/>
      <w:szCs w:val="22"/>
    </w:rPr>
  </w:style>
  <w:style w:type="character" w:customStyle="1" w:styleId="KopfzeileZchn">
    <w:name w:val="Kopfzeile Zchn"/>
    <w:link w:val="Kopfzeile"/>
    <w:uiPriority w:val="99"/>
    <w:rsid w:val="001A025C"/>
    <w:rPr>
      <w:rFonts w:ascii="Arial" w:hAnsi="Arial" w:cs="Arial"/>
      <w:sz w:val="18"/>
      <w:szCs w:val="18"/>
      <w:lang w:val="de-DE" w:eastAsia="de-DE" w:bidi="ar-SA"/>
    </w:rPr>
  </w:style>
  <w:style w:type="paragraph" w:styleId="Listenabsatz">
    <w:name w:val="List Paragraph"/>
    <w:basedOn w:val="Standard"/>
    <w:uiPriority w:val="34"/>
    <w:qFormat/>
    <w:rsid w:val="001A025C"/>
    <w:pPr>
      <w:spacing w:after="200"/>
      <w:ind w:left="720"/>
      <w:contextualSpacing/>
    </w:pPr>
    <w:rPr>
      <w:rFonts w:ascii="Cambria" w:eastAsia="MS Mincho" w:hAnsi="Cambria" w:cs="Times New Roman"/>
      <w:lang w:eastAsia="ja-JP"/>
    </w:rPr>
  </w:style>
  <w:style w:type="character" w:customStyle="1" w:styleId="KommentartextZchn">
    <w:name w:val="Kommentartext Zchn"/>
    <w:link w:val="Kommentartext"/>
    <w:uiPriority w:val="99"/>
    <w:semiHidden/>
    <w:rsid w:val="001A025C"/>
    <w:rPr>
      <w:rFonts w:ascii="Arial" w:hAnsi="Arial" w:cs="Arial"/>
      <w:lang w:val="de-DE" w:eastAsia="de-DE" w:bidi="ar-SA"/>
    </w:rPr>
  </w:style>
  <w:style w:type="character" w:customStyle="1" w:styleId="question">
    <w:name w:val="question"/>
    <w:rsid w:val="001A025C"/>
  </w:style>
  <w:style w:type="paragraph" w:styleId="HTMLVorformatiert">
    <w:name w:val="HTML Preformatted"/>
    <w:basedOn w:val="Standard"/>
    <w:link w:val="HTMLVorformatiertZchn"/>
    <w:uiPriority w:val="99"/>
    <w:unhideWhenUsed/>
    <w:rsid w:val="001A0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uiPriority w:val="99"/>
    <w:rsid w:val="001A025C"/>
    <w:rPr>
      <w:rFonts w:ascii="Courier New" w:hAnsi="Courier New" w:cs="Courier New"/>
      <w:lang w:val="de-DE" w:eastAsia="de-DE" w:bidi="ar-SA"/>
    </w:rPr>
  </w:style>
  <w:style w:type="paragraph" w:styleId="Listennummer3">
    <w:name w:val="List Number 3"/>
    <w:basedOn w:val="Standard"/>
    <w:rsid w:val="001A025C"/>
    <w:pPr>
      <w:numPr>
        <w:numId w:val="2"/>
      </w:numPr>
    </w:pPr>
  </w:style>
  <w:style w:type="numbering" w:styleId="111111">
    <w:name w:val="Outline List 2"/>
    <w:basedOn w:val="KeineListe"/>
    <w:rsid w:val="001A025C"/>
    <w:pPr>
      <w:numPr>
        <w:numId w:val="1"/>
      </w:numPr>
    </w:pPr>
  </w:style>
  <w:style w:type="numbering" w:customStyle="1" w:styleId="1Aufzaehlung">
    <w:name w:val="1. Aufzaehlung"/>
    <w:basedOn w:val="KeineListe"/>
    <w:rsid w:val="001A025C"/>
    <w:pPr>
      <w:numPr>
        <w:numId w:val="4"/>
      </w:numPr>
    </w:pPr>
  </w:style>
  <w:style w:type="numbering" w:customStyle="1" w:styleId="2Aufzaehlung">
    <w:name w:val="2. Aufzaehlung"/>
    <w:basedOn w:val="1Aufzaehlung"/>
    <w:rsid w:val="001A025C"/>
    <w:pPr>
      <w:numPr>
        <w:numId w:val="5"/>
      </w:numPr>
    </w:pPr>
  </w:style>
  <w:style w:type="numbering" w:customStyle="1" w:styleId="3Aufzaehlung">
    <w:name w:val="3. Aufzaehlung"/>
    <w:basedOn w:val="1Aufzaehlung"/>
    <w:rsid w:val="001A025C"/>
    <w:pPr>
      <w:numPr>
        <w:numId w:val="6"/>
      </w:numPr>
    </w:pPr>
  </w:style>
  <w:style w:type="paragraph" w:customStyle="1" w:styleId="Abbildungsformatierung">
    <w:name w:val="Abbildungsformatierung"/>
    <w:basedOn w:val="Standard"/>
    <w:next w:val="Standard"/>
    <w:rsid w:val="001A025C"/>
    <w:pPr>
      <w:keepNext/>
    </w:pPr>
  </w:style>
  <w:style w:type="paragraph" w:customStyle="1" w:styleId="Anmerkung">
    <w:name w:val="Anmerkung"/>
    <w:basedOn w:val="Standard"/>
    <w:next w:val="Standard"/>
    <w:rsid w:val="001A025C"/>
    <w:pPr>
      <w:spacing w:before="40" w:after="40" w:line="240" w:lineRule="auto"/>
    </w:pPr>
    <w:rPr>
      <w:i/>
      <w:iCs/>
      <w:sz w:val="18"/>
      <w:szCs w:val="16"/>
    </w:rPr>
  </w:style>
  <w:style w:type="paragraph" w:customStyle="1" w:styleId="BeschriftungAbbildung">
    <w:name w:val="Beschriftung_Abbildung"/>
    <w:basedOn w:val="Beschriftung"/>
    <w:next w:val="Standard"/>
    <w:rsid w:val="001A025C"/>
    <w:pPr>
      <w:keepLines w:val="0"/>
      <w:spacing w:before="120" w:after="360"/>
    </w:pPr>
  </w:style>
  <w:style w:type="paragraph" w:styleId="Dokumentstruktur">
    <w:name w:val="Document Map"/>
    <w:basedOn w:val="Standard"/>
    <w:semiHidden/>
    <w:rsid w:val="001A025C"/>
    <w:pPr>
      <w:shd w:val="clear" w:color="auto" w:fill="000080"/>
    </w:pPr>
    <w:rPr>
      <w:rFonts w:ascii="Tahoma" w:hAnsi="Tahoma" w:cs="Tahoma"/>
      <w:sz w:val="20"/>
      <w:szCs w:val="20"/>
    </w:rPr>
  </w:style>
  <w:style w:type="paragraph" w:styleId="Endnotentext">
    <w:name w:val="endnote text"/>
    <w:basedOn w:val="Standard"/>
    <w:semiHidden/>
    <w:rsid w:val="001A025C"/>
    <w:rPr>
      <w:sz w:val="20"/>
      <w:szCs w:val="20"/>
    </w:rPr>
  </w:style>
  <w:style w:type="character" w:styleId="Endnotenzeichen">
    <w:name w:val="endnote reference"/>
    <w:semiHidden/>
    <w:rsid w:val="001A025C"/>
    <w:rPr>
      <w:vertAlign w:val="superscript"/>
    </w:rPr>
  </w:style>
  <w:style w:type="paragraph" w:customStyle="1" w:styleId="Grauschattiert">
    <w:name w:val="Grau schattiert"/>
    <w:aliases w:val="11 pt"/>
    <w:basedOn w:val="Standard"/>
    <w:next w:val="Standard"/>
    <w:rsid w:val="001A025C"/>
    <w:pPr>
      <w:shd w:val="clear" w:color="auto" w:fill="E0E0E0"/>
    </w:pPr>
    <w:rPr>
      <w:shd w:val="clear" w:color="auto" w:fill="E0E0E0"/>
    </w:rPr>
  </w:style>
  <w:style w:type="character" w:customStyle="1" w:styleId="hochgestellt">
    <w:name w:val="hochgestellt"/>
    <w:semiHidden/>
    <w:rsid w:val="001A025C"/>
    <w:rPr>
      <w:vertAlign w:val="superscript"/>
    </w:rPr>
  </w:style>
  <w:style w:type="paragraph" w:styleId="Index1">
    <w:name w:val="index 1"/>
    <w:basedOn w:val="Standard"/>
    <w:next w:val="Standard"/>
    <w:autoRedefine/>
    <w:semiHidden/>
    <w:rsid w:val="001A025C"/>
    <w:pPr>
      <w:ind w:left="220" w:hanging="220"/>
    </w:pPr>
  </w:style>
  <w:style w:type="paragraph" w:styleId="Index2">
    <w:name w:val="index 2"/>
    <w:basedOn w:val="Standard"/>
    <w:next w:val="Standard"/>
    <w:autoRedefine/>
    <w:semiHidden/>
    <w:rsid w:val="001A025C"/>
    <w:pPr>
      <w:ind w:left="440" w:hanging="220"/>
    </w:pPr>
  </w:style>
  <w:style w:type="paragraph" w:styleId="Index3">
    <w:name w:val="index 3"/>
    <w:basedOn w:val="Standard"/>
    <w:next w:val="Standard"/>
    <w:autoRedefine/>
    <w:semiHidden/>
    <w:rsid w:val="001A025C"/>
    <w:pPr>
      <w:ind w:left="660" w:hanging="220"/>
    </w:pPr>
  </w:style>
  <w:style w:type="paragraph" w:styleId="Index4">
    <w:name w:val="index 4"/>
    <w:basedOn w:val="Standard"/>
    <w:next w:val="Standard"/>
    <w:autoRedefine/>
    <w:semiHidden/>
    <w:rsid w:val="001A025C"/>
    <w:pPr>
      <w:ind w:left="880" w:hanging="220"/>
    </w:pPr>
  </w:style>
  <w:style w:type="paragraph" w:styleId="Index5">
    <w:name w:val="index 5"/>
    <w:basedOn w:val="Standard"/>
    <w:next w:val="Standard"/>
    <w:autoRedefine/>
    <w:semiHidden/>
    <w:rsid w:val="001A025C"/>
    <w:pPr>
      <w:ind w:left="1100" w:hanging="220"/>
    </w:pPr>
  </w:style>
  <w:style w:type="paragraph" w:styleId="Index6">
    <w:name w:val="index 6"/>
    <w:basedOn w:val="Standard"/>
    <w:next w:val="Standard"/>
    <w:autoRedefine/>
    <w:semiHidden/>
    <w:rsid w:val="001A025C"/>
    <w:pPr>
      <w:ind w:left="1320" w:hanging="220"/>
    </w:pPr>
  </w:style>
  <w:style w:type="paragraph" w:styleId="Index7">
    <w:name w:val="index 7"/>
    <w:basedOn w:val="Standard"/>
    <w:next w:val="Standard"/>
    <w:autoRedefine/>
    <w:semiHidden/>
    <w:rsid w:val="001A025C"/>
    <w:pPr>
      <w:ind w:left="1540" w:hanging="220"/>
    </w:pPr>
  </w:style>
  <w:style w:type="paragraph" w:styleId="Index8">
    <w:name w:val="index 8"/>
    <w:basedOn w:val="Standard"/>
    <w:next w:val="Standard"/>
    <w:autoRedefine/>
    <w:semiHidden/>
    <w:rsid w:val="001A025C"/>
    <w:pPr>
      <w:ind w:left="1760" w:hanging="220"/>
    </w:pPr>
  </w:style>
  <w:style w:type="paragraph" w:styleId="Index9">
    <w:name w:val="index 9"/>
    <w:basedOn w:val="Standard"/>
    <w:next w:val="Standard"/>
    <w:autoRedefine/>
    <w:semiHidden/>
    <w:rsid w:val="001A025C"/>
    <w:pPr>
      <w:ind w:left="1980" w:hanging="220"/>
    </w:pPr>
  </w:style>
  <w:style w:type="paragraph" w:styleId="Indexberschrift">
    <w:name w:val="index heading"/>
    <w:basedOn w:val="Standard"/>
    <w:next w:val="Index1"/>
    <w:semiHidden/>
    <w:rsid w:val="001A025C"/>
    <w:rPr>
      <w:b/>
      <w:bCs/>
    </w:rPr>
  </w:style>
  <w:style w:type="paragraph" w:customStyle="1" w:styleId="Inhalt">
    <w:name w:val="Inhalt"/>
    <w:semiHidden/>
    <w:rsid w:val="001A025C"/>
    <w:pPr>
      <w:tabs>
        <w:tab w:val="right" w:pos="9072"/>
      </w:tabs>
      <w:spacing w:before="240" w:after="480" w:line="400" w:lineRule="atLeast"/>
      <w:ind w:right="284"/>
    </w:pPr>
    <w:rPr>
      <w:rFonts w:ascii="Arial" w:hAnsi="Arial" w:cs="Arial"/>
      <w:b/>
      <w:bCs/>
      <w:sz w:val="32"/>
      <w:szCs w:val="32"/>
    </w:rPr>
  </w:style>
  <w:style w:type="paragraph" w:customStyle="1" w:styleId="Literaturverzeichnis1spaltig">
    <w:name w:val="Literaturverzeichnis 1spaltig"/>
    <w:basedOn w:val="Standard"/>
    <w:rsid w:val="001A025C"/>
    <w:pPr>
      <w:tabs>
        <w:tab w:val="left" w:pos="1701"/>
      </w:tabs>
      <w:spacing w:before="120" w:after="120" w:line="260" w:lineRule="atLeast"/>
      <w:ind w:left="1701" w:hanging="1701"/>
    </w:pPr>
    <w:rPr>
      <w:sz w:val="20"/>
      <w:szCs w:val="20"/>
    </w:rPr>
  </w:style>
  <w:style w:type="paragraph" w:customStyle="1" w:styleId="Literaturverzeichnis2spaltig">
    <w:name w:val="Literaturverzeichnis 2spaltig"/>
    <w:basedOn w:val="Standard"/>
    <w:rsid w:val="001A025C"/>
    <w:pPr>
      <w:tabs>
        <w:tab w:val="left" w:pos="2835"/>
      </w:tabs>
      <w:spacing w:before="120" w:after="120" w:line="260" w:lineRule="atLeast"/>
      <w:ind w:left="2835" w:hanging="2835"/>
    </w:pPr>
    <w:rPr>
      <w:sz w:val="20"/>
      <w:szCs w:val="20"/>
    </w:rPr>
  </w:style>
  <w:style w:type="paragraph" w:styleId="Makrotext">
    <w:name w:val="macro"/>
    <w:semiHidden/>
    <w:rsid w:val="001A025C"/>
    <w:pPr>
      <w:tabs>
        <w:tab w:val="left" w:pos="480"/>
        <w:tab w:val="left" w:pos="960"/>
        <w:tab w:val="left" w:pos="1440"/>
        <w:tab w:val="left" w:pos="1920"/>
        <w:tab w:val="left" w:pos="2400"/>
        <w:tab w:val="left" w:pos="2880"/>
        <w:tab w:val="left" w:pos="3360"/>
        <w:tab w:val="left" w:pos="3840"/>
        <w:tab w:val="left" w:pos="4320"/>
      </w:tabs>
      <w:spacing w:after="60" w:line="320" w:lineRule="atLeast"/>
      <w:jc w:val="both"/>
    </w:pPr>
    <w:rPr>
      <w:rFonts w:ascii="Courier New" w:hAnsi="Courier New" w:cs="Courier New"/>
    </w:rPr>
  </w:style>
  <w:style w:type="numbering" w:customStyle="1" w:styleId="Nummerierung1PS">
    <w:name w:val="Nummerierung 1. P&amp;S"/>
    <w:rsid w:val="001A025C"/>
    <w:pPr>
      <w:numPr>
        <w:numId w:val="7"/>
      </w:numPr>
    </w:pPr>
  </w:style>
  <w:style w:type="numbering" w:customStyle="1" w:styleId="NummerierungaPS">
    <w:name w:val="Nummerierung a) P&amp;S"/>
    <w:rsid w:val="001A025C"/>
    <w:pPr>
      <w:numPr>
        <w:numId w:val="8"/>
      </w:numPr>
    </w:pPr>
  </w:style>
  <w:style w:type="paragraph" w:customStyle="1" w:styleId="Quellenangabe">
    <w:name w:val="Quellenangabe"/>
    <w:basedOn w:val="Standard"/>
    <w:next w:val="Standard"/>
    <w:rsid w:val="001A025C"/>
    <w:pPr>
      <w:tabs>
        <w:tab w:val="left" w:pos="1134"/>
      </w:tabs>
      <w:spacing w:before="120" w:after="240" w:line="286" w:lineRule="exact"/>
      <w:ind w:left="1134" w:hanging="1134"/>
    </w:pPr>
    <w:rPr>
      <w:rFonts w:cs="Times New Roman"/>
      <w:sz w:val="20"/>
      <w:szCs w:val="20"/>
    </w:rPr>
  </w:style>
  <w:style w:type="paragraph" w:styleId="Rechtsgrundlagenverzeichnis">
    <w:name w:val="table of authorities"/>
    <w:basedOn w:val="Standard"/>
    <w:next w:val="Standard"/>
    <w:semiHidden/>
    <w:rsid w:val="001A025C"/>
    <w:pPr>
      <w:ind w:left="220" w:hanging="220"/>
    </w:pPr>
  </w:style>
  <w:style w:type="paragraph" w:customStyle="1" w:styleId="RefxTitelfett">
    <w:name w:val="Ref x Titel fett"/>
    <w:basedOn w:val="Standard"/>
    <w:rsid w:val="001A025C"/>
    <w:pPr>
      <w:keepNext/>
      <w:keepLines/>
      <w:spacing w:before="480" w:after="0" w:line="240" w:lineRule="auto"/>
    </w:pPr>
    <w:rPr>
      <w:rFonts w:cs="Times New Roman"/>
      <w:b/>
      <w:sz w:val="20"/>
      <w:szCs w:val="20"/>
    </w:rPr>
  </w:style>
  <w:style w:type="paragraph" w:customStyle="1" w:styleId="RefxTitelNichtFett">
    <w:name w:val="Ref x Titel Nicht Fett"/>
    <w:basedOn w:val="RefxTitelfett"/>
    <w:rsid w:val="001A025C"/>
    <w:rPr>
      <w:b w:val="0"/>
    </w:rPr>
  </w:style>
  <w:style w:type="paragraph" w:customStyle="1" w:styleId="RefyAutoren">
    <w:name w:val="Ref y Autoren"/>
    <w:basedOn w:val="Standard"/>
    <w:rsid w:val="001A025C"/>
    <w:pPr>
      <w:keepNext/>
      <w:spacing w:before="40" w:after="40" w:line="240" w:lineRule="auto"/>
    </w:pPr>
    <w:rPr>
      <w:rFonts w:cs="Times New Roman"/>
      <w:sz w:val="20"/>
      <w:szCs w:val="20"/>
    </w:rPr>
  </w:style>
  <w:style w:type="paragraph" w:customStyle="1" w:styleId="RefzAuftraggeber">
    <w:name w:val="Ref z (Auftraggeber)"/>
    <w:basedOn w:val="Standard"/>
    <w:rsid w:val="001A025C"/>
    <w:pPr>
      <w:spacing w:before="40" w:after="40" w:line="240" w:lineRule="auto"/>
    </w:pPr>
    <w:rPr>
      <w:rFonts w:cs="Times New Roman"/>
      <w:i/>
      <w:sz w:val="20"/>
      <w:szCs w:val="20"/>
      <w:lang w:val="en-GB"/>
    </w:rPr>
  </w:style>
  <w:style w:type="paragraph" w:styleId="RGV-berschrift">
    <w:name w:val="toa heading"/>
    <w:basedOn w:val="Standard"/>
    <w:next w:val="Standard"/>
    <w:semiHidden/>
    <w:rsid w:val="001A025C"/>
    <w:pPr>
      <w:spacing w:before="120"/>
    </w:pPr>
    <w:rPr>
      <w:b/>
      <w:bCs/>
      <w:sz w:val="24"/>
      <w:szCs w:val="24"/>
    </w:rPr>
  </w:style>
  <w:style w:type="table" w:styleId="TabelleAktuell">
    <w:name w:val="Table Contemporary"/>
    <w:basedOn w:val="NormaleTabelle"/>
    <w:semiHidden/>
    <w:rsid w:val="001A025C"/>
    <w:pPr>
      <w:spacing w:after="60" w:line="320" w:lineRule="atLeast"/>
      <w:jc w:val="both"/>
    </w:pPr>
    <w:rPr>
      <w:rFonts w:ascii="Century" w:hAnsi="Century"/>
    </w:rPr>
    <w:tblPr>
      <w:tblStyleRowBandSize w:val="1"/>
      <w:tblBorders>
        <w:insideH w:val="single" w:sz="18" w:space="0" w:color="FFFFFF"/>
        <w:insideV w:val="single" w:sz="18" w:space="0" w:color="FFFFFF"/>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Liste6">
    <w:name w:val="Table List 6"/>
    <w:basedOn w:val="NormaleTabelle"/>
    <w:semiHidden/>
    <w:rsid w:val="001A025C"/>
    <w:pPr>
      <w:spacing w:after="60" w:line="320" w:lineRule="atLeast"/>
      <w:jc w:val="both"/>
    </w:pPr>
    <w:rPr>
      <w:rFonts w:ascii="Century" w:hAnsi="Century"/>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elleNEUPS">
    <w:name w:val="Tabelle NEU P&amp;S"/>
    <w:rsid w:val="001A025C"/>
    <w:pPr>
      <w:spacing w:before="40" w:after="40"/>
    </w:pPr>
    <w:rPr>
      <w:rFonts w:ascii="Arial" w:hAnsi="Arial" w:cs="Arial"/>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table" w:styleId="TabelleWeb3">
    <w:name w:val="Table Web 3"/>
    <w:basedOn w:val="NormaleTabelle"/>
    <w:semiHidden/>
    <w:rsid w:val="001A025C"/>
    <w:pPr>
      <w:spacing w:after="60" w:line="320" w:lineRule="atLeast"/>
      <w:jc w:val="both"/>
    </w:pPr>
    <w:rPr>
      <w:rFonts w:ascii="Century" w:hAnsi="Century"/>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ellentextPS9ptlinks">
    <w:name w:val="Tabellentext P&amp;S 9 pt links"/>
    <w:rsid w:val="001A025C"/>
    <w:pPr>
      <w:spacing w:before="40" w:after="40"/>
    </w:pPr>
    <w:rPr>
      <w:rFonts w:ascii="Arial" w:hAnsi="Arial" w:cs="Arial"/>
      <w:sz w:val="18"/>
      <w:szCs w:val="18"/>
    </w:rPr>
  </w:style>
  <w:style w:type="paragraph" w:customStyle="1" w:styleId="TabellentextPS10ptlinks">
    <w:name w:val="Tabellentext P&amp;S 10 pt links"/>
    <w:basedOn w:val="TabellentextPS9ptlinks"/>
    <w:rsid w:val="001A025C"/>
    <w:rPr>
      <w:sz w:val="20"/>
    </w:rPr>
  </w:style>
  <w:style w:type="character" w:customStyle="1" w:styleId="tiefgestellt">
    <w:name w:val="tiefgestellt"/>
    <w:semiHidden/>
    <w:rsid w:val="001A025C"/>
    <w:rPr>
      <w:vertAlign w:val="subscript"/>
    </w:rPr>
  </w:style>
  <w:style w:type="paragraph" w:customStyle="1" w:styleId="TitelderStudie">
    <w:name w:val="Titel der Studie"/>
    <w:basedOn w:val="Standard"/>
    <w:semiHidden/>
    <w:rsid w:val="001A025C"/>
    <w:pPr>
      <w:framePr w:w="5846" w:h="2835" w:hSpace="181" w:wrap="auto" w:vAnchor="page" w:hAnchor="page" w:x="1986" w:y="4821"/>
      <w:spacing w:before="40" w:after="40"/>
      <w:jc w:val="left"/>
    </w:pPr>
    <w:rPr>
      <w:b/>
      <w:bCs/>
      <w:sz w:val="32"/>
      <w:szCs w:val="32"/>
    </w:rPr>
  </w:style>
  <w:style w:type="paragraph" w:styleId="Zitat">
    <w:name w:val="Quote"/>
    <w:next w:val="Standard"/>
    <w:qFormat/>
    <w:rsid w:val="001A025C"/>
    <w:pPr>
      <w:spacing w:before="120" w:after="180" w:line="280" w:lineRule="atLeast"/>
      <w:ind w:left="1134" w:right="1134"/>
      <w:contextualSpacing/>
      <w:jc w:val="both"/>
    </w:pPr>
    <w:rPr>
      <w:rFonts w:ascii="Arial" w:hAnsi="Arial" w:cs="Arial"/>
      <w:i/>
      <w:szCs w:val="22"/>
    </w:rPr>
  </w:style>
  <w:style w:type="paragraph" w:customStyle="1" w:styleId="TiteloInhverz">
    <w:name w:val="Titel o. Inh.verz."/>
    <w:next w:val="Standard"/>
    <w:rsid w:val="001A025C"/>
    <w:pPr>
      <w:spacing w:before="480" w:after="480" w:line="320" w:lineRule="atLeast"/>
    </w:pPr>
    <w:rPr>
      <w:rFonts w:ascii="Arial" w:hAnsi="Arial" w:cs="Arial"/>
      <w:b/>
      <w:bCs/>
      <w:kern w:val="28"/>
      <w:sz w:val="32"/>
      <w:szCs w:val="32"/>
    </w:rPr>
  </w:style>
  <w:style w:type="paragraph" w:styleId="Titel">
    <w:name w:val="Title"/>
    <w:aliases w:val="mit Inh.verz."/>
    <w:basedOn w:val="Standard"/>
    <w:next w:val="Standard"/>
    <w:qFormat/>
    <w:rsid w:val="001A025C"/>
    <w:pPr>
      <w:keepNext/>
      <w:keepLines/>
      <w:spacing w:before="480" w:after="480"/>
      <w:outlineLvl w:val="0"/>
    </w:pPr>
    <w:rPr>
      <w:b/>
      <w:bCs/>
      <w:kern w:val="28"/>
      <w:sz w:val="32"/>
      <w:szCs w:val="32"/>
    </w:rPr>
  </w:style>
  <w:style w:type="paragraph" w:customStyle="1" w:styleId="TabelleAufzaehlung">
    <w:name w:val="Tabelle_Aufzaehlung"/>
    <w:rsid w:val="001A025C"/>
    <w:pPr>
      <w:numPr>
        <w:numId w:val="9"/>
      </w:numPr>
    </w:pPr>
    <w:rPr>
      <w:rFonts w:ascii="Arial" w:hAnsi="Arial" w:cs="Arial"/>
      <w:sz w:val="18"/>
      <w:szCs w:val="18"/>
    </w:rPr>
  </w:style>
  <w:style w:type="paragraph" w:styleId="berarbeitung">
    <w:name w:val="Revision"/>
    <w:hidden/>
    <w:uiPriority w:val="99"/>
    <w:semiHidden/>
    <w:rsid w:val="008258C1"/>
    <w:rPr>
      <w:rFonts w:ascii="Arial" w:hAnsi="Arial" w:cs="Arial"/>
      <w:sz w:val="22"/>
      <w:szCs w:val="22"/>
    </w:rPr>
  </w:style>
  <w:style w:type="character" w:customStyle="1" w:styleId="FunotentextZchn">
    <w:name w:val="Fußnotentext Zchn"/>
    <w:link w:val="Funotentext"/>
    <w:uiPriority w:val="99"/>
    <w:rsid w:val="001B44D9"/>
    <w:rPr>
      <w:rFonts w:ascii="Arial" w:hAnsi="Arial" w:cs="Arial"/>
      <w:sz w:val="18"/>
      <w:szCs w:val="18"/>
    </w:rPr>
  </w:style>
  <w:style w:type="paragraph" w:customStyle="1" w:styleId="Formel">
    <w:name w:val="Formel"/>
    <w:basedOn w:val="Standard"/>
    <w:rsid w:val="007C51AE"/>
    <w:pPr>
      <w:overflowPunct w:val="0"/>
      <w:autoSpaceDE w:val="0"/>
      <w:autoSpaceDN w:val="0"/>
      <w:adjustRightInd w:val="0"/>
      <w:spacing w:before="240" w:after="240" w:line="360" w:lineRule="auto"/>
      <w:ind w:left="1418"/>
    </w:pPr>
  </w:style>
  <w:style w:type="character" w:customStyle="1" w:styleId="Aufzhlung-PunkteZchn">
    <w:name w:val="Aufzählung-Punkte Zchn"/>
    <w:link w:val="Aufzhlung-Punkte"/>
    <w:locked/>
    <w:rsid w:val="00964903"/>
    <w:rPr>
      <w:rFonts w:ascii="Arial" w:hAnsi="Arial" w:cs="Arial"/>
      <w:sz w:val="22"/>
      <w:szCs w:val="22"/>
      <w:lang w:eastAsia="x-none"/>
    </w:rPr>
  </w:style>
  <w:style w:type="paragraph" w:customStyle="1" w:styleId="Aufzhlung-Punkte">
    <w:name w:val="Aufzählung-Punkte"/>
    <w:basedOn w:val="Standard"/>
    <w:link w:val="Aufzhlung-PunkteZchn"/>
    <w:qFormat/>
    <w:rsid w:val="00964903"/>
    <w:pPr>
      <w:numPr>
        <w:numId w:val="15"/>
      </w:numPr>
      <w:overflowPunct w:val="0"/>
      <w:autoSpaceDE w:val="0"/>
      <w:autoSpaceDN w:val="0"/>
      <w:adjustRightInd w:val="0"/>
      <w:spacing w:after="120" w:line="360" w:lineRule="auto"/>
      <w:ind w:hanging="357"/>
      <w:contextualSpacing/>
    </w:pPr>
    <w:rPr>
      <w:lang w:eastAsia="x-none"/>
    </w:rPr>
  </w:style>
  <w:style w:type="character" w:customStyle="1" w:styleId="NachweisTextZchn">
    <w:name w:val="Nachweis Text Zchn"/>
    <w:link w:val="NachweisText"/>
    <w:locked/>
    <w:rsid w:val="000A6865"/>
    <w:rPr>
      <w:rFonts w:ascii="Arial" w:hAnsi="Arial" w:cs="Arial"/>
      <w:i/>
      <w:sz w:val="22"/>
      <w:szCs w:val="22"/>
    </w:rPr>
  </w:style>
  <w:style w:type="paragraph" w:customStyle="1" w:styleId="NachweisText">
    <w:name w:val="Nachweis Text"/>
    <w:basedOn w:val="Standard"/>
    <w:link w:val="NachweisTextZchn"/>
    <w:rsid w:val="000A6865"/>
    <w:pPr>
      <w:overflowPunct w:val="0"/>
      <w:autoSpaceDE w:val="0"/>
      <w:autoSpaceDN w:val="0"/>
      <w:adjustRightInd w:val="0"/>
      <w:spacing w:after="120" w:line="360" w:lineRule="auto"/>
      <w:ind w:left="709"/>
    </w:pPr>
    <w:rPr>
      <w:i/>
    </w:rPr>
  </w:style>
  <w:style w:type="character" w:customStyle="1" w:styleId="FuzeileZchn">
    <w:name w:val="Fußzeile Zchn"/>
    <w:link w:val="Fuzeile"/>
    <w:uiPriority w:val="99"/>
    <w:rsid w:val="000F6653"/>
    <w:rPr>
      <w:rFonts w:ascii="Arial" w:hAnsi="Arial" w:cs="Arial"/>
      <w:sz w:val="18"/>
      <w:szCs w:val="18"/>
    </w:rPr>
  </w:style>
  <w:style w:type="table" w:styleId="HelleSchattierung">
    <w:name w:val="Light Shading"/>
    <w:basedOn w:val="NormaleTabelle"/>
    <w:uiPriority w:val="60"/>
    <w:rsid w:val="007F26A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Akzent3">
    <w:name w:val="Light List Accent 3"/>
    <w:basedOn w:val="NormaleTabelle"/>
    <w:uiPriority w:val="61"/>
    <w:rsid w:val="007F26A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1">
    <w:name w:val="Light List Accent 1"/>
    <w:basedOn w:val="NormaleTabelle"/>
    <w:uiPriority w:val="61"/>
    <w:rsid w:val="007F26A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
    <w:name w:val="Light List"/>
    <w:basedOn w:val="NormaleTabelle"/>
    <w:uiPriority w:val="61"/>
    <w:rsid w:val="00A54E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urText">
    <w:name w:val="Plain Text"/>
    <w:basedOn w:val="Standard"/>
    <w:link w:val="NurTextZchn"/>
    <w:uiPriority w:val="99"/>
    <w:semiHidden/>
    <w:unhideWhenUsed/>
    <w:rsid w:val="00017A30"/>
    <w:pPr>
      <w:spacing w:after="0" w:line="240" w:lineRule="auto"/>
      <w:jc w:val="left"/>
    </w:pPr>
    <w:rPr>
      <w:rFonts w:ascii="Courier New" w:eastAsiaTheme="minorHAnsi" w:hAnsi="Courier New" w:cs="Courier New"/>
      <w:color w:val="000000"/>
      <w:sz w:val="20"/>
      <w:szCs w:val="20"/>
      <w:lang w:eastAsia="en-US"/>
    </w:rPr>
  </w:style>
  <w:style w:type="character" w:customStyle="1" w:styleId="NurTextZchn">
    <w:name w:val="Nur Text Zchn"/>
    <w:basedOn w:val="Absatz-Standardschriftart"/>
    <w:link w:val="NurText"/>
    <w:uiPriority w:val="99"/>
    <w:semiHidden/>
    <w:rsid w:val="00017A30"/>
    <w:rPr>
      <w:rFonts w:ascii="Courier New" w:eastAsiaTheme="minorHAnsi" w:hAnsi="Courier New" w:cs="Courier New"/>
      <w:color w:val="000000"/>
      <w:lang w:eastAsia="en-US"/>
    </w:rPr>
  </w:style>
  <w:style w:type="paragraph" w:customStyle="1" w:styleId="AufzhlungPunkt1">
    <w:name w:val="Aufzählung Punkt 1"/>
    <w:basedOn w:val="Standard"/>
    <w:link w:val="AufzhlungPunkt1Zchn"/>
    <w:qFormat/>
    <w:rsid w:val="00235C04"/>
    <w:pPr>
      <w:numPr>
        <w:numId w:val="42"/>
      </w:numPr>
      <w:spacing w:after="0" w:line="288" w:lineRule="auto"/>
      <w:ind w:left="426" w:hanging="426"/>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235C04"/>
    <w:rPr>
      <w:rFonts w:ascii="Verdana" w:eastAsiaTheme="minorEastAsia" w:hAnsi="Verdana" w:cstheme="minorBidi"/>
      <w:lang w:eastAsia="ja-JP"/>
    </w:rPr>
  </w:style>
  <w:style w:type="character" w:customStyle="1" w:styleId="StandardfettnurWort">
    <w:name w:val="Standard fett nur Wort"/>
    <w:basedOn w:val="Absatz-Standardschriftart"/>
    <w:uiPriority w:val="1"/>
    <w:qFormat/>
    <w:rsid w:val="004A026F"/>
    <w:rPr>
      <w:rFonts w:ascii="Verdana" w:hAnsi="Verdana"/>
      <w:b/>
      <w:sz w:val="20"/>
    </w:rPr>
  </w:style>
  <w:style w:type="character" w:customStyle="1" w:styleId="StandardkursivnurWort">
    <w:name w:val="Standard kursiv nur Wort"/>
    <w:basedOn w:val="Absatz-Standardschriftart"/>
    <w:uiPriority w:val="1"/>
    <w:qFormat/>
    <w:rsid w:val="004A026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7439">
      <w:bodyDiv w:val="1"/>
      <w:marLeft w:val="0"/>
      <w:marRight w:val="0"/>
      <w:marTop w:val="0"/>
      <w:marBottom w:val="0"/>
      <w:divBdr>
        <w:top w:val="none" w:sz="0" w:space="0" w:color="auto"/>
        <w:left w:val="none" w:sz="0" w:space="0" w:color="auto"/>
        <w:bottom w:val="none" w:sz="0" w:space="0" w:color="auto"/>
        <w:right w:val="none" w:sz="0" w:space="0" w:color="auto"/>
      </w:divBdr>
    </w:div>
    <w:div w:id="57020413">
      <w:bodyDiv w:val="1"/>
      <w:marLeft w:val="0"/>
      <w:marRight w:val="0"/>
      <w:marTop w:val="0"/>
      <w:marBottom w:val="0"/>
      <w:divBdr>
        <w:top w:val="none" w:sz="0" w:space="0" w:color="auto"/>
        <w:left w:val="none" w:sz="0" w:space="0" w:color="auto"/>
        <w:bottom w:val="none" w:sz="0" w:space="0" w:color="auto"/>
        <w:right w:val="none" w:sz="0" w:space="0" w:color="auto"/>
      </w:divBdr>
    </w:div>
    <w:div w:id="110982127">
      <w:bodyDiv w:val="1"/>
      <w:marLeft w:val="0"/>
      <w:marRight w:val="0"/>
      <w:marTop w:val="0"/>
      <w:marBottom w:val="0"/>
      <w:divBdr>
        <w:top w:val="none" w:sz="0" w:space="0" w:color="auto"/>
        <w:left w:val="none" w:sz="0" w:space="0" w:color="auto"/>
        <w:bottom w:val="none" w:sz="0" w:space="0" w:color="auto"/>
        <w:right w:val="none" w:sz="0" w:space="0" w:color="auto"/>
      </w:divBdr>
    </w:div>
    <w:div w:id="315258926">
      <w:bodyDiv w:val="1"/>
      <w:marLeft w:val="0"/>
      <w:marRight w:val="0"/>
      <w:marTop w:val="0"/>
      <w:marBottom w:val="0"/>
      <w:divBdr>
        <w:top w:val="none" w:sz="0" w:space="0" w:color="auto"/>
        <w:left w:val="none" w:sz="0" w:space="0" w:color="auto"/>
        <w:bottom w:val="none" w:sz="0" w:space="0" w:color="auto"/>
        <w:right w:val="none" w:sz="0" w:space="0" w:color="auto"/>
      </w:divBdr>
    </w:div>
    <w:div w:id="505754373">
      <w:bodyDiv w:val="1"/>
      <w:marLeft w:val="0"/>
      <w:marRight w:val="0"/>
      <w:marTop w:val="0"/>
      <w:marBottom w:val="0"/>
      <w:divBdr>
        <w:top w:val="none" w:sz="0" w:space="0" w:color="auto"/>
        <w:left w:val="none" w:sz="0" w:space="0" w:color="auto"/>
        <w:bottom w:val="none" w:sz="0" w:space="0" w:color="auto"/>
        <w:right w:val="none" w:sz="0" w:space="0" w:color="auto"/>
      </w:divBdr>
    </w:div>
    <w:div w:id="530655626">
      <w:bodyDiv w:val="1"/>
      <w:marLeft w:val="0"/>
      <w:marRight w:val="0"/>
      <w:marTop w:val="0"/>
      <w:marBottom w:val="0"/>
      <w:divBdr>
        <w:top w:val="none" w:sz="0" w:space="0" w:color="auto"/>
        <w:left w:val="none" w:sz="0" w:space="0" w:color="auto"/>
        <w:bottom w:val="none" w:sz="0" w:space="0" w:color="auto"/>
        <w:right w:val="none" w:sz="0" w:space="0" w:color="auto"/>
      </w:divBdr>
    </w:div>
    <w:div w:id="543910830">
      <w:bodyDiv w:val="1"/>
      <w:marLeft w:val="0"/>
      <w:marRight w:val="0"/>
      <w:marTop w:val="0"/>
      <w:marBottom w:val="0"/>
      <w:divBdr>
        <w:top w:val="none" w:sz="0" w:space="0" w:color="auto"/>
        <w:left w:val="none" w:sz="0" w:space="0" w:color="auto"/>
        <w:bottom w:val="none" w:sz="0" w:space="0" w:color="auto"/>
        <w:right w:val="none" w:sz="0" w:space="0" w:color="auto"/>
      </w:divBdr>
    </w:div>
    <w:div w:id="639845231">
      <w:bodyDiv w:val="1"/>
      <w:marLeft w:val="0"/>
      <w:marRight w:val="0"/>
      <w:marTop w:val="0"/>
      <w:marBottom w:val="0"/>
      <w:divBdr>
        <w:top w:val="none" w:sz="0" w:space="0" w:color="auto"/>
        <w:left w:val="none" w:sz="0" w:space="0" w:color="auto"/>
        <w:bottom w:val="none" w:sz="0" w:space="0" w:color="auto"/>
        <w:right w:val="none" w:sz="0" w:space="0" w:color="auto"/>
      </w:divBdr>
    </w:div>
    <w:div w:id="737288457">
      <w:bodyDiv w:val="1"/>
      <w:marLeft w:val="0"/>
      <w:marRight w:val="0"/>
      <w:marTop w:val="0"/>
      <w:marBottom w:val="0"/>
      <w:divBdr>
        <w:top w:val="none" w:sz="0" w:space="0" w:color="auto"/>
        <w:left w:val="none" w:sz="0" w:space="0" w:color="auto"/>
        <w:bottom w:val="none" w:sz="0" w:space="0" w:color="auto"/>
        <w:right w:val="none" w:sz="0" w:space="0" w:color="auto"/>
      </w:divBdr>
    </w:div>
    <w:div w:id="839660397">
      <w:bodyDiv w:val="1"/>
      <w:marLeft w:val="0"/>
      <w:marRight w:val="0"/>
      <w:marTop w:val="0"/>
      <w:marBottom w:val="0"/>
      <w:divBdr>
        <w:top w:val="none" w:sz="0" w:space="0" w:color="auto"/>
        <w:left w:val="none" w:sz="0" w:space="0" w:color="auto"/>
        <w:bottom w:val="none" w:sz="0" w:space="0" w:color="auto"/>
        <w:right w:val="none" w:sz="0" w:space="0" w:color="auto"/>
      </w:divBdr>
    </w:div>
    <w:div w:id="840120432">
      <w:bodyDiv w:val="1"/>
      <w:marLeft w:val="0"/>
      <w:marRight w:val="0"/>
      <w:marTop w:val="0"/>
      <w:marBottom w:val="0"/>
      <w:divBdr>
        <w:top w:val="none" w:sz="0" w:space="0" w:color="auto"/>
        <w:left w:val="none" w:sz="0" w:space="0" w:color="auto"/>
        <w:bottom w:val="none" w:sz="0" w:space="0" w:color="auto"/>
        <w:right w:val="none" w:sz="0" w:space="0" w:color="auto"/>
      </w:divBdr>
    </w:div>
    <w:div w:id="873999174">
      <w:bodyDiv w:val="1"/>
      <w:marLeft w:val="0"/>
      <w:marRight w:val="0"/>
      <w:marTop w:val="0"/>
      <w:marBottom w:val="0"/>
      <w:divBdr>
        <w:top w:val="none" w:sz="0" w:space="0" w:color="auto"/>
        <w:left w:val="none" w:sz="0" w:space="0" w:color="auto"/>
        <w:bottom w:val="none" w:sz="0" w:space="0" w:color="auto"/>
        <w:right w:val="none" w:sz="0" w:space="0" w:color="auto"/>
      </w:divBdr>
    </w:div>
    <w:div w:id="893464454">
      <w:bodyDiv w:val="1"/>
      <w:marLeft w:val="0"/>
      <w:marRight w:val="0"/>
      <w:marTop w:val="0"/>
      <w:marBottom w:val="0"/>
      <w:divBdr>
        <w:top w:val="none" w:sz="0" w:space="0" w:color="auto"/>
        <w:left w:val="none" w:sz="0" w:space="0" w:color="auto"/>
        <w:bottom w:val="none" w:sz="0" w:space="0" w:color="auto"/>
        <w:right w:val="none" w:sz="0" w:space="0" w:color="auto"/>
      </w:divBdr>
    </w:div>
    <w:div w:id="952908609">
      <w:bodyDiv w:val="1"/>
      <w:marLeft w:val="0"/>
      <w:marRight w:val="0"/>
      <w:marTop w:val="0"/>
      <w:marBottom w:val="0"/>
      <w:divBdr>
        <w:top w:val="none" w:sz="0" w:space="0" w:color="auto"/>
        <w:left w:val="none" w:sz="0" w:space="0" w:color="auto"/>
        <w:bottom w:val="none" w:sz="0" w:space="0" w:color="auto"/>
        <w:right w:val="none" w:sz="0" w:space="0" w:color="auto"/>
      </w:divBdr>
    </w:div>
    <w:div w:id="963315007">
      <w:bodyDiv w:val="1"/>
      <w:marLeft w:val="0"/>
      <w:marRight w:val="0"/>
      <w:marTop w:val="0"/>
      <w:marBottom w:val="0"/>
      <w:divBdr>
        <w:top w:val="none" w:sz="0" w:space="0" w:color="auto"/>
        <w:left w:val="none" w:sz="0" w:space="0" w:color="auto"/>
        <w:bottom w:val="none" w:sz="0" w:space="0" w:color="auto"/>
        <w:right w:val="none" w:sz="0" w:space="0" w:color="auto"/>
      </w:divBdr>
    </w:div>
    <w:div w:id="1009598345">
      <w:bodyDiv w:val="1"/>
      <w:marLeft w:val="0"/>
      <w:marRight w:val="0"/>
      <w:marTop w:val="0"/>
      <w:marBottom w:val="0"/>
      <w:divBdr>
        <w:top w:val="none" w:sz="0" w:space="0" w:color="auto"/>
        <w:left w:val="none" w:sz="0" w:space="0" w:color="auto"/>
        <w:bottom w:val="none" w:sz="0" w:space="0" w:color="auto"/>
        <w:right w:val="none" w:sz="0" w:space="0" w:color="auto"/>
      </w:divBdr>
    </w:div>
    <w:div w:id="1089619551">
      <w:bodyDiv w:val="1"/>
      <w:marLeft w:val="0"/>
      <w:marRight w:val="0"/>
      <w:marTop w:val="0"/>
      <w:marBottom w:val="0"/>
      <w:divBdr>
        <w:top w:val="none" w:sz="0" w:space="0" w:color="auto"/>
        <w:left w:val="none" w:sz="0" w:space="0" w:color="auto"/>
        <w:bottom w:val="none" w:sz="0" w:space="0" w:color="auto"/>
        <w:right w:val="none" w:sz="0" w:space="0" w:color="auto"/>
      </w:divBdr>
    </w:div>
    <w:div w:id="1168448328">
      <w:bodyDiv w:val="1"/>
      <w:marLeft w:val="0"/>
      <w:marRight w:val="0"/>
      <w:marTop w:val="0"/>
      <w:marBottom w:val="0"/>
      <w:divBdr>
        <w:top w:val="none" w:sz="0" w:space="0" w:color="auto"/>
        <w:left w:val="none" w:sz="0" w:space="0" w:color="auto"/>
        <w:bottom w:val="none" w:sz="0" w:space="0" w:color="auto"/>
        <w:right w:val="none" w:sz="0" w:space="0" w:color="auto"/>
      </w:divBdr>
    </w:div>
    <w:div w:id="1175458103">
      <w:bodyDiv w:val="1"/>
      <w:marLeft w:val="0"/>
      <w:marRight w:val="0"/>
      <w:marTop w:val="0"/>
      <w:marBottom w:val="0"/>
      <w:divBdr>
        <w:top w:val="none" w:sz="0" w:space="0" w:color="auto"/>
        <w:left w:val="none" w:sz="0" w:space="0" w:color="auto"/>
        <w:bottom w:val="none" w:sz="0" w:space="0" w:color="auto"/>
        <w:right w:val="none" w:sz="0" w:space="0" w:color="auto"/>
      </w:divBdr>
      <w:divsChild>
        <w:div w:id="1757097595">
          <w:marLeft w:val="0"/>
          <w:marRight w:val="0"/>
          <w:marTop w:val="0"/>
          <w:marBottom w:val="0"/>
          <w:divBdr>
            <w:top w:val="none" w:sz="0" w:space="0" w:color="auto"/>
            <w:left w:val="none" w:sz="0" w:space="0" w:color="auto"/>
            <w:bottom w:val="none" w:sz="0" w:space="0" w:color="auto"/>
            <w:right w:val="none" w:sz="0" w:space="0" w:color="auto"/>
          </w:divBdr>
        </w:div>
      </w:divsChild>
    </w:div>
    <w:div w:id="1236739209">
      <w:bodyDiv w:val="1"/>
      <w:marLeft w:val="0"/>
      <w:marRight w:val="0"/>
      <w:marTop w:val="0"/>
      <w:marBottom w:val="0"/>
      <w:divBdr>
        <w:top w:val="none" w:sz="0" w:space="0" w:color="auto"/>
        <w:left w:val="none" w:sz="0" w:space="0" w:color="auto"/>
        <w:bottom w:val="none" w:sz="0" w:space="0" w:color="auto"/>
        <w:right w:val="none" w:sz="0" w:space="0" w:color="auto"/>
      </w:divBdr>
    </w:div>
    <w:div w:id="1255555172">
      <w:bodyDiv w:val="1"/>
      <w:marLeft w:val="0"/>
      <w:marRight w:val="0"/>
      <w:marTop w:val="0"/>
      <w:marBottom w:val="0"/>
      <w:divBdr>
        <w:top w:val="none" w:sz="0" w:space="0" w:color="auto"/>
        <w:left w:val="none" w:sz="0" w:space="0" w:color="auto"/>
        <w:bottom w:val="none" w:sz="0" w:space="0" w:color="auto"/>
        <w:right w:val="none" w:sz="0" w:space="0" w:color="auto"/>
      </w:divBdr>
    </w:div>
    <w:div w:id="1279752353">
      <w:bodyDiv w:val="1"/>
      <w:marLeft w:val="0"/>
      <w:marRight w:val="0"/>
      <w:marTop w:val="0"/>
      <w:marBottom w:val="0"/>
      <w:divBdr>
        <w:top w:val="none" w:sz="0" w:space="0" w:color="auto"/>
        <w:left w:val="none" w:sz="0" w:space="0" w:color="auto"/>
        <w:bottom w:val="none" w:sz="0" w:space="0" w:color="auto"/>
        <w:right w:val="none" w:sz="0" w:space="0" w:color="auto"/>
      </w:divBdr>
    </w:div>
    <w:div w:id="1292706528">
      <w:bodyDiv w:val="1"/>
      <w:marLeft w:val="0"/>
      <w:marRight w:val="0"/>
      <w:marTop w:val="0"/>
      <w:marBottom w:val="0"/>
      <w:divBdr>
        <w:top w:val="none" w:sz="0" w:space="0" w:color="auto"/>
        <w:left w:val="none" w:sz="0" w:space="0" w:color="auto"/>
        <w:bottom w:val="none" w:sz="0" w:space="0" w:color="auto"/>
        <w:right w:val="none" w:sz="0" w:space="0" w:color="auto"/>
      </w:divBdr>
    </w:div>
    <w:div w:id="1306814453">
      <w:bodyDiv w:val="1"/>
      <w:marLeft w:val="0"/>
      <w:marRight w:val="0"/>
      <w:marTop w:val="0"/>
      <w:marBottom w:val="0"/>
      <w:divBdr>
        <w:top w:val="none" w:sz="0" w:space="0" w:color="auto"/>
        <w:left w:val="none" w:sz="0" w:space="0" w:color="auto"/>
        <w:bottom w:val="none" w:sz="0" w:space="0" w:color="auto"/>
        <w:right w:val="none" w:sz="0" w:space="0" w:color="auto"/>
      </w:divBdr>
    </w:div>
    <w:div w:id="1309166566">
      <w:bodyDiv w:val="1"/>
      <w:marLeft w:val="0"/>
      <w:marRight w:val="0"/>
      <w:marTop w:val="0"/>
      <w:marBottom w:val="0"/>
      <w:divBdr>
        <w:top w:val="none" w:sz="0" w:space="0" w:color="auto"/>
        <w:left w:val="none" w:sz="0" w:space="0" w:color="auto"/>
        <w:bottom w:val="none" w:sz="0" w:space="0" w:color="auto"/>
        <w:right w:val="none" w:sz="0" w:space="0" w:color="auto"/>
      </w:divBdr>
    </w:div>
    <w:div w:id="1313605996">
      <w:bodyDiv w:val="1"/>
      <w:marLeft w:val="0"/>
      <w:marRight w:val="0"/>
      <w:marTop w:val="0"/>
      <w:marBottom w:val="0"/>
      <w:divBdr>
        <w:top w:val="none" w:sz="0" w:space="0" w:color="auto"/>
        <w:left w:val="none" w:sz="0" w:space="0" w:color="auto"/>
        <w:bottom w:val="none" w:sz="0" w:space="0" w:color="auto"/>
        <w:right w:val="none" w:sz="0" w:space="0" w:color="auto"/>
      </w:divBdr>
    </w:div>
    <w:div w:id="1364794609">
      <w:bodyDiv w:val="1"/>
      <w:marLeft w:val="0"/>
      <w:marRight w:val="0"/>
      <w:marTop w:val="0"/>
      <w:marBottom w:val="0"/>
      <w:divBdr>
        <w:top w:val="none" w:sz="0" w:space="0" w:color="auto"/>
        <w:left w:val="none" w:sz="0" w:space="0" w:color="auto"/>
        <w:bottom w:val="none" w:sz="0" w:space="0" w:color="auto"/>
        <w:right w:val="none" w:sz="0" w:space="0" w:color="auto"/>
      </w:divBdr>
    </w:div>
    <w:div w:id="1430394084">
      <w:bodyDiv w:val="1"/>
      <w:marLeft w:val="0"/>
      <w:marRight w:val="0"/>
      <w:marTop w:val="0"/>
      <w:marBottom w:val="0"/>
      <w:divBdr>
        <w:top w:val="none" w:sz="0" w:space="0" w:color="auto"/>
        <w:left w:val="none" w:sz="0" w:space="0" w:color="auto"/>
        <w:bottom w:val="none" w:sz="0" w:space="0" w:color="auto"/>
        <w:right w:val="none" w:sz="0" w:space="0" w:color="auto"/>
      </w:divBdr>
    </w:div>
    <w:div w:id="1710227936">
      <w:bodyDiv w:val="1"/>
      <w:marLeft w:val="0"/>
      <w:marRight w:val="0"/>
      <w:marTop w:val="0"/>
      <w:marBottom w:val="0"/>
      <w:divBdr>
        <w:top w:val="none" w:sz="0" w:space="0" w:color="auto"/>
        <w:left w:val="none" w:sz="0" w:space="0" w:color="auto"/>
        <w:bottom w:val="none" w:sz="0" w:space="0" w:color="auto"/>
        <w:right w:val="none" w:sz="0" w:space="0" w:color="auto"/>
      </w:divBdr>
    </w:div>
    <w:div w:id="1719427043">
      <w:bodyDiv w:val="1"/>
      <w:marLeft w:val="0"/>
      <w:marRight w:val="0"/>
      <w:marTop w:val="0"/>
      <w:marBottom w:val="0"/>
      <w:divBdr>
        <w:top w:val="none" w:sz="0" w:space="0" w:color="auto"/>
        <w:left w:val="none" w:sz="0" w:space="0" w:color="auto"/>
        <w:bottom w:val="none" w:sz="0" w:space="0" w:color="auto"/>
        <w:right w:val="none" w:sz="0" w:space="0" w:color="auto"/>
      </w:divBdr>
    </w:div>
    <w:div w:id="1732457297">
      <w:bodyDiv w:val="1"/>
      <w:marLeft w:val="0"/>
      <w:marRight w:val="0"/>
      <w:marTop w:val="0"/>
      <w:marBottom w:val="0"/>
      <w:divBdr>
        <w:top w:val="none" w:sz="0" w:space="0" w:color="auto"/>
        <w:left w:val="none" w:sz="0" w:space="0" w:color="auto"/>
        <w:bottom w:val="none" w:sz="0" w:space="0" w:color="auto"/>
        <w:right w:val="none" w:sz="0" w:space="0" w:color="auto"/>
      </w:divBdr>
    </w:div>
    <w:div w:id="1760830995">
      <w:bodyDiv w:val="1"/>
      <w:marLeft w:val="0"/>
      <w:marRight w:val="0"/>
      <w:marTop w:val="0"/>
      <w:marBottom w:val="0"/>
      <w:divBdr>
        <w:top w:val="none" w:sz="0" w:space="0" w:color="auto"/>
        <w:left w:val="none" w:sz="0" w:space="0" w:color="auto"/>
        <w:bottom w:val="none" w:sz="0" w:space="0" w:color="auto"/>
        <w:right w:val="none" w:sz="0" w:space="0" w:color="auto"/>
      </w:divBdr>
    </w:div>
    <w:div w:id="1768768466">
      <w:bodyDiv w:val="1"/>
      <w:marLeft w:val="0"/>
      <w:marRight w:val="0"/>
      <w:marTop w:val="0"/>
      <w:marBottom w:val="0"/>
      <w:divBdr>
        <w:top w:val="none" w:sz="0" w:space="0" w:color="auto"/>
        <w:left w:val="none" w:sz="0" w:space="0" w:color="auto"/>
        <w:bottom w:val="none" w:sz="0" w:space="0" w:color="auto"/>
        <w:right w:val="none" w:sz="0" w:space="0" w:color="auto"/>
      </w:divBdr>
    </w:div>
    <w:div w:id="1850021404">
      <w:bodyDiv w:val="1"/>
      <w:marLeft w:val="0"/>
      <w:marRight w:val="0"/>
      <w:marTop w:val="0"/>
      <w:marBottom w:val="0"/>
      <w:divBdr>
        <w:top w:val="none" w:sz="0" w:space="0" w:color="auto"/>
        <w:left w:val="none" w:sz="0" w:space="0" w:color="auto"/>
        <w:bottom w:val="none" w:sz="0" w:space="0" w:color="auto"/>
        <w:right w:val="none" w:sz="0" w:space="0" w:color="auto"/>
      </w:divBdr>
    </w:div>
    <w:div w:id="1940522727">
      <w:bodyDiv w:val="1"/>
      <w:marLeft w:val="0"/>
      <w:marRight w:val="0"/>
      <w:marTop w:val="0"/>
      <w:marBottom w:val="0"/>
      <w:divBdr>
        <w:top w:val="none" w:sz="0" w:space="0" w:color="auto"/>
        <w:left w:val="none" w:sz="0" w:space="0" w:color="auto"/>
        <w:bottom w:val="none" w:sz="0" w:space="0" w:color="auto"/>
        <w:right w:val="none" w:sz="0" w:space="0" w:color="auto"/>
      </w:divBdr>
    </w:div>
    <w:div w:id="1952203861">
      <w:bodyDiv w:val="1"/>
      <w:marLeft w:val="0"/>
      <w:marRight w:val="0"/>
      <w:marTop w:val="0"/>
      <w:marBottom w:val="0"/>
      <w:divBdr>
        <w:top w:val="none" w:sz="0" w:space="0" w:color="auto"/>
        <w:left w:val="none" w:sz="0" w:space="0" w:color="auto"/>
        <w:bottom w:val="none" w:sz="0" w:space="0" w:color="auto"/>
        <w:right w:val="none" w:sz="0" w:space="0" w:color="auto"/>
      </w:divBdr>
    </w:div>
    <w:div w:id="1958290063">
      <w:bodyDiv w:val="1"/>
      <w:marLeft w:val="0"/>
      <w:marRight w:val="0"/>
      <w:marTop w:val="0"/>
      <w:marBottom w:val="0"/>
      <w:divBdr>
        <w:top w:val="none" w:sz="0" w:space="0" w:color="auto"/>
        <w:left w:val="none" w:sz="0" w:space="0" w:color="auto"/>
        <w:bottom w:val="none" w:sz="0" w:space="0" w:color="auto"/>
        <w:right w:val="none" w:sz="0" w:space="0" w:color="auto"/>
      </w:divBdr>
    </w:div>
    <w:div w:id="207095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3.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rakash\AppData\Local\Microsoft\Windows\Temporary%20Internet%20Files\Content.Outlook\U90LIC03\Anlage%202_20110708_m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52065103F7E1F4E91E6D03F75FCB188" ma:contentTypeVersion="0" ma:contentTypeDescription="Ein neues Dokument erstellen." ma:contentTypeScope="" ma:versionID="239d990a53b4a94be9c49089eee14e0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DF2EE-B3CA-4539-8B9C-E97737308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10.xml><?xml version="1.0" encoding="utf-8"?>
<ds:datastoreItem xmlns:ds="http://schemas.openxmlformats.org/officeDocument/2006/customXml" ds:itemID="{B6551C01-33A1-47E5-A285-E36A03454A16}">
  <ds:schemaRefs>
    <ds:schemaRef ds:uri="http://schemas.openxmlformats.org/officeDocument/2006/bibliography"/>
  </ds:schemaRefs>
</ds:datastoreItem>
</file>

<file path=customXml/itemProps11.xml><?xml version="1.0" encoding="utf-8"?>
<ds:datastoreItem xmlns:ds="http://schemas.openxmlformats.org/officeDocument/2006/customXml" ds:itemID="{FDD35AA7-7C7F-4A5C-93AD-F700355FD226}">
  <ds:schemaRefs>
    <ds:schemaRef ds:uri="http://schemas.openxmlformats.org/officeDocument/2006/bibliography"/>
  </ds:schemaRefs>
</ds:datastoreItem>
</file>

<file path=customXml/itemProps12.xml><?xml version="1.0" encoding="utf-8"?>
<ds:datastoreItem xmlns:ds="http://schemas.openxmlformats.org/officeDocument/2006/customXml" ds:itemID="{3573E16B-9E37-441A-B338-F76AF8AF4F60}">
  <ds:schemaRefs>
    <ds:schemaRef ds:uri="http://schemas.openxmlformats.org/officeDocument/2006/bibliography"/>
  </ds:schemaRefs>
</ds:datastoreItem>
</file>

<file path=customXml/itemProps2.xml><?xml version="1.0" encoding="utf-8"?>
<ds:datastoreItem xmlns:ds="http://schemas.openxmlformats.org/officeDocument/2006/customXml" ds:itemID="{BBA22749-BE58-45F8-9856-9683F67426E5}">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5654589-63A0-4DA1-BE15-9E3B6C539B59}">
  <ds:schemaRefs>
    <ds:schemaRef ds:uri="http://schemas.microsoft.com/office/2006/metadata/longProperties"/>
  </ds:schemaRefs>
</ds:datastoreItem>
</file>

<file path=customXml/itemProps4.xml><?xml version="1.0" encoding="utf-8"?>
<ds:datastoreItem xmlns:ds="http://schemas.openxmlformats.org/officeDocument/2006/customXml" ds:itemID="{50BD106E-DCFA-4E06-8F72-7610D4387FD9}">
  <ds:schemaRefs>
    <ds:schemaRef ds:uri="http://schemas.microsoft.com/sharepoint/v3/contenttype/forms"/>
  </ds:schemaRefs>
</ds:datastoreItem>
</file>

<file path=customXml/itemProps5.xml><?xml version="1.0" encoding="utf-8"?>
<ds:datastoreItem xmlns:ds="http://schemas.openxmlformats.org/officeDocument/2006/customXml" ds:itemID="{0520262D-2A28-45A4-8999-04D8B1185633}">
  <ds:schemaRefs>
    <ds:schemaRef ds:uri="http://schemas.openxmlformats.org/officeDocument/2006/bibliography"/>
  </ds:schemaRefs>
</ds:datastoreItem>
</file>

<file path=customXml/itemProps6.xml><?xml version="1.0" encoding="utf-8"?>
<ds:datastoreItem xmlns:ds="http://schemas.openxmlformats.org/officeDocument/2006/customXml" ds:itemID="{A410BFBC-EA4C-4880-95BB-77CC1D200086}">
  <ds:schemaRefs>
    <ds:schemaRef ds:uri="http://schemas.openxmlformats.org/officeDocument/2006/bibliography"/>
  </ds:schemaRefs>
</ds:datastoreItem>
</file>

<file path=customXml/itemProps7.xml><?xml version="1.0" encoding="utf-8"?>
<ds:datastoreItem xmlns:ds="http://schemas.openxmlformats.org/officeDocument/2006/customXml" ds:itemID="{8C1978DB-D696-46FB-B833-B5D31E2955AA}">
  <ds:schemaRefs>
    <ds:schemaRef ds:uri="http://schemas.openxmlformats.org/officeDocument/2006/bibliography"/>
  </ds:schemaRefs>
</ds:datastoreItem>
</file>

<file path=customXml/itemProps8.xml><?xml version="1.0" encoding="utf-8"?>
<ds:datastoreItem xmlns:ds="http://schemas.openxmlformats.org/officeDocument/2006/customXml" ds:itemID="{39EA4EF3-797A-4B9A-9FF8-4561C9C4B6BA}">
  <ds:schemaRefs>
    <ds:schemaRef ds:uri="http://schemas.openxmlformats.org/officeDocument/2006/bibliography"/>
  </ds:schemaRefs>
</ds:datastoreItem>
</file>

<file path=customXml/itemProps9.xml><?xml version="1.0" encoding="utf-8"?>
<ds:datastoreItem xmlns:ds="http://schemas.openxmlformats.org/officeDocument/2006/customXml" ds:itemID="{001FCA6F-80BA-413D-805B-3BBDCAD5F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2_20110708_mr</Template>
  <TotalTime>0</TotalTime>
  <Pages>24</Pages>
  <Words>10132</Words>
  <Characters>63833</Characters>
  <Application>Microsoft Office Word</Application>
  <DocSecurity>0</DocSecurity>
  <Lines>531</Lines>
  <Paragraphs>147</Paragraphs>
  <ScaleCrop>false</ScaleCrop>
  <HeadingPairs>
    <vt:vector size="2" baseType="variant">
      <vt:variant>
        <vt:lpstr>Titel</vt:lpstr>
      </vt:variant>
      <vt:variant>
        <vt:i4>1</vt:i4>
      </vt:variant>
    </vt:vector>
  </HeadingPairs>
  <TitlesOfParts>
    <vt:vector size="1" baseType="lpstr">
      <vt:lpstr>Energieffizienzbericht zu den Vergabekriterien Umweltzeichen DE-UZ 161</vt:lpstr>
    </vt:vector>
  </TitlesOfParts>
  <Company>Öko-Institut e.V.</Company>
  <LinksUpToDate>false</LinksUpToDate>
  <CharactersWithSpaces>73818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Energieffizienzbericht zu den Vergabekriterien Umweltzeichen DE-UZ 161</dc:title>
  <dc:creator>J.Groeger@oeko.de</dc:creator>
  <cp:lastModifiedBy>Buttner, Henrike</cp:lastModifiedBy>
  <cp:revision>3</cp:revision>
  <cp:lastPrinted>2019-01-14T14:23:00Z</cp:lastPrinted>
  <dcterms:created xsi:type="dcterms:W3CDTF">2021-06-17T11:50:00Z</dcterms:created>
  <dcterms:modified xsi:type="dcterms:W3CDTF">2021-06-17T11:50:00Z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Dokument</vt:lpwstr>
  </property>
</Properties>
</file>